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34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04.05pt;height:55.8pt;mso-position-horizontal-relative:char;mso-position-vertical-relative:line" coordorigin="0,0" coordsize="6081,1116">
            <v:group style="position:absolute;left:42;top:42;width:5997;height:1032" coordorigin="42,42" coordsize="5997,1032">
              <v:shape style="position:absolute;left:42;top:42;width:5997;height:1032" coordorigin="42,42" coordsize="5997,1032" path="m557,1074l531,1074,505,1072,476,1067,450,1062,423,1057,399,1048,373,1040,349,1028,322,1019,301,1004,234,959,174,904,157,882,140,860,126,839,112,817,97,793,88,767,76,743,68,716,59,692,54,666,49,640,44,611,42,584,42,558,42,532,44,505,49,476,54,450,59,424,68,400,76,373,88,349,97,323,112,301,126,277,140,256,157,234,174,212,193,193,212,174,234,157,255,140,277,126,301,112,322,97,349,88,373,76,399,68,476,49,531,42,557,42,5523,42,5549,42,5575,44,5604,49,5631,54,5657,59,5681,68,5707,76,5731,88,5758,97,5782,112,5803,126,5825,140,5846,157,5868,174,5887,193,5906,212,5923,234,5940,256,5954,277,5969,301,5983,323,5993,349,6005,373,6012,400,6031,476,6038,532,6038,558,6038,584,6026,666,6012,716,6005,743,5993,767,5983,793,5969,817,5954,839,5940,860,5923,882,5906,904,5846,959,5782,1004,5731,1028,5707,1040,5681,1048,5657,1057,5631,1062,5604,1067,5575,1072,5549,1074,5523,1074,557,1074xe" filled="false" stroked="true" strokeweight="4.196pt" strokecolor="#878787">
                <v:path arrowok="t"/>
              </v:shape>
              <v:shape style="position:absolute;left:0;top:0;width:6081;height:1116" type="#_x0000_t202" filled="false" stroked="false">
                <v:textbox inset="0,0,0,0">
                  <w:txbxContent>
                    <w:p>
                      <w:pPr>
                        <w:spacing w:before="265"/>
                        <w:ind w:left="792" w:right="0" w:firstLine="0"/>
                        <w:jc w:val="left"/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Ⅴ.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계절수업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등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5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기타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안내</w:t>
                      </w:r>
                      <w:r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spacing w:line="200" w:lineRule="atLeast"/>
        <w:ind w:left="1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계절수업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37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가.</w:t>
      </w:r>
      <w:r>
        <w:rPr>
          <w:rFonts w:ascii="돋움" w:hAnsi="돋움" w:cs="돋움" w:eastAsia="돋움"/>
          <w:b/>
          <w:bCs/>
          <w:spacing w:val="38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pacing w:val="1"/>
          <w:sz w:val="20"/>
          <w:szCs w:val="20"/>
        </w:rPr>
        <w:t>겨울</w:t>
      </w:r>
      <w:r>
        <w:rPr>
          <w:rFonts w:ascii="돋움" w:hAnsi="돋움" w:cs="돋움" w:eastAsia="돋움"/>
          <w:b/>
          <w:bCs/>
          <w:spacing w:val="39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계절수업</w:t>
      </w:r>
      <w:r>
        <w:rPr>
          <w:rFonts w:ascii="돋움" w:hAnsi="돋움" w:cs="돋움" w:eastAsia="돋움"/>
          <w:b/>
          <w:bCs/>
          <w:spacing w:val="39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수업기간</w:t>
      </w:r>
      <w:r>
        <w:rPr>
          <w:rFonts w:ascii="돋움" w:hAnsi="돋움" w:cs="돋움" w:eastAsia="돋움"/>
          <w:b/>
          <w:bCs/>
          <w:spacing w:val="27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:</w:t>
      </w:r>
      <w:r>
        <w:rPr>
          <w:rFonts w:ascii="돋움체" w:hAnsi="돋움체" w:cs="돋움체" w:eastAsia="돋움체"/>
          <w:b/>
          <w:bCs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2020.</w:t>
      </w:r>
      <w:r>
        <w:rPr>
          <w:rFonts w:ascii="돋움체" w:hAnsi="돋움체" w:cs="돋움체" w:eastAsia="돋움체"/>
          <w:b/>
          <w:bCs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12.</w:t>
      </w:r>
      <w:r>
        <w:rPr>
          <w:rFonts w:ascii="돋움체" w:hAnsi="돋움체" w:cs="돋움체" w:eastAsia="돋움체"/>
          <w:b/>
          <w:bCs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22.(화)</w:t>
      </w:r>
      <w:r>
        <w:rPr>
          <w:rFonts w:ascii="돋움체" w:hAnsi="돋움체" w:cs="돋움체" w:eastAsia="돋움체"/>
          <w:b/>
          <w:bCs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-</w:t>
      </w:r>
      <w:r>
        <w:rPr>
          <w:rFonts w:ascii="돋움체" w:hAnsi="돋움체" w:cs="돋움체" w:eastAsia="돋움체"/>
          <w:b/>
          <w:bCs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2021.</w:t>
      </w:r>
      <w:r>
        <w:rPr>
          <w:rFonts w:ascii="돋움체" w:hAnsi="돋움체" w:cs="돋움체" w:eastAsia="돋움체"/>
          <w:b/>
          <w:bCs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1.</w:t>
      </w:r>
      <w:r>
        <w:rPr>
          <w:rFonts w:ascii="돋움체" w:hAnsi="돋움체" w:cs="돋움체" w:eastAsia="돋움체"/>
          <w:b/>
          <w:bCs/>
          <w:spacing w:val="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13.(수)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Heading4"/>
        <w:spacing w:line="240" w:lineRule="auto" w:before="23"/>
        <w:ind w:left="2868" w:right="0"/>
        <w:jc w:val="left"/>
        <w:rPr>
          <w:b w:val="0"/>
          <w:bCs w:val="0"/>
        </w:rPr>
      </w:pPr>
      <w:r>
        <w:rPr>
          <w:spacing w:val="-1"/>
        </w:rPr>
        <w:t>(주말</w:t>
      </w:r>
      <w:r>
        <w:rPr>
          <w:spacing w:val="-7"/>
        </w:rPr>
        <w:t> </w:t>
      </w:r>
      <w:r>
        <w:rPr/>
        <w:t>및</w:t>
      </w:r>
      <w:r>
        <w:rPr>
          <w:spacing w:val="-6"/>
        </w:rPr>
        <w:t> </w:t>
      </w:r>
      <w:r>
        <w:rPr>
          <w:spacing w:val="-1"/>
        </w:rPr>
        <w:t>공휴일</w:t>
      </w:r>
      <w:r>
        <w:rPr>
          <w:spacing w:val="-7"/>
        </w:rPr>
        <w:t> </w:t>
      </w:r>
      <w:r>
        <w:rPr>
          <w:spacing w:val="-1"/>
        </w:rPr>
        <w:t>제외,</w:t>
      </w:r>
      <w:r>
        <w:rPr>
          <w:spacing w:val="-4"/>
        </w:rPr>
        <w:t> </w:t>
      </w:r>
      <w:r>
        <w:rPr>
          <w:spacing w:val="-1"/>
        </w:rPr>
        <w:t>15일간</w:t>
      </w:r>
      <w:r>
        <w:rPr>
          <w:spacing w:val="-4"/>
        </w:rPr>
        <w:t> </w:t>
      </w:r>
      <w:r>
        <w:rPr>
          <w:spacing w:val="-2"/>
        </w:rPr>
        <w:t>매일</w:t>
      </w:r>
      <w:r>
        <w:rPr>
          <w:spacing w:val="-6"/>
        </w:rPr>
        <w:t> </w:t>
      </w:r>
      <w:r>
        <w:rPr>
          <w:spacing w:val="-1"/>
        </w:rPr>
        <w:t>실시)</w:t>
      </w:r>
      <w:r>
        <w:rPr>
          <w:b w:val="0"/>
          <w:bCs w:val="0"/>
        </w:rPr>
      </w:r>
    </w:p>
    <w:p>
      <w:pPr>
        <w:spacing w:before="10"/>
        <w:ind w:left="118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나.</w:t>
      </w:r>
      <w:r>
        <w:rPr>
          <w:rFonts w:ascii="돋움" w:hAnsi="돋움" w:cs="돋움" w:eastAsia="돋움"/>
          <w:b/>
          <w:bCs/>
          <w:spacing w:val="49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수강신청일정</w: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9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8"/>
        <w:gridCol w:w="2688"/>
        <w:gridCol w:w="1429"/>
        <w:gridCol w:w="3126"/>
      </w:tblGrid>
      <w:tr>
        <w:trPr>
          <w:trHeight w:val="234" w:hRule="exact"/>
        </w:trPr>
        <w:tc>
          <w:tcPr>
            <w:tcW w:w="1398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68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29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시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126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장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81" w:hRule="exact"/>
        </w:trPr>
        <w:tc>
          <w:tcPr>
            <w:tcW w:w="1398" w:type="dxa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7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희망수강신청</w:t>
            </w: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(과목수요조사)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688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9"/>
              <w:ind w:left="5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2020.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10.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12.(월)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10.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16.(금)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29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9"/>
              <w:ind w:left="15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5"/>
                <w:sz w:val="18"/>
              </w:rPr>
              <w:t>09:00</w:t>
            </w:r>
            <w:r>
              <w:rPr>
                <w:rFonts w:ascii="돋움체"/>
                <w:spacing w:val="-10"/>
                <w:sz w:val="18"/>
              </w:rPr>
              <w:t> </w:t>
            </w:r>
            <w:r>
              <w:rPr>
                <w:rFonts w:ascii="돋움체"/>
                <w:sz w:val="18"/>
              </w:rPr>
              <w:t>-</w:t>
            </w:r>
            <w:r>
              <w:rPr>
                <w:rFonts w:ascii="돋움체"/>
                <w:spacing w:val="-10"/>
                <w:sz w:val="18"/>
              </w:rPr>
              <w:t> </w:t>
            </w:r>
            <w:r>
              <w:rPr>
                <w:rFonts w:ascii="돋움체"/>
                <w:spacing w:val="-5"/>
                <w:sz w:val="18"/>
              </w:rPr>
              <w:t>24:00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3126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197" w:lineRule="exact"/>
              <w:ind w:left="121" w:right="0" w:firstLine="40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홈페이지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종합정보시스템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(수업업무-신청업무-계절희망신청)</w:t>
            </w:r>
          </w:p>
        </w:tc>
      </w:tr>
      <w:tr>
        <w:trPr>
          <w:trHeight w:val="478" w:hRule="exact"/>
        </w:trPr>
        <w:tc>
          <w:tcPr>
            <w:tcW w:w="1398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8"/>
              <w:ind w:left="2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수강신청</w:t>
            </w:r>
          </w:p>
        </w:tc>
        <w:tc>
          <w:tcPr>
            <w:tcW w:w="268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8"/>
              <w:ind w:left="5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2020.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11.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16.(월)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11.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20.(금)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2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8"/>
              <w:ind w:left="15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5"/>
                <w:sz w:val="18"/>
              </w:rPr>
              <w:t>09:00</w:t>
            </w:r>
            <w:r>
              <w:rPr>
                <w:rFonts w:ascii="돋움체"/>
                <w:spacing w:val="-10"/>
                <w:sz w:val="18"/>
              </w:rPr>
              <w:t> </w:t>
            </w:r>
            <w:r>
              <w:rPr>
                <w:rFonts w:ascii="돋움체"/>
                <w:sz w:val="18"/>
              </w:rPr>
              <w:t>-</w:t>
            </w:r>
            <w:r>
              <w:rPr>
                <w:rFonts w:ascii="돋움체"/>
                <w:spacing w:val="-10"/>
                <w:sz w:val="18"/>
              </w:rPr>
              <w:t> </w:t>
            </w:r>
            <w:r>
              <w:rPr>
                <w:rFonts w:ascii="돋움체"/>
                <w:spacing w:val="-5"/>
                <w:sz w:val="18"/>
              </w:rPr>
              <w:t>24:00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312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05" w:lineRule="exact"/>
              <w:ind w:left="121" w:right="0" w:firstLine="40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홈페이지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종합정보시스템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1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(수업업무-신청업무-계절수강신청)</w:t>
            </w:r>
          </w:p>
        </w:tc>
      </w:tr>
    </w:tbl>
    <w:p>
      <w:pPr>
        <w:spacing w:before="75"/>
        <w:ind w:left="118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다.</w:t>
      </w:r>
      <w:r>
        <w:rPr>
          <w:rFonts w:ascii="돋움" w:hAnsi="돋움" w:cs="돋움" w:eastAsia="돋움"/>
          <w:b/>
          <w:bCs/>
          <w:spacing w:val="41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신청가능학점</w:t>
      </w:r>
      <w:r>
        <w:rPr>
          <w:rFonts w:ascii="돋움" w:hAnsi="돋움" w:cs="돋움" w:eastAsia="돋움"/>
          <w:b/>
          <w:bCs/>
          <w:spacing w:val="25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:</w:t>
      </w:r>
      <w:r>
        <w:rPr>
          <w:rFonts w:ascii="돋움" w:hAnsi="돋움" w:cs="돋움" w:eastAsia="돋움"/>
          <w:b/>
          <w:bCs/>
          <w:spacing w:val="32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5"/>
          <w:sz w:val="18"/>
          <w:szCs w:val="18"/>
        </w:rPr>
        <w:t>6학점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4"/>
          <w:sz w:val="18"/>
          <w:szCs w:val="18"/>
        </w:rPr>
        <w:t>이내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(가상수업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3"/>
          <w:sz w:val="18"/>
          <w:szCs w:val="18"/>
        </w:rPr>
        <w:t>2개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교과목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포함)</w:t>
      </w:r>
      <w:r>
        <w:rPr>
          <w:rFonts w:ascii="돋움" w:hAnsi="돋움" w:cs="돋움" w:eastAsia="돋움"/>
          <w:sz w:val="18"/>
          <w:szCs w:val="18"/>
        </w:rPr>
      </w:r>
    </w:p>
    <w:p>
      <w:pPr>
        <w:spacing w:before="16"/>
        <w:ind w:left="118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라.</w:t>
      </w:r>
      <w:r>
        <w:rPr>
          <w:rFonts w:ascii="돋움" w:hAnsi="돋움" w:cs="돋움" w:eastAsia="돋움"/>
          <w:b/>
          <w:bCs/>
          <w:spacing w:val="42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신청대상</w:t>
      </w:r>
      <w:r>
        <w:rPr>
          <w:rFonts w:ascii="돋움" w:hAnsi="돋움" w:cs="돋움" w:eastAsia="돋움"/>
          <w:b/>
          <w:bCs/>
          <w:spacing w:val="30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:</w:t>
      </w:r>
      <w:r>
        <w:rPr>
          <w:rFonts w:ascii="돋움" w:hAnsi="돋움" w:cs="돋움" w:eastAsia="돋움"/>
          <w:b/>
          <w:bCs/>
          <w:spacing w:val="29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5"/>
          <w:sz w:val="18"/>
          <w:szCs w:val="18"/>
        </w:rPr>
        <w:t>2020-2학기를</w:t>
      </w:r>
      <w:r>
        <w:rPr>
          <w:rFonts w:ascii="돋움" w:hAnsi="돋움" w:cs="돋움" w:eastAsia="돋움"/>
          <w:b/>
          <w:bCs/>
          <w:spacing w:val="26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이수한</w:t>
      </w:r>
      <w:r>
        <w:rPr>
          <w:rFonts w:ascii="돋움" w:hAnsi="돋움" w:cs="돋움" w:eastAsia="돋움"/>
          <w:b/>
          <w:bCs/>
          <w:spacing w:val="26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재학생</w:t>
      </w:r>
      <w:r>
        <w:rPr>
          <w:rFonts w:ascii="돋움" w:hAnsi="돋움" w:cs="돋움" w:eastAsia="돋움"/>
          <w:sz w:val="18"/>
          <w:szCs w:val="18"/>
        </w:rPr>
      </w:r>
    </w:p>
    <w:p>
      <w:pPr>
        <w:pStyle w:val="Heading3"/>
        <w:spacing w:line="240" w:lineRule="auto" w:before="19"/>
        <w:ind w:left="118" w:right="0" w:firstLine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마.</w:t>
      </w:r>
      <w:r>
        <w:rPr>
          <w:rFonts w:ascii="돋움" w:hAnsi="돋움" w:cs="돋움" w:eastAsia="돋움"/>
          <w:spacing w:val="45"/>
        </w:rPr>
        <w:t> </w:t>
      </w:r>
      <w:r>
        <w:rPr>
          <w:rFonts w:ascii="돋움" w:hAnsi="돋움" w:cs="돋움" w:eastAsia="돋움"/>
        </w:rPr>
        <w:t>유의사항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56" w:lineRule="auto" w:before="23"/>
        <w:ind w:left="387" w:right="170" w:hanging="269"/>
        <w:jc w:val="left"/>
      </w:pPr>
      <w:r>
        <w:rPr/>
        <w:t>①</w:t>
      </w:r>
      <w:r>
        <w:rPr>
          <w:spacing w:val="-6"/>
        </w:rPr>
        <w:t> </w:t>
      </w:r>
      <w:r>
        <w:rPr/>
        <w:t>계절수업</w:t>
      </w:r>
      <w:r>
        <w:rPr>
          <w:spacing w:val="-8"/>
        </w:rPr>
        <w:t> </w:t>
      </w:r>
      <w:r>
        <w:rPr/>
        <w:t>이수학점은</w:t>
      </w:r>
      <w:r>
        <w:rPr>
          <w:spacing w:val="-5"/>
        </w:rPr>
        <w:t> </w:t>
      </w:r>
      <w:r>
        <w:rPr/>
        <w:t>졸업학점</w:t>
      </w:r>
      <w:r>
        <w:rPr>
          <w:spacing w:val="-8"/>
        </w:rPr>
        <w:t> </w:t>
      </w:r>
      <w:r>
        <w:rPr/>
        <w:t>및</w:t>
      </w:r>
      <w:r>
        <w:rPr>
          <w:spacing w:val="-6"/>
        </w:rPr>
        <w:t> </w:t>
      </w:r>
      <w:r>
        <w:rPr/>
        <w:t>평점평균</w:t>
      </w:r>
      <w:r>
        <w:rPr>
          <w:spacing w:val="-8"/>
        </w:rPr>
        <w:t> </w:t>
      </w:r>
      <w:r>
        <w:rPr/>
        <w:t>산출에는</w:t>
      </w:r>
      <w:r>
        <w:rPr>
          <w:spacing w:val="-5"/>
        </w:rPr>
        <w:t> </w:t>
      </w:r>
      <w:r>
        <w:rPr/>
        <w:t>반영되나</w:t>
      </w:r>
      <w:r>
        <w:rPr>
          <w:spacing w:val="-8"/>
        </w:rPr>
        <w:t> </w:t>
      </w:r>
      <w:r>
        <w:rPr/>
        <w:t>당해학기</w:t>
      </w:r>
      <w:r>
        <w:rPr>
          <w:spacing w:val="-6"/>
        </w:rPr>
        <w:t> </w:t>
      </w:r>
      <w:r>
        <w:rPr/>
        <w:t>장학사정,</w:t>
      </w:r>
      <w:r>
        <w:rPr>
          <w:spacing w:val="-7"/>
        </w:rPr>
        <w:t> </w:t>
      </w:r>
      <w:r>
        <w:rPr/>
        <w:t>학사경고</w:t>
      </w:r>
      <w:r>
        <w:rPr>
          <w:spacing w:val="-8"/>
        </w:rPr>
        <w:t> </w:t>
      </w:r>
      <w:r>
        <w:rPr/>
        <w:t>등</w:t>
      </w:r>
      <w:r>
        <w:rPr>
          <w:spacing w:val="-5"/>
        </w:rPr>
        <w:t> </w:t>
      </w:r>
      <w:r>
        <w:rPr/>
        <w:t>각</w:t>
      </w:r>
      <w:r>
        <w:rPr>
          <w:w w:val="99"/>
        </w:rPr>
        <w:t> </w:t>
      </w:r>
      <w:r>
        <w:rPr/>
        <w:t>종</w:t>
      </w:r>
      <w:r>
        <w:rPr>
          <w:spacing w:val="-10"/>
        </w:rPr>
        <w:t> </w:t>
      </w:r>
      <w:r>
        <w:rPr/>
        <w:t>사정대상에서는</w:t>
      </w:r>
      <w:r>
        <w:rPr>
          <w:spacing w:val="-11"/>
        </w:rPr>
        <w:t> </w:t>
      </w:r>
      <w:r>
        <w:rPr/>
        <w:t>제외됨</w:t>
      </w:r>
      <w:r>
        <w:rPr/>
      </w:r>
    </w:p>
    <w:p>
      <w:pPr>
        <w:pStyle w:val="BodyText"/>
        <w:spacing w:line="240" w:lineRule="auto" w:before="4"/>
        <w:ind w:right="0"/>
        <w:jc w:val="left"/>
      </w:pPr>
      <w:r>
        <w:rPr/>
        <w:t>②</w:t>
      </w:r>
      <w:r>
        <w:rPr>
          <w:spacing w:val="-8"/>
        </w:rPr>
        <w:t> </w:t>
      </w:r>
      <w:r>
        <w:rPr/>
        <w:t>희망수강신청</w:t>
      </w:r>
      <w:r>
        <w:rPr>
          <w:spacing w:val="-6"/>
        </w:rPr>
        <w:t> </w:t>
      </w:r>
      <w:r>
        <w:rPr/>
        <w:t>결과를</w:t>
      </w:r>
      <w:r>
        <w:rPr>
          <w:spacing w:val="-7"/>
        </w:rPr>
        <w:t> </w:t>
      </w:r>
      <w:r>
        <w:rPr/>
        <w:t>토대로</w:t>
      </w:r>
      <w:r>
        <w:rPr>
          <w:spacing w:val="-8"/>
        </w:rPr>
        <w:t> </w:t>
      </w:r>
      <w:r>
        <w:rPr/>
        <w:t>개설</w:t>
      </w:r>
      <w:r>
        <w:rPr>
          <w:spacing w:val="-6"/>
        </w:rPr>
        <w:t> </w:t>
      </w:r>
      <w:r>
        <w:rPr/>
        <w:t>교과목</w:t>
      </w:r>
      <w:r>
        <w:rPr>
          <w:spacing w:val="-7"/>
        </w:rPr>
        <w:t> </w:t>
      </w:r>
      <w:r>
        <w:rPr/>
        <w:t>결정</w:t>
      </w:r>
      <w:r>
        <w:rPr/>
      </w:r>
    </w:p>
    <w:p>
      <w:pPr>
        <w:pStyle w:val="BodyText"/>
        <w:spacing w:line="256" w:lineRule="auto" w:before="16"/>
        <w:ind w:left="392" w:right="170" w:hanging="274"/>
        <w:jc w:val="left"/>
      </w:pPr>
      <w:r>
        <w:rPr/>
        <w:t>③ 희망수강신청은</w:t>
      </w:r>
      <w:r>
        <w:rPr>
          <w:spacing w:val="2"/>
        </w:rPr>
        <w:t> </w:t>
      </w:r>
      <w:r>
        <w:rPr/>
        <w:t>실제</w:t>
      </w:r>
      <w:r>
        <w:rPr>
          <w:spacing w:val="1"/>
        </w:rPr>
        <w:t> </w:t>
      </w:r>
      <w:r>
        <w:rPr/>
        <w:t>수강신청과는 무관하므로,</w:t>
      </w:r>
      <w:r>
        <w:rPr>
          <w:spacing w:val="2"/>
        </w:rPr>
        <w:t> </w:t>
      </w:r>
      <w:r>
        <w:rPr/>
        <w:t>반드시 수강신청</w:t>
      </w:r>
      <w:r>
        <w:rPr>
          <w:spacing w:val="1"/>
        </w:rPr>
        <w:t> </w:t>
      </w:r>
      <w:r>
        <w:rPr/>
        <w:t>기간에</w:t>
      </w:r>
      <w:r>
        <w:rPr>
          <w:spacing w:val="2"/>
        </w:rPr>
        <w:t> </w:t>
      </w:r>
      <w:r>
        <w:rPr/>
        <w:t>수강신청을 하고</w:t>
      </w:r>
      <w:r>
        <w:rPr>
          <w:spacing w:val="1"/>
        </w:rPr>
        <w:t> </w:t>
      </w:r>
      <w:r>
        <w:rPr/>
        <w:t>등록(수</w:t>
      </w:r>
      <w:r>
        <w:rPr>
          <w:spacing w:val="21"/>
          <w:w w:val="99"/>
        </w:rPr>
        <w:t> </w:t>
      </w:r>
      <w:r>
        <w:rPr/>
        <w:t>업료</w:t>
      </w:r>
      <w:r>
        <w:rPr>
          <w:spacing w:val="-9"/>
        </w:rPr>
        <w:t> </w:t>
      </w:r>
      <w:r>
        <w:rPr/>
        <w:t>납부)을</w:t>
      </w:r>
      <w:r>
        <w:rPr>
          <w:spacing w:val="-9"/>
        </w:rPr>
        <w:t> </w:t>
      </w:r>
      <w:r>
        <w:rPr/>
        <w:t>완료하여야</w:t>
      </w:r>
      <w:r>
        <w:rPr>
          <w:spacing w:val="-9"/>
        </w:rPr>
        <w:t> </w:t>
      </w:r>
      <w:r>
        <w:rPr/>
        <w:t>함</w:t>
      </w:r>
      <w:r>
        <w:rPr/>
      </w:r>
    </w:p>
    <w:p>
      <w:pPr>
        <w:pStyle w:val="BodyText"/>
        <w:spacing w:line="240" w:lineRule="auto" w:before="4"/>
        <w:ind w:right="0"/>
        <w:jc w:val="left"/>
      </w:pPr>
      <w:r>
        <w:rPr/>
        <w:t>④</w:t>
      </w:r>
      <w:r>
        <w:rPr>
          <w:spacing w:val="-8"/>
        </w:rPr>
        <w:t> </w:t>
      </w:r>
      <w:r>
        <w:rPr/>
        <w:t>등록</w:t>
      </w:r>
      <w:r>
        <w:rPr>
          <w:spacing w:val="-5"/>
        </w:rPr>
        <w:t> </w:t>
      </w:r>
      <w:r>
        <w:rPr/>
        <w:t>후에는</w:t>
      </w:r>
      <w:r>
        <w:rPr>
          <w:spacing w:val="-8"/>
        </w:rPr>
        <w:t> </w:t>
      </w:r>
      <w:r>
        <w:rPr/>
        <w:t>환불</w:t>
      </w:r>
      <w:r>
        <w:rPr>
          <w:spacing w:val="-8"/>
        </w:rPr>
        <w:t> </w:t>
      </w:r>
      <w:r>
        <w:rPr/>
        <w:t>및</w:t>
      </w:r>
      <w:r>
        <w:rPr>
          <w:spacing w:val="-5"/>
        </w:rPr>
        <w:t> </w:t>
      </w:r>
      <w:r>
        <w:rPr/>
        <w:t>수강변경에</w:t>
      </w:r>
      <w:r>
        <w:rPr>
          <w:spacing w:val="-8"/>
        </w:rPr>
        <w:t> </w:t>
      </w:r>
      <w:r>
        <w:rPr/>
        <w:t>제한이</w:t>
      </w:r>
      <w:r>
        <w:rPr>
          <w:spacing w:val="-8"/>
        </w:rPr>
        <w:t> </w:t>
      </w:r>
      <w:r>
        <w:rPr/>
        <w:t>있으므로</w:t>
      </w:r>
      <w:r>
        <w:rPr>
          <w:spacing w:val="-5"/>
        </w:rPr>
        <w:t> </w:t>
      </w:r>
      <w:r>
        <w:rPr/>
        <w:t>신중하게</w:t>
      </w:r>
      <w:r>
        <w:rPr>
          <w:spacing w:val="-8"/>
        </w:rPr>
        <w:t> </w:t>
      </w:r>
      <w:r>
        <w:rPr/>
        <w:t>신청(폐강</w:t>
      </w:r>
      <w:r>
        <w:rPr>
          <w:spacing w:val="-7"/>
        </w:rPr>
        <w:t> </w:t>
      </w:r>
      <w:r>
        <w:rPr/>
        <w:t>교과목은</w:t>
      </w:r>
      <w:r>
        <w:rPr>
          <w:spacing w:val="-8"/>
        </w:rPr>
        <w:t> </w:t>
      </w:r>
      <w:r>
        <w:rPr/>
        <w:t>예외)</w:t>
      </w:r>
      <w:r>
        <w:rPr/>
      </w:r>
    </w:p>
    <w:p>
      <w:pPr>
        <w:pStyle w:val="BodyText"/>
        <w:spacing w:line="240" w:lineRule="auto" w:before="16"/>
        <w:ind w:right="0"/>
        <w:jc w:val="left"/>
      </w:pPr>
      <w:r>
        <w:rPr/>
        <w:t>⑤</w:t>
      </w:r>
      <w:r>
        <w:rPr>
          <w:spacing w:val="-8"/>
        </w:rPr>
        <w:t> </w:t>
      </w:r>
      <w:r>
        <w:rPr/>
        <w:t>성적표는</w:t>
      </w:r>
      <w:r>
        <w:rPr>
          <w:spacing w:val="-5"/>
        </w:rPr>
        <w:t> </w:t>
      </w:r>
      <w:r>
        <w:rPr/>
        <w:t>따로</w:t>
      </w:r>
      <w:r>
        <w:rPr>
          <w:spacing w:val="-8"/>
        </w:rPr>
        <w:t> </w:t>
      </w:r>
      <w:r>
        <w:rPr/>
        <w:t>발송하지</w:t>
      </w:r>
      <w:r>
        <w:rPr>
          <w:spacing w:val="-8"/>
        </w:rPr>
        <w:t> </w:t>
      </w:r>
      <w:r>
        <w:rPr/>
        <w:t>않음</w:t>
      </w:r>
      <w:r>
        <w:rPr/>
      </w:r>
    </w:p>
    <w:p>
      <w:pPr>
        <w:spacing w:line="240" w:lineRule="auto" w:before="9"/>
        <w:rPr>
          <w:rFonts w:ascii="돋움체" w:hAnsi="돋움체" w:cs="돋움체" w:eastAsia="돋움체"/>
          <w:sz w:val="20"/>
          <w:szCs w:val="20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2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3"/>
                        <w:ind w:left="131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취업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관련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강좌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2"/>
        <w:rPr>
          <w:rFonts w:ascii="돋움체" w:hAnsi="돋움체" w:cs="돋움체" w:eastAsia="돋움체"/>
          <w:sz w:val="11"/>
          <w:szCs w:val="11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9"/>
        <w:gridCol w:w="796"/>
        <w:gridCol w:w="2700"/>
        <w:gridCol w:w="3515"/>
        <w:gridCol w:w="794"/>
      </w:tblGrid>
      <w:tr>
        <w:trPr>
          <w:trHeight w:val="234" w:hRule="exact"/>
        </w:trPr>
        <w:tc>
          <w:tcPr>
            <w:tcW w:w="849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left="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6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left="21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00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515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내</w:t>
            </w:r>
            <w:r>
              <w:rPr>
                <w:rFonts w:ascii="돋움체" w:hAnsi="돋움체" w:cs="돋움체" w:eastAsia="돋움체"/>
                <w:b/>
                <w:bCs/>
                <w:spacing w:val="8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left="1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26" w:hRule="exact"/>
        </w:trPr>
        <w:tc>
          <w:tcPr>
            <w:tcW w:w="849" w:type="dxa"/>
            <w:vMerge w:val="restart"/>
            <w:tcBorders>
              <w:top w:val="single" w:sz="12" w:space="0" w:color="000000"/>
              <w:left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796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2학점</w:t>
            </w:r>
          </w:p>
        </w:tc>
        <w:tc>
          <w:tcPr>
            <w:tcW w:w="2700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75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진로취업SPACE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수업시간: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 w:val="restart"/>
            <w:tcBorders>
              <w:top w:val="single" w:sz="12" w:space="0" w:color="000000"/>
              <w:left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4"/>
                <w:szCs w:val="14"/>
              </w:rPr>
            </w:pPr>
          </w:p>
          <w:p>
            <w:pPr>
              <w:pStyle w:val="TableParagraph"/>
              <w:spacing w:line="220" w:lineRule="exact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교내</w:t>
            </w:r>
          </w:p>
        </w:tc>
      </w:tr>
      <w:tr>
        <w:trPr>
          <w:trHeight w:val="18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1122)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15:00-16:50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1123)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08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15:00-16:50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1124)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저학년(1-3학년)만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수강가능함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29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성적평가: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P/F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135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2학점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8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DU취업플랫폼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수업시간: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15:00-16:50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1119)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1120)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10:00-11:50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1121)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고학년(3-4학년)만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수강가능함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08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성적평가: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P/F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7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2학점</w:t>
            </w:r>
          </w:p>
        </w:tc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융합적진로탐색과역량개발</w:t>
            </w:r>
          </w:p>
        </w:tc>
        <w:tc>
          <w:tcPr>
            <w:tcW w:w="351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수업시간: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10:00-11:50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1134)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10:00-11:50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1135)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10:00-11:50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1136)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저학년(1-3학년)만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수강가능함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3" w:lineRule="auto" w:before="21"/>
              <w:ind w:left="280" w:right="430" w:hanging="25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상대평가(학업성적평가규정에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의함,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4"/>
                <w:sz w:val="18"/>
                <w:szCs w:val="18"/>
              </w:rPr>
              <w:t>P/F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5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아님에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유의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"/>
              <w:ind w:left="1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(경산</w:t>
            </w:r>
          </w:p>
        </w:tc>
      </w:tr>
      <w:tr>
        <w:trPr>
          <w:trHeight w:val="104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 w:val="restart"/>
            <w:tcBorders>
              <w:top w:val="nil" w:sz="6" w:space="0" w:color="auto"/>
              <w:left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캠퍼스)</w:t>
            </w:r>
          </w:p>
        </w:tc>
      </w:tr>
      <w:tr>
        <w:trPr>
          <w:trHeight w:val="1315" w:hRule="exact"/>
        </w:trPr>
        <w:tc>
          <w:tcPr>
            <w:tcW w:w="849" w:type="dxa"/>
            <w:vMerge/>
            <w:tcBorders>
              <w:left w:val="nil" w:sz="6" w:space="0" w:color="auto"/>
              <w:bottom w:val="single" w:sz="5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2학점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취업성공을위한직무역량관리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수업시간: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1137)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1138)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화요일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1139)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고학년(2-4학년)만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수강가능함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3" w:lineRule="auto" w:before="21"/>
              <w:ind w:left="280" w:right="430" w:hanging="25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상대평가(학업성적평가규정에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의함,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4"/>
                <w:sz w:val="18"/>
                <w:szCs w:val="18"/>
              </w:rPr>
              <w:t>P/F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5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아님에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유의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0760" w:h="14740"/>
          <w:pgMar w:footer="417" w:top="1020" w:bottom="600" w:left="1080" w:right="760"/>
          <w:pgNumType w:start="40"/>
        </w:sectPr>
      </w:pPr>
    </w:p>
    <w:p>
      <w:pPr>
        <w:spacing w:line="240" w:lineRule="auto" w:before="5"/>
        <w:rPr>
          <w:rFonts w:ascii="돋움체" w:hAnsi="돋움체" w:cs="돋움체" w:eastAsia="돋움체"/>
          <w:sz w:val="5"/>
          <w:szCs w:val="5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9"/>
        <w:gridCol w:w="794"/>
        <w:gridCol w:w="2702"/>
        <w:gridCol w:w="3515"/>
        <w:gridCol w:w="794"/>
      </w:tblGrid>
      <w:tr>
        <w:trPr>
          <w:trHeight w:val="347" w:hRule="exact"/>
        </w:trPr>
        <w:tc>
          <w:tcPr>
            <w:tcW w:w="849" w:type="dxa"/>
            <w:tcBorders>
              <w:top w:val="single" w:sz="9" w:space="0" w:color="000000"/>
              <w:left w:val="nil" w:sz="6" w:space="0" w:color="auto"/>
              <w:bottom w:val="single" w:sz="9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21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02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515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내</w:t>
            </w:r>
            <w:r>
              <w:rPr>
                <w:rFonts w:ascii="돋움체" w:hAnsi="돋움체" w:cs="돋움체" w:eastAsia="돋움체"/>
                <w:b/>
                <w:bCs/>
                <w:spacing w:val="8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1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64" w:hRule="exact"/>
        </w:trPr>
        <w:tc>
          <w:tcPr>
            <w:tcW w:w="849" w:type="dxa"/>
            <w:vMerge w:val="restart"/>
            <w:tcBorders>
              <w:top w:val="single" w:sz="9" w:space="0" w:color="000000"/>
              <w:left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돋움체" w:hAnsi="돋움체" w:cs="돋움체" w:eastAsia="돋움체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794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2학점</w:t>
            </w:r>
          </w:p>
        </w:tc>
        <w:tc>
          <w:tcPr>
            <w:tcW w:w="2702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8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나의목표설계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4"/>
              <w:ind w:left="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수업시간: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 w:val="restart"/>
            <w:tcBorders>
              <w:top w:val="single" w:sz="12" w:space="0" w:color="000000"/>
              <w:left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체" w:hAnsi="돋움체" w:cs="돋움체" w:eastAsia="돋움체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교내</w:t>
            </w:r>
          </w:p>
        </w:tc>
      </w:tr>
      <w:tr>
        <w:trPr>
          <w:trHeight w:val="18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15:00-16:50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1145)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1146)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15:00-16:50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1147)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전학년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상대평가(학업성적평가규정에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의함,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2" w:type="dxa"/>
            <w:vMerge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tcBorders>
              <w:top w:val="nil" w:sz="6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color w:val="FF0000"/>
                <w:spacing w:val="-4"/>
                <w:sz w:val="18"/>
                <w:szCs w:val="18"/>
              </w:rPr>
              <w:t>P/F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5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아님에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유의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489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체" w:hAnsi="돋움체" w:cs="돋움체" w:eastAsia="돋움체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2학점</w:t>
            </w:r>
          </w:p>
        </w:tc>
        <w:tc>
          <w:tcPr>
            <w:tcW w:w="2702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체" w:hAnsi="돋움체" w:cs="돋움체" w:eastAsia="돋움체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71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미래직업모델링</w:t>
            </w:r>
          </w:p>
        </w:tc>
        <w:tc>
          <w:tcPr>
            <w:tcW w:w="3515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24"/>
              <w:ind w:left="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수업시간: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1104)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1105)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1106)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1107)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13:00-14:50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1108)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전학년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3" w:lineRule="auto" w:before="21"/>
              <w:ind w:left="278" w:right="433" w:hanging="25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상대평가(학업성적평가규정에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의함,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4"/>
                <w:sz w:val="18"/>
                <w:szCs w:val="18"/>
              </w:rPr>
              <w:t>P/F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5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아님에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유의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4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(경산</w:t>
            </w:r>
          </w:p>
        </w:tc>
      </w:tr>
      <w:tr>
        <w:trPr>
          <w:trHeight w:val="65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7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vMerge w:val="restart"/>
            <w:tcBorders>
              <w:top w:val="nil" w:sz="6" w:space="0" w:color="auto"/>
              <w:left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08" w:lineRule="exact"/>
              <w:ind w:left="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캠퍼스)</w:t>
            </w:r>
          </w:p>
        </w:tc>
      </w:tr>
      <w:tr>
        <w:trPr>
          <w:trHeight w:val="1250" w:hRule="exact"/>
        </w:trPr>
        <w:tc>
          <w:tcPr>
            <w:tcW w:w="849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2학점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여대생진로설정과커리어개발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20"/>
              <w:ind w:left="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수업시간: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10:00-11:50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1109)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10:00-11:50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1110)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전학년,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여학생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3" w:lineRule="auto" w:before="21"/>
              <w:ind w:left="278" w:right="433" w:hanging="25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상대평가(학업성적평가규정에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의함,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4"/>
                <w:sz w:val="18"/>
                <w:szCs w:val="18"/>
              </w:rPr>
              <w:t>P/F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5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아님에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유의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608" w:hRule="exact"/>
        </w:trPr>
        <w:tc>
          <w:tcPr>
            <w:tcW w:w="849" w:type="dxa"/>
            <w:vMerge/>
            <w:tcBorders>
              <w:left w:val="nil" w:sz="6" w:space="0" w:color="auto"/>
              <w:bottom w:val="single" w:sz="9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3학점</w:t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취업성공을위한스마트품질관리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20"/>
              <w:ind w:left="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수업시간: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09:00-11:45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1141)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13:30-16:15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1142)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13:30-16:15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1143)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월요일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09:00-11:45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(수강번호: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1144)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0" w:lineRule="exact"/>
              <w:ind w:left="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전학년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183" w:lineRule="auto" w:before="21"/>
              <w:ind w:left="278" w:right="433" w:hanging="25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상대평가(학업성적평가규정에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의함,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4"/>
                <w:sz w:val="18"/>
                <w:szCs w:val="18"/>
              </w:rPr>
              <w:t>P/F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5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아님에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7"/>
                <w:sz w:val="18"/>
                <w:szCs w:val="18"/>
              </w:rPr>
              <w:t>유의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94" w:type="dxa"/>
            <w:vMerge/>
            <w:tcBorders>
              <w:left w:val="single" w:sz="6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4"/>
        <w:rPr>
          <w:rFonts w:ascii="돋움체" w:hAnsi="돋움체" w:cs="돋움체" w:eastAsia="돋움체"/>
          <w:sz w:val="18"/>
          <w:szCs w:val="18"/>
        </w:rPr>
      </w:pPr>
    </w:p>
    <w:p>
      <w:pPr>
        <w:spacing w:line="200" w:lineRule="atLeast"/>
        <w:ind w:left="10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3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41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23"/>
                          <w:szCs w:val="23"/>
                        </w:rPr>
                        <w:t>자유선택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1"/>
                          <w:sz w:val="23"/>
                          <w:szCs w:val="23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특별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강좌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"/>
        <w:rPr>
          <w:rFonts w:ascii="돋움체" w:hAnsi="돋움체" w:cs="돋움체" w:eastAsia="돋움체"/>
          <w:sz w:val="23"/>
          <w:szCs w:val="23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566"/>
        <w:gridCol w:w="1002"/>
        <w:gridCol w:w="945"/>
        <w:gridCol w:w="1513"/>
        <w:gridCol w:w="1453"/>
        <w:gridCol w:w="1182"/>
        <w:gridCol w:w="882"/>
      </w:tblGrid>
      <w:tr>
        <w:trPr>
          <w:trHeight w:val="347" w:hRule="exact"/>
        </w:trPr>
        <w:tc>
          <w:tcPr>
            <w:tcW w:w="1000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13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66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00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1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5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10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1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39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5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3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강의시간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8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5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31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82" w:type="dxa"/>
            <w:tcBorders>
              <w:top w:val="single" w:sz="9" w:space="0" w:color="000000"/>
              <w:left w:val="single" w:sz="5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240" w:lineRule="auto" w:before="16"/>
              <w:ind w:left="25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57" w:hRule="exact"/>
        </w:trPr>
        <w:tc>
          <w:tcPr>
            <w:tcW w:w="1000" w:type="dxa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7"/>
              <w:ind w:left="13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566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7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7"/>
              <w:ind w:left="18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1~3학년</w:t>
            </w:r>
          </w:p>
        </w:tc>
        <w:tc>
          <w:tcPr>
            <w:tcW w:w="94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7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1059</w:t>
            </w:r>
          </w:p>
        </w:tc>
        <w:tc>
          <w:tcPr>
            <w:tcW w:w="151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7"/>
              <w:ind w:left="3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DU문화지대</w:t>
            </w:r>
          </w:p>
        </w:tc>
        <w:tc>
          <w:tcPr>
            <w:tcW w:w="145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7"/>
              <w:ind w:left="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목(10:00-11:50)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1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웅지관강당</w:t>
            </w:r>
          </w:p>
        </w:tc>
        <w:tc>
          <w:tcPr>
            <w:tcW w:w="882" w:type="dxa"/>
            <w:tcBorders>
              <w:top w:val="single" w:sz="12" w:space="0" w:color="000000"/>
              <w:left w:val="single" w:sz="5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56" w:hRule="exact"/>
        </w:trPr>
        <w:tc>
          <w:tcPr>
            <w:tcW w:w="1000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13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18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1~3학년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1058</w:t>
            </w:r>
          </w:p>
        </w:tc>
        <w:tc>
          <w:tcPr>
            <w:tcW w:w="15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3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DU문화지대</w:t>
            </w:r>
          </w:p>
        </w:tc>
        <w:tc>
          <w:tcPr>
            <w:tcW w:w="145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목(15:00-16:50)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6"/>
              <w:ind w:left="1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웅지관강당</w:t>
            </w:r>
          </w:p>
        </w:tc>
        <w:tc>
          <w:tcPr>
            <w:tcW w:w="882" w:type="dxa"/>
            <w:tcBorders>
              <w:top w:val="single" w:sz="3" w:space="0" w:color="000000"/>
              <w:left w:val="single" w:sz="5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pStyle w:val="Heading4"/>
        <w:spacing w:line="240" w:lineRule="auto" w:before="55"/>
        <w:ind w:left="0" w:right="103"/>
        <w:jc w:val="center"/>
        <w:rPr>
          <w:b w:val="0"/>
          <w:bCs w:val="0"/>
        </w:rPr>
      </w:pPr>
      <w:r>
        <w:rPr/>
        <w:t>평가방법</w:t>
      </w:r>
      <w:r>
        <w:rPr>
          <w:b w:val="0"/>
          <w:bCs w:val="0"/>
        </w:rPr>
      </w:r>
    </w:p>
    <w:p>
      <w:pPr>
        <w:spacing w:line="240" w:lineRule="auto" w:before="3"/>
        <w:rPr>
          <w:rFonts w:ascii="돋움체" w:hAnsi="돋움체" w:cs="돋움체" w:eastAsia="돋움체"/>
          <w:b/>
          <w:bCs/>
          <w:sz w:val="8"/>
          <w:szCs w:val="8"/>
        </w:rPr>
      </w:pPr>
    </w:p>
    <w:p>
      <w:pPr>
        <w:spacing w:line="20" w:lineRule="atLeast"/>
        <w:ind w:left="11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8.45pt;height:1.45pt;mso-position-horizontal-relative:char;mso-position-vertical-relative:line" coordorigin="0,0" coordsize="8569,29">
            <v:group style="position:absolute;left:4;top:4;width:8562;height:2" coordorigin="4,4" coordsize="8562,2">
              <v:shape style="position:absolute;left:4;top:4;width:8562;height:2" coordorigin="4,4" coordsize="8562,0" path="m4,4l8565,4e" filled="false" stroked="true" strokeweight=".36pt" strokecolor="#000000">
                <v:path arrowok="t"/>
              </v:shape>
            </v:group>
            <v:group style="position:absolute;left:4;top:25;width:8562;height:2" coordorigin="4,25" coordsize="8562,2">
              <v:shape style="position:absolute;left:4;top:25;width:8562;height:2" coordorigin="4,25" coordsize="8562,0" path="m4,25l8565,25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pStyle w:val="BodyText"/>
        <w:spacing w:line="240" w:lineRule="auto" w:before="11"/>
        <w:ind w:left="153" w:right="0"/>
        <w:jc w:val="left"/>
      </w:pPr>
      <w:r>
        <w:rPr/>
        <w:t>•</w:t>
      </w:r>
      <w:r>
        <w:rPr>
          <w:spacing w:val="-10"/>
        </w:rPr>
        <w:t> </w:t>
      </w:r>
      <w:r>
        <w:rPr/>
        <w:t>성적등급</w:t>
      </w:r>
      <w:r>
        <w:rPr>
          <w:spacing w:val="-7"/>
        </w:rPr>
        <w:t> </w:t>
      </w:r>
      <w:r>
        <w:rPr/>
        <w:t>:</w:t>
      </w:r>
      <w:r>
        <w:rPr>
          <w:spacing w:val="-9"/>
        </w:rPr>
        <w:t> </w:t>
      </w:r>
      <w:r>
        <w:rPr/>
        <w:t>P(합격)/F(불합격)</w:t>
      </w:r>
      <w:r>
        <w:rPr>
          <w:spacing w:val="-9"/>
        </w:rPr>
        <w:t> </w:t>
      </w:r>
      <w:r>
        <w:rPr/>
        <w:t>졸업이수학점에</w:t>
      </w:r>
      <w:r>
        <w:rPr>
          <w:spacing w:val="-10"/>
        </w:rPr>
        <w:t> </w:t>
      </w:r>
      <w:r>
        <w:rPr/>
        <w:t>포함(평점평균</w:t>
      </w:r>
      <w:r>
        <w:rPr>
          <w:spacing w:val="-10"/>
        </w:rPr>
        <w:t> </w:t>
      </w:r>
      <w:r>
        <w:rPr/>
        <w:t>계산</w:t>
      </w:r>
      <w:r>
        <w:rPr>
          <w:spacing w:val="-10"/>
        </w:rPr>
        <w:t> </w:t>
      </w:r>
      <w:r>
        <w:rPr/>
        <w:t>제외)</w:t>
      </w:r>
      <w:r>
        <w:rPr/>
      </w:r>
    </w:p>
    <w:p>
      <w:pPr>
        <w:pStyle w:val="BodyText"/>
        <w:spacing w:line="240" w:lineRule="auto"/>
        <w:ind w:left="153" w:right="0"/>
        <w:jc w:val="left"/>
      </w:pPr>
      <w:r>
        <w:rPr/>
        <w:t>•</w:t>
      </w:r>
      <w:r>
        <w:rPr>
          <w:spacing w:val="-7"/>
        </w:rPr>
        <w:t> </w:t>
      </w:r>
      <w:r>
        <w:rPr/>
        <w:t>다음</w:t>
      </w:r>
      <w:r>
        <w:rPr>
          <w:spacing w:val="-4"/>
        </w:rPr>
        <w:t> </w:t>
      </w:r>
      <w:r>
        <w:rPr/>
        <w:t>중</w:t>
      </w:r>
      <w:r>
        <w:rPr>
          <w:spacing w:val="-7"/>
        </w:rPr>
        <w:t> </w:t>
      </w:r>
      <w:r>
        <w:rPr/>
        <w:t>한</w:t>
      </w:r>
      <w:r>
        <w:rPr>
          <w:spacing w:val="-7"/>
        </w:rPr>
        <w:t> </w:t>
      </w:r>
      <w:r>
        <w:rPr/>
        <w:t>조건이라도</w:t>
      </w:r>
      <w:r>
        <w:rPr>
          <w:spacing w:val="-4"/>
        </w:rPr>
        <w:t> </w:t>
      </w:r>
      <w:r>
        <w:rPr/>
        <w:t>결격되면</w:t>
      </w:r>
      <w:r>
        <w:rPr>
          <w:spacing w:val="-7"/>
        </w:rPr>
        <w:t> </w:t>
      </w:r>
      <w:r>
        <w:rPr>
          <w:spacing w:val="-1"/>
        </w:rPr>
        <w:t>F(불합격)</w:t>
      </w:r>
      <w:r>
        <w:rPr>
          <w:spacing w:val="-6"/>
        </w:rPr>
        <w:t> </w:t>
      </w:r>
      <w:r>
        <w:rPr/>
        <w:t>부여</w:t>
      </w:r>
      <w:r>
        <w:rPr/>
      </w:r>
    </w:p>
    <w:p>
      <w:pPr>
        <w:pStyle w:val="BodyText"/>
        <w:spacing w:line="240" w:lineRule="auto"/>
        <w:ind w:left="295" w:right="0"/>
        <w:jc w:val="left"/>
      </w:pPr>
      <w:r>
        <w:rPr/>
        <w:t>①</w:t>
      </w:r>
      <w:r>
        <w:rPr>
          <w:spacing w:val="-7"/>
        </w:rPr>
        <w:t> </w:t>
      </w:r>
      <w:r>
        <w:rPr>
          <w:spacing w:val="-1"/>
        </w:rPr>
        <w:t>출석(3회</w:t>
      </w:r>
      <w:r>
        <w:rPr>
          <w:spacing w:val="-4"/>
        </w:rPr>
        <w:t> </w:t>
      </w:r>
      <w:r>
        <w:rPr/>
        <w:t>이상</w:t>
      </w:r>
      <w:r>
        <w:rPr>
          <w:spacing w:val="-6"/>
        </w:rPr>
        <w:t> </w:t>
      </w:r>
      <w:r>
        <w:rPr/>
        <w:t>결석</w:t>
      </w:r>
      <w:r>
        <w:rPr>
          <w:spacing w:val="-7"/>
        </w:rPr>
        <w:t> </w:t>
      </w:r>
      <w:r>
        <w:rPr/>
        <w:t>시)</w:t>
      </w:r>
      <w:r>
        <w:rPr>
          <w:spacing w:val="-6"/>
        </w:rPr>
        <w:t> </w:t>
      </w:r>
      <w:r>
        <w:rPr/>
        <w:t>②</w:t>
      </w:r>
      <w:r>
        <w:rPr>
          <w:spacing w:val="-4"/>
        </w:rPr>
        <w:t> </w:t>
      </w:r>
      <w:r>
        <w:rPr>
          <w:spacing w:val="-1"/>
        </w:rPr>
        <w:t>과제물(감상문</w:t>
      </w:r>
      <w:r>
        <w:rPr>
          <w:spacing w:val="-3"/>
        </w:rPr>
        <w:t> </w:t>
      </w:r>
      <w:r>
        <w:rPr>
          <w:spacing w:val="-1"/>
        </w:rPr>
        <w:t>3편</w:t>
      </w:r>
      <w:r>
        <w:rPr>
          <w:spacing w:val="-4"/>
        </w:rPr>
        <w:t> </w:t>
      </w:r>
      <w:r>
        <w:rPr/>
        <w:t>이상</w:t>
      </w:r>
      <w:r>
        <w:rPr>
          <w:spacing w:val="-7"/>
        </w:rPr>
        <w:t> </w:t>
      </w:r>
      <w:r>
        <w:rPr/>
        <w:t>미제출</w:t>
      </w:r>
      <w:r>
        <w:rPr>
          <w:spacing w:val="-6"/>
        </w:rPr>
        <w:t> </w:t>
      </w:r>
      <w:r>
        <w:rPr/>
        <w:t>시)</w:t>
      </w:r>
      <w:r>
        <w:rPr/>
      </w:r>
    </w:p>
    <w:p>
      <w:pPr>
        <w:pStyle w:val="BodyText"/>
        <w:spacing w:line="240" w:lineRule="auto"/>
        <w:ind w:left="295" w:right="0"/>
        <w:jc w:val="left"/>
      </w:pPr>
      <w:r>
        <w:rPr>
          <w:spacing w:val="-2"/>
        </w:rPr>
        <w:t>※취업자에</w:t>
      </w:r>
      <w:r>
        <w:rPr>
          <w:spacing w:val="-11"/>
        </w:rPr>
        <w:t> </w:t>
      </w:r>
      <w:r>
        <w:rPr>
          <w:spacing w:val="-2"/>
        </w:rPr>
        <w:t>대하여도</w:t>
      </w:r>
      <w:r>
        <w:rPr>
          <w:spacing w:val="-9"/>
        </w:rPr>
        <w:t> </w:t>
      </w:r>
      <w:r>
        <w:rPr/>
        <w:t>위</w:t>
      </w:r>
      <w:r>
        <w:rPr>
          <w:spacing w:val="-11"/>
        </w:rPr>
        <w:t> </w:t>
      </w:r>
      <w:r>
        <w:rPr>
          <w:spacing w:val="-1"/>
        </w:rPr>
        <w:t>조건을</w:t>
      </w:r>
      <w:r>
        <w:rPr>
          <w:spacing w:val="-10"/>
        </w:rPr>
        <w:t> </w:t>
      </w:r>
      <w:r>
        <w:rPr>
          <w:spacing w:val="-1"/>
        </w:rPr>
        <w:t>엄격히</w:t>
      </w:r>
      <w:r>
        <w:rPr>
          <w:spacing w:val="-11"/>
        </w:rPr>
        <w:t> </w:t>
      </w:r>
      <w:r>
        <w:rPr>
          <w:spacing w:val="-2"/>
        </w:rPr>
        <w:t>적용하므로</w:t>
      </w:r>
      <w:r>
        <w:rPr>
          <w:spacing w:val="-9"/>
        </w:rPr>
        <w:t> </w:t>
      </w:r>
      <w:r>
        <w:rPr>
          <w:spacing w:val="-2"/>
        </w:rPr>
        <w:t>취업(예정)자는</w:t>
      </w:r>
      <w:r>
        <w:rPr>
          <w:spacing w:val="-10"/>
        </w:rPr>
        <w:t> </w:t>
      </w:r>
      <w:r>
        <w:rPr/>
        <w:t>이</w:t>
      </w:r>
      <w:r>
        <w:rPr>
          <w:spacing w:val="-9"/>
        </w:rPr>
        <w:t> </w:t>
      </w:r>
      <w:r>
        <w:rPr>
          <w:spacing w:val="-2"/>
        </w:rPr>
        <w:t>과목의</w:t>
      </w:r>
      <w:r>
        <w:rPr>
          <w:spacing w:val="-9"/>
        </w:rPr>
        <w:t> </w:t>
      </w:r>
      <w:r>
        <w:rPr>
          <w:spacing w:val="-2"/>
        </w:rPr>
        <w:t>수강을</w:t>
      </w:r>
      <w:r>
        <w:rPr>
          <w:spacing w:val="-9"/>
        </w:rPr>
        <w:t> </w:t>
      </w:r>
      <w:r>
        <w:rPr>
          <w:spacing w:val="-2"/>
        </w:rPr>
        <w:t>권장하지</w:t>
      </w:r>
      <w:r>
        <w:rPr>
          <w:spacing w:val="-10"/>
        </w:rPr>
        <w:t> </w:t>
      </w:r>
      <w:r>
        <w:rPr>
          <w:spacing w:val="-2"/>
        </w:rPr>
        <w:t>않음</w:t>
      </w:r>
      <w:r>
        <w:rPr/>
      </w:r>
    </w:p>
    <w:p>
      <w:pPr>
        <w:pStyle w:val="BodyText"/>
        <w:spacing w:line="240" w:lineRule="auto"/>
        <w:ind w:left="295" w:right="0"/>
        <w:jc w:val="left"/>
      </w:pPr>
      <w:r>
        <w:rPr/>
        <w:t>※각</w:t>
      </w:r>
      <w:r>
        <w:rPr>
          <w:spacing w:val="-7"/>
        </w:rPr>
        <w:t> </w:t>
      </w:r>
      <w:r>
        <w:rPr/>
        <w:t>조건에</w:t>
      </w:r>
      <w:r>
        <w:rPr>
          <w:spacing w:val="-7"/>
        </w:rPr>
        <w:t> </w:t>
      </w:r>
      <w:r>
        <w:rPr/>
        <w:t>대한</w:t>
      </w:r>
      <w:r>
        <w:rPr>
          <w:spacing w:val="-4"/>
        </w:rPr>
        <w:t> </w:t>
      </w:r>
      <w:r>
        <w:rPr/>
        <w:t>구체적</w:t>
      </w:r>
      <w:r>
        <w:rPr>
          <w:spacing w:val="-7"/>
        </w:rPr>
        <w:t> </w:t>
      </w:r>
      <w:r>
        <w:rPr/>
        <w:t>사항은</w:t>
      </w:r>
      <w:r>
        <w:rPr>
          <w:spacing w:val="-7"/>
        </w:rPr>
        <w:t> </w:t>
      </w:r>
      <w:r>
        <w:rPr/>
        <w:t>수업계획서</w:t>
      </w:r>
      <w:r>
        <w:rPr>
          <w:spacing w:val="-4"/>
        </w:rPr>
        <w:t> </w:t>
      </w:r>
      <w:r>
        <w:rPr/>
        <w:t>및</w:t>
      </w:r>
      <w:r>
        <w:rPr>
          <w:spacing w:val="-7"/>
        </w:rPr>
        <w:t> </w:t>
      </w:r>
      <w:r>
        <w:rPr/>
        <w:t>개강</w:t>
      </w:r>
      <w:r>
        <w:rPr>
          <w:spacing w:val="-7"/>
        </w:rPr>
        <w:t> </w:t>
      </w:r>
      <w:r>
        <w:rPr/>
        <w:t>O.T</w:t>
      </w:r>
      <w:r>
        <w:rPr>
          <w:spacing w:val="-6"/>
        </w:rPr>
        <w:t> </w:t>
      </w:r>
      <w:r>
        <w:rPr/>
        <w:t>안내문</w:t>
      </w:r>
      <w:r>
        <w:rPr>
          <w:spacing w:val="-7"/>
        </w:rPr>
        <w:t> </w:t>
      </w:r>
      <w:r>
        <w:rPr/>
        <w:t>참조</w:t>
      </w:r>
      <w:r>
        <w:rPr/>
      </w:r>
    </w:p>
    <w:p>
      <w:pPr>
        <w:spacing w:line="240" w:lineRule="auto" w:before="5"/>
        <w:rPr>
          <w:rFonts w:ascii="돋움체" w:hAnsi="돋움체" w:cs="돋움체" w:eastAsia="돋움체"/>
          <w:sz w:val="6"/>
          <w:szCs w:val="6"/>
        </w:rPr>
      </w:pPr>
    </w:p>
    <w:p>
      <w:pPr>
        <w:spacing w:line="20" w:lineRule="atLeast"/>
        <w:ind w:left="11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8.6pt;height:.4pt;mso-position-horizontal-relative:char;mso-position-vertical-relative:line" coordorigin="0,0" coordsize="8572,8">
            <v:group style="position:absolute;left:4;top:4;width:8564;height:2" coordorigin="4,4" coordsize="8564,2">
              <v:shape style="position:absolute;left:4;top:4;width:8564;height:2" coordorigin="4,4" coordsize="8564,0" path="m4,4l8567,4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after="0" w:line="20" w:lineRule="atLeast"/>
        <w:rPr>
          <w:rFonts w:ascii="돋움체" w:hAnsi="돋움체" w:cs="돋움체" w:eastAsia="돋움체"/>
          <w:sz w:val="2"/>
          <w:szCs w:val="2"/>
        </w:rPr>
        <w:sectPr>
          <w:pgSz w:w="10760" w:h="14740"/>
          <w:pgMar w:header="0" w:footer="417" w:top="1080" w:bottom="620" w:left="1100" w:right="760"/>
        </w:sectPr>
      </w:pPr>
    </w:p>
    <w:p>
      <w:pPr>
        <w:pStyle w:val="BodyText"/>
        <w:spacing w:line="240" w:lineRule="auto" w:before="16"/>
        <w:ind w:left="3988" w:right="3988"/>
        <w:jc w:val="center"/>
        <w:rPr>
          <w:rFonts w:ascii="한컴돋움" w:hAnsi="한컴돋움" w:cs="한컴돋움" w:eastAsia="한컴돋움"/>
        </w:rPr>
      </w:pPr>
      <w:r>
        <w:rPr/>
        <w:pict>
          <v:group style="position:absolute;margin-left:61.375999pt;margin-top:44.901707pt;width:424.25pt;height:17.05pt;mso-position-horizontal-relative:page;mso-position-vertical-relative:paragraph;z-index:-339136" coordorigin="1228,898" coordsize="8485,341">
            <v:group style="position:absolute;left:1228;top:898;width:888;height:341" coordorigin="1228,898" coordsize="888,341">
              <v:shape style="position:absolute;left:1228;top:898;width:888;height:341" coordorigin="1228,898" coordsize="888,341" path="m1228,898l1228,1239,2115,1239,2115,898,1228,898xe" filled="true" fillcolor="#ffffff" stroked="false">
                <v:path arrowok="t"/>
                <v:fill type="solid"/>
              </v:shape>
            </v:group>
            <v:group style="position:absolute;left:2115;top:898;width:454;height:341" coordorigin="2115,898" coordsize="454,341">
              <v:shape style="position:absolute;left:2115;top:898;width:454;height:341" coordorigin="2115,898" coordsize="454,341" path="m2115,898l2115,1239,2568,1239,2568,898,2115,898xe" filled="true" fillcolor="#ffffff" stroked="false">
                <v:path arrowok="t"/>
                <v:fill type="solid"/>
              </v:shape>
            </v:group>
            <v:group style="position:absolute;left:2568;top:898;width:945;height:341" coordorigin="2568,898" coordsize="945,341">
              <v:shape style="position:absolute;left:2568;top:898;width:945;height:341" coordorigin="2568,898" coordsize="945,341" path="m2568,898l2568,1239,3512,1239,3512,898,2568,898xe" filled="true" fillcolor="#ffffff" stroked="false">
                <v:path arrowok="t"/>
                <v:fill type="solid"/>
              </v:shape>
            </v:group>
            <v:group style="position:absolute;left:3512;top:898;width:832;height:341" coordorigin="3512,898" coordsize="832,341">
              <v:shape style="position:absolute;left:3512;top:898;width:832;height:341" coordorigin="3512,898" coordsize="832,341" path="m3512,898l3512,1239,4344,1239,4344,898,3512,898xe" filled="true" fillcolor="#ffffff" stroked="false">
                <v:path arrowok="t"/>
                <v:fill type="solid"/>
              </v:shape>
            </v:group>
            <v:group style="position:absolute;left:4344;top:898;width:1343;height:341" coordorigin="4344,898" coordsize="1343,341">
              <v:shape style="position:absolute;left:4344;top:898;width:1343;height:341" coordorigin="4344,898" coordsize="1343,341" path="m4344,898l4344,1239,5687,1239,5687,898,4344,898xe" filled="true" fillcolor="#ffffff" stroked="false">
                <v:path arrowok="t"/>
                <v:fill type="solid"/>
              </v:shape>
            </v:group>
            <v:group style="position:absolute;left:5687;top:898;width:1453;height:341" coordorigin="5687,898" coordsize="1453,341">
              <v:shape style="position:absolute;left:5687;top:898;width:1453;height:341" coordorigin="5687,898" coordsize="1453,341" path="m5687,898l5687,1239,7140,1239,7140,898,5687,898xe" filled="true" fillcolor="#ffffff" stroked="false">
                <v:path arrowok="t"/>
                <v:fill type="solid"/>
              </v:shape>
            </v:group>
            <v:group style="position:absolute;left:7140;top:898;width:1748;height:341" coordorigin="7140,898" coordsize="1748,341">
              <v:shape style="position:absolute;left:7140;top:898;width:1748;height:341" coordorigin="7140,898" coordsize="1748,341" path="m7140,898l7140,1239,8888,1239,8888,898,7140,898xe" filled="true" fillcolor="#ffffff" stroked="false">
                <v:path arrowok="t"/>
                <v:fill type="solid"/>
              </v:shape>
            </v:group>
            <v:group style="position:absolute;left:8888;top:898;width:825;height:341" coordorigin="8888,898" coordsize="825,341">
              <v:shape style="position:absolute;left:8888;top:898;width:825;height:341" coordorigin="8888,898" coordsize="825,341" path="m8888,898l8888,1239,9712,1239,9712,898,8888,898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한컴돋움" w:hAnsi="한컴돋움" w:cs="한컴돋움" w:eastAsia="한컴돋움"/>
        </w:rPr>
        <w:t></w:t>
      </w:r>
    </w:p>
    <w:p>
      <w:pPr>
        <w:spacing w:line="240" w:lineRule="auto" w:before="11"/>
        <w:rPr>
          <w:rFonts w:ascii="한컴돋움" w:hAnsi="한컴돋움" w:cs="한컴돋움" w:eastAsia="한컴돋움"/>
          <w:sz w:val="21"/>
          <w:szCs w:val="21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7"/>
        <w:gridCol w:w="453"/>
        <w:gridCol w:w="945"/>
        <w:gridCol w:w="832"/>
        <w:gridCol w:w="1343"/>
        <w:gridCol w:w="1453"/>
        <w:gridCol w:w="1748"/>
        <w:gridCol w:w="825"/>
      </w:tblGrid>
      <w:tr>
        <w:trPr>
          <w:trHeight w:val="349" w:hRule="exact"/>
        </w:trPr>
        <w:tc>
          <w:tcPr>
            <w:tcW w:w="887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8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5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4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5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10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3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5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4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3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5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3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강의시간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4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25" w:type="dxa"/>
            <w:tcBorders>
              <w:top w:val="single" w:sz="9" w:space="0" w:color="000000"/>
              <w:left w:val="single" w:sz="5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22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2" w:hRule="exact"/>
        </w:trPr>
        <w:tc>
          <w:tcPr>
            <w:tcW w:w="887" w:type="dxa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8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4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15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1~3학년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23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1072</w:t>
            </w:r>
          </w:p>
        </w:tc>
        <w:tc>
          <w:tcPr>
            <w:tcW w:w="134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2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DU영화지대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5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화(10:00-11:50)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left="1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평생교육관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소극장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25" w:type="dxa"/>
            <w:tcBorders>
              <w:top w:val="single" w:sz="12" w:space="0" w:color="000000"/>
              <w:left w:val="single" w:sz="5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43" w:hRule="exact"/>
        </w:trPr>
        <w:tc>
          <w:tcPr>
            <w:tcW w:w="887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8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15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1~3학년</w:t>
            </w:r>
          </w:p>
        </w:tc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23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1073</w:t>
            </w:r>
          </w:p>
        </w:tc>
        <w:tc>
          <w:tcPr>
            <w:tcW w:w="1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2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DU영화지대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화(15:00-16:50)</w:t>
            </w:r>
          </w:p>
        </w:tc>
        <w:tc>
          <w:tcPr>
            <w:tcW w:w="1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평생교육관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소극장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25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43" w:hRule="exact"/>
        </w:trPr>
        <w:tc>
          <w:tcPr>
            <w:tcW w:w="887" w:type="dxa"/>
            <w:tcBorders>
              <w:top w:val="single" w:sz="3" w:space="0" w:color="000000"/>
              <w:left w:val="nil" w:sz="6" w:space="0" w:color="auto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8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45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15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1~3학년</w:t>
            </w:r>
          </w:p>
        </w:tc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23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1074</w:t>
            </w:r>
          </w:p>
        </w:tc>
        <w:tc>
          <w:tcPr>
            <w:tcW w:w="13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2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DU영화지대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5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수(10:00-11:50)</w:t>
            </w:r>
          </w:p>
        </w:tc>
        <w:tc>
          <w:tcPr>
            <w:tcW w:w="17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3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웅지관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강당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25" w:type="dxa"/>
            <w:tcBorders>
              <w:top w:val="single" w:sz="3" w:space="0" w:color="000000"/>
              <w:left w:val="single" w:sz="5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887" w:type="dxa"/>
            <w:tcBorders>
              <w:top w:val="single" w:sz="2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0"/>
              <w:ind w:left="8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0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0"/>
              <w:ind w:left="15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1~3학년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0"/>
              <w:ind w:left="23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1075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0"/>
              <w:ind w:left="2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DU영화지대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0"/>
              <w:ind w:left="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수(15:00-16:50)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left="3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웅지관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강당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5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pStyle w:val="Heading4"/>
        <w:spacing w:line="207" w:lineRule="exact" w:before="0"/>
        <w:ind w:left="3988" w:right="3988"/>
        <w:jc w:val="center"/>
        <w:rPr>
          <w:b w:val="0"/>
          <w:bCs w:val="0"/>
        </w:rPr>
      </w:pPr>
      <w:r>
        <w:rPr/>
        <w:t>평가방법</w:t>
      </w:r>
      <w:r>
        <w:rPr>
          <w:b w:val="0"/>
          <w:bCs w:val="0"/>
        </w:rPr>
      </w:r>
    </w:p>
    <w:p>
      <w:pPr>
        <w:spacing w:line="200" w:lineRule="atLeast"/>
        <w:ind w:left="114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425.7pt;height:70.350pt;mso-position-horizontal-relative:char;mso-position-vertical-relative:line" coordorigin="0,0" coordsize="8514,1407">
            <v:group style="position:absolute;left:4;top:4;width:8504;height:2" coordorigin="4,4" coordsize="8504,2">
              <v:shape style="position:absolute;left:4;top:4;width:8504;height:2" coordorigin="4,4" coordsize="8504,0" path="m4,4l8508,4e" filled="false" stroked="true" strokeweight=".36pt" strokecolor="#000000">
                <v:path arrowok="t"/>
              </v:shape>
            </v:group>
            <v:group style="position:absolute;left:4;top:25;width:8504;height:2" coordorigin="4,25" coordsize="8504,2">
              <v:shape style="position:absolute;left:4;top:25;width:8504;height:2" coordorigin="4,25" coordsize="8504,0" path="m4,25l8508,25e" filled="false" stroked="true" strokeweight=".36pt" strokecolor="#000000">
                <v:path arrowok="t"/>
              </v:shape>
            </v:group>
            <v:group style="position:absolute;left:13;top:16;width:8485;height:1388" coordorigin="13,16" coordsize="8485,1388">
              <v:shape style="position:absolute;left:13;top:16;width:8485;height:1388" coordorigin="13,16" coordsize="8485,1388" path="m13,16l13,1403,8498,1403,8498,16,13,16xe" filled="true" fillcolor="#ffffff" stroked="false">
                <v:path arrowok="t"/>
                <v:fill type="solid"/>
              </v:shape>
            </v:group>
            <v:group style="position:absolute;left:4;top:1403;width:8507;height:2" coordorigin="4,1403" coordsize="8507,2">
              <v:shape style="position:absolute;left:4;top:1403;width:8507;height:2" coordorigin="4,1403" coordsize="8507,0" path="m4,1403l8510,1403e" filled="false" stroked="true" strokeweight=".36pt" strokecolor="#000000">
                <v:path arrowok="t"/>
              </v:shape>
              <v:shape style="position:absolute;left:0;top:0;width:8514;height:1407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39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rFonts w:ascii="돋움체" w:hAnsi="돋움체" w:cs="돋움체" w:eastAsia="돋움체"/>
                          <w:spacing w:val="-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성적등급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돋움체" w:hAnsi="돋움체" w:cs="돋움체" w:eastAsia="돋움체"/>
                          <w:spacing w:val="-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"/>
                          <w:sz w:val="18"/>
                          <w:szCs w:val="18"/>
                        </w:rPr>
                        <w:t>P(합격)/F(불합격)로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처리,</w:t>
                      </w:r>
                      <w:r>
                        <w:rPr>
                          <w:rFonts w:ascii="돋움체" w:hAnsi="돋움체" w:cs="돋움체" w:eastAsia="돋움체"/>
                          <w:spacing w:val="-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졸업이수학점에</w:t>
                      </w:r>
                      <w:r>
                        <w:rPr>
                          <w:rFonts w:ascii="돋움체" w:hAnsi="돋움체" w:cs="돋움체" w:eastAsia="돋움체"/>
                          <w:spacing w:val="-1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포함(평점평균</w:t>
                      </w:r>
                      <w:r>
                        <w:rPr>
                          <w:rFonts w:ascii="돋움체" w:hAnsi="돋움체" w:cs="돋움체" w:eastAsia="돋움체"/>
                          <w:spacing w:val="-1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계산</w:t>
                      </w:r>
                      <w:r>
                        <w:rPr>
                          <w:rFonts w:ascii="돋움체" w:hAnsi="돋움체" w:cs="돋움체" w:eastAsia="돋움체"/>
                          <w:spacing w:val="-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제외)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before="52"/>
                        <w:ind w:left="39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•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다음</w:t>
                      </w:r>
                      <w:r>
                        <w:rPr>
                          <w:rFonts w:ascii="돋움체" w:hAnsi="돋움체" w:cs="돋움체" w:eastAsia="돋움체"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중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한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조건이라도</w:t>
                      </w:r>
                      <w:r>
                        <w:rPr>
                          <w:rFonts w:ascii="돋움체" w:hAnsi="돋움체" w:cs="돋움체" w:eastAsia="돋움체"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결격되면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"/>
                          <w:sz w:val="18"/>
                          <w:szCs w:val="18"/>
                        </w:rPr>
                        <w:t>F(불합격)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부여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before="52"/>
                        <w:ind w:left="181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①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"/>
                          <w:sz w:val="18"/>
                          <w:szCs w:val="18"/>
                        </w:rPr>
                        <w:t>출석(3회</w:t>
                      </w:r>
                      <w:r>
                        <w:rPr>
                          <w:rFonts w:ascii="돋움체" w:hAnsi="돋움체" w:cs="돋움체" w:eastAsia="돋움체"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이상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결석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시)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②</w:t>
                      </w:r>
                      <w:r>
                        <w:rPr>
                          <w:rFonts w:ascii="돋움체" w:hAnsi="돋움체" w:cs="돋움체" w:eastAsia="돋움체"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"/>
                          <w:sz w:val="18"/>
                          <w:szCs w:val="18"/>
                        </w:rPr>
                        <w:t>과제물(감상문</w:t>
                      </w:r>
                      <w:r>
                        <w:rPr>
                          <w:rFonts w:ascii="돋움체" w:hAnsi="돋움체" w:cs="돋움체" w:eastAsia="돋움체"/>
                          <w:spacing w:val="-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"/>
                          <w:sz w:val="18"/>
                          <w:szCs w:val="18"/>
                        </w:rPr>
                        <w:t>3편</w:t>
                      </w:r>
                      <w:r>
                        <w:rPr>
                          <w:rFonts w:ascii="돋움체" w:hAnsi="돋움체" w:cs="돋움체" w:eastAsia="돋움체"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이상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미제출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시)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before="52"/>
                        <w:ind w:left="89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pacing w:val="-3"/>
                          <w:sz w:val="18"/>
                          <w:szCs w:val="18"/>
                        </w:rPr>
                        <w:t>※취업자에</w:t>
                      </w:r>
                      <w:r>
                        <w:rPr>
                          <w:rFonts w:ascii="돋움체" w:hAnsi="돋움체" w:cs="돋움체" w:eastAsia="돋움체"/>
                          <w:spacing w:val="-1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대하여도</w:t>
                      </w:r>
                      <w:r>
                        <w:rPr>
                          <w:rFonts w:ascii="돋움체" w:hAnsi="돋움체" w:cs="돋움체" w:eastAsia="돋움체"/>
                          <w:spacing w:val="-1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위</w:t>
                      </w:r>
                      <w:r>
                        <w:rPr>
                          <w:rFonts w:ascii="돋움체" w:hAnsi="돋움체" w:cs="돋움체" w:eastAsia="돋움체"/>
                          <w:spacing w:val="-1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3"/>
                          <w:sz w:val="18"/>
                          <w:szCs w:val="18"/>
                        </w:rPr>
                        <w:t>조건을</w:t>
                      </w:r>
                      <w:r>
                        <w:rPr>
                          <w:rFonts w:ascii="돋움체" w:hAnsi="돋움체" w:cs="돋움체" w:eastAsia="돋움체"/>
                          <w:spacing w:val="-1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3"/>
                          <w:sz w:val="18"/>
                          <w:szCs w:val="18"/>
                        </w:rPr>
                        <w:t>엄격히</w:t>
                      </w:r>
                      <w:r>
                        <w:rPr>
                          <w:rFonts w:ascii="돋움체" w:hAnsi="돋움체" w:cs="돋움체" w:eastAsia="돋움체"/>
                          <w:spacing w:val="-1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적용하므로</w:t>
                      </w:r>
                      <w:r>
                        <w:rPr>
                          <w:rFonts w:ascii="돋움체" w:hAnsi="돋움체" w:cs="돋움체" w:eastAsia="돋움체"/>
                          <w:spacing w:val="-1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취업(예정)자는</w:t>
                      </w:r>
                      <w:r>
                        <w:rPr>
                          <w:rFonts w:ascii="돋움체" w:hAnsi="돋움체" w:cs="돋움체" w:eastAsia="돋움체"/>
                          <w:spacing w:val="-1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이</w:t>
                      </w:r>
                      <w:r>
                        <w:rPr>
                          <w:rFonts w:ascii="돋움체" w:hAnsi="돋움체" w:cs="돋움체" w:eastAsia="돋움체"/>
                          <w:spacing w:val="-1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과목의</w:t>
                      </w:r>
                      <w:r>
                        <w:rPr>
                          <w:rFonts w:ascii="돋움체" w:hAnsi="돋움체" w:cs="돋움체" w:eastAsia="돋움체"/>
                          <w:spacing w:val="-1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3"/>
                          <w:sz w:val="18"/>
                          <w:szCs w:val="18"/>
                        </w:rPr>
                        <w:t>수강을</w:t>
                      </w:r>
                      <w:r>
                        <w:rPr>
                          <w:rFonts w:ascii="돋움체" w:hAnsi="돋움체" w:cs="돋움체" w:eastAsia="돋움체"/>
                          <w:spacing w:val="-1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권장하지</w:t>
                      </w:r>
                      <w:r>
                        <w:rPr>
                          <w:rFonts w:ascii="돋움체" w:hAnsi="돋움체" w:cs="돋움체" w:eastAsia="돋움체"/>
                          <w:spacing w:val="-1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3"/>
                          <w:sz w:val="18"/>
                          <w:szCs w:val="18"/>
                        </w:rPr>
                        <w:t>않음.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before="52"/>
                        <w:ind w:left="89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※각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조건에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대한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구체적</w:t>
                      </w:r>
                      <w:r>
                        <w:rPr>
                          <w:rFonts w:ascii="돋움체" w:hAnsi="돋움체" w:cs="돋움체" w:eastAsia="돋움체"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사항은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수업계획서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및</w:t>
                      </w:r>
                      <w:r>
                        <w:rPr>
                          <w:rFonts w:ascii="돋움체" w:hAnsi="돋움체" w:cs="돋움체" w:eastAsia="돋움체"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개강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"/>
                          <w:sz w:val="18"/>
                          <w:szCs w:val="18"/>
                        </w:rPr>
                        <w:t>O.T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안내문</w:t>
                      </w:r>
                      <w:r>
                        <w:rPr>
                          <w:rFonts w:ascii="돋움체" w:hAnsi="돋움체" w:cs="돋움체" w:eastAsia="돋움체"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참조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40" w:lineRule="auto" w:before="100"/>
        <w:ind w:left="3988" w:right="3988"/>
        <w:jc w:val="center"/>
        <w:rPr>
          <w:rFonts w:ascii="한컴돋움" w:hAnsi="한컴돋움" w:cs="한컴돋움" w:eastAsia="한컴돋움"/>
        </w:rPr>
      </w:pPr>
      <w:r>
        <w:rPr>
          <w:rFonts w:ascii="한컴돋움" w:hAnsi="한컴돋움" w:cs="한컴돋움" w:eastAsia="한컴돋움"/>
        </w:rPr>
        <w:t></w:t>
      </w:r>
    </w:p>
    <w:p>
      <w:pPr>
        <w:spacing w:line="240" w:lineRule="auto" w:before="9"/>
        <w:rPr>
          <w:rFonts w:ascii="한컴돋움" w:hAnsi="한컴돋움" w:cs="한컴돋움" w:eastAsia="한컴돋움"/>
          <w:sz w:val="9"/>
          <w:szCs w:val="9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3"/>
        <w:gridCol w:w="645"/>
        <w:gridCol w:w="1091"/>
        <w:gridCol w:w="868"/>
        <w:gridCol w:w="1489"/>
        <w:gridCol w:w="1590"/>
        <w:gridCol w:w="856"/>
        <w:gridCol w:w="983"/>
      </w:tblGrid>
      <w:tr>
        <w:trPr>
          <w:trHeight w:val="424" w:hRule="exact"/>
        </w:trPr>
        <w:tc>
          <w:tcPr>
            <w:tcW w:w="973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55"/>
              <w:ind w:left="1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55"/>
              <w:ind w:left="14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091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55"/>
              <w:ind w:left="18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6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55"/>
              <w:ind w:left="7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89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55"/>
              <w:ind w:left="38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90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55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강의시간/강의실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56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55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수강인원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8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240" w:lineRule="auto" w:before="55"/>
              <w:ind w:left="2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</w:t>
            </w:r>
            <w:r>
              <w:rPr>
                <w:rFonts w:ascii="돋움체" w:hAnsi="돋움체" w:cs="돋움체" w:eastAsia="돋움체"/>
                <w:b/>
                <w:bCs/>
                <w:spacing w:val="8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64" w:hRule="exact"/>
        </w:trPr>
        <w:tc>
          <w:tcPr>
            <w:tcW w:w="973" w:type="dxa"/>
            <w:tcBorders>
              <w:top w:val="single" w:sz="12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2"/>
              <w:ind w:left="1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2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091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2"/>
              <w:ind w:left="1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재학생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68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2"/>
              <w:ind w:left="2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1077</w:t>
            </w:r>
          </w:p>
        </w:tc>
        <w:tc>
          <w:tcPr>
            <w:tcW w:w="1489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2"/>
              <w:ind w:left="11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행복한삶과가족</w:t>
            </w:r>
          </w:p>
        </w:tc>
        <w:tc>
          <w:tcPr>
            <w:tcW w:w="1590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2"/>
              <w:ind w:left="43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외부가상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2"/>
              <w:ind w:left="1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220명</w:t>
            </w:r>
          </w:p>
        </w:tc>
        <w:tc>
          <w:tcPr>
            <w:tcW w:w="983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pStyle w:val="Heading4"/>
        <w:spacing w:line="240" w:lineRule="auto" w:before="16"/>
        <w:ind w:left="6" w:right="0"/>
        <w:jc w:val="center"/>
        <w:rPr>
          <w:b w:val="0"/>
          <w:bCs w:val="0"/>
        </w:rPr>
      </w:pPr>
      <w:r>
        <w:rPr/>
        <w:t>평가방법</w:t>
      </w:r>
      <w:r>
        <w:rPr>
          <w:b w:val="0"/>
          <w:bCs w:val="0"/>
        </w:rPr>
      </w:r>
    </w:p>
    <w:p>
      <w:pPr>
        <w:spacing w:line="240" w:lineRule="auto" w:before="4"/>
        <w:rPr>
          <w:rFonts w:ascii="돋움체" w:hAnsi="돋움체" w:cs="돋움체" w:eastAsia="돋움체"/>
          <w:b/>
          <w:bCs/>
          <w:sz w:val="5"/>
          <w:szCs w:val="5"/>
        </w:rPr>
      </w:pPr>
    </w:p>
    <w:p>
      <w:pPr>
        <w:spacing w:line="20" w:lineRule="atLeast"/>
        <w:ind w:left="11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6.05pt;height:1.45pt;mso-position-horizontal-relative:char;mso-position-vertical-relative:line" coordorigin="0,0" coordsize="8521,29">
            <v:group style="position:absolute;left:4;top:4;width:8514;height:2" coordorigin="4,4" coordsize="8514,2">
              <v:shape style="position:absolute;left:4;top:4;width:8514;height:2" coordorigin="4,4" coordsize="8514,0" path="m4,4l8517,4e" filled="false" stroked="true" strokeweight=".36pt" strokecolor="#000000">
                <v:path arrowok="t"/>
              </v:shape>
            </v:group>
            <v:group style="position:absolute;left:4;top:25;width:8514;height:2" coordorigin="4,25" coordsize="8514,2">
              <v:shape style="position:absolute;left:4;top:25;width:8514;height:2" coordorigin="4,25" coordsize="8514,0" path="m4,25l8517,25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pStyle w:val="BodyText"/>
        <w:spacing w:line="240" w:lineRule="auto" w:before="0"/>
        <w:ind w:left="153" w:right="0"/>
        <w:jc w:val="left"/>
      </w:pPr>
      <w:r>
        <w:rPr/>
        <w:t>•</w:t>
      </w:r>
      <w:r>
        <w:rPr>
          <w:spacing w:val="-8"/>
        </w:rPr>
        <w:t> </w:t>
      </w:r>
      <w:r>
        <w:rPr/>
        <w:t>경상북도와</w:t>
      </w:r>
      <w:r>
        <w:rPr>
          <w:spacing w:val="-5"/>
        </w:rPr>
        <w:t> </w:t>
      </w:r>
      <w:r>
        <w:rPr/>
        <w:t>MOU협약체결</w:t>
      </w:r>
      <w:r>
        <w:rPr>
          <w:spacing w:val="-8"/>
        </w:rPr>
        <w:t> </w:t>
      </w:r>
      <w:r>
        <w:rPr/>
        <w:t>교과목</w:t>
      </w:r>
      <w:r>
        <w:rPr>
          <w:spacing w:val="-9"/>
        </w:rPr>
        <w:t> </w:t>
      </w:r>
      <w:r>
        <w:rPr/>
        <w:t>(저출산</w:t>
      </w:r>
      <w:r>
        <w:rPr>
          <w:spacing w:val="-8"/>
        </w:rPr>
        <w:t> </w:t>
      </w:r>
      <w:r>
        <w:rPr/>
        <w:t>극복을</w:t>
      </w:r>
      <w:r>
        <w:rPr>
          <w:spacing w:val="-5"/>
        </w:rPr>
        <w:t> </w:t>
      </w:r>
      <w:r>
        <w:rPr/>
        <w:t>위한</w:t>
      </w:r>
      <w:r>
        <w:rPr>
          <w:spacing w:val="-9"/>
        </w:rPr>
        <w:t> </w:t>
      </w:r>
      <w:r>
        <w:rPr/>
        <w:t>대학교</w:t>
      </w:r>
      <w:r>
        <w:rPr>
          <w:spacing w:val="-8"/>
        </w:rPr>
        <w:t> </w:t>
      </w:r>
      <w:r>
        <w:rPr/>
        <w:t>교양과목</w:t>
      </w:r>
      <w:r>
        <w:rPr>
          <w:spacing w:val="-5"/>
        </w:rPr>
        <w:t> </w:t>
      </w:r>
      <w:r>
        <w:rPr/>
        <w:t>이러닝</w:t>
      </w:r>
      <w:r>
        <w:rPr>
          <w:spacing w:val="-8"/>
        </w:rPr>
        <w:t> </w:t>
      </w:r>
      <w:r>
        <w:rPr/>
        <w:t>강좌)</w:t>
      </w:r>
      <w:r>
        <w:rPr/>
      </w:r>
    </w:p>
    <w:p>
      <w:pPr>
        <w:pStyle w:val="BodyText"/>
        <w:spacing w:line="240" w:lineRule="auto"/>
        <w:ind w:left="153" w:right="0"/>
        <w:jc w:val="left"/>
      </w:pPr>
      <w:r>
        <w:rPr/>
        <w:t>•</w:t>
      </w:r>
      <w:r>
        <w:rPr>
          <w:spacing w:val="-7"/>
        </w:rPr>
        <w:t> </w:t>
      </w:r>
      <w:r>
        <w:rPr>
          <w:spacing w:val="-11"/>
        </w:rPr>
        <w:t>수강신청방법은</w:t>
      </w:r>
      <w:r>
        <w:rPr>
          <w:spacing w:val="-22"/>
        </w:rPr>
        <w:t> </w:t>
      </w:r>
      <w:r>
        <w:rPr>
          <w:spacing w:val="-11"/>
        </w:rPr>
        <w:t>일반교과목과</w:t>
      </w:r>
      <w:r>
        <w:rPr>
          <w:spacing w:val="-22"/>
        </w:rPr>
        <w:t> </w:t>
      </w:r>
      <w:r>
        <w:rPr>
          <w:spacing w:val="-10"/>
        </w:rPr>
        <w:t>동일하며</w:t>
      </w:r>
      <w:r>
        <w:rPr>
          <w:spacing w:val="-20"/>
        </w:rPr>
        <w:t> </w:t>
      </w:r>
      <w:r>
        <w:rPr>
          <w:spacing w:val="-9"/>
        </w:rPr>
        <w:t>대구대</w:t>
      </w:r>
      <w:r>
        <w:rPr>
          <w:spacing w:val="-19"/>
        </w:rPr>
        <w:t> </w:t>
      </w:r>
      <w:r>
        <w:rPr>
          <w:spacing w:val="-7"/>
        </w:rPr>
        <w:t>홈페이지(</w:t>
      </w:r>
      <w:hyperlink r:id="rId6">
        <w:r>
          <w:rPr>
            <w:spacing w:val="-7"/>
          </w:rPr>
          <w:t>http://www.daegu.ac.kr</w:t>
        </w:r>
      </w:hyperlink>
      <w:r>
        <w:rPr>
          <w:spacing w:val="-7"/>
        </w:rPr>
        <w:t>)</w:t>
      </w:r>
      <w:r>
        <w:rPr>
          <w:spacing w:val="-16"/>
        </w:rPr>
        <w:t> </w:t>
      </w:r>
      <w:r>
        <w:rPr>
          <w:spacing w:val="-9"/>
        </w:rPr>
        <w:t>&lt;스마트LMS&gt;에서</w:t>
      </w:r>
      <w:r>
        <w:rPr>
          <w:spacing w:val="-22"/>
        </w:rPr>
        <w:t> </w:t>
      </w:r>
      <w:r>
        <w:rPr>
          <w:spacing w:val="-6"/>
        </w:rPr>
        <w:t>수강</w:t>
      </w:r>
      <w:r>
        <w:rPr/>
      </w:r>
    </w:p>
    <w:p>
      <w:pPr>
        <w:pStyle w:val="BodyText"/>
        <w:spacing w:line="240" w:lineRule="auto"/>
        <w:ind w:left="153" w:right="0"/>
        <w:jc w:val="left"/>
      </w:pPr>
      <w:r>
        <w:rPr/>
        <w:t>•</w:t>
      </w:r>
      <w:r>
        <w:rPr>
          <w:spacing w:val="-7"/>
        </w:rPr>
        <w:t> </w:t>
      </w:r>
      <w:r>
        <w:rPr/>
        <w:t>성적등급</w:t>
      </w:r>
      <w:r>
        <w:rPr>
          <w:spacing w:val="-4"/>
        </w:rPr>
        <w:t> </w:t>
      </w:r>
      <w:r>
        <w:rPr/>
        <w:t>:</w:t>
      </w:r>
      <w:r>
        <w:rPr>
          <w:spacing w:val="-7"/>
        </w:rPr>
        <w:t> </w:t>
      </w:r>
      <w:r>
        <w:rPr/>
        <w:t>상대평가</w:t>
      </w:r>
      <w:r>
        <w:rPr/>
      </w:r>
    </w:p>
    <w:p>
      <w:pPr>
        <w:spacing w:line="240" w:lineRule="auto" w:before="5"/>
        <w:rPr>
          <w:rFonts w:ascii="돋움체" w:hAnsi="돋움체" w:cs="돋움체" w:eastAsia="돋움체"/>
          <w:sz w:val="4"/>
          <w:szCs w:val="4"/>
        </w:rPr>
      </w:pPr>
    </w:p>
    <w:p>
      <w:pPr>
        <w:spacing w:line="20" w:lineRule="atLeast"/>
        <w:ind w:left="11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6.2pt;height:.4pt;mso-position-horizontal-relative:char;mso-position-vertical-relative:line" coordorigin="0,0" coordsize="8524,8">
            <v:group style="position:absolute;left:4;top:4;width:8516;height:2" coordorigin="4,4" coordsize="8516,2">
              <v:shape style="position:absolute;left:4;top:4;width:8516;height:2" coordorigin="4,4" coordsize="8516,0" path="m4,4l8520,4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line="240" w:lineRule="auto" w:before="6"/>
        <w:rPr>
          <w:rFonts w:ascii="돋움체" w:hAnsi="돋움체" w:cs="돋움체" w:eastAsia="돋움체"/>
          <w:sz w:val="9"/>
          <w:szCs w:val="9"/>
        </w:rPr>
      </w:pPr>
    </w:p>
    <w:p>
      <w:pPr>
        <w:spacing w:line="200" w:lineRule="atLeast"/>
        <w:ind w:left="10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4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군사학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0"/>
        <w:rPr>
          <w:rFonts w:ascii="돋움체" w:hAnsi="돋움체" w:cs="돋움체" w:eastAsia="돋움체"/>
          <w:sz w:val="11"/>
          <w:szCs w:val="11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1038"/>
        <w:gridCol w:w="978"/>
        <w:gridCol w:w="880"/>
        <w:gridCol w:w="1736"/>
        <w:gridCol w:w="1623"/>
        <w:gridCol w:w="738"/>
        <w:gridCol w:w="695"/>
      </w:tblGrid>
      <w:tr>
        <w:trPr>
          <w:trHeight w:val="481" w:hRule="exact"/>
        </w:trPr>
        <w:tc>
          <w:tcPr>
            <w:tcW w:w="806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4"/>
              <w:ind w:left="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03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4"/>
              <w:ind w:left="33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4"/>
              <w:ind w:left="1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80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4"/>
              <w:ind w:left="7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36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4"/>
              <w:ind w:left="5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2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4"/>
              <w:ind w:left="44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강의시간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3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4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95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240" w:lineRule="auto" w:before="84"/>
              <w:ind w:left="11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652" w:hRule="exact"/>
        </w:trPr>
        <w:tc>
          <w:tcPr>
            <w:tcW w:w="806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일반선택</w:t>
            </w:r>
          </w:p>
        </w:tc>
        <w:tc>
          <w:tcPr>
            <w:tcW w:w="103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돋움체" w:hAnsi="돋움체" w:cs="돋움체" w:eastAsia="돋움체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" w:right="48" w:firstLine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3/한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(재학</w:t>
            </w:r>
            <w:r>
              <w:rPr>
                <w:rFonts w:ascii="돋움체" w:hAnsi="돋움체" w:cs="돋움체" w:eastAsia="돋움체"/>
                <w:spacing w:val="-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12학점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이내)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돋움체" w:hAnsi="돋움체" w:cs="돋움체" w:eastAsia="돋움체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69" w:right="123" w:hanging="4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3,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4학년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R.O.T.C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5" w:lineRule="exact"/>
              <w:ind w:left="2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후보생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25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2342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324" w:right="54" w:hanging="27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안전및조직관리사례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연구(군사학)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2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3"/>
              <w:ind w:left="13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월(15:00-17:50)</w:t>
            </w:r>
          </w:p>
          <w:p>
            <w:pPr>
              <w:pStyle w:val="TableParagraph"/>
              <w:spacing w:line="240" w:lineRule="auto" w:before="7"/>
              <w:ind w:left="13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금(15:00-17:50)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학군단</w:t>
            </w:r>
          </w:p>
        </w:tc>
        <w:tc>
          <w:tcPr>
            <w:tcW w:w="69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1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3학년</w:t>
            </w:r>
          </w:p>
        </w:tc>
      </w:tr>
      <w:tr>
        <w:trPr>
          <w:trHeight w:val="648" w:hRule="exact"/>
        </w:trPr>
        <w:tc>
          <w:tcPr>
            <w:tcW w:w="806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038" w:type="dxa"/>
            <w:vMerge/>
            <w:tcBorders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78" w:type="dxa"/>
            <w:vMerge/>
            <w:tcBorders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체" w:hAnsi="돋움체" w:cs="돋움체" w:eastAsia="돋움체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25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2343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504" w:right="54" w:hanging="45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조직리더십사례연구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(군사학)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2"/>
              <w:ind w:left="13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월(15:00-17:50)</w:t>
            </w:r>
          </w:p>
          <w:p>
            <w:pPr>
              <w:pStyle w:val="TableParagraph"/>
              <w:spacing w:line="240" w:lineRule="auto" w:before="7"/>
              <w:ind w:left="13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금(15:00-17:50)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체" w:hAnsi="돋움체" w:cs="돋움체" w:eastAsia="돋움체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학군단</w:t>
            </w:r>
          </w:p>
        </w:tc>
        <w:tc>
          <w:tcPr>
            <w:tcW w:w="6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체" w:hAnsi="돋움체" w:cs="돋움체" w:eastAsia="돋움체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1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4학년</w:t>
            </w:r>
          </w:p>
        </w:tc>
      </w:tr>
    </w:tbl>
    <w:p>
      <w:pPr>
        <w:spacing w:after="0" w:line="240" w:lineRule="auto"/>
        <w:jc w:val="left"/>
        <w:rPr>
          <w:rFonts w:ascii="돋움체" w:hAnsi="돋움체" w:cs="돋움체" w:eastAsia="돋움체"/>
          <w:sz w:val="18"/>
          <w:szCs w:val="18"/>
        </w:rPr>
        <w:sectPr>
          <w:pgSz w:w="10760" w:h="14740"/>
          <w:pgMar w:header="0" w:footer="417" w:top="1060" w:bottom="620" w:left="1100" w:right="920"/>
        </w:sectPr>
      </w:pPr>
    </w:p>
    <w:p>
      <w:pPr>
        <w:spacing w:line="240" w:lineRule="auto" w:before="5"/>
        <w:rPr>
          <w:rFonts w:ascii="돋움체" w:hAnsi="돋움체" w:cs="돋움체" w:eastAsia="돋움체"/>
          <w:sz w:val="26"/>
          <w:szCs w:val="26"/>
        </w:rPr>
      </w:pPr>
    </w:p>
    <w:p>
      <w:pPr>
        <w:pStyle w:val="BodyText"/>
        <w:spacing w:line="240" w:lineRule="auto" w:before="0"/>
        <w:ind w:left="153" w:right="0"/>
        <w:jc w:val="left"/>
      </w:pPr>
      <w:r>
        <w:rPr/>
        <w:pict>
          <v:group style="position:absolute;margin-left:60.716999pt;margin-top:-3.954006pt;width:426.05pt;height:1.45pt;mso-position-horizontal-relative:page;mso-position-vertical-relative:paragraph;z-index:1672" coordorigin="1214,-79" coordsize="8521,29">
            <v:group style="position:absolute;left:1218;top:-75;width:8514;height:2" coordorigin="1218,-75" coordsize="8514,2">
              <v:shape style="position:absolute;left:1218;top:-75;width:8514;height:2" coordorigin="1218,-75" coordsize="8514,0" path="m1218,-75l9731,-75e" filled="false" stroked="true" strokeweight=".36pt" strokecolor="#000000">
                <v:path arrowok="t"/>
              </v:shape>
            </v:group>
            <v:group style="position:absolute;left:1218;top:-54;width:8514;height:2" coordorigin="1218,-54" coordsize="8514,2">
              <v:shape style="position:absolute;left:1218;top:-54;width:8514;height:2" coordorigin="1218,-54" coordsize="8514,0" path="m1218,-54l9731,-54e" filled="false" stroked="true" strokeweight=".36pt" strokecolor="#000000">
                <v:path arrowok="t"/>
              </v:shape>
            </v:group>
            <w10:wrap type="none"/>
          </v:group>
        </w:pict>
      </w:r>
      <w:r>
        <w:rPr/>
        <w:t>•</w:t>
      </w:r>
      <w:r>
        <w:rPr>
          <w:spacing w:val="-7"/>
        </w:rPr>
        <w:t> </w:t>
      </w:r>
      <w:r>
        <w:rPr/>
        <w:t>성적등급</w:t>
      </w:r>
      <w:r>
        <w:rPr>
          <w:spacing w:val="-4"/>
        </w:rPr>
        <w:t> </w:t>
      </w:r>
      <w:r>
        <w:rPr/>
        <w:t>:</w:t>
      </w:r>
      <w:r>
        <w:rPr>
          <w:spacing w:val="-7"/>
        </w:rPr>
        <w:t> </w:t>
      </w:r>
      <w:r>
        <w:rPr/>
        <w:t>절대평가</w:t>
      </w:r>
      <w:r>
        <w:rPr/>
      </w:r>
    </w:p>
    <w:p>
      <w:pPr>
        <w:pStyle w:val="Heading4"/>
        <w:spacing w:line="223" w:lineRule="exact" w:before="0"/>
        <w:ind w:left="153" w:right="0"/>
        <w:jc w:val="left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/>
        <w:t>평가방법</w:t>
      </w:r>
      <w:r>
        <w:rPr>
          <w:b w:val="0"/>
          <w:bCs w:val="0"/>
        </w:rPr>
      </w:r>
    </w:p>
    <w:p>
      <w:pPr>
        <w:spacing w:after="0" w:line="223" w:lineRule="exact"/>
        <w:jc w:val="left"/>
        <w:sectPr>
          <w:type w:val="continuous"/>
          <w:pgSz w:w="10760" w:h="14740"/>
          <w:pgMar w:top="1020" w:bottom="600" w:left="1100" w:right="920"/>
          <w:cols w:num="2" w:equalWidth="0">
            <w:col w:w="2044" w:space="1816"/>
            <w:col w:w="4880"/>
          </w:cols>
        </w:sectPr>
      </w:pPr>
    </w:p>
    <w:p>
      <w:pPr>
        <w:spacing w:line="240" w:lineRule="auto" w:before="2"/>
        <w:rPr>
          <w:rFonts w:ascii="돋움체" w:hAnsi="돋움체" w:cs="돋움체" w:eastAsia="돋움체"/>
          <w:b/>
          <w:bCs/>
          <w:sz w:val="9"/>
          <w:szCs w:val="9"/>
        </w:rPr>
      </w:pPr>
    </w:p>
    <w:p>
      <w:pPr>
        <w:spacing w:line="20" w:lineRule="atLeast"/>
        <w:ind w:left="11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6.2pt;height:.4pt;mso-position-horizontal-relative:char;mso-position-vertical-relative:line" coordorigin="0,0" coordsize="8524,8">
            <v:group style="position:absolute;left:4;top:4;width:8516;height:2" coordorigin="4,4" coordsize="8516,2">
              <v:shape style="position:absolute;left:4;top:4;width:8516;height:2" coordorigin="4,4" coordsize="8516,0" path="m4,4l8520,4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line="240" w:lineRule="auto" w:before="10"/>
        <w:rPr>
          <w:rFonts w:ascii="돋움체" w:hAnsi="돋움체" w:cs="돋움체" w:eastAsia="돋움체"/>
          <w:b/>
          <w:bCs/>
          <w:sz w:val="25"/>
          <w:szCs w:val="25"/>
        </w:rPr>
      </w:pPr>
    </w:p>
    <w:p>
      <w:pPr>
        <w:spacing w:line="200" w:lineRule="atLeast"/>
        <w:ind w:left="10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56.8pt;height:22.35pt;mso-position-horizontal-relative:char;mso-position-vertical-relative:line" coordorigin="0,0" coordsize="5136,447">
            <v:group style="position:absolute;left:20;top:11;width:1075;height:425" coordorigin="20,11" coordsize="1075,425">
              <v:shape style="position:absolute;left:20;top:11;width:1075;height:425" coordorigin="20,11" coordsize="1075,425" path="m20,11l20,436,1094,436,1094,11,20,11xe" filled="true" fillcolor="#000000" stroked="false">
                <v:path arrowok="t"/>
                <v:fill type="solid"/>
              </v:shape>
            </v:group>
            <v:group style="position:absolute;left:20;top:11;width:2;height:425" coordorigin="20,11" coordsize="2,425">
              <v:shape style="position:absolute;left:20;top:11;width:2;height:425" coordorigin="20,11" coordsize="0,425" path="m20,11l20,436e" filled="false" stroked="true" strokeweight="1.079pt" strokecolor="#000000">
                <v:path arrowok="t"/>
              </v:shape>
            </v:group>
            <v:group style="position:absolute;left:1094;top:11;width:2;height:425" coordorigin="1094,11" coordsize="2,425">
              <v:shape style="position:absolute;left:1094;top:11;width:2;height:425" coordorigin="1094,11" coordsize="0,425" path="m1094,11l1094,436e" filled="false" stroked="true" strokeweight=".36pt" strokecolor="#000000">
                <v:path arrowok="t"/>
              </v:shape>
            </v:group>
            <v:group style="position:absolute;left:5113;top:11;width:2;height:425" coordorigin="5113,11" coordsize="2,425">
              <v:shape style="position:absolute;left:5113;top:11;width:2;height:425" coordorigin="5113,11" coordsize="0,425" path="m5113,11l5113,436e" filled="false" stroked="true" strokeweight="1.079pt" strokecolor="#000000">
                <v:path arrowok="t"/>
              </v:shape>
            </v:group>
            <v:group style="position:absolute;left:11;top:11;width:5114;height:2" coordorigin="11,11" coordsize="5114,2">
              <v:shape style="position:absolute;left:11;top:11;width:5114;height:2" coordorigin="11,11" coordsize="5114,0" path="m11,11l5125,11e" filled="false" stroked="true" strokeweight="1.079pt" strokecolor="#000000">
                <v:path arrowok="t"/>
              </v:shape>
            </v:group>
            <v:group style="position:absolute;left:11;top:436;width:5114;height:2" coordorigin="11,436" coordsize="5114,2">
              <v:shape style="position:absolute;left:11;top:436;width:5114;height:2" coordorigin="11,436" coordsize="5114,0" path="m11,436l5125,436e" filled="false" stroked="true" strokeweight="1.079pt" strokecolor="#000000">
                <v:path arrowok="t"/>
              </v:shape>
              <v:shape style="position:absolute;left:20;top:11;width:1075;height:425" type="#_x0000_t202" filled="false" stroked="false">
                <v:textbox inset="0,0,0,0">
                  <w:txbxContent>
                    <w:p>
                      <w:pPr>
                        <w:spacing w:before="15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5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019;height:425" type="#_x0000_t202" filled="false" stroked="false">
                <v:textbox inset="0,0,0,0">
                  <w:txbxContent>
                    <w:p>
                      <w:pPr>
                        <w:spacing w:before="10"/>
                        <w:ind w:left="131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안보학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관련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강좌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"/>
        <w:rPr>
          <w:rFonts w:ascii="돋움체" w:hAnsi="돋움체" w:cs="돋움체" w:eastAsia="돋움체"/>
          <w:b/>
          <w:bCs/>
          <w:sz w:val="15"/>
          <w:szCs w:val="15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566"/>
        <w:gridCol w:w="1398"/>
        <w:gridCol w:w="887"/>
        <w:gridCol w:w="1513"/>
        <w:gridCol w:w="2014"/>
        <w:gridCol w:w="1108"/>
      </w:tblGrid>
      <w:tr>
        <w:trPr>
          <w:trHeight w:val="404" w:hRule="exact"/>
        </w:trPr>
        <w:tc>
          <w:tcPr>
            <w:tcW w:w="1000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66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9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left="33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87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left="8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1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left="3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14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left="6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강의시간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0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635" w:hRule="exact"/>
        </w:trPr>
        <w:tc>
          <w:tcPr>
            <w:tcW w:w="1000" w:type="dxa"/>
            <w:tcBorders>
              <w:top w:val="single" w:sz="12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13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자유선택</w:t>
            </w:r>
          </w:p>
        </w:tc>
        <w:tc>
          <w:tcPr>
            <w:tcW w:w="566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29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재학생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87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26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1076</w:t>
            </w:r>
          </w:p>
        </w:tc>
        <w:tc>
          <w:tcPr>
            <w:tcW w:w="1513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48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북한학</w:t>
            </w:r>
          </w:p>
        </w:tc>
        <w:tc>
          <w:tcPr>
            <w:tcW w:w="2014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6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화(12:00-13:15)</w:t>
            </w:r>
          </w:p>
          <w:p>
            <w:pPr>
              <w:pStyle w:val="TableParagraph"/>
              <w:spacing w:line="240" w:lineRule="auto" w:before="7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목(12:00-13:15)</w:t>
            </w:r>
          </w:p>
        </w:tc>
        <w:tc>
          <w:tcPr>
            <w:tcW w:w="1108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23" w:lineRule="exact" w:before="0"/>
        <w:ind w:left="3988" w:right="3988" w:firstLine="0"/>
        <w:jc w:val="center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수강안내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4"/>
        <w:rPr>
          <w:rFonts w:ascii="돋움체" w:hAnsi="돋움체" w:cs="돋움체" w:eastAsia="돋움체"/>
          <w:b/>
          <w:bCs/>
          <w:sz w:val="3"/>
          <w:szCs w:val="3"/>
        </w:rPr>
      </w:pPr>
    </w:p>
    <w:p>
      <w:pPr>
        <w:spacing w:line="20" w:lineRule="atLeast"/>
        <w:ind w:left="11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5.6pt;height:1.45pt;mso-position-horizontal-relative:char;mso-position-vertical-relative:line" coordorigin="0,0" coordsize="8512,29">
            <v:group style="position:absolute;left:4;top:4;width:8504;height:2" coordorigin="4,4" coordsize="8504,2">
              <v:shape style="position:absolute;left:4;top:4;width:8504;height:2" coordorigin="4,4" coordsize="8504,0" path="m4,4l8508,4e" filled="false" stroked="true" strokeweight=".36pt" strokecolor="#000000">
                <v:path arrowok="t"/>
              </v:shape>
            </v:group>
            <v:group style="position:absolute;left:4;top:25;width:8504;height:2" coordorigin="4,25" coordsize="8504,2">
              <v:shape style="position:absolute;left:4;top:25;width:8504;height:2" coordorigin="4,25" coordsize="8504,0" path="m4,25l8508,25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pStyle w:val="BodyText"/>
        <w:spacing w:line="235" w:lineRule="exact" w:before="37"/>
        <w:ind w:left="153" w:right="0"/>
        <w:jc w:val="left"/>
      </w:pPr>
      <w:r>
        <w:rPr/>
        <w:t>•</w:t>
      </w:r>
      <w:r>
        <w:rPr>
          <w:spacing w:val="-9"/>
        </w:rPr>
        <w:t> </w:t>
      </w:r>
      <w:r>
        <w:rPr/>
        <w:t>수강대상은</w:t>
      </w:r>
      <w:r>
        <w:rPr>
          <w:spacing w:val="-6"/>
        </w:rPr>
        <w:t> </w:t>
      </w:r>
      <w:r>
        <w:rPr/>
        <w:t>대학전체</w:t>
      </w:r>
      <w:r>
        <w:rPr>
          <w:spacing w:val="-9"/>
        </w:rPr>
        <w:t> </w:t>
      </w:r>
      <w:r>
        <w:rPr/>
        <w:t>학생이며,</w:t>
      </w:r>
      <w:r>
        <w:rPr>
          <w:spacing w:val="-8"/>
        </w:rPr>
        <w:t> </w:t>
      </w:r>
      <w:r>
        <w:rPr/>
        <w:t>평가방법은</w:t>
      </w:r>
      <w:r>
        <w:rPr>
          <w:spacing w:val="-9"/>
        </w:rPr>
        <w:t> </w:t>
      </w:r>
      <w:r>
        <w:rPr/>
        <w:t>일반</w:t>
      </w:r>
      <w:r>
        <w:rPr>
          <w:spacing w:val="-7"/>
        </w:rPr>
        <w:t> </w:t>
      </w:r>
      <w:r>
        <w:rPr/>
        <w:t>자유선택과</w:t>
      </w:r>
      <w:r>
        <w:rPr>
          <w:spacing w:val="-9"/>
        </w:rPr>
        <w:t> </w:t>
      </w:r>
      <w:r>
        <w:rPr/>
        <w:t>동일</w:t>
      </w:r>
      <w:r>
        <w:rPr/>
      </w:r>
    </w:p>
    <w:p>
      <w:pPr>
        <w:pStyle w:val="BodyText"/>
        <w:spacing w:line="240" w:lineRule="auto" w:before="0"/>
        <w:ind w:left="153" w:right="0"/>
        <w:jc w:val="left"/>
      </w:pPr>
      <w:r>
        <w:rPr/>
        <w:t>•</w:t>
      </w:r>
      <w:r>
        <w:rPr>
          <w:spacing w:val="-6"/>
        </w:rPr>
        <w:t> </w:t>
      </w:r>
      <w:r>
        <w:rPr/>
        <w:t>장교출신</w:t>
      </w:r>
      <w:r>
        <w:rPr>
          <w:spacing w:val="-5"/>
        </w:rPr>
        <w:t> </w:t>
      </w:r>
      <w:r>
        <w:rPr/>
        <w:t>교수의</w:t>
      </w:r>
      <w:r>
        <w:rPr>
          <w:spacing w:val="-7"/>
        </w:rPr>
        <w:t> </w:t>
      </w:r>
      <w:r>
        <w:rPr/>
        <w:t>강의로</w:t>
      </w:r>
      <w:r>
        <w:rPr>
          <w:spacing w:val="-7"/>
        </w:rPr>
        <w:t> </w:t>
      </w:r>
      <w:r>
        <w:rPr/>
        <w:t>현장감</w:t>
      </w:r>
      <w:r>
        <w:rPr>
          <w:spacing w:val="-4"/>
        </w:rPr>
        <w:t> </w:t>
      </w:r>
      <w:r>
        <w:rPr/>
        <w:t>있는</w:t>
      </w:r>
      <w:r>
        <w:rPr>
          <w:spacing w:val="-7"/>
        </w:rPr>
        <w:t> </w:t>
      </w:r>
      <w:r>
        <w:rPr/>
        <w:t>강의</w:t>
      </w:r>
      <w:r>
        <w:rPr>
          <w:spacing w:val="-7"/>
        </w:rPr>
        <w:t> </w:t>
      </w:r>
      <w:r>
        <w:rPr/>
        <w:t>실시</w:t>
      </w:r>
      <w:r>
        <w:rPr/>
      </w:r>
    </w:p>
    <w:p>
      <w:pPr>
        <w:spacing w:line="240" w:lineRule="auto" w:before="5"/>
        <w:rPr>
          <w:rFonts w:ascii="돋움체" w:hAnsi="돋움체" w:cs="돋움체" w:eastAsia="돋움체"/>
          <w:sz w:val="8"/>
          <w:szCs w:val="8"/>
        </w:rPr>
      </w:pPr>
    </w:p>
    <w:p>
      <w:pPr>
        <w:spacing w:line="20" w:lineRule="atLeast"/>
        <w:ind w:left="11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5.7pt;height:.4pt;mso-position-horizontal-relative:char;mso-position-vertical-relative:line" coordorigin="0,0" coordsize="8514,8">
            <v:group style="position:absolute;left:4;top:4;width:8507;height:2" coordorigin="4,4" coordsize="8507,2">
              <v:shape style="position:absolute;left:4;top:4;width:8507;height:2" coordorigin="4,4" coordsize="8507,0" path="m4,4l8510,4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after="0" w:line="20" w:lineRule="atLeast"/>
        <w:rPr>
          <w:rFonts w:ascii="돋움체" w:hAnsi="돋움체" w:cs="돋움체" w:eastAsia="돋움체"/>
          <w:sz w:val="2"/>
          <w:szCs w:val="2"/>
        </w:rPr>
        <w:sectPr>
          <w:type w:val="continuous"/>
          <w:pgSz w:w="10760" w:h="14740"/>
          <w:pgMar w:top="1020" w:bottom="600" w:left="1100" w:right="920"/>
        </w:sectPr>
      </w:pPr>
    </w:p>
    <w:p>
      <w:pPr>
        <w:spacing w:line="240" w:lineRule="auto" w:before="11"/>
        <w:rPr>
          <w:rFonts w:ascii="돋움체" w:hAnsi="돋움체" w:cs="돋움체" w:eastAsia="돋움체"/>
          <w:sz w:val="6"/>
          <w:szCs w:val="6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37pt;height:22.45pt;mso-position-horizontal-relative:char;mso-position-vertical-relative:line" coordorigin="0,0" coordsize="4740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4717;top:11;width:2;height:428" coordorigin="4717,11" coordsize="2,428">
              <v:shape style="position:absolute;left:4717;top:11;width:2;height:428" coordorigin="4717,11" coordsize="0,428" path="m4717,11l4717,438e" filled="false" stroked="true" strokeweight="1.079pt" strokecolor="#000000">
                <v:path arrowok="t"/>
              </v:shape>
            </v:group>
            <v:group style="position:absolute;left:11;top:11;width:4719;height:2" coordorigin="11,11" coordsize="4719,2">
              <v:shape style="position:absolute;left:11;top:11;width:4719;height:2" coordorigin="11,11" coordsize="4719,0" path="m11,11l4729,11e" filled="false" stroked="true" strokeweight="1.079pt" strokecolor="#000000">
                <v:path arrowok="t"/>
              </v:shape>
            </v:group>
            <v:group style="position:absolute;left:11;top:438;width:4719;height:2" coordorigin="11,438" coordsize="4719,2">
              <v:shape style="position:absolute;left:11;top:438;width:4719;height:2" coordorigin="11,438" coordsize="4719,0" path="m11,438l4729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6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3623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장애학생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대상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교양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강좌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2"/>
        <w:rPr>
          <w:rFonts w:ascii="돋움체" w:hAnsi="돋움체" w:cs="돋움체" w:eastAsia="돋움체"/>
          <w:sz w:val="14"/>
          <w:szCs w:val="14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453"/>
        <w:gridCol w:w="1002"/>
        <w:gridCol w:w="549"/>
        <w:gridCol w:w="2076"/>
        <w:gridCol w:w="1568"/>
        <w:gridCol w:w="2647"/>
      </w:tblGrid>
      <w:tr>
        <w:trPr>
          <w:trHeight w:val="476" w:hRule="exact"/>
        </w:trPr>
        <w:tc>
          <w:tcPr>
            <w:tcW w:w="434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199" w:lineRule="exact"/>
              <w:ind w:left="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5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1"/>
              <w:ind w:left="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00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1"/>
              <w:ind w:left="1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49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195" w:lineRule="exact"/>
              <w:ind w:left="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7"/>
              <w:ind w:left="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76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1"/>
              <w:ind w:left="6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6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81"/>
              <w:ind w:left="42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강의시간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647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240" w:lineRule="auto" w:before="81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22" w:hRule="exact"/>
        </w:trPr>
        <w:tc>
          <w:tcPr>
            <w:tcW w:w="434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183" w:lineRule="auto" w:before="142"/>
              <w:ind w:left="38" w:right="3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자유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선택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53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체" w:hAnsi="돋움체" w:cs="돋움체" w:eastAsia="돋움체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0"/>
              <w:ind w:left="1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장애학생</w:t>
            </w:r>
          </w:p>
        </w:tc>
        <w:tc>
          <w:tcPr>
            <w:tcW w:w="549" w:type="dxa"/>
            <w:tcBorders>
              <w:top w:val="single" w:sz="12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0"/>
              <w:ind w:left="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1128</w:t>
            </w:r>
          </w:p>
        </w:tc>
        <w:tc>
          <w:tcPr>
            <w:tcW w:w="2076" w:type="dxa"/>
            <w:tcBorders>
              <w:top w:val="single" w:sz="12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0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장애학생맞춤진로지도</w:t>
            </w:r>
          </w:p>
        </w:tc>
        <w:tc>
          <w:tcPr>
            <w:tcW w:w="1568" w:type="dxa"/>
            <w:tcBorders>
              <w:top w:val="single" w:sz="12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0"/>
              <w:ind w:left="1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월(15:00-16:50)</w:t>
            </w:r>
          </w:p>
        </w:tc>
        <w:tc>
          <w:tcPr>
            <w:tcW w:w="2647" w:type="dxa"/>
            <w:tcBorders>
              <w:top w:val="single" w:sz="12" w:space="0" w:color="000000"/>
              <w:left w:val="single" w:sz="3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0"/>
              <w:ind w:left="1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장애학생지원센터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열린마당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61" w:hRule="exact"/>
        </w:trPr>
        <w:tc>
          <w:tcPr>
            <w:tcW w:w="43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5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00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1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장애학생</w:t>
            </w:r>
          </w:p>
        </w:tc>
        <w:tc>
          <w:tcPr>
            <w:tcW w:w="549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1066</w:t>
            </w:r>
          </w:p>
        </w:tc>
        <w:tc>
          <w:tcPr>
            <w:tcW w:w="2076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5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미국수화(2)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1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수(15:00-17:50)</w:t>
            </w:r>
          </w:p>
        </w:tc>
        <w:tc>
          <w:tcPr>
            <w:tcW w:w="2647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6"/>
              <w:ind w:left="1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장애학생지원센터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열린마당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30" w:hRule="exact"/>
        </w:trPr>
        <w:tc>
          <w:tcPr>
            <w:tcW w:w="43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5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00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183" w:lineRule="auto" w:before="71"/>
              <w:ind w:left="46" w:right="47" w:firstLine="4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장애학생/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비장애학생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49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2"/>
              <w:ind w:left="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1102</w:t>
            </w:r>
          </w:p>
        </w:tc>
        <w:tc>
          <w:tcPr>
            <w:tcW w:w="2076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2"/>
              <w:ind w:left="4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수중재활스포츠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2"/>
              <w:ind w:left="1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수(14:00-16:50)</w:t>
            </w:r>
          </w:p>
        </w:tc>
        <w:tc>
          <w:tcPr>
            <w:tcW w:w="2647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2"/>
              <w:ind w:left="55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평생교육관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수영장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86" w:hRule="exact"/>
        </w:trPr>
        <w:tc>
          <w:tcPr>
            <w:tcW w:w="434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53" w:type="dxa"/>
            <w:vMerge/>
            <w:tcBorders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002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183" w:lineRule="auto" w:before="97"/>
              <w:ind w:left="46" w:right="47" w:firstLine="4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장애학생/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비장애학생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49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9"/>
              <w:ind w:left="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1101</w:t>
            </w:r>
          </w:p>
        </w:tc>
        <w:tc>
          <w:tcPr>
            <w:tcW w:w="2076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9"/>
              <w:ind w:left="4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휠체어테니스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9"/>
              <w:ind w:left="1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화(15:00-17:50)</w:t>
            </w:r>
          </w:p>
        </w:tc>
        <w:tc>
          <w:tcPr>
            <w:tcW w:w="2647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9"/>
              <w:ind w:left="1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장애학생지원센터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열린마당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pStyle w:val="Heading4"/>
        <w:spacing w:line="240" w:lineRule="auto" w:before="45"/>
        <w:ind w:left="21" w:right="0"/>
        <w:jc w:val="center"/>
        <w:rPr>
          <w:b w:val="0"/>
          <w:bCs w:val="0"/>
        </w:rPr>
      </w:pPr>
      <w:r>
        <w:rPr/>
        <w:t>평가방법</w:t>
      </w:r>
      <w:r>
        <w:rPr>
          <w:b w:val="0"/>
          <w:bCs w:val="0"/>
        </w:rPr>
      </w:r>
    </w:p>
    <w:p>
      <w:pPr>
        <w:spacing w:line="240" w:lineRule="auto" w:before="7"/>
        <w:rPr>
          <w:rFonts w:ascii="돋움체" w:hAnsi="돋움체" w:cs="돋움체" w:eastAsia="돋움체"/>
          <w:b/>
          <w:bCs/>
          <w:sz w:val="7"/>
          <w:szCs w:val="7"/>
        </w:rPr>
      </w:pPr>
    </w:p>
    <w:p>
      <w:pPr>
        <w:spacing w:line="20" w:lineRule="atLeast"/>
        <w:ind w:left="13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37.8pt;height:1.45pt;mso-position-horizontal-relative:char;mso-position-vertical-relative:line" coordorigin="0,0" coordsize="8756,29">
            <v:group style="position:absolute;left:4;top:4;width:8749;height:2" coordorigin="4,4" coordsize="8749,2">
              <v:shape style="position:absolute;left:4;top:4;width:8749;height:2" coordorigin="4,4" coordsize="8749,0" path="m4,4l8752,4e" filled="false" stroked="true" strokeweight=".36pt" strokecolor="#000000">
                <v:path arrowok="t"/>
              </v:shape>
            </v:group>
            <v:group style="position:absolute;left:4;top:25;width:8749;height:2" coordorigin="4,25" coordsize="8749,2">
              <v:shape style="position:absolute;left:4;top:25;width:8749;height:2" coordorigin="4,25" coordsize="8749,0" path="m4,25l8752,25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pStyle w:val="BodyText"/>
        <w:spacing w:line="234" w:lineRule="exact" w:before="39"/>
        <w:ind w:left="173" w:right="0"/>
        <w:jc w:val="left"/>
      </w:pPr>
      <w:r>
        <w:rPr/>
        <w:t>•</w:t>
      </w:r>
      <w:r>
        <w:rPr>
          <w:spacing w:val="-7"/>
        </w:rPr>
        <w:t> </w:t>
      </w:r>
      <w:r>
        <w:rPr/>
        <w:t>성적등급</w:t>
      </w:r>
      <w:r>
        <w:rPr>
          <w:spacing w:val="-4"/>
        </w:rPr>
        <w:t> </w:t>
      </w:r>
      <w:r>
        <w:rPr/>
        <w:t>:</w:t>
      </w:r>
      <w:r>
        <w:rPr>
          <w:spacing w:val="-7"/>
        </w:rPr>
        <w:t> </w:t>
      </w:r>
      <w:r>
        <w:rPr/>
        <w:t>절대평가</w:t>
      </w:r>
      <w:r>
        <w:rPr/>
      </w:r>
    </w:p>
    <w:p>
      <w:pPr>
        <w:pStyle w:val="BodyText"/>
        <w:spacing w:line="234" w:lineRule="exact" w:before="0"/>
        <w:ind w:left="173" w:right="0"/>
        <w:jc w:val="left"/>
      </w:pPr>
      <w:r>
        <w:rPr/>
        <w:t>•</w:t>
      </w:r>
      <w:r>
        <w:rPr>
          <w:spacing w:val="-8"/>
        </w:rPr>
        <w:t> </w:t>
      </w:r>
      <w:r>
        <w:rPr/>
        <w:t>성적평가에</w:t>
      </w:r>
      <w:r>
        <w:rPr>
          <w:spacing w:val="-5"/>
        </w:rPr>
        <w:t> </w:t>
      </w:r>
      <w:r>
        <w:rPr/>
        <w:t>대한</w:t>
      </w:r>
      <w:r>
        <w:rPr>
          <w:spacing w:val="-8"/>
        </w:rPr>
        <w:t> </w:t>
      </w:r>
      <w:r>
        <w:rPr/>
        <w:t>구체적</w:t>
      </w:r>
      <w:r>
        <w:rPr>
          <w:spacing w:val="-8"/>
        </w:rPr>
        <w:t> </w:t>
      </w:r>
      <w:r>
        <w:rPr/>
        <w:t>사항은</w:t>
      </w:r>
      <w:r>
        <w:rPr>
          <w:spacing w:val="-5"/>
        </w:rPr>
        <w:t> </w:t>
      </w:r>
      <w:r>
        <w:rPr/>
        <w:t>수업계획서</w:t>
      </w:r>
      <w:r>
        <w:rPr>
          <w:spacing w:val="-8"/>
        </w:rPr>
        <w:t> </w:t>
      </w:r>
      <w:r>
        <w:rPr/>
        <w:t>참고</w:t>
      </w:r>
      <w:r>
        <w:rPr/>
      </w:r>
    </w:p>
    <w:p>
      <w:pPr>
        <w:spacing w:line="240" w:lineRule="auto" w:before="8"/>
        <w:rPr>
          <w:rFonts w:ascii="돋움체" w:hAnsi="돋움체" w:cs="돋움체" w:eastAsia="돋움체"/>
          <w:sz w:val="8"/>
          <w:szCs w:val="8"/>
        </w:rPr>
      </w:pPr>
    </w:p>
    <w:p>
      <w:pPr>
        <w:spacing w:line="20" w:lineRule="atLeast"/>
        <w:ind w:left="13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37.95pt;height:.4pt;mso-position-horizontal-relative:char;mso-position-vertical-relative:line" coordorigin="0,0" coordsize="8759,8">
            <v:group style="position:absolute;left:4;top:4;width:8751;height:2" coordorigin="4,4" coordsize="8751,2">
              <v:shape style="position:absolute;left:4;top:4;width:8751;height:2" coordorigin="4,4" coordsize="8751,0" path="m4,4l8754,4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11"/>
        <w:rPr>
          <w:rFonts w:ascii="돋움체" w:hAnsi="돋움체" w:cs="돋움체" w:eastAsia="돋움체"/>
          <w:sz w:val="11"/>
          <w:szCs w:val="11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34.15pt;height:22.45pt;mso-position-horizontal-relative:char;mso-position-vertical-relative:line" coordorigin="0,0" coordsize="4683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4660;top:11;width:2;height:428" coordorigin="4660,11" coordsize="2,428">
              <v:shape style="position:absolute;left:4660;top:11;width:2;height:428" coordorigin="4660,11" coordsize="0,428" path="m4660,11l4660,438e" filled="false" stroked="true" strokeweight="1.079pt" strokecolor="#000000">
                <v:path arrowok="t"/>
              </v:shape>
            </v:group>
            <v:group style="position:absolute;left:11;top:11;width:4661;height:2" coordorigin="11,11" coordsize="4661,2">
              <v:shape style="position:absolute;left:11;top:11;width:4661;height:2" coordorigin="11,11" coordsize="4661,0" path="m11,11l4672,11e" filled="false" stroked="true" strokeweight="1.079pt" strokecolor="#000000">
                <v:path arrowok="t"/>
              </v:shape>
            </v:group>
            <v:group style="position:absolute;left:11;top:438;width:4661;height:2" coordorigin="11,438" coordsize="4661,2">
              <v:shape style="position:absolute;left:11;top:438;width:4661;height:2" coordorigin="11,438" coordsize="4661,0" path="m11,438l4672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7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3566;height:428" type="#_x0000_t202" filled="false" stroked="false">
                <v:textbox inset="0,0,0,0">
                  <w:txbxContent>
                    <w:p>
                      <w:pPr>
                        <w:spacing w:before="13"/>
                        <w:ind w:left="131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자유선택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수영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0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강좌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9"/>
        <w:rPr>
          <w:rFonts w:ascii="돋움체" w:hAnsi="돋움체" w:cs="돋움체" w:eastAsia="돋움체"/>
          <w:sz w:val="24"/>
          <w:szCs w:val="24"/>
        </w:rPr>
      </w:pPr>
    </w:p>
    <w:p>
      <w:pPr>
        <w:pStyle w:val="Heading4"/>
        <w:spacing w:line="293" w:lineRule="auto" w:before="44"/>
        <w:ind w:left="480" w:right="339" w:hanging="363"/>
        <w:jc w:val="left"/>
        <w:rPr>
          <w:b w:val="0"/>
          <w:bCs w:val="0"/>
        </w:rPr>
      </w:pPr>
      <w:r>
        <w:rPr/>
        <w:t>※</w:t>
      </w:r>
      <w:r>
        <w:rPr>
          <w:spacing w:val="2"/>
        </w:rPr>
        <w:t> </w:t>
      </w:r>
      <w:r>
        <w:rPr/>
        <w:t>아래</w:t>
      </w:r>
      <w:r>
        <w:rPr>
          <w:spacing w:val="2"/>
        </w:rPr>
        <w:t> </w:t>
      </w:r>
      <w:r>
        <w:rPr/>
        <w:t>교과목</w:t>
      </w:r>
      <w:r>
        <w:rPr>
          <w:spacing w:val="5"/>
        </w:rPr>
        <w:t> </w:t>
      </w:r>
      <w:r>
        <w:rPr/>
        <w:t>수강신청자는</w:t>
      </w:r>
      <w:r>
        <w:rPr>
          <w:spacing w:val="2"/>
        </w:rPr>
        <w:t> </w:t>
      </w:r>
      <w:r>
        <w:rPr/>
        <w:t>시설이용료를</w:t>
      </w:r>
      <w:r>
        <w:rPr>
          <w:spacing w:val="2"/>
        </w:rPr>
        <w:t> </w:t>
      </w:r>
      <w:r>
        <w:rPr/>
        <w:t>반드시</w:t>
      </w:r>
      <w:r>
        <w:rPr>
          <w:spacing w:val="2"/>
        </w:rPr>
        <w:t> </w:t>
      </w:r>
      <w:r>
        <w:rPr/>
        <w:t>납부해야</w:t>
      </w:r>
      <w:r>
        <w:rPr>
          <w:spacing w:val="3"/>
        </w:rPr>
        <w:t> </w:t>
      </w:r>
      <w:r>
        <w:rPr/>
        <w:t>하며,</w:t>
      </w:r>
      <w:r>
        <w:rPr>
          <w:spacing w:val="4"/>
        </w:rPr>
        <w:t> </w:t>
      </w:r>
      <w:r>
        <w:rPr/>
        <w:t>평생교육관(구,</w:t>
      </w:r>
      <w:r>
        <w:rPr>
          <w:spacing w:val="4"/>
        </w:rPr>
        <w:t> </w:t>
      </w:r>
      <w:r>
        <w:rPr/>
        <w:t>종합복지관)</w:t>
      </w:r>
      <w:r>
        <w:rPr>
          <w:spacing w:val="1"/>
        </w:rPr>
        <w:t> </w:t>
      </w:r>
      <w:r>
        <w:rPr/>
        <w:t>운영</w:t>
      </w:r>
      <w:r>
        <w:rPr>
          <w:spacing w:val="21"/>
          <w:w w:val="99"/>
        </w:rPr>
        <w:t> </w:t>
      </w:r>
      <w:r>
        <w:rPr/>
        <w:t>계획에</w:t>
      </w:r>
      <w:r>
        <w:rPr>
          <w:spacing w:val="-5"/>
        </w:rPr>
        <w:t> </w:t>
      </w:r>
      <w:r>
        <w:rPr/>
        <w:t>따라</w:t>
      </w:r>
      <w:r>
        <w:rPr>
          <w:spacing w:val="-6"/>
        </w:rPr>
        <w:t> </w:t>
      </w:r>
      <w:r>
        <w:rPr/>
        <w:t>시설이용료는</w:t>
      </w:r>
      <w:r>
        <w:rPr>
          <w:spacing w:val="-6"/>
        </w:rPr>
        <w:t> </w:t>
      </w:r>
      <w:r>
        <w:rPr/>
        <w:t>조정될</w:t>
      </w:r>
      <w:r>
        <w:rPr>
          <w:spacing w:val="-4"/>
        </w:rPr>
        <w:t> </w:t>
      </w:r>
      <w:r>
        <w:rPr/>
        <w:t>수</w:t>
      </w:r>
      <w:r>
        <w:rPr>
          <w:spacing w:val="-6"/>
        </w:rPr>
        <w:t> </w:t>
      </w:r>
      <w:r>
        <w:rPr/>
        <w:t>있음</w:t>
      </w:r>
      <w:r>
        <w:rPr>
          <w:b w:val="0"/>
          <w:bCs w:val="0"/>
        </w:rPr>
      </w:r>
    </w:p>
    <w:p>
      <w:pPr>
        <w:spacing w:line="240" w:lineRule="auto" w:before="8"/>
        <w:rPr>
          <w:rFonts w:ascii="돋움체" w:hAnsi="돋움체" w:cs="돋움체" w:eastAsia="돋움체"/>
          <w:b/>
          <w:bCs/>
          <w:sz w:val="6"/>
          <w:szCs w:val="6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453"/>
        <w:gridCol w:w="1002"/>
        <w:gridCol w:w="662"/>
        <w:gridCol w:w="1398"/>
        <w:gridCol w:w="1510"/>
        <w:gridCol w:w="1242"/>
        <w:gridCol w:w="1127"/>
        <w:gridCol w:w="901"/>
      </w:tblGrid>
      <w:tr>
        <w:trPr>
          <w:trHeight w:val="472" w:hRule="exact"/>
        </w:trPr>
        <w:tc>
          <w:tcPr>
            <w:tcW w:w="434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183" w:lineRule="auto" w:before="37"/>
              <w:ind w:left="38" w:right="3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교과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5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79"/>
              <w:ind w:left="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00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79"/>
              <w:ind w:left="1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6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183" w:lineRule="auto" w:before="37"/>
              <w:ind w:left="147" w:right="14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수강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9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79"/>
              <w:ind w:left="33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10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79"/>
              <w:ind w:left="39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강의시간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4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5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79"/>
              <w:ind w:left="34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강의실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27" w:type="dxa"/>
            <w:tcBorders>
              <w:top w:val="single" w:sz="9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79"/>
              <w:ind w:left="1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시설이용료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01" w:type="dxa"/>
            <w:tcBorders>
              <w:top w:val="single" w:sz="9" w:space="0" w:color="000000"/>
              <w:left w:val="single" w:sz="5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240" w:lineRule="auto" w:before="79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수강인원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73" w:hRule="exact"/>
        </w:trPr>
        <w:tc>
          <w:tcPr>
            <w:tcW w:w="434" w:type="dxa"/>
            <w:tcBorders>
              <w:top w:val="single" w:sz="12" w:space="0" w:color="000000"/>
              <w:left w:val="nil" w:sz="6" w:space="0" w:color="auto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4"/>
              <w:ind w:left="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</w:t>
            </w:r>
          </w:p>
        </w:tc>
        <w:tc>
          <w:tcPr>
            <w:tcW w:w="453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4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재학생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62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4"/>
              <w:ind w:left="14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color w:val="082008"/>
                <w:sz w:val="18"/>
              </w:rPr>
              <w:t>1102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1398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4"/>
              <w:ind w:left="2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수중재활스포츠</w:t>
            </w:r>
          </w:p>
        </w:tc>
        <w:tc>
          <w:tcPr>
            <w:tcW w:w="1510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4"/>
              <w:ind w:left="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수(13:00-15:50)</w:t>
            </w:r>
          </w:p>
        </w:tc>
        <w:tc>
          <w:tcPr>
            <w:tcW w:w="1242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183" w:lineRule="auto" w:before="35"/>
              <w:ind w:left="346" w:right="164" w:hanging="18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평생교육관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수영장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27" w:type="dxa"/>
            <w:tcBorders>
              <w:top w:val="single" w:sz="12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4"/>
              <w:ind w:left="1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37,500원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01" w:type="dxa"/>
            <w:tcBorders>
              <w:top w:val="single" w:sz="12" w:space="0" w:color="000000"/>
              <w:left w:val="single" w:sz="5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2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50명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74" w:hRule="exact"/>
        </w:trPr>
        <w:tc>
          <w:tcPr>
            <w:tcW w:w="434" w:type="dxa"/>
            <w:tcBorders>
              <w:top w:val="single" w:sz="4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4"/>
              <w:ind w:left="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4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재학생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62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4"/>
              <w:ind w:left="14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color w:val="082008"/>
                <w:sz w:val="18"/>
              </w:rPr>
              <w:t>1187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1398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4"/>
              <w:ind w:left="2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생존수영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4"/>
              <w:ind w:left="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목(13:00-14:50)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183" w:lineRule="auto" w:before="44"/>
              <w:ind w:left="346" w:right="164" w:hanging="18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평생교육관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수영장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27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1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37,500원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01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4"/>
              <w:ind w:left="2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20명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before="67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①</w:t>
      </w:r>
      <w:r>
        <w:rPr>
          <w:rFonts w:ascii="돋움체" w:hAnsi="돋움체" w:cs="돋움체" w:eastAsia="돋움체"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납부방법: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납부기간에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8"/>
          <w:sz w:val="18"/>
          <w:szCs w:val="18"/>
        </w:rPr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반드시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본인(수강학생)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이름으로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계좌입금</w:t>
      </w:r>
      <w:r>
        <w:rPr>
          <w:rFonts w:ascii="돋움체" w:hAnsi="돋움체" w:cs="돋움체" w:eastAsia="돋움체"/>
          <w:b/>
          <w:bCs/>
          <w:w w:val="99"/>
          <w:sz w:val="18"/>
          <w:szCs w:val="18"/>
        </w:rPr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Heading4"/>
        <w:spacing w:line="240" w:lineRule="auto"/>
        <w:ind w:left="118" w:right="0"/>
        <w:jc w:val="left"/>
        <w:rPr>
          <w:rFonts w:ascii="돋움체" w:hAnsi="돋움체" w:cs="돋움체" w:eastAsia="돋움체"/>
          <w:b w:val="0"/>
          <w:bCs w:val="0"/>
        </w:rPr>
      </w:pPr>
      <w:r>
        <w:rPr/>
        <w:t>②</w:t>
      </w:r>
      <w:r>
        <w:rPr>
          <w:spacing w:val="-1"/>
        </w:rPr>
        <w:t> </w:t>
      </w:r>
      <w:r>
        <w:rPr>
          <w:u w:val="single" w:color="000000"/>
        </w:rPr>
        <w:t>납부기간: 2020. 9.</w:t>
      </w:r>
      <w:r>
        <w:rPr>
          <w:spacing w:val="-1"/>
          <w:u w:val="single" w:color="000000"/>
        </w:rPr>
        <w:t> 3(수)</w:t>
      </w:r>
      <w:r>
        <w:rPr>
          <w:u w:val="single" w:color="000000"/>
        </w:rPr>
        <w:t> ~ </w:t>
      </w:r>
      <w:r>
        <w:rPr>
          <w:spacing w:val="-1"/>
          <w:u w:val="single" w:color="000000"/>
        </w:rPr>
        <w:t>9.10(목)</w:t>
      </w:r>
      <w:r>
        <w:rPr>
          <w:u w:val="single" w:color="000000"/>
        </w:rPr>
        <w:t> </w:t>
      </w:r>
      <w:r>
        <w:rPr>
          <w:spacing w:val="2"/>
          <w:u w:val="single" w:color="000000"/>
        </w:rPr>
        <w:t> </w:t>
      </w:r>
      <w:r>
        <w:rPr>
          <w:spacing w:val="2"/>
        </w:rPr>
      </w:r>
      <w:r>
        <w:rPr>
          <w:rFonts w:ascii="돋움체" w:hAnsi="돋움체" w:cs="돋움체" w:eastAsia="돋움체"/>
          <w:b w:val="0"/>
          <w:bCs w:val="0"/>
          <w:spacing w:val="-1"/>
        </w:rPr>
        <w:t>*납부기간</w:t>
      </w:r>
      <w:r>
        <w:rPr>
          <w:rFonts w:ascii="돋움체" w:hAnsi="돋움체" w:cs="돋움체" w:eastAsia="돋움체"/>
          <w:b w:val="0"/>
          <w:bCs w:val="0"/>
          <w:spacing w:val="1"/>
        </w:rPr>
        <w:t> </w:t>
      </w:r>
      <w:r>
        <w:rPr>
          <w:rFonts w:ascii="돋움체" w:hAnsi="돋움체" w:cs="돋움체" w:eastAsia="돋움체"/>
          <w:b w:val="0"/>
          <w:bCs w:val="0"/>
        </w:rPr>
        <w:t>엄수</w:t>
      </w:r>
      <w:r>
        <w:rPr>
          <w:rFonts w:ascii="돋움체" w:hAnsi="돋움체" w:cs="돋움체" w:eastAsia="돋움체"/>
          <w:b w:val="0"/>
          <w:bCs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rFonts w:ascii="돋움체" w:hAnsi="돋움체" w:cs="돋움체" w:eastAsia="돋움체"/>
          <w:b/>
          <w:bCs/>
        </w:rPr>
        <w:t>③</w:t>
      </w:r>
      <w:r>
        <w:rPr>
          <w:rFonts w:ascii="돋움체" w:hAnsi="돋움체" w:cs="돋움체" w:eastAsia="돋움체"/>
          <w:b/>
          <w:bCs/>
          <w:spacing w:val="-9"/>
        </w:rPr>
        <w:t> </w:t>
      </w:r>
      <w:r>
        <w:rPr/>
        <w:t>납부계좌:</w:t>
      </w:r>
      <w:r>
        <w:rPr>
          <w:spacing w:val="-10"/>
        </w:rPr>
        <w:t> </w:t>
      </w:r>
      <w:r>
        <w:rPr/>
        <w:t>대구은행</w:t>
      </w:r>
      <w:r>
        <w:rPr>
          <w:spacing w:val="-8"/>
        </w:rPr>
        <w:t> </w:t>
      </w:r>
      <w:r>
        <w:rPr>
          <w:spacing w:val="-1"/>
        </w:rPr>
        <w:t>504-10-101919-6</w:t>
      </w:r>
      <w:r>
        <w:rPr>
          <w:spacing w:val="-10"/>
        </w:rPr>
        <w:t> </w:t>
      </w:r>
      <w:r>
        <w:rPr/>
        <w:t>(예금주</w:t>
      </w:r>
      <w:r>
        <w:rPr>
          <w:spacing w:val="-11"/>
        </w:rPr>
        <w:t> </w:t>
      </w:r>
      <w:r>
        <w:rPr/>
        <w:t>:</w:t>
      </w:r>
      <w:r>
        <w:rPr>
          <w:spacing w:val="-10"/>
        </w:rPr>
        <w:t> </w:t>
      </w:r>
      <w:r>
        <w:rPr/>
        <w:t>대구대</w:t>
      </w:r>
      <w:r>
        <w:rPr>
          <w:spacing w:val="-11"/>
        </w:rPr>
        <w:t> </w:t>
      </w:r>
      <w:r>
        <w:rPr/>
        <w:t>생활체육교육센터교양)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④</w:t>
      </w:r>
      <w:r>
        <w:rPr>
          <w:spacing w:val="-9"/>
        </w:rPr>
        <w:t> </w:t>
      </w:r>
      <w:r>
        <w:rPr/>
        <w:t>이용료</w:t>
      </w:r>
      <w:r>
        <w:rPr>
          <w:spacing w:val="-6"/>
        </w:rPr>
        <w:t> </w:t>
      </w:r>
      <w:r>
        <w:rPr/>
        <w:t>미납부시</w:t>
      </w:r>
      <w:r>
        <w:rPr>
          <w:spacing w:val="-9"/>
        </w:rPr>
        <w:t> </w:t>
      </w:r>
      <w:r>
        <w:rPr/>
        <w:t>강의실</w:t>
      </w:r>
      <w:r>
        <w:rPr>
          <w:spacing w:val="-8"/>
        </w:rPr>
        <w:t> </w:t>
      </w:r>
      <w:r>
        <w:rPr/>
        <w:t>입장불가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⑤</w:t>
      </w:r>
      <w:r>
        <w:rPr>
          <w:spacing w:val="-9"/>
        </w:rPr>
        <w:t> </w:t>
      </w:r>
      <w:r>
        <w:rPr/>
        <w:t>이용료</w:t>
      </w:r>
      <w:r>
        <w:rPr>
          <w:spacing w:val="-6"/>
        </w:rPr>
        <w:t> </w:t>
      </w:r>
      <w:r>
        <w:rPr/>
        <w:t>납부를</w:t>
      </w:r>
      <w:r>
        <w:rPr>
          <w:spacing w:val="-8"/>
        </w:rPr>
        <w:t> </w:t>
      </w:r>
      <w:r>
        <w:rPr/>
        <w:t>원하지</w:t>
      </w:r>
      <w:r>
        <w:rPr>
          <w:spacing w:val="-8"/>
        </w:rPr>
        <w:t> </w:t>
      </w:r>
      <w:r>
        <w:rPr/>
        <w:t>않는</w:t>
      </w:r>
      <w:r>
        <w:rPr>
          <w:spacing w:val="-6"/>
        </w:rPr>
        <w:t> </w:t>
      </w:r>
      <w:r>
        <w:rPr/>
        <w:t>학생은</w:t>
      </w:r>
      <w:r>
        <w:rPr>
          <w:spacing w:val="-9"/>
        </w:rPr>
        <w:t> </w:t>
      </w:r>
      <w:r>
        <w:rPr/>
        <w:t>수강변경기간에</w:t>
      </w:r>
      <w:r>
        <w:rPr>
          <w:spacing w:val="-8"/>
        </w:rPr>
        <w:t> </w:t>
      </w:r>
      <w:r>
        <w:rPr/>
        <w:t>반드시</w:t>
      </w:r>
      <w:r>
        <w:rPr>
          <w:spacing w:val="-6"/>
        </w:rPr>
        <w:t> </w:t>
      </w:r>
      <w:r>
        <w:rPr/>
        <w:t>변경요망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⑥</w:t>
      </w:r>
      <w:r>
        <w:rPr>
          <w:spacing w:val="-14"/>
        </w:rPr>
        <w:t> </w:t>
      </w:r>
      <w:r>
        <w:rPr/>
        <w:t>문의:</w:t>
      </w:r>
      <w:r>
        <w:rPr>
          <w:spacing w:val="-13"/>
        </w:rPr>
        <w:t> </w:t>
      </w:r>
      <w:r>
        <w:rPr/>
        <w:t>생활체육교육센터</w:t>
      </w:r>
      <w:r>
        <w:rPr>
          <w:spacing w:val="-11"/>
        </w:rPr>
        <w:t> </w:t>
      </w:r>
      <w:r>
        <w:rPr/>
        <w:t>행정실(850-5885)</w:t>
      </w:r>
      <w:r>
        <w:rPr/>
      </w:r>
    </w:p>
    <w:p>
      <w:pPr>
        <w:spacing w:after="0" w:line="240" w:lineRule="auto"/>
        <w:jc w:val="left"/>
        <w:sectPr>
          <w:pgSz w:w="10760" w:h="14740"/>
          <w:pgMar w:header="0" w:footer="417" w:top="1320" w:bottom="620" w:left="1080" w:right="680"/>
        </w:sectPr>
      </w:pPr>
    </w:p>
    <w:p>
      <w:pPr>
        <w:spacing w:line="240" w:lineRule="auto" w:before="10"/>
        <w:rPr>
          <w:rFonts w:ascii="돋움체" w:hAnsi="돋움체" w:cs="돋움체" w:eastAsia="돋움체"/>
          <w:sz w:val="6"/>
          <w:szCs w:val="6"/>
        </w:rPr>
      </w:pPr>
    </w:p>
    <w:p>
      <w:pPr>
        <w:spacing w:line="200" w:lineRule="atLeast"/>
        <w:ind w:left="151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310.75pt;height:22.35pt;mso-position-horizontal-relative:char;mso-position-vertical-relative:line" coordorigin="0,0" coordsize="6215,447">
            <v:group style="position:absolute;left:20;top:11;width:1065;height:425" coordorigin="20,11" coordsize="1065,425">
              <v:shape style="position:absolute;left:20;top:11;width:1065;height:425" coordorigin="20,11" coordsize="1065,425" path="m20,11l20,436,1085,436,1085,11,20,11xe" filled="true" fillcolor="#000000" stroked="false">
                <v:path arrowok="t"/>
                <v:fill type="solid"/>
              </v:shape>
            </v:group>
            <v:group style="position:absolute;left:20;top:11;width:2;height:425" coordorigin="20,11" coordsize="2,425">
              <v:shape style="position:absolute;left:20;top:11;width:2;height:425" coordorigin="20,11" coordsize="0,425" path="m20,11l20,436e" filled="false" stroked="true" strokeweight="1.079pt" strokecolor="#000000">
                <v:path arrowok="t"/>
              </v:shape>
            </v:group>
            <v:group style="position:absolute;left:1085;top:11;width:2;height:425" coordorigin="1085,11" coordsize="2,425">
              <v:shape style="position:absolute;left:1085;top:11;width:2;height:425" coordorigin="1085,11" coordsize="0,425" path="m1085,11l1085,436e" filled="false" stroked="true" strokeweight=".36pt" strokecolor="#000000">
                <v:path arrowok="t"/>
              </v:shape>
            </v:group>
            <v:group style="position:absolute;left:6192;top:11;width:2;height:425" coordorigin="6192,11" coordsize="2,425">
              <v:shape style="position:absolute;left:6192;top:11;width:2;height:425" coordorigin="6192,11" coordsize="0,425" path="m6192,11l6192,436e" filled="false" stroked="true" strokeweight="1.079pt" strokecolor="#000000">
                <v:path arrowok="t"/>
              </v:shape>
            </v:group>
            <v:group style="position:absolute;left:11;top:11;width:6193;height:2" coordorigin="11,11" coordsize="6193,2">
              <v:shape style="position:absolute;left:11;top:11;width:6193;height:2" coordorigin="11,11" coordsize="6193,0" path="m11,11l6204,11e" filled="false" stroked="true" strokeweight="1.079pt" strokecolor="#000000">
                <v:path arrowok="t"/>
              </v:shape>
            </v:group>
            <v:group style="position:absolute;left:11;top:436;width:6193;height:2" coordorigin="11,436" coordsize="6193,2">
              <v:shape style="position:absolute;left:11;top:436;width:6193;height:2" coordorigin="11,436" coordsize="6193,0" path="m11,436l6204,436e" filled="false" stroked="true" strokeweight="1.079pt" strokecolor="#000000">
                <v:path arrowok="t"/>
              </v:shape>
              <v:shape style="position:absolute;left:20;top:11;width:1065;height:425" type="#_x0000_t202" filled="false" stroked="false">
                <v:textbox inset="0,0,0,0">
                  <w:txbxContent>
                    <w:p>
                      <w:pPr>
                        <w:spacing w:before="15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8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85;top:11;width:5107;height:425" type="#_x0000_t202" filled="false" stroked="false">
                <v:textbox inset="0,0,0,0">
                  <w:txbxContent>
                    <w:p>
                      <w:pPr>
                        <w:spacing w:before="8"/>
                        <w:ind w:left="28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『집중수업』운영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25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현황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1"/>
        <w:rPr>
          <w:rFonts w:ascii="돋움체" w:hAnsi="돋움체" w:cs="돋움체" w:eastAsia="돋움체"/>
          <w:sz w:val="12"/>
          <w:szCs w:val="1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1259"/>
        <w:gridCol w:w="2069"/>
        <w:gridCol w:w="2124"/>
        <w:gridCol w:w="657"/>
        <w:gridCol w:w="659"/>
        <w:gridCol w:w="1139"/>
      </w:tblGrid>
      <w:tr>
        <w:trPr>
          <w:trHeight w:val="414" w:hRule="exact"/>
        </w:trPr>
        <w:tc>
          <w:tcPr>
            <w:tcW w:w="602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1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8"/>
              <w:ind w:left="354" w:right="264" w:hanging="92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개설전공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(대학)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6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66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6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57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1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5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1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3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2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강사명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4" w:hRule="exact"/>
        </w:trPr>
        <w:tc>
          <w:tcPr>
            <w:tcW w:w="602" w:type="dxa"/>
            <w:tcBorders>
              <w:top w:val="single" w:sz="12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체육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동계스포츠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2475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3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이종삼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골프산업학과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골프코스공략법(2)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2515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김</w:t>
            </w:r>
            <w:r>
              <w:rPr>
                <w:rFonts w:ascii="돋움체" w:hAnsi="돋움체" w:cs="돋움체" w:eastAsia="돋움체"/>
                <w:spacing w:val="7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훈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5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체" w:hAnsi="돋움체" w:cs="돋움체" w:eastAsia="돋움체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간호학과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CPX기초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2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4169,4170,4171,4172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장군자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간호관리학(1)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6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4167,4168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류미경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정신간호학실습(1)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4161,4162,4163,4164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이선아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보건교육론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4173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강수진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지역사회간호학(2)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6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4165,4166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강수진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지역사회간호학실습(1)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4174,4175,4176,4177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강수진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성인간호학실습(2)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4157,4158,4159,4160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전은영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아동간호학(3)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6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4185,4186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장군자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임상추론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6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4187,4188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황혜남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성인간호학실습(4)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4196,4197,4198,4199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황혜남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여성간호학(3)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6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4183,4184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장순양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여성간호학실습(2)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2"/>
                <w:sz w:val="18"/>
              </w:rPr>
              <w:t>4189,4190,4191,4192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장순양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5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정신간호학실습(2)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44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4193,4194,4195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2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이선아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정신간호학(3)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6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4181,4182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이선아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보건의료법규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44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4178,4179,4180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임경순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9" w:type="dxa"/>
            <w:vMerge/>
            <w:tcBorders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재활간호학실습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4200,4201,4202,4203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전은영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pStyle w:val="Heading4"/>
        <w:spacing w:line="240" w:lineRule="auto" w:before="45"/>
        <w:ind w:left="0" w:right="11"/>
        <w:jc w:val="center"/>
        <w:rPr>
          <w:b w:val="0"/>
          <w:bCs w:val="0"/>
        </w:rPr>
      </w:pPr>
      <w:r>
        <w:rPr>
          <w:spacing w:val="-6"/>
        </w:rPr>
        <w:t>수강안내</w:t>
      </w:r>
      <w:r>
        <w:rPr>
          <w:b w:val="0"/>
          <w:bCs w:val="0"/>
        </w:rPr>
      </w:r>
    </w:p>
    <w:p>
      <w:pPr>
        <w:spacing w:line="240" w:lineRule="auto" w:before="3"/>
        <w:rPr>
          <w:rFonts w:ascii="돋움체" w:hAnsi="돋움체" w:cs="돋움체" w:eastAsia="돋움체"/>
          <w:b/>
          <w:bCs/>
          <w:sz w:val="7"/>
          <w:szCs w:val="7"/>
        </w:rPr>
      </w:pPr>
    </w:p>
    <w:p>
      <w:pPr>
        <w:spacing w:line="30" w:lineRule="atLeast"/>
        <w:ind w:left="109" w:right="0" w:firstLine="0"/>
        <w:rPr>
          <w:rFonts w:ascii="돋움체" w:hAnsi="돋움체" w:cs="돋움체" w:eastAsia="돋움체"/>
          <w:sz w:val="3"/>
          <w:szCs w:val="3"/>
        </w:rPr>
      </w:pPr>
      <w:r>
        <w:rPr>
          <w:rFonts w:ascii="돋움체" w:hAnsi="돋움체" w:cs="돋움체" w:eastAsia="돋움체"/>
          <w:sz w:val="3"/>
          <w:szCs w:val="3"/>
        </w:rPr>
        <w:pict>
          <v:group style="width:426.65pt;height:1.95pt;mso-position-horizontal-relative:char;mso-position-vertical-relative:line" coordorigin="0,0" coordsize="8533,39">
            <v:group style="position:absolute;left:5;top:5;width:8524;height:2" coordorigin="5,5" coordsize="8524,2">
              <v:shape style="position:absolute;left:5;top:5;width:8524;height:2" coordorigin="5,5" coordsize="8524,0" path="m5,5l8528,5e" filled="false" stroked="true" strokeweight=".48pt" strokecolor="#000000">
                <v:path arrowok="t"/>
              </v:shape>
            </v:group>
            <v:group style="position:absolute;left:5;top:34;width:8524;height:2" coordorigin="5,34" coordsize="8524,2">
              <v:shape style="position:absolute;left:5;top:34;width:8524;height:2" coordorigin="5,34" coordsize="8524,0" path="m5,34l8528,34e" filled="false" stroked="true" strokeweight=".48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3"/>
          <w:szCs w:val="3"/>
        </w:rPr>
      </w:r>
    </w:p>
    <w:p>
      <w:pPr>
        <w:pStyle w:val="BodyText"/>
        <w:spacing w:line="235" w:lineRule="exact" w:before="30"/>
        <w:ind w:left="221" w:right="0"/>
        <w:jc w:val="left"/>
      </w:pPr>
      <w:r>
        <w:rPr>
          <w:rFonts w:ascii="Arial" w:hAnsi="Arial" w:cs="Arial" w:eastAsia="Arial"/>
          <w:w w:val="310"/>
          <w:sz w:val="10"/>
          <w:szCs w:val="10"/>
        </w:rPr>
        <w:t>l</w:t>
      </w:r>
      <w:r>
        <w:rPr>
          <w:rFonts w:ascii="Arial" w:hAnsi="Arial" w:cs="Arial" w:eastAsia="Arial"/>
          <w:spacing w:val="-51"/>
          <w:w w:val="310"/>
          <w:sz w:val="10"/>
          <w:szCs w:val="10"/>
        </w:rPr>
        <w:t> </w:t>
      </w:r>
      <w:r>
        <w:rPr>
          <w:w w:val="110"/>
        </w:rPr>
        <w:t>과목</w:t>
      </w:r>
      <w:r>
        <w:rPr>
          <w:spacing w:val="-62"/>
          <w:w w:val="110"/>
        </w:rPr>
        <w:t> </w:t>
      </w:r>
      <w:r>
        <w:rPr>
          <w:w w:val="110"/>
        </w:rPr>
        <w:t>분반별</w:t>
      </w:r>
      <w:r>
        <w:rPr>
          <w:spacing w:val="-62"/>
          <w:w w:val="110"/>
        </w:rPr>
        <w:t> </w:t>
      </w:r>
      <w:r>
        <w:rPr>
          <w:w w:val="110"/>
        </w:rPr>
        <w:t>세부</w:t>
      </w:r>
      <w:r>
        <w:rPr>
          <w:spacing w:val="-63"/>
          <w:w w:val="110"/>
        </w:rPr>
        <w:t> </w:t>
      </w:r>
      <w:r>
        <w:rPr>
          <w:w w:val="110"/>
        </w:rPr>
        <w:t>강의</w:t>
      </w:r>
      <w:r>
        <w:rPr>
          <w:spacing w:val="-62"/>
          <w:w w:val="110"/>
        </w:rPr>
        <w:t> </w:t>
      </w:r>
      <w:r>
        <w:rPr>
          <w:w w:val="110"/>
        </w:rPr>
        <w:t>시간</w:t>
      </w:r>
      <w:r>
        <w:rPr>
          <w:spacing w:val="-62"/>
          <w:w w:val="110"/>
        </w:rPr>
        <w:t> </w:t>
      </w:r>
      <w:r>
        <w:rPr>
          <w:w w:val="110"/>
        </w:rPr>
        <w:t>및</w:t>
      </w:r>
      <w:r>
        <w:rPr>
          <w:spacing w:val="-62"/>
          <w:w w:val="110"/>
        </w:rPr>
        <w:t> </w:t>
      </w:r>
      <w:r>
        <w:rPr>
          <w:w w:val="110"/>
        </w:rPr>
        <w:t>강의실은</w:t>
      </w:r>
      <w:r>
        <w:rPr>
          <w:spacing w:val="-63"/>
          <w:w w:val="110"/>
        </w:rPr>
        <w:t> </w:t>
      </w:r>
      <w:r>
        <w:rPr>
          <w:w w:val="110"/>
        </w:rPr>
        <w:t>수업계획서</w:t>
      </w:r>
      <w:r>
        <w:rPr>
          <w:spacing w:val="-62"/>
          <w:w w:val="110"/>
        </w:rPr>
        <w:t> </w:t>
      </w:r>
      <w:r>
        <w:rPr>
          <w:w w:val="110"/>
        </w:rPr>
        <w:t>및</w:t>
      </w:r>
      <w:r>
        <w:rPr>
          <w:spacing w:val="-62"/>
          <w:w w:val="110"/>
        </w:rPr>
        <w:t> </w:t>
      </w:r>
      <w:r>
        <w:rPr>
          <w:w w:val="110"/>
        </w:rPr>
        <w:t>수업</w:t>
      </w:r>
      <w:r>
        <w:rPr>
          <w:spacing w:val="-63"/>
          <w:w w:val="110"/>
        </w:rPr>
        <w:t> </w:t>
      </w:r>
      <w:r>
        <w:rPr>
          <w:w w:val="110"/>
        </w:rPr>
        <w:t>오리엔테이션</w:t>
      </w:r>
      <w:r>
        <w:rPr>
          <w:spacing w:val="-62"/>
          <w:w w:val="110"/>
        </w:rPr>
        <w:t> </w:t>
      </w:r>
      <w:r>
        <w:rPr>
          <w:w w:val="110"/>
        </w:rPr>
        <w:t>참고</w:t>
      </w:r>
      <w:r>
        <w:rPr/>
      </w:r>
    </w:p>
    <w:p>
      <w:pPr>
        <w:pStyle w:val="BodyText"/>
        <w:spacing w:line="240" w:lineRule="auto" w:before="0"/>
        <w:ind w:left="221" w:right="0"/>
        <w:jc w:val="left"/>
      </w:pPr>
      <w:r>
        <w:rPr>
          <w:rFonts w:ascii="Arial" w:hAnsi="Arial" w:cs="Arial" w:eastAsia="Arial"/>
          <w:w w:val="105"/>
          <w:sz w:val="10"/>
          <w:szCs w:val="10"/>
        </w:rPr>
        <w:t>l</w:t>
      </w:r>
      <w:r>
        <w:rPr>
          <w:rFonts w:ascii="Arial" w:hAnsi="Arial" w:cs="Arial" w:eastAsia="Arial"/>
          <w:spacing w:val="24"/>
          <w:w w:val="105"/>
          <w:sz w:val="10"/>
          <w:szCs w:val="10"/>
        </w:rPr>
        <w:t> </w:t>
      </w:r>
      <w:r>
        <w:rPr>
          <w:spacing w:val="-10"/>
          <w:w w:val="105"/>
        </w:rPr>
        <w:t>학생들은</w:t>
      </w:r>
      <w:r>
        <w:rPr>
          <w:spacing w:val="-50"/>
          <w:w w:val="105"/>
        </w:rPr>
        <w:t> </w:t>
      </w:r>
      <w:r>
        <w:rPr>
          <w:spacing w:val="-10"/>
          <w:w w:val="105"/>
        </w:rPr>
        <w:t>강의시간</w:t>
      </w:r>
      <w:r>
        <w:rPr>
          <w:spacing w:val="-50"/>
          <w:w w:val="105"/>
        </w:rPr>
        <w:t> </w:t>
      </w:r>
      <w:r>
        <w:rPr>
          <w:w w:val="105"/>
        </w:rPr>
        <w:t>및</w:t>
      </w:r>
      <w:r>
        <w:rPr>
          <w:spacing w:val="-48"/>
          <w:w w:val="105"/>
        </w:rPr>
        <w:t> </w:t>
      </w:r>
      <w:r>
        <w:rPr>
          <w:spacing w:val="-11"/>
          <w:w w:val="105"/>
        </w:rPr>
        <w:t>수업기간을</w:t>
      </w:r>
      <w:r>
        <w:rPr>
          <w:spacing w:val="-50"/>
          <w:w w:val="105"/>
        </w:rPr>
        <w:t> </w:t>
      </w:r>
      <w:r>
        <w:rPr>
          <w:spacing w:val="-10"/>
          <w:w w:val="105"/>
        </w:rPr>
        <w:t>확인하여</w:t>
      </w:r>
      <w:r>
        <w:rPr>
          <w:spacing w:val="-48"/>
          <w:w w:val="105"/>
        </w:rPr>
        <w:t> </w:t>
      </w:r>
      <w:r>
        <w:rPr>
          <w:spacing w:val="-7"/>
          <w:w w:val="105"/>
        </w:rPr>
        <w:t>다른</w:t>
      </w:r>
      <w:r>
        <w:rPr>
          <w:spacing w:val="-50"/>
          <w:w w:val="105"/>
        </w:rPr>
        <w:t> </w:t>
      </w:r>
      <w:r>
        <w:rPr>
          <w:spacing w:val="-6"/>
          <w:w w:val="105"/>
        </w:rPr>
        <w:t>과목</w:t>
      </w:r>
      <w:r>
        <w:rPr>
          <w:spacing w:val="-50"/>
          <w:w w:val="105"/>
        </w:rPr>
        <w:t> </w:t>
      </w:r>
      <w:r>
        <w:rPr>
          <w:spacing w:val="-11"/>
          <w:w w:val="105"/>
        </w:rPr>
        <w:t>수업시간과</w:t>
      </w:r>
      <w:r>
        <w:rPr>
          <w:spacing w:val="-48"/>
          <w:w w:val="105"/>
        </w:rPr>
        <w:t> </w:t>
      </w:r>
      <w:r>
        <w:rPr>
          <w:spacing w:val="-10"/>
          <w:w w:val="105"/>
        </w:rPr>
        <w:t>중복되지</w:t>
      </w:r>
      <w:r>
        <w:rPr>
          <w:spacing w:val="-50"/>
          <w:w w:val="105"/>
        </w:rPr>
        <w:t> </w:t>
      </w:r>
      <w:r>
        <w:rPr>
          <w:spacing w:val="-9"/>
          <w:w w:val="105"/>
        </w:rPr>
        <w:t>않도록</w:t>
      </w:r>
      <w:r>
        <w:rPr>
          <w:spacing w:val="-50"/>
          <w:w w:val="105"/>
        </w:rPr>
        <w:t> </w:t>
      </w:r>
      <w:r>
        <w:rPr>
          <w:spacing w:val="-10"/>
          <w:w w:val="105"/>
        </w:rPr>
        <w:t>수강신청</w:t>
      </w:r>
      <w:r>
        <w:rPr>
          <w:spacing w:val="-49"/>
          <w:w w:val="105"/>
        </w:rPr>
        <w:t> </w:t>
      </w:r>
      <w:r>
        <w:rPr>
          <w:spacing w:val="-6"/>
          <w:w w:val="105"/>
        </w:rPr>
        <w:t>해야</w:t>
      </w:r>
      <w:r>
        <w:rPr>
          <w:spacing w:val="-50"/>
          <w:w w:val="105"/>
        </w:rPr>
        <w:t> </w:t>
      </w:r>
      <w:r>
        <w:rPr>
          <w:w w:val="105"/>
        </w:rPr>
        <w:t>함</w:t>
      </w:r>
      <w:r>
        <w:rPr/>
      </w:r>
    </w:p>
    <w:p>
      <w:pPr>
        <w:spacing w:line="240" w:lineRule="auto" w:before="2"/>
        <w:rPr>
          <w:rFonts w:ascii="돋움체" w:hAnsi="돋움체" w:cs="돋움체" w:eastAsia="돋움체"/>
          <w:sz w:val="8"/>
          <w:szCs w:val="8"/>
        </w:rPr>
      </w:pPr>
    </w:p>
    <w:p>
      <w:pPr>
        <w:spacing w:line="20" w:lineRule="atLeast"/>
        <w:ind w:left="106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7pt;height:.75pt;mso-position-horizontal-relative:char;mso-position-vertical-relative:line" coordorigin="0,0" coordsize="8540,15">
            <v:group style="position:absolute;left:7;top:7;width:8526;height:2" coordorigin="7,7" coordsize="8526,2">
              <v:shape style="position:absolute;left:7;top:7;width:8526;height:2" coordorigin="7,7" coordsize="8526,0" path="m7,7l8533,7e" filled="false" stroked="true" strokeweight=".719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after="0" w:line="20" w:lineRule="atLeast"/>
        <w:rPr>
          <w:rFonts w:ascii="돋움체" w:hAnsi="돋움체" w:cs="돋움체" w:eastAsia="돋움체"/>
          <w:sz w:val="2"/>
          <w:szCs w:val="2"/>
        </w:rPr>
        <w:sectPr>
          <w:pgSz w:w="10760" w:h="14740"/>
          <w:pgMar w:header="0" w:footer="417" w:top="1120" w:bottom="620" w:left="1080" w:right="9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9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3"/>
                        <w:ind w:left="131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창업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관련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강좌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1518"/>
        <w:gridCol w:w="599"/>
        <w:gridCol w:w="602"/>
        <w:gridCol w:w="772"/>
        <w:gridCol w:w="1683"/>
        <w:gridCol w:w="3090"/>
      </w:tblGrid>
      <w:tr>
        <w:trPr>
          <w:trHeight w:val="479" w:hRule="exact"/>
        </w:trPr>
        <w:tc>
          <w:tcPr>
            <w:tcW w:w="602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97" w:lineRule="exact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교과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7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구분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1518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left="393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학점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97" w:lineRule="exact"/>
              <w:ind w:left="117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수강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7"/>
              <w:ind w:left="117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번호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772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강사명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1683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right="0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시간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right="0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비고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294" w:hRule="exact"/>
        </w:trPr>
        <w:tc>
          <w:tcPr>
            <w:tcW w:w="602" w:type="dxa"/>
            <w:vMerge w:val="restart"/>
            <w:tcBorders>
              <w:top w:val="single" w:sz="12" w:space="0" w:color="000000"/>
              <w:left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9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9"/>
              <w:ind w:left="304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창업의이해</w:t>
            </w:r>
          </w:p>
        </w:tc>
        <w:tc>
          <w:tcPr>
            <w:tcW w:w="59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9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1078</w:t>
            </w:r>
          </w:p>
        </w:tc>
        <w:tc>
          <w:tcPr>
            <w:tcW w:w="7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안종호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 w:val="restart"/>
            <w:tcBorders>
              <w:top w:val="single" w:sz="12" w:space="0" w:color="000000"/>
              <w:left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32"/>
              <w:ind w:left="98" w:right="101"/>
              <w:jc w:val="both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창업에</w:t>
            </w:r>
            <w:r>
              <w:rPr>
                <w:rFonts w:ascii="굴림체" w:hAnsi="굴림체" w:cs="굴림체" w:eastAsia="굴림체"/>
                <w:spacing w:val="2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대한</w:t>
            </w:r>
            <w:r>
              <w:rPr>
                <w:rFonts w:ascii="굴림체" w:hAnsi="굴림체" w:cs="굴림체" w:eastAsia="굴림체"/>
                <w:spacing w:val="2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2"/>
                <w:sz w:val="18"/>
                <w:szCs w:val="18"/>
              </w:rPr>
              <w:t>기초</w:t>
            </w:r>
            <w:r>
              <w:rPr>
                <w:rFonts w:ascii="굴림체" w:hAnsi="굴림체" w:cs="굴림체" w:eastAsia="굴림체"/>
                <w:spacing w:val="2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과정교육</w:t>
            </w:r>
            <w:r>
              <w:rPr>
                <w:rFonts w:ascii="굴림체" w:hAnsi="굴림체" w:cs="굴림체" w:eastAsia="굴림체"/>
                <w:spacing w:val="28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(사업</w:t>
            </w:r>
            <w:r>
              <w:rPr>
                <w:rFonts w:ascii="굴림체" w:hAnsi="굴림체" w:cs="굴림체" w:eastAsia="굴림체"/>
                <w:spacing w:val="29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계획서</w:t>
            </w:r>
            <w:r>
              <w:rPr>
                <w:rFonts w:ascii="굴림체" w:hAnsi="굴림체" w:cs="굴림체" w:eastAsia="굴림체"/>
                <w:spacing w:val="1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작성교육)</w:t>
            </w:r>
            <w:r>
              <w:rPr>
                <w:rFonts w:ascii="굴림체" w:hAnsi="굴림체" w:cs="굴림체" w:eastAsia="굴림체"/>
                <w:spacing w:val="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2"/>
                <w:sz w:val="18"/>
                <w:szCs w:val="18"/>
              </w:rPr>
              <w:t>일부</w:t>
            </w:r>
            <w:r>
              <w:rPr>
                <w:rFonts w:ascii="굴림체" w:hAnsi="굴림체" w:cs="굴림체" w:eastAsia="굴림체"/>
                <w:spacing w:val="1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2"/>
                <w:sz w:val="18"/>
                <w:szCs w:val="18"/>
              </w:rPr>
              <w:t>강좌</w:t>
            </w:r>
            <w:r>
              <w:rPr>
                <w:rFonts w:ascii="굴림체" w:hAnsi="굴림체" w:cs="굴림체" w:eastAsia="굴림체"/>
                <w:spacing w:val="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외</w:t>
            </w:r>
            <w:r>
              <w:rPr>
                <w:rFonts w:ascii="굴림체" w:hAnsi="굴림체" w:cs="굴림체" w:eastAsia="굴림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부전문가</w:t>
            </w:r>
            <w:r>
              <w:rPr>
                <w:rFonts w:ascii="굴림체" w:hAnsi="굴림체" w:cs="굴림체" w:eastAsia="굴림체"/>
                <w:spacing w:val="-1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초청</w:t>
            </w:r>
            <w:r>
              <w:rPr>
                <w:rFonts w:ascii="굴림체" w:hAnsi="굴림체" w:cs="굴림체" w:eastAsia="굴림체"/>
                <w:spacing w:val="-1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특강(3주)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1079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김재오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월(10:00∼11:50)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서태호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월(10:00∼11:50)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문흥수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602" w:type="dxa"/>
            <w:vMerge/>
            <w:tcBorders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문흥수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수(10:00∼11:50)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/>
            <w:tcBorders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0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78"/>
              <w:ind w:left="213" w:right="122" w:hanging="89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w w:val="95"/>
                <w:sz w:val="18"/>
                <w:szCs w:val="18"/>
              </w:rPr>
              <w:t>사업성분석과사</w:t>
            </w:r>
            <w:r>
              <w:rPr>
                <w:rFonts w:ascii="굴림체" w:hAnsi="굴림체" w:cs="굴림체" w:eastAsia="굴림체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업계획서작성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1133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박상백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창업성공을</w:t>
            </w:r>
            <w:r>
              <w:rPr>
                <w:rFonts w:ascii="굴림체" w:hAnsi="굴림체" w:cs="굴림체" w:eastAsia="굴림체"/>
                <w:spacing w:val="4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위한</w:t>
            </w:r>
            <w:r>
              <w:rPr>
                <w:rFonts w:ascii="굴림체" w:hAnsi="굴림체" w:cs="굴림체" w:eastAsia="굴림체"/>
                <w:spacing w:val="4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효율적인</w:t>
            </w:r>
            <w:r>
              <w:rPr>
                <w:rFonts w:ascii="굴림체" w:hAnsi="굴림체" w:cs="굴림체" w:eastAsia="굴림체"/>
                <w:spacing w:val="4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사업성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32" w:lineRule="exact" w:before="24"/>
              <w:ind w:left="98" w:right="101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분석에</w:t>
            </w:r>
            <w:r>
              <w:rPr>
                <w:rFonts w:ascii="굴림체" w:hAnsi="굴림체" w:cs="굴림체" w:eastAsia="굴림체"/>
                <w:spacing w:val="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대한</w:t>
            </w:r>
            <w:r>
              <w:rPr>
                <w:rFonts w:ascii="굴림체" w:hAnsi="굴림체" w:cs="굴림체" w:eastAsia="굴림체"/>
                <w:spacing w:val="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교육</w:t>
            </w:r>
            <w:r>
              <w:rPr>
                <w:rFonts w:ascii="굴림체" w:hAnsi="굴림체" w:cs="굴림체" w:eastAsia="굴림체"/>
                <w:spacing w:val="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일부</w:t>
            </w:r>
            <w:r>
              <w:rPr>
                <w:rFonts w:ascii="굴림체" w:hAnsi="굴림체" w:cs="굴림체" w:eastAsia="굴림체"/>
                <w:spacing w:val="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강좌</w:t>
            </w:r>
            <w:r>
              <w:rPr>
                <w:rFonts w:ascii="굴림체" w:hAnsi="굴림체" w:cs="굴림체" w:eastAsia="굴림체"/>
                <w:spacing w:val="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외</w:t>
            </w:r>
            <w:r>
              <w:rPr>
                <w:rFonts w:ascii="굴림체" w:hAnsi="굴림체" w:cs="굴림체" w:eastAsia="굴림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부전문가</w:t>
            </w:r>
            <w:r>
              <w:rPr>
                <w:rFonts w:ascii="굴림체" w:hAnsi="굴림체" w:cs="굴림체" w:eastAsia="굴림체"/>
                <w:spacing w:val="-1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초청</w:t>
            </w:r>
            <w:r>
              <w:rPr>
                <w:rFonts w:ascii="굴림체" w:hAnsi="굴림체" w:cs="굴림체" w:eastAsia="굴림체"/>
                <w:spacing w:val="-1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특강(3주)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602" w:type="dxa"/>
            <w:vMerge w:val="restart"/>
            <w:tcBorders>
              <w:top w:val="single" w:sz="4" w:space="0" w:color="000000"/>
              <w:left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4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4"/>
              <w:ind w:left="304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기업가정신</w:t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4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안종호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수(10:00∼11:50)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5"/>
              <w:ind w:left="98" w:right="101"/>
              <w:jc w:val="both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창업가정신</w:t>
            </w:r>
            <w:r>
              <w:rPr>
                <w:rFonts w:ascii="굴림체" w:hAnsi="굴림체" w:cs="굴림체" w:eastAsia="굴림체"/>
                <w:spacing w:val="-1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역량강화</w:t>
            </w:r>
            <w:r>
              <w:rPr>
                <w:rFonts w:ascii="굴림체" w:hAnsi="굴림체" w:cs="굴림체" w:eastAsia="굴림체"/>
                <w:spacing w:val="-11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11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창업마인드</w:t>
            </w:r>
            <w:r>
              <w:rPr>
                <w:rFonts w:ascii="굴림체" w:hAnsi="굴림체" w:cs="굴림체" w:eastAsia="굴림체"/>
                <w:spacing w:val="29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개발을</w:t>
            </w:r>
            <w:r>
              <w:rPr>
                <w:rFonts w:ascii="굴림체" w:hAnsi="굴림체" w:cs="굴림체" w:eastAsia="굴림체"/>
                <w:spacing w:val="-11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위한</w:t>
            </w:r>
            <w:r>
              <w:rPr>
                <w:rFonts w:ascii="굴림체" w:hAnsi="굴림체" w:cs="굴림체" w:eastAsia="굴림체"/>
                <w:spacing w:val="-1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이론수업</w:t>
            </w:r>
            <w:r>
              <w:rPr>
                <w:rFonts w:ascii="굴림체" w:hAnsi="굴림체" w:cs="굴림체" w:eastAsia="굴림체"/>
                <w:spacing w:val="-11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1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일부</w:t>
            </w:r>
            <w:r>
              <w:rPr>
                <w:rFonts w:ascii="굴림체" w:hAnsi="굴림체" w:cs="굴림체" w:eastAsia="굴림체"/>
                <w:spacing w:val="-1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강좌</w:t>
            </w:r>
            <w:r>
              <w:rPr>
                <w:rFonts w:ascii="굴림체" w:hAnsi="굴림체" w:cs="굴림체" w:eastAsia="굴림체"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성공CEO의</w:t>
            </w:r>
            <w:r>
              <w:rPr>
                <w:rFonts w:ascii="굴림체" w:hAnsi="굴림체" w:cs="굴림체" w:eastAsia="굴림체"/>
                <w:spacing w:val="-1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특강(3주)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1090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박상백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수(10:00∼11:50)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1091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채종규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목(10:00∼11:50)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1092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김세룡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목(10:00∼11:50)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1093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김세룡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602" w:type="dxa"/>
            <w:vMerge/>
            <w:tcBorders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1094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문병구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화(10:00∼11:50)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vMerge/>
            <w:tcBorders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602" w:type="dxa"/>
            <w:vMerge w:val="restart"/>
            <w:tcBorders>
              <w:top w:val="single" w:sz="4" w:space="0" w:color="000000"/>
              <w:left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04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창업마케팅</w:t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안종호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화(13:00~14:50)</w:t>
            </w:r>
          </w:p>
        </w:tc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5"/>
              <w:ind w:left="98" w:right="101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창업마케팅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이론수업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일부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강좌</w:t>
            </w:r>
            <w:r>
              <w:rPr>
                <w:rFonts w:ascii="굴림체" w:hAnsi="굴림체" w:cs="굴림체" w:eastAsia="굴림체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외부전문가</w:t>
            </w:r>
            <w:r>
              <w:rPr>
                <w:rFonts w:ascii="굴림체" w:hAnsi="굴림체" w:cs="굴림체" w:eastAsia="굴림체"/>
                <w:spacing w:val="-1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초청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특강(3주)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김재오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월(13:00~14:50)</w:t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문홍수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화(13:00~14:50)</w:t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서태호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수(13:00~14:50)</w:t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602" w:type="dxa"/>
            <w:vMerge/>
            <w:tcBorders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서태호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월(13:00~14:50)</w:t>
            </w:r>
          </w:p>
        </w:tc>
        <w:tc>
          <w:tcPr>
            <w:tcW w:w="3090" w:type="dxa"/>
            <w:vMerge/>
            <w:tcBorders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602" w:type="dxa"/>
            <w:vMerge w:val="restart"/>
            <w:tcBorders>
              <w:top w:val="single" w:sz="4" w:space="0" w:color="000000"/>
              <w:left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9" w:lineRule="auto" w:before="78"/>
              <w:ind w:left="484" w:right="122" w:hanging="36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w w:val="95"/>
                <w:sz w:val="18"/>
                <w:szCs w:val="18"/>
              </w:rPr>
              <w:t>글로벌마켓창업</w:t>
            </w:r>
            <w:r>
              <w:rPr>
                <w:rFonts w:ascii="굴림체" w:hAnsi="굴림체" w:cs="굴림체" w:eastAsia="굴림체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과경영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1096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권정일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수(13:30~16:15)</w:t>
            </w:r>
          </w:p>
        </w:tc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e-bay</w:t>
            </w:r>
            <w:r>
              <w:rPr>
                <w:rFonts w:ascii="굴림체" w:hAnsi="굴림체" w:cs="굴림체" w:eastAsia="굴림체"/>
                <w:spacing w:val="1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2"/>
                <w:sz w:val="18"/>
                <w:szCs w:val="18"/>
              </w:rPr>
              <w:t>전자상거래를</w:t>
            </w:r>
            <w:r>
              <w:rPr>
                <w:rFonts w:ascii="굴림체" w:hAnsi="굴림체" w:cs="굴림체" w:eastAsia="굴림체"/>
                <w:spacing w:val="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활용한</w:t>
            </w:r>
            <w:r>
              <w:rPr>
                <w:rFonts w:ascii="굴림체" w:hAnsi="굴림체" w:cs="굴림체" w:eastAsia="굴림체"/>
                <w:spacing w:val="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이론</w:t>
            </w:r>
            <w:r>
              <w:rPr>
                <w:rFonts w:ascii="굴림체" w:hAnsi="굴림체" w:cs="굴림체" w:eastAsia="굴림체"/>
                <w:spacing w:val="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8" w:right="101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실습</w:t>
            </w:r>
            <w:r>
              <w:rPr>
                <w:rFonts w:ascii="굴림체" w:hAnsi="굴림체" w:cs="굴림체" w:eastAsia="굴림체"/>
                <w:spacing w:val="-1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병행</w:t>
            </w:r>
            <w:r>
              <w:rPr>
                <w:rFonts w:ascii="굴림체" w:hAnsi="굴림체" w:cs="굴림체" w:eastAsia="굴림체"/>
                <w:spacing w:val="-1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2"/>
                <w:sz w:val="18"/>
                <w:szCs w:val="18"/>
              </w:rPr>
              <w:t>교육과정,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일부</w:t>
            </w:r>
            <w:r>
              <w:rPr>
                <w:rFonts w:ascii="굴림체" w:hAnsi="굴림체" w:cs="굴림체" w:eastAsia="굴림체"/>
                <w:spacing w:val="-1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강좌</w:t>
            </w:r>
            <w:r>
              <w:rPr>
                <w:rFonts w:ascii="굴림체" w:hAnsi="굴림체" w:cs="굴림체" w:eastAsia="굴림체"/>
                <w:spacing w:val="-1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외부</w:t>
            </w:r>
            <w:r>
              <w:rPr>
                <w:rFonts w:ascii="굴림체" w:hAnsi="굴림체" w:cs="굴림체" w:eastAsia="굴림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0"/>
                <w:sz w:val="18"/>
                <w:szCs w:val="18"/>
              </w:rPr>
              <w:t>전문가</w:t>
            </w:r>
            <w:r>
              <w:rPr>
                <w:rFonts w:ascii="굴림체" w:hAnsi="굴림체" w:cs="굴림체" w:eastAsia="굴림체"/>
                <w:spacing w:val="-2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초청</w:t>
            </w:r>
            <w:r>
              <w:rPr>
                <w:rFonts w:ascii="굴림체" w:hAnsi="굴림체" w:cs="굴림체" w:eastAsia="굴림체"/>
                <w:spacing w:val="-2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0"/>
                <w:sz w:val="18"/>
                <w:szCs w:val="18"/>
              </w:rPr>
              <w:t>특강(3주)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413" w:hRule="exact"/>
        </w:trPr>
        <w:tc>
          <w:tcPr>
            <w:tcW w:w="602" w:type="dxa"/>
            <w:vMerge/>
            <w:tcBorders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1097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권정일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목(13:30~16:15)</w:t>
            </w:r>
          </w:p>
        </w:tc>
        <w:tc>
          <w:tcPr>
            <w:tcW w:w="3090" w:type="dxa"/>
            <w:vMerge/>
            <w:tcBorders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24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비즈니스의이해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1067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노진민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목(09:00~11:45)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2"/>
                <w:sz w:val="18"/>
                <w:szCs w:val="18"/>
              </w:rPr>
              <w:t>비즈니스의</w:t>
            </w:r>
            <w:r>
              <w:rPr>
                <w:rFonts w:ascii="굴림체" w:hAnsi="굴림체" w:cs="굴림체" w:eastAsia="굴림체"/>
                <w:spacing w:val="1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흐름에</w:t>
            </w:r>
            <w:r>
              <w:rPr>
                <w:rFonts w:ascii="굴림체" w:hAnsi="굴림체" w:cs="굴림체" w:eastAsia="굴림체"/>
                <w:spacing w:val="1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따라</w:t>
            </w:r>
            <w:r>
              <w:rPr>
                <w:rFonts w:ascii="굴림체" w:hAnsi="굴림체" w:cs="굴림체" w:eastAsia="굴림체"/>
                <w:spacing w:val="1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2"/>
                <w:sz w:val="18"/>
                <w:szCs w:val="18"/>
              </w:rPr>
              <w:t>비즈니스에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대한</w:t>
            </w:r>
            <w:r>
              <w:rPr>
                <w:rFonts w:ascii="굴림체" w:hAnsi="굴림체" w:cs="굴림체" w:eastAsia="굴림체"/>
                <w:spacing w:val="-2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0"/>
                <w:sz w:val="18"/>
                <w:szCs w:val="18"/>
              </w:rPr>
              <w:t>이해와</w:t>
            </w:r>
            <w:r>
              <w:rPr>
                <w:rFonts w:ascii="굴림체" w:hAnsi="굴림체" w:cs="굴림체" w:eastAsia="굴림체"/>
                <w:spacing w:val="-2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습득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480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24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관광벤처창업론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1095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박은경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월(15:00∼16:15)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9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수(13:30∼14:45)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1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관광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여행분야에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대한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창업기회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9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모색과정</w:t>
            </w:r>
          </w:p>
        </w:tc>
      </w:tr>
      <w:tr>
        <w:trPr>
          <w:trHeight w:val="470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8"/>
                <w:sz w:val="18"/>
                <w:szCs w:val="18"/>
              </w:rPr>
              <w:t>창업과기업가정신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1103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김재오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477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외부가상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0"/>
                <w:sz w:val="18"/>
                <w:szCs w:val="18"/>
              </w:rPr>
              <w:t>대학생이</w:t>
            </w:r>
            <w:r>
              <w:rPr>
                <w:rFonts w:ascii="굴림체" w:hAnsi="굴림체" w:cs="굴림체" w:eastAsia="굴림체"/>
                <w:spacing w:val="-1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0"/>
                <w:sz w:val="18"/>
                <w:szCs w:val="18"/>
              </w:rPr>
              <w:t>갖추어야</w:t>
            </w:r>
            <w:r>
              <w:rPr>
                <w:rFonts w:ascii="굴림체" w:hAnsi="굴림체" w:cs="굴림체" w:eastAsia="굴림체"/>
                <w:spacing w:val="-1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하는</w:t>
            </w:r>
            <w:r>
              <w:rPr>
                <w:rFonts w:ascii="굴림체" w:hAnsi="굴림체" w:cs="굴림체" w:eastAsia="굴림체"/>
                <w:spacing w:val="-1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창업가</w:t>
            </w:r>
            <w:r>
              <w:rPr>
                <w:rFonts w:ascii="굴림체" w:hAnsi="굴림체" w:cs="굴림체" w:eastAsia="굴림체"/>
                <w:spacing w:val="-1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정신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2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0"/>
                <w:sz w:val="18"/>
                <w:szCs w:val="18"/>
              </w:rPr>
              <w:t>창업교육</w:t>
            </w:r>
            <w:r>
              <w:rPr>
                <w:rFonts w:ascii="굴림체" w:hAnsi="굴림체" w:cs="굴림체" w:eastAsia="굴림체"/>
                <w:spacing w:val="-2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기초</w:t>
            </w:r>
            <w:r>
              <w:rPr>
                <w:rFonts w:ascii="굴림체" w:hAnsi="굴림체" w:cs="굴림체" w:eastAsia="굴림체"/>
                <w:spacing w:val="-2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온라인</w:t>
            </w:r>
            <w:r>
              <w:rPr>
                <w:rFonts w:ascii="굴림체" w:hAnsi="굴림체" w:cs="굴림체" w:eastAsia="굴림체"/>
                <w:spacing w:val="-2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0"/>
                <w:sz w:val="18"/>
                <w:szCs w:val="18"/>
              </w:rPr>
              <w:t>교육과정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722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87"/>
              <w:ind w:left="124" w:right="122" w:firstLine="268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가상창업</w:t>
            </w:r>
            <w:r>
              <w:rPr>
                <w:rFonts w:ascii="굴림체" w:hAnsi="굴림체" w:cs="굴림체" w:eastAsia="굴림체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w w:val="95"/>
                <w:sz w:val="18"/>
                <w:szCs w:val="18"/>
              </w:rPr>
              <w:t>비즈니스모델론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박재만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월(13:00∼14:50)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1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창업에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필요한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비즈니스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모델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학습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6" w:lineRule="auto" w:before="9"/>
              <w:ind w:left="98" w:right="101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외부전문가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초청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특강과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창업현</w:t>
            </w:r>
            <w:r>
              <w:rPr>
                <w:rFonts w:ascii="굴림체" w:hAnsi="굴림체" w:cs="굴림체" w:eastAsia="굴림체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장방문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722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24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창업시뮬레이션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1113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윤상희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화(14:00~15:50)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3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팀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프로젝트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기반의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창업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시뮬레이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6" w:lineRule="auto" w:before="7"/>
              <w:ind w:left="98" w:right="101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션을</w:t>
            </w:r>
            <w:r>
              <w:rPr>
                <w:rFonts w:ascii="굴림체" w:hAnsi="굴림체" w:cs="굴림체" w:eastAsia="굴림체"/>
                <w:spacing w:val="1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통해</w:t>
            </w:r>
            <w:r>
              <w:rPr>
                <w:rFonts w:ascii="굴림체" w:hAnsi="굴림체" w:cs="굴림체" w:eastAsia="굴림체"/>
                <w:spacing w:val="1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창업에</w:t>
            </w:r>
            <w:r>
              <w:rPr>
                <w:rFonts w:ascii="굴림체" w:hAnsi="굴림체" w:cs="굴림체" w:eastAsia="굴림체"/>
                <w:spacing w:val="1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대한</w:t>
            </w:r>
            <w:r>
              <w:rPr>
                <w:rFonts w:ascii="굴림체" w:hAnsi="굴림체" w:cs="굴림체" w:eastAsia="굴림체"/>
                <w:spacing w:val="1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이해와</w:t>
            </w:r>
            <w:r>
              <w:rPr>
                <w:rFonts w:ascii="굴림체" w:hAnsi="굴림체" w:cs="굴림체" w:eastAsia="굴림체"/>
                <w:spacing w:val="1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현</w:t>
            </w:r>
            <w:r>
              <w:rPr>
                <w:rFonts w:ascii="굴림체" w:hAnsi="굴림체" w:cs="굴림체" w:eastAsia="굴림체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장감을</w:t>
            </w:r>
            <w:r>
              <w:rPr>
                <w:rFonts w:ascii="굴림체" w:hAnsi="굴림체" w:cs="굴림체" w:eastAsia="굴림체"/>
                <w:spacing w:val="-11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높임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480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304" w:right="0" w:firstLine="88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기술창업</w:t>
            </w:r>
          </w:p>
          <w:p>
            <w:pPr>
              <w:pStyle w:val="TableParagraph"/>
              <w:spacing w:line="240" w:lineRule="auto" w:before="7"/>
              <w:ind w:left="304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벤처탐방론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1114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박재만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화(13:30∼16:15)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성공</w:t>
            </w:r>
            <w:r>
              <w:rPr>
                <w:rFonts w:ascii="굴림체" w:hAnsi="굴림체" w:cs="굴림체" w:eastAsia="굴림체"/>
                <w:spacing w:val="4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기술창업</w:t>
            </w:r>
            <w:r>
              <w:rPr>
                <w:rFonts w:ascii="굴림체" w:hAnsi="굴림체" w:cs="굴림체" w:eastAsia="굴림체"/>
                <w:spacing w:val="4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벤처기업</w:t>
            </w:r>
            <w:r>
              <w:rPr>
                <w:rFonts w:ascii="굴림체" w:hAnsi="굴림체" w:cs="굴림체" w:eastAsia="굴림체"/>
                <w:spacing w:val="4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탐방</w:t>
            </w:r>
            <w:r>
              <w:rPr>
                <w:rFonts w:ascii="굴림체" w:hAnsi="굴림체" w:cs="굴림체" w:eastAsia="굴림체"/>
                <w:spacing w:val="4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성공CEO</w:t>
            </w:r>
            <w:r>
              <w:rPr>
                <w:rFonts w:ascii="굴림체" w:hAnsi="굴림체" w:cs="굴림체" w:eastAsia="굴림체"/>
                <w:spacing w:val="-8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특강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병행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470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24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실전창업의기초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1140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김세룡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목(13:00∼14:50)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2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창업아이디어</w:t>
            </w:r>
            <w:r>
              <w:rPr>
                <w:rFonts w:ascii="굴림체" w:hAnsi="굴림체" w:cs="굴림체" w:eastAsia="굴림체"/>
                <w:spacing w:val="2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개발과</w:t>
            </w:r>
            <w:r>
              <w:rPr>
                <w:rFonts w:ascii="굴림체" w:hAnsi="굴림체" w:cs="굴림체" w:eastAsia="굴림체"/>
                <w:spacing w:val="2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관련</w:t>
            </w:r>
            <w:r>
              <w:rPr>
                <w:rFonts w:ascii="굴림체" w:hAnsi="굴림체" w:cs="굴림체" w:eastAsia="굴림체"/>
                <w:spacing w:val="2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사업계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획서</w:t>
            </w:r>
            <w:r>
              <w:rPr>
                <w:rFonts w:ascii="굴림체" w:hAnsi="굴림체" w:cs="굴림체" w:eastAsia="굴림체"/>
                <w:spacing w:val="-1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작성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480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393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모바일앱</w:t>
            </w:r>
          </w:p>
          <w:p>
            <w:pPr>
              <w:pStyle w:val="TableParagraph"/>
              <w:spacing w:line="240" w:lineRule="auto" w:before="7"/>
              <w:ind w:left="393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개발실무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1088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김바름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화(15:00∼16:50)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시장분석을</w:t>
            </w:r>
            <w:r>
              <w:rPr>
                <w:rFonts w:ascii="굴림체" w:hAnsi="굴림체" w:cs="굴림체" w:eastAsia="굴림체"/>
                <w:spacing w:val="4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통한</w:t>
            </w:r>
            <w:r>
              <w:rPr>
                <w:rFonts w:ascii="굴림체" w:hAnsi="굴림체" w:cs="굴림체" w:eastAsia="굴림체"/>
                <w:spacing w:val="4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갤라앱</w:t>
            </w:r>
            <w:r>
              <w:rPr>
                <w:rFonts w:ascii="굴림체" w:hAnsi="굴림체" w:cs="굴림체" w:eastAsia="굴림체"/>
                <w:spacing w:val="4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선정</w:t>
            </w:r>
            <w:r>
              <w:rPr>
                <w:rFonts w:ascii="굴림체" w:hAnsi="굴림체" w:cs="굴림체" w:eastAsia="굴림체"/>
                <w:spacing w:val="40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후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직접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앱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제작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실습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480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393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상품개발</w:t>
            </w:r>
          </w:p>
          <w:p>
            <w:pPr>
              <w:pStyle w:val="TableParagraph"/>
              <w:spacing w:line="240" w:lineRule="auto" w:before="7"/>
              <w:ind w:left="393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및사업화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1130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박경수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수(13:30∼16:15)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5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조별활동을</w:t>
            </w:r>
            <w:r>
              <w:rPr>
                <w:rFonts w:ascii="굴림체" w:hAnsi="굴림체" w:cs="굴림체" w:eastAsia="굴림체"/>
                <w:spacing w:val="2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통한</w:t>
            </w:r>
            <w:r>
              <w:rPr>
                <w:rFonts w:ascii="굴림체" w:hAnsi="굴림체" w:cs="굴림체" w:eastAsia="굴림체"/>
                <w:spacing w:val="2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사업아이템</w:t>
            </w:r>
            <w:r>
              <w:rPr>
                <w:rFonts w:ascii="굴림체" w:hAnsi="굴림체" w:cs="굴림체" w:eastAsia="굴림체"/>
                <w:spacing w:val="2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개발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과</w:t>
            </w:r>
            <w:r>
              <w:rPr>
                <w:rFonts w:ascii="굴림체" w:hAnsi="굴림체" w:cs="굴림체" w:eastAsia="굴림체"/>
                <w:spacing w:val="-8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사업화계획서</w:t>
            </w:r>
            <w:r>
              <w:rPr>
                <w:rFonts w:ascii="굴림체" w:hAnsi="굴림체" w:cs="굴림체" w:eastAsia="굴림체"/>
                <w:spacing w:val="-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작성</w:t>
            </w:r>
            <w:r>
              <w:rPr>
                <w:rFonts w:ascii="굴림체" w:hAnsi="굴림체" w:cs="굴림체" w:eastAsia="굴림체"/>
                <w:spacing w:val="-8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발표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480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균형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8"/>
                <w:sz w:val="18"/>
                <w:szCs w:val="18"/>
              </w:rPr>
              <w:t>사회적기업의이해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1034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이재현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화(13:30∼14:45)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9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목(15:00∼16:15)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5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이론</w:t>
            </w:r>
            <w:r>
              <w:rPr>
                <w:rFonts w:ascii="굴림체" w:hAnsi="굴림체" w:cs="굴림체" w:eastAsia="굴림체"/>
                <w:spacing w:val="1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학습과</w:t>
            </w:r>
            <w:r>
              <w:rPr>
                <w:rFonts w:ascii="굴림체" w:hAnsi="굴림체" w:cs="굴림체" w:eastAsia="굴림체"/>
                <w:spacing w:val="1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팀</w:t>
            </w:r>
            <w:r>
              <w:rPr>
                <w:rFonts w:ascii="굴림체" w:hAnsi="굴림체" w:cs="굴림체" w:eastAsia="굴림체"/>
                <w:spacing w:val="1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프로젝트</w:t>
            </w:r>
            <w:r>
              <w:rPr>
                <w:rFonts w:ascii="굴림체" w:hAnsi="굴림체" w:cs="굴림체" w:eastAsia="굴림체"/>
                <w:spacing w:val="1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활동</w:t>
            </w:r>
            <w:r>
              <w:rPr>
                <w:rFonts w:ascii="굴림체" w:hAnsi="굴림체" w:cs="굴림체" w:eastAsia="굴림체"/>
                <w:spacing w:val="12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발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표</w:t>
            </w:r>
            <w:r>
              <w:rPr>
                <w:rFonts w:ascii="굴림체" w:hAnsi="굴림체" w:cs="굴림체" w:eastAsia="굴림체"/>
                <w:spacing w:val="-8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외부전문가</w:t>
            </w:r>
            <w:r>
              <w:rPr>
                <w:rFonts w:ascii="굴림체" w:hAnsi="굴림체" w:cs="굴림체" w:eastAsia="굴림체"/>
                <w:spacing w:val="-8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특강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480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304" w:right="0" w:hanging="92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창업을부르는</w:t>
            </w:r>
          </w:p>
          <w:p>
            <w:pPr>
              <w:pStyle w:val="TableParagraph"/>
              <w:spacing w:line="240" w:lineRule="auto" w:before="9"/>
              <w:ind w:left="304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발명과특허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1131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나상민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7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화(13:30∼16:15)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05" w:lineRule="exact"/>
              <w:ind w:left="98" w:right="0" w:firstLine="88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특허분석에서</w:t>
            </w:r>
            <w:r>
              <w:rPr>
                <w:rFonts w:ascii="굴림체" w:hAnsi="굴림체" w:cs="굴림체" w:eastAsia="굴림체"/>
                <w:spacing w:val="3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출원까지</w:t>
            </w:r>
            <w:r>
              <w:rPr>
                <w:rFonts w:ascii="굴림체" w:hAnsi="굴림체" w:cs="굴림체" w:eastAsia="굴림체"/>
                <w:spacing w:val="3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프로세스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전반에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대한</w:t>
            </w:r>
            <w:r>
              <w:rPr>
                <w:rFonts w:ascii="굴림체" w:hAnsi="굴림체" w:cs="굴림체" w:eastAsia="굴림체"/>
                <w:spacing w:val="-4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이해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실습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left"/>
        <w:rPr>
          <w:rFonts w:ascii="굴림체" w:hAnsi="굴림체" w:cs="굴림체" w:eastAsia="굴림체"/>
          <w:sz w:val="18"/>
          <w:szCs w:val="18"/>
        </w:rPr>
        <w:sectPr>
          <w:pgSz w:w="10760" w:h="14740"/>
          <w:pgMar w:header="0" w:footer="417" w:top="1080" w:bottom="620" w:left="1080" w:right="58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1515"/>
        <w:gridCol w:w="602"/>
        <w:gridCol w:w="602"/>
        <w:gridCol w:w="770"/>
        <w:gridCol w:w="1685"/>
        <w:gridCol w:w="3090"/>
      </w:tblGrid>
      <w:tr>
        <w:trPr>
          <w:trHeight w:val="479" w:hRule="exact"/>
        </w:trPr>
        <w:tc>
          <w:tcPr>
            <w:tcW w:w="602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95" w:lineRule="exact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교과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9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구분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1515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left="393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left="117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학점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95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수강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9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번호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770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강사명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1685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left="2" w:right="0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시간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81"/>
              <w:ind w:right="5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b/>
                <w:bCs/>
                <w:sz w:val="18"/>
                <w:szCs w:val="18"/>
              </w:rPr>
              <w:t>비고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294" w:hRule="exact"/>
        </w:trPr>
        <w:tc>
          <w:tcPr>
            <w:tcW w:w="602" w:type="dxa"/>
            <w:vMerge w:val="restart"/>
            <w:tcBorders>
              <w:top w:val="single" w:sz="12" w:space="0" w:color="000000"/>
              <w:left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9" w:lineRule="auto" w:before="156"/>
              <w:ind w:left="393" w:right="302" w:hanging="92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w w:val="95"/>
                <w:sz w:val="18"/>
                <w:szCs w:val="18"/>
              </w:rPr>
              <w:t>기술사업화</w:t>
            </w:r>
            <w:r>
              <w:rPr>
                <w:rFonts w:ascii="굴림체" w:hAnsi="굴림체" w:cs="굴림체" w:eastAsia="굴림체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상품개발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60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1115</w:t>
            </w: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나상민</w:t>
            </w:r>
          </w:p>
        </w:tc>
        <w:tc>
          <w:tcPr>
            <w:tcW w:w="16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수(14:00~15:50)</w:t>
            </w:r>
          </w:p>
        </w:tc>
        <w:tc>
          <w:tcPr>
            <w:tcW w:w="3090" w:type="dxa"/>
            <w:vMerge w:val="restart"/>
            <w:tcBorders>
              <w:top w:val="single" w:sz="12" w:space="0" w:color="000000"/>
              <w:left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98" w:right="101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사업아이디어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도출</w:t>
            </w:r>
            <w:r>
              <w:rPr>
                <w:rFonts w:ascii="굴림체" w:hAnsi="굴림체" w:cs="굴림체" w:eastAsia="굴림체"/>
                <w:spacing w:val="-5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및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아이템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선정</w:t>
            </w:r>
            <w:r>
              <w:rPr>
                <w:rFonts w:ascii="굴림체" w:hAnsi="굴림체" w:cs="굴림체" w:eastAsia="굴림체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과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국내.외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창업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사례</w:t>
            </w:r>
            <w:r>
              <w:rPr>
                <w:rFonts w:ascii="굴림체" w:hAnsi="굴림체" w:cs="굴림체" w:eastAsia="굴림체"/>
                <w:spacing w:val="-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분석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602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1116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한용권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수(10:00~11:50)</w:t>
            </w:r>
          </w:p>
        </w:tc>
        <w:tc>
          <w:tcPr>
            <w:tcW w:w="3090" w:type="dxa"/>
            <w:vMerge/>
            <w:tcBorders>
              <w:left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602" w:type="dxa"/>
            <w:vMerge/>
            <w:tcBorders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1117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박경수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6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수(10:00~11:50)</w:t>
            </w:r>
          </w:p>
        </w:tc>
        <w:tc>
          <w:tcPr>
            <w:tcW w:w="3090" w:type="dxa"/>
            <w:vMerge/>
            <w:tcBorders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08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자유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80"/>
              <w:ind w:left="213" w:right="211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콘텐츠산업과</w:t>
            </w:r>
            <w:r>
              <w:rPr>
                <w:rFonts w:ascii="굴림체" w:hAnsi="굴림체" w:cs="굴림체" w:eastAsia="굴림체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창업사례연구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5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/>
                <w:sz w:val="18"/>
              </w:rPr>
              <w:t>1132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0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z w:val="18"/>
                <w:szCs w:val="18"/>
              </w:rPr>
              <w:t>채종규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80"/>
              <w:ind w:left="117" w:right="114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화(13:30∼14:45)</w:t>
            </w:r>
            <w:r>
              <w:rPr>
                <w:rFonts w:ascii="굴림체" w:hAnsi="굴림체" w:cs="굴림체" w:eastAsia="굴림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1"/>
                <w:sz w:val="18"/>
                <w:szCs w:val="18"/>
              </w:rPr>
              <w:t>목(15:00∼16:15)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02" w:lineRule="exact"/>
              <w:ind w:left="98" w:right="0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9"/>
                <w:sz w:val="18"/>
                <w:szCs w:val="18"/>
              </w:rPr>
              <w:t>디지털/문화콘텐츠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8"/>
                <w:sz w:val="18"/>
                <w:szCs w:val="18"/>
              </w:rPr>
              <w:t>산업의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3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학습을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8" w:right="101"/>
              <w:jc w:val="left"/>
              <w:rPr>
                <w:rFonts w:ascii="굴림체" w:hAnsi="굴림체" w:cs="굴림체" w:eastAsia="굴림체"/>
                <w:sz w:val="18"/>
                <w:szCs w:val="18"/>
              </w:rPr>
            </w:pP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통한</w:t>
            </w:r>
            <w:r>
              <w:rPr>
                <w:rFonts w:ascii="굴림체" w:hAnsi="굴림체" w:cs="굴림체" w:eastAsia="굴림체"/>
                <w:spacing w:val="1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8"/>
                <w:sz w:val="18"/>
                <w:szCs w:val="18"/>
              </w:rPr>
              <w:t>디지털</w:t>
            </w:r>
            <w:r>
              <w:rPr>
                <w:rFonts w:ascii="굴림체" w:hAnsi="굴림체" w:cs="굴림체" w:eastAsia="굴림체"/>
                <w:spacing w:val="1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8"/>
                <w:sz w:val="18"/>
                <w:szCs w:val="18"/>
              </w:rPr>
              <w:t>플랫폼</w:t>
            </w:r>
            <w:r>
              <w:rPr>
                <w:rFonts w:ascii="굴림체" w:hAnsi="굴림체" w:cs="굴림체" w:eastAsia="굴림체"/>
                <w:spacing w:val="1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사업의</w:t>
            </w:r>
            <w:r>
              <w:rPr>
                <w:rFonts w:ascii="굴림체" w:hAnsi="굴림체" w:cs="굴림체" w:eastAsia="굴림체"/>
                <w:spacing w:val="1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7"/>
                <w:sz w:val="18"/>
                <w:szCs w:val="18"/>
              </w:rPr>
              <w:t>현황과</w:t>
            </w:r>
            <w:r>
              <w:rPr>
                <w:rFonts w:ascii="굴림체" w:hAnsi="굴림체" w:cs="굴림체" w:eastAsia="굴림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8"/>
                <w:sz w:val="18"/>
                <w:szCs w:val="18"/>
              </w:rPr>
              <w:t>미래에</w:t>
            </w:r>
            <w:r>
              <w:rPr>
                <w:rFonts w:ascii="굴림체" w:hAnsi="굴림체" w:cs="굴림체" w:eastAsia="굴림체"/>
                <w:spacing w:val="-1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대한</w:t>
            </w:r>
            <w:r>
              <w:rPr>
                <w:rFonts w:ascii="굴림체" w:hAnsi="굴림체" w:cs="굴림체" w:eastAsia="굴림체"/>
                <w:spacing w:val="-16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지식</w:t>
            </w:r>
            <w:r>
              <w:rPr>
                <w:rFonts w:ascii="굴림체" w:hAnsi="굴림체" w:cs="굴림체" w:eastAsia="굴림체"/>
                <w:spacing w:val="-17"/>
                <w:sz w:val="18"/>
                <w:szCs w:val="18"/>
              </w:rPr>
              <w:t> </w:t>
            </w:r>
            <w:r>
              <w:rPr>
                <w:rFonts w:ascii="굴림체" w:hAnsi="굴림체" w:cs="굴림체" w:eastAsia="굴림체"/>
                <w:spacing w:val="-6"/>
                <w:sz w:val="18"/>
                <w:szCs w:val="18"/>
              </w:rPr>
              <w:t>습득</w:t>
            </w:r>
            <w:r>
              <w:rPr>
                <w:rFonts w:ascii="굴림체" w:hAnsi="굴림체" w:cs="굴림체" w:eastAsia="굴림체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left"/>
        <w:rPr>
          <w:rFonts w:ascii="굴림체" w:hAnsi="굴림체" w:cs="굴림체" w:eastAsia="굴림체"/>
          <w:sz w:val="18"/>
          <w:szCs w:val="18"/>
        </w:rPr>
        <w:sectPr>
          <w:pgSz w:w="10760" w:h="14740"/>
          <w:pgMar w:header="0" w:footer="417" w:top="1080" w:bottom="620" w:left="1080" w:right="5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248" w:right="0"/>
        <w:jc w:val="left"/>
        <w:rPr>
          <w:rFonts w:ascii="굴림체" w:hAnsi="굴림체" w:cs="굴림체" w:eastAsia="굴림체"/>
        </w:rPr>
      </w:pPr>
      <w:r>
        <w:rPr/>
        <w:pict>
          <v:group style="position:absolute;margin-left:60.716999pt;margin-top:-.716187pt;width:444.65pt;height:1.45pt;mso-position-horizontal-relative:page;mso-position-vertical-relative:paragraph;z-index:-338488" coordorigin="1214,-14" coordsize="8893,29">
            <v:group style="position:absolute;left:1218;top:-11;width:8886;height:2" coordorigin="1218,-11" coordsize="8886,2">
              <v:shape style="position:absolute;left:1218;top:-11;width:8886;height:2" coordorigin="1218,-11" coordsize="8886,0" path="m1218,-11l10103,-11e" filled="false" stroked="true" strokeweight=".36pt" strokecolor="#000000">
                <v:path arrowok="t"/>
              </v:shape>
            </v:group>
            <v:group style="position:absolute;left:1218;top:11;width:8886;height:2" coordorigin="1218,11" coordsize="8886,2">
              <v:shape style="position:absolute;left:1218;top:11;width:8886;height:2" coordorigin="1218,11" coordsize="8886,0" path="m1218,11l10103,11e" filled="false" stroked="true" strokeweight=".36pt" strokecolor="#000000">
                <v:path arrowok="t"/>
              </v:shape>
            </v:group>
            <w10:wrap type="none"/>
          </v:group>
        </w:pict>
      </w:r>
      <w:r>
        <w:rPr>
          <w:rFonts w:ascii="굴림체" w:hAnsi="굴림체" w:cs="굴림체" w:eastAsia="굴림체"/>
        </w:rPr>
        <w:t>•</w:t>
      </w:r>
      <w:r>
        <w:rPr>
          <w:rFonts w:ascii="굴림체" w:hAnsi="굴림체" w:cs="굴림체" w:eastAsia="굴림체"/>
          <w:spacing w:val="-7"/>
        </w:rPr>
        <w:t> </w:t>
      </w:r>
      <w:r>
        <w:rPr>
          <w:rFonts w:ascii="굴림체" w:hAnsi="굴림체" w:cs="굴림체" w:eastAsia="굴림체"/>
        </w:rPr>
        <w:t>수강대상:</w:t>
      </w:r>
      <w:r>
        <w:rPr>
          <w:rFonts w:ascii="굴림체" w:hAnsi="굴림체" w:cs="굴림체" w:eastAsia="굴림체"/>
          <w:spacing w:val="-7"/>
        </w:rPr>
        <w:t> </w:t>
      </w:r>
      <w:r>
        <w:rPr>
          <w:rFonts w:ascii="굴림체" w:hAnsi="굴림체" w:cs="굴림체" w:eastAsia="굴림체"/>
        </w:rPr>
        <w:t>재학생</w:t>
      </w:r>
      <w:r>
        <w:rPr>
          <w:rFonts w:ascii="굴림체" w:hAnsi="굴림체" w:cs="굴림체" w:eastAsia="굴림체"/>
          <w:spacing w:val="-5"/>
        </w:rPr>
        <w:t> </w:t>
      </w:r>
      <w:r>
        <w:rPr>
          <w:rFonts w:ascii="굴림체" w:hAnsi="굴림체" w:cs="굴림체" w:eastAsia="굴림체"/>
        </w:rPr>
        <w:t>전체</w:t>
      </w:r>
      <w:r>
        <w:rPr>
          <w:rFonts w:ascii="굴림체" w:hAnsi="굴림체" w:cs="굴림체" w:eastAsia="굴림체"/>
        </w:rPr>
      </w:r>
    </w:p>
    <w:p>
      <w:pPr>
        <w:pStyle w:val="Heading4"/>
        <w:spacing w:line="223" w:lineRule="exact" w:before="0"/>
        <w:ind w:left="248" w:right="0"/>
        <w:jc w:val="left"/>
        <w:rPr>
          <w:rFonts w:ascii="굴림체" w:hAnsi="굴림체" w:cs="굴림체" w:eastAsia="굴림체"/>
          <w:b w:val="0"/>
          <w:bCs w:val="0"/>
        </w:rPr>
      </w:pPr>
      <w:r>
        <w:rPr>
          <w:b w:val="0"/>
          <w:bCs w:val="0"/>
        </w:rPr>
        <w:br w:type="column"/>
      </w:r>
      <w:r>
        <w:rPr>
          <w:rFonts w:ascii="굴림체" w:hAnsi="굴림체" w:cs="굴림체" w:eastAsia="굴림체"/>
        </w:rPr>
        <w:t>수강안내</w:t>
      </w:r>
      <w:r>
        <w:rPr>
          <w:rFonts w:ascii="굴림체" w:hAnsi="굴림체" w:cs="굴림체" w:eastAsia="굴림체"/>
          <w:b w:val="0"/>
          <w:bCs w:val="0"/>
        </w:rPr>
      </w:r>
    </w:p>
    <w:p>
      <w:pPr>
        <w:spacing w:after="0" w:line="223" w:lineRule="exact"/>
        <w:jc w:val="left"/>
        <w:rPr>
          <w:rFonts w:ascii="굴림체" w:hAnsi="굴림체" w:cs="굴림체" w:eastAsia="굴림체"/>
        </w:rPr>
        <w:sectPr>
          <w:type w:val="continuous"/>
          <w:pgSz w:w="10760" w:h="14740"/>
          <w:pgMar w:top="1020" w:bottom="600" w:left="1080" w:right="540"/>
          <w:cols w:num="2" w:equalWidth="0">
            <w:col w:w="2318" w:space="1655"/>
            <w:col w:w="5167"/>
          </w:cols>
        </w:sectPr>
      </w:pPr>
    </w:p>
    <w:p>
      <w:pPr>
        <w:pStyle w:val="BodyText"/>
        <w:spacing w:line="240" w:lineRule="auto"/>
        <w:ind w:left="248" w:right="0"/>
        <w:jc w:val="left"/>
        <w:rPr>
          <w:rFonts w:ascii="굴림체" w:hAnsi="굴림체" w:cs="굴림체" w:eastAsia="굴림체"/>
        </w:rPr>
      </w:pPr>
      <w:r>
        <w:rPr>
          <w:rFonts w:ascii="굴림체" w:hAnsi="굴림체" w:cs="굴림체" w:eastAsia="굴림체"/>
        </w:rPr>
        <w:t>•</w:t>
      </w:r>
      <w:r>
        <w:rPr>
          <w:rFonts w:ascii="굴림체" w:hAnsi="굴림체" w:cs="굴림체" w:eastAsia="굴림체"/>
          <w:spacing w:val="-8"/>
        </w:rPr>
        <w:t> </w:t>
      </w:r>
      <w:r>
        <w:rPr>
          <w:rFonts w:ascii="굴림체" w:hAnsi="굴림체" w:cs="굴림체" w:eastAsia="굴림체"/>
        </w:rPr>
        <w:t>개설대학:</w:t>
      </w:r>
      <w:r>
        <w:rPr>
          <w:rFonts w:ascii="굴림체" w:hAnsi="굴림체" w:cs="굴림체" w:eastAsia="굴림체"/>
          <w:spacing w:val="-8"/>
        </w:rPr>
        <w:t> </w:t>
      </w:r>
      <w:r>
        <w:rPr>
          <w:rFonts w:ascii="굴림체" w:hAnsi="굴림체" w:cs="굴림체" w:eastAsia="굴림체"/>
        </w:rPr>
        <w:t>‘대학전체’로</w:t>
      </w:r>
      <w:r>
        <w:rPr>
          <w:rFonts w:ascii="굴림체" w:hAnsi="굴림체" w:cs="굴림체" w:eastAsia="굴림체"/>
          <w:spacing w:val="-6"/>
        </w:rPr>
        <w:t> </w:t>
      </w:r>
      <w:r>
        <w:rPr>
          <w:rFonts w:ascii="굴림체" w:hAnsi="굴림체" w:cs="굴림체" w:eastAsia="굴림체"/>
        </w:rPr>
        <w:t>개설되어</w:t>
      </w:r>
      <w:r>
        <w:rPr>
          <w:rFonts w:ascii="굴림체" w:hAnsi="굴림체" w:cs="굴림체" w:eastAsia="굴림체"/>
          <w:spacing w:val="-9"/>
        </w:rPr>
        <w:t> </w:t>
      </w:r>
      <w:r>
        <w:rPr>
          <w:rFonts w:ascii="굴림체" w:hAnsi="굴림체" w:cs="굴림체" w:eastAsia="굴림체"/>
        </w:rPr>
        <w:t>수강신청</w:t>
      </w:r>
      <w:r>
        <w:rPr>
          <w:rFonts w:ascii="굴림체" w:hAnsi="굴림체" w:cs="굴림체" w:eastAsia="굴림체"/>
          <w:spacing w:val="-8"/>
        </w:rPr>
        <w:t> </w:t>
      </w:r>
      <w:r>
        <w:rPr>
          <w:rFonts w:ascii="굴림체" w:hAnsi="굴림체" w:cs="굴림체" w:eastAsia="굴림체"/>
        </w:rPr>
        <w:t>마지막</w:t>
      </w:r>
      <w:r>
        <w:rPr>
          <w:rFonts w:ascii="굴림체" w:hAnsi="굴림체" w:cs="굴림체" w:eastAsia="굴림체"/>
          <w:spacing w:val="-6"/>
        </w:rPr>
        <w:t> </w:t>
      </w:r>
      <w:r>
        <w:rPr>
          <w:rFonts w:ascii="굴림체" w:hAnsi="굴림체" w:cs="굴림체" w:eastAsia="굴림체"/>
        </w:rPr>
        <w:t>날</w:t>
      </w:r>
      <w:r>
        <w:rPr>
          <w:rFonts w:ascii="굴림체" w:hAnsi="굴림체" w:cs="굴림체" w:eastAsia="굴림체"/>
          <w:spacing w:val="-9"/>
        </w:rPr>
        <w:t> </w:t>
      </w:r>
      <w:r>
        <w:rPr>
          <w:rFonts w:ascii="굴림체" w:hAnsi="굴림체" w:cs="굴림체" w:eastAsia="굴림체"/>
        </w:rPr>
        <w:t>수강신청</w:t>
      </w:r>
      <w:r>
        <w:rPr>
          <w:rFonts w:ascii="굴림체" w:hAnsi="굴림체" w:cs="굴림체" w:eastAsia="굴림체"/>
          <w:spacing w:val="-8"/>
        </w:rPr>
        <w:t> </w:t>
      </w:r>
      <w:r>
        <w:rPr>
          <w:rFonts w:ascii="굴림체" w:hAnsi="굴림체" w:cs="굴림체" w:eastAsia="굴림체"/>
        </w:rPr>
        <w:t>가능</w:t>
      </w:r>
      <w:r>
        <w:rPr>
          <w:rFonts w:ascii="굴림체" w:hAnsi="굴림체" w:cs="굴림체" w:eastAsia="굴림체"/>
        </w:rPr>
      </w:r>
    </w:p>
    <w:p>
      <w:pPr>
        <w:spacing w:line="240" w:lineRule="auto" w:before="3"/>
        <w:rPr>
          <w:rFonts w:ascii="굴림체" w:hAnsi="굴림체" w:cs="굴림체" w:eastAsia="굴림체"/>
          <w:sz w:val="4"/>
          <w:szCs w:val="4"/>
        </w:rPr>
      </w:pPr>
    </w:p>
    <w:p>
      <w:pPr>
        <w:spacing w:line="20" w:lineRule="atLeast"/>
        <w:ind w:left="134" w:right="0" w:firstLine="0"/>
        <w:rPr>
          <w:rFonts w:ascii="굴림체" w:hAnsi="굴림체" w:cs="굴림체" w:eastAsia="굴림체"/>
          <w:sz w:val="2"/>
          <w:szCs w:val="2"/>
        </w:rPr>
      </w:pPr>
      <w:r>
        <w:rPr>
          <w:rFonts w:ascii="굴림체" w:hAnsi="굴림체" w:cs="굴림체" w:eastAsia="굴림체"/>
          <w:sz w:val="2"/>
          <w:szCs w:val="2"/>
        </w:rPr>
        <w:pict>
          <v:group style="width:444.75pt;height:.4pt;mso-position-horizontal-relative:char;mso-position-vertical-relative:line" coordorigin="0,0" coordsize="8895,8">
            <v:group style="position:absolute;left:4;top:4;width:8888;height:2" coordorigin="4,4" coordsize="8888,2">
              <v:shape style="position:absolute;left:4;top:4;width:8888;height:2" coordorigin="4,4" coordsize="8888,0" path="m4,4l8891,4e" filled="false" stroked="true" strokeweight=".36pt" strokecolor="#000000">
                <v:path arrowok="t"/>
              </v:shape>
            </v:group>
          </v:group>
        </w:pict>
      </w:r>
      <w:r>
        <w:rPr>
          <w:rFonts w:ascii="굴림체" w:hAnsi="굴림체" w:cs="굴림체" w:eastAsia="굴림체"/>
          <w:sz w:val="2"/>
          <w:szCs w:val="2"/>
        </w:rPr>
      </w:r>
    </w:p>
    <w:p>
      <w:pPr>
        <w:spacing w:line="240" w:lineRule="auto" w:before="0"/>
        <w:rPr>
          <w:rFonts w:ascii="굴림체" w:hAnsi="굴림체" w:cs="굴림체" w:eastAsia="굴림체"/>
          <w:sz w:val="20"/>
          <w:szCs w:val="20"/>
        </w:rPr>
      </w:pPr>
    </w:p>
    <w:p>
      <w:pPr>
        <w:spacing w:line="240" w:lineRule="auto" w:before="12"/>
        <w:rPr>
          <w:rFonts w:ascii="굴림체" w:hAnsi="굴림체" w:cs="굴림체" w:eastAsia="굴림체"/>
          <w:sz w:val="17"/>
          <w:szCs w:val="17"/>
        </w:rPr>
      </w:pPr>
    </w:p>
    <w:p>
      <w:pPr>
        <w:spacing w:line="200" w:lineRule="atLeast"/>
        <w:ind w:left="127" w:right="0" w:firstLine="0"/>
        <w:rPr>
          <w:rFonts w:ascii="굴림체" w:hAnsi="굴림체" w:cs="굴림체" w:eastAsia="굴림체"/>
          <w:sz w:val="20"/>
          <w:szCs w:val="20"/>
        </w:rPr>
      </w:pPr>
      <w:r>
        <w:rPr>
          <w:rFonts w:ascii="굴림체" w:hAnsi="굴림체" w:cs="굴림체" w:eastAsia="굴림체"/>
          <w:sz w:val="20"/>
          <w:szCs w:val="20"/>
        </w:rPr>
        <w:pict>
          <v:group style="width:372.85pt;height:22.45pt;mso-position-horizontal-relative:char;mso-position-vertical-relative:line" coordorigin="0,0" coordsize="7457,449">
            <v:group style="position:absolute;left:20;top:11;width:1065;height:428" coordorigin="20,11" coordsize="1065,428">
              <v:shape style="position:absolute;left:20;top:11;width:1065;height:428" coordorigin="20,11" coordsize="1065,428" path="m20,11l20,438,1085,438,1085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85;top:11;width:2;height:428" coordorigin="1085,11" coordsize="2,428">
              <v:shape style="position:absolute;left:1085;top:11;width:2;height:428" coordorigin="1085,11" coordsize="0,428" path="m1085,11l1085,438e" filled="false" stroked="true" strokeweight=".36pt" strokecolor="#000000">
                <v:path arrowok="t"/>
              </v:shape>
            </v:group>
            <v:group style="position:absolute;left:7433;top:11;width:2;height:428" coordorigin="7433,11" coordsize="2,428">
              <v:shape style="position:absolute;left:7433;top:11;width:2;height:428" coordorigin="7433,11" coordsize="0,428" path="m7433,11l7433,438e" filled="false" stroked="true" strokeweight="1.079pt" strokecolor="#000000">
                <v:path arrowok="t"/>
              </v:shape>
            </v:group>
            <v:group style="position:absolute;left:11;top:11;width:7435;height:2" coordorigin="11,11" coordsize="7435,2">
              <v:shape style="position:absolute;left:11;top:11;width:7435;height:2" coordorigin="11,11" coordsize="7435,0" path="m11,11l7445,11e" filled="false" stroked="true" strokeweight="1.079pt" strokecolor="#000000">
                <v:path arrowok="t"/>
              </v:shape>
            </v:group>
            <v:group style="position:absolute;left:11;top:438;width:7435;height:2" coordorigin="11,438" coordsize="7435,2">
              <v:shape style="position:absolute;left:11;top:438;width:7435;height:2" coordorigin="11,438" coordsize="7435,0" path="m11,438l7445,438e" filled="false" stroked="true" strokeweight="1.079pt" strokecolor="#000000">
                <v:path arrowok="t"/>
              </v:shape>
              <v:shape style="position:absolute;left:20;top:11;width:106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10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85;top:11;width:6349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28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『영어전용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1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강의』강좌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1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개설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1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현황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굴림체" w:hAnsi="굴림체" w:cs="굴림체" w:eastAsia="굴림체"/>
          <w:sz w:val="20"/>
          <w:szCs w:val="20"/>
        </w:rPr>
      </w:r>
    </w:p>
    <w:p>
      <w:pPr>
        <w:spacing w:line="240" w:lineRule="auto" w:before="11"/>
        <w:rPr>
          <w:rFonts w:ascii="굴림체" w:hAnsi="굴림체" w:cs="굴림체" w:eastAsia="굴림체"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7"/>
        <w:gridCol w:w="1563"/>
        <w:gridCol w:w="487"/>
        <w:gridCol w:w="1846"/>
        <w:gridCol w:w="657"/>
        <w:gridCol w:w="1338"/>
        <w:gridCol w:w="1978"/>
      </w:tblGrid>
      <w:tr>
        <w:trPr>
          <w:trHeight w:val="416" w:hRule="exact"/>
        </w:trPr>
        <w:tc>
          <w:tcPr>
            <w:tcW w:w="657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1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63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14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개설대학(학과)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7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11"/>
              <w:ind w:left="151" w:right="14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846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5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57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11"/>
              <w:ind w:left="143" w:right="14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수강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38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left="3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강사명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978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50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시간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14" w:hRule="exact"/>
        </w:trPr>
        <w:tc>
          <w:tcPr>
            <w:tcW w:w="657" w:type="dxa"/>
            <w:tcBorders>
              <w:top w:val="single" w:sz="12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5"/>
              <w:ind w:left="14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5"/>
              <w:ind w:left="2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건설시스템공</w:t>
            </w:r>
          </w:p>
        </w:tc>
        <w:tc>
          <w:tcPr>
            <w:tcW w:w="4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5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5"/>
              <w:ind w:left="4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수자원공학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5"/>
              <w:ind w:left="1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3147</w:t>
            </w:r>
          </w:p>
        </w:tc>
        <w:tc>
          <w:tcPr>
            <w:tcW w:w="133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5"/>
              <w:ind w:left="3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이길하</w:t>
            </w:r>
          </w:p>
        </w:tc>
        <w:tc>
          <w:tcPr>
            <w:tcW w:w="19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화(10:00∼11:50)</w:t>
            </w:r>
          </w:p>
        </w:tc>
      </w:tr>
      <w:tr>
        <w:trPr>
          <w:trHeight w:val="473" w:hRule="exact"/>
        </w:trPr>
        <w:tc>
          <w:tcPr>
            <w:tcW w:w="657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1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호텔관광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1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컨벤션리조트산업론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2796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김병국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3" w:lineRule="exact"/>
              <w:ind w:left="2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월(13:30∼14:45)</w:t>
            </w:r>
          </w:p>
          <w:p>
            <w:pPr>
              <w:pStyle w:val="TableParagraph"/>
              <w:spacing w:line="240" w:lineRule="auto"/>
              <w:ind w:left="2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수(15:00∼16:15)</w:t>
            </w:r>
          </w:p>
        </w:tc>
      </w:tr>
      <w:tr>
        <w:trPr>
          <w:trHeight w:val="470" w:hRule="exact"/>
        </w:trPr>
        <w:tc>
          <w:tcPr>
            <w:tcW w:w="657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4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41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수학교육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5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선형대수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1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3808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2"/>
              <w:ind w:left="3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박진우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2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월(15:00∼16:15)</w:t>
            </w:r>
          </w:p>
          <w:p>
            <w:pPr>
              <w:pStyle w:val="TableParagraph"/>
              <w:spacing w:line="240" w:lineRule="auto"/>
              <w:ind w:left="2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수(13:30∼14:45)</w:t>
            </w:r>
          </w:p>
        </w:tc>
      </w:tr>
      <w:tr>
        <w:trPr>
          <w:trHeight w:val="413" w:hRule="exact"/>
        </w:trPr>
        <w:tc>
          <w:tcPr>
            <w:tcW w:w="657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14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41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작업치료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29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작업치료세미나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1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4018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4"/>
              <w:ind w:left="3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김</w:t>
            </w:r>
            <w:r>
              <w:rPr>
                <w:rFonts w:ascii="돋움체" w:hAnsi="돋움체" w:cs="돋움체" w:eastAsia="돋움체"/>
                <w:spacing w:val="8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4"/>
              <w:ind w:left="3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수(13:00-14:50)</w:t>
            </w:r>
          </w:p>
        </w:tc>
      </w:tr>
      <w:tr>
        <w:trPr>
          <w:trHeight w:val="470" w:hRule="exact"/>
        </w:trPr>
        <w:tc>
          <w:tcPr>
            <w:tcW w:w="657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간호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5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인체구조와기능(1)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4128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신규전임교원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2" w:lineRule="exact"/>
              <w:ind w:left="2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화(10:00∼10:50)</w:t>
            </w:r>
          </w:p>
          <w:p>
            <w:pPr>
              <w:pStyle w:val="TableParagraph"/>
              <w:spacing w:line="234" w:lineRule="exact"/>
              <w:ind w:left="2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목(09:00∼10:50)</w:t>
            </w:r>
          </w:p>
        </w:tc>
      </w:tr>
      <w:tr>
        <w:trPr>
          <w:trHeight w:val="473" w:hRule="exact"/>
        </w:trPr>
        <w:tc>
          <w:tcPr>
            <w:tcW w:w="657" w:type="dxa"/>
            <w:tcBorders>
              <w:top w:val="single" w:sz="4" w:space="0" w:color="000000"/>
              <w:left w:val="nil" w:sz="6" w:space="0" w:color="auto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간호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5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인체구조와기능(1)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4129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신규전임교원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03" w:lineRule="exact"/>
              <w:ind w:left="2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화(09:00∼09:50)</w:t>
            </w:r>
          </w:p>
          <w:p>
            <w:pPr>
              <w:pStyle w:val="TableParagraph"/>
              <w:spacing w:line="240" w:lineRule="auto"/>
              <w:ind w:left="2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목(11:00∼12:50)</w:t>
            </w:r>
          </w:p>
        </w:tc>
      </w:tr>
    </w:tbl>
    <w:p>
      <w:pPr>
        <w:spacing w:after="0" w:line="240" w:lineRule="auto"/>
        <w:jc w:val="left"/>
        <w:rPr>
          <w:rFonts w:ascii="돋움체" w:hAnsi="돋움체" w:cs="돋움체" w:eastAsia="돋움체"/>
          <w:sz w:val="18"/>
          <w:szCs w:val="18"/>
        </w:rPr>
        <w:sectPr>
          <w:type w:val="continuous"/>
          <w:pgSz w:w="10760" w:h="14740"/>
          <w:pgMar w:top="1020" w:bottom="600" w:left="1080" w:right="540"/>
        </w:sectPr>
      </w:pPr>
    </w:p>
    <w:p>
      <w:pPr>
        <w:spacing w:line="240" w:lineRule="auto" w:before="0"/>
        <w:rPr>
          <w:rFonts w:ascii="굴림체" w:hAnsi="굴림체" w:cs="굴림체" w:eastAsia="굴림체"/>
          <w:sz w:val="18"/>
          <w:szCs w:val="18"/>
        </w:rPr>
      </w:pPr>
    </w:p>
    <w:p>
      <w:pPr>
        <w:pStyle w:val="BodyText"/>
        <w:spacing w:line="240" w:lineRule="auto" w:before="129"/>
        <w:ind w:left="269" w:right="0"/>
        <w:jc w:val="left"/>
      </w:pPr>
      <w:r>
        <w:rPr/>
        <w:pict>
          <v:group style="position:absolute;margin-left:59.217999pt;margin-top:4.115442pt;width:427.75pt;height:1.95pt;mso-position-horizontal-relative:page;mso-position-vertical-relative:paragraph;z-index:2272" coordorigin="1184,82" coordsize="8555,39">
            <v:group style="position:absolute;left:1189;top:87;width:8545;height:2" coordorigin="1189,87" coordsize="8545,2">
              <v:shape style="position:absolute;left:1189;top:87;width:8545;height:2" coordorigin="1189,87" coordsize="8545,0" path="m1189,87l9734,87e" filled="false" stroked="true" strokeweight=".48pt" strokecolor="#000000">
                <v:path arrowok="t"/>
              </v:shape>
            </v:group>
            <v:group style="position:absolute;left:1189;top:116;width:8545;height:2" coordorigin="1189,116" coordsize="8545,2">
              <v:shape style="position:absolute;left:1189;top:116;width:8545;height:2" coordorigin="1189,116" coordsize="8545,0" path="m1189,116l9734,116e" filled="false" stroked="true" strokeweight=".48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w w:val="180"/>
          <w:sz w:val="10"/>
          <w:szCs w:val="10"/>
        </w:rPr>
        <w:t>l</w:t>
      </w:r>
      <w:r>
        <w:rPr>
          <w:rFonts w:ascii="Arial" w:hAnsi="Arial" w:cs="Arial" w:eastAsia="Arial"/>
          <w:spacing w:val="-17"/>
          <w:w w:val="180"/>
          <w:sz w:val="10"/>
          <w:szCs w:val="10"/>
        </w:rPr>
        <w:t> </w:t>
      </w:r>
      <w:r>
        <w:rPr>
          <w:w w:val="110"/>
        </w:rPr>
        <w:t>수업계획서는</w:t>
      </w:r>
      <w:r>
        <w:rPr>
          <w:spacing w:val="-70"/>
          <w:w w:val="110"/>
        </w:rPr>
        <w:t> </w:t>
      </w:r>
      <w:r>
        <w:rPr>
          <w:w w:val="110"/>
        </w:rPr>
        <w:t>영어로</w:t>
      </w:r>
      <w:r>
        <w:rPr>
          <w:spacing w:val="-69"/>
          <w:w w:val="110"/>
        </w:rPr>
        <w:t> </w:t>
      </w:r>
      <w:r>
        <w:rPr>
          <w:w w:val="110"/>
        </w:rPr>
        <w:t>작성</w:t>
      </w:r>
      <w:r>
        <w:rPr/>
      </w:r>
    </w:p>
    <w:p>
      <w:pPr>
        <w:pStyle w:val="Heading4"/>
        <w:spacing w:line="240" w:lineRule="auto" w:before="16"/>
        <w:ind w:left="269" w:right="0"/>
        <w:jc w:val="left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/>
        <w:t>수강안내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0760" w:h="14740"/>
          <w:pgMar w:top="1020" w:bottom="600" w:left="1080" w:right="540"/>
          <w:cols w:num="2" w:equalWidth="0">
            <w:col w:w="2601" w:space="1151"/>
            <w:col w:w="5388"/>
          </w:cols>
        </w:sectPr>
      </w:pPr>
    </w:p>
    <w:p>
      <w:pPr>
        <w:pStyle w:val="BodyText"/>
        <w:spacing w:line="235" w:lineRule="exact" w:before="0"/>
        <w:ind w:left="269" w:right="0"/>
        <w:jc w:val="left"/>
      </w:pPr>
      <w:r>
        <w:rPr>
          <w:rFonts w:ascii="Arial" w:hAnsi="Arial" w:cs="Arial" w:eastAsia="Arial"/>
          <w:w w:val="105"/>
          <w:sz w:val="10"/>
          <w:szCs w:val="10"/>
        </w:rPr>
        <w:t>l</w:t>
      </w:r>
      <w:r>
        <w:rPr>
          <w:rFonts w:ascii="Arial" w:hAnsi="Arial" w:cs="Arial" w:eastAsia="Arial"/>
          <w:spacing w:val="28"/>
          <w:w w:val="105"/>
          <w:sz w:val="10"/>
          <w:szCs w:val="10"/>
        </w:rPr>
        <w:t> </w:t>
      </w:r>
      <w:r>
        <w:rPr>
          <w:w w:val="105"/>
        </w:rPr>
        <w:t>수업은</w:t>
      </w:r>
      <w:r>
        <w:rPr>
          <w:spacing w:val="-39"/>
          <w:w w:val="105"/>
        </w:rPr>
        <w:t> </w:t>
      </w:r>
      <w:r>
        <w:rPr>
          <w:w w:val="105"/>
        </w:rPr>
        <w:t>영어로만</w:t>
      </w:r>
      <w:r>
        <w:rPr>
          <w:spacing w:val="-38"/>
          <w:w w:val="105"/>
        </w:rPr>
        <w:t> </w:t>
      </w:r>
      <w:r>
        <w:rPr>
          <w:w w:val="105"/>
        </w:rPr>
        <w:t>진행하며,</w:t>
      </w:r>
      <w:r>
        <w:rPr>
          <w:spacing w:val="-37"/>
          <w:w w:val="105"/>
        </w:rPr>
        <w:t> </w:t>
      </w:r>
      <w:r>
        <w:rPr>
          <w:w w:val="105"/>
        </w:rPr>
        <w:t>과제물</w:t>
      </w:r>
      <w:r>
        <w:rPr>
          <w:spacing w:val="-36"/>
          <w:w w:val="105"/>
        </w:rPr>
        <w:t> </w:t>
      </w:r>
      <w:r>
        <w:rPr>
          <w:w w:val="105"/>
        </w:rPr>
        <w:t>및</w:t>
      </w:r>
      <w:r>
        <w:rPr>
          <w:spacing w:val="-39"/>
          <w:w w:val="105"/>
        </w:rPr>
        <w:t> </w:t>
      </w:r>
      <w:r>
        <w:rPr>
          <w:w w:val="105"/>
        </w:rPr>
        <w:t>수업자료도</w:t>
      </w:r>
      <w:r>
        <w:rPr>
          <w:spacing w:val="-38"/>
          <w:w w:val="105"/>
        </w:rPr>
        <w:t> </w:t>
      </w:r>
      <w:r>
        <w:rPr>
          <w:w w:val="105"/>
        </w:rPr>
        <w:t>영어로</w:t>
      </w:r>
      <w:r>
        <w:rPr>
          <w:spacing w:val="-36"/>
          <w:w w:val="105"/>
        </w:rPr>
        <w:t> </w:t>
      </w:r>
      <w:r>
        <w:rPr>
          <w:w w:val="105"/>
        </w:rPr>
        <w:t>작성·배부</w:t>
      </w:r>
      <w:r>
        <w:rPr/>
      </w:r>
    </w:p>
    <w:p>
      <w:pPr>
        <w:pStyle w:val="BodyText"/>
        <w:spacing w:line="234" w:lineRule="exact" w:before="0"/>
        <w:ind w:left="269" w:right="0"/>
        <w:jc w:val="left"/>
      </w:pPr>
      <w:r>
        <w:rPr>
          <w:rFonts w:ascii="Arial" w:hAnsi="Arial" w:cs="Arial" w:eastAsia="Arial"/>
          <w:w w:val="105"/>
          <w:sz w:val="10"/>
          <w:szCs w:val="10"/>
        </w:rPr>
        <w:t>l</w:t>
      </w:r>
      <w:r>
        <w:rPr>
          <w:rFonts w:ascii="Arial" w:hAnsi="Arial" w:cs="Arial" w:eastAsia="Arial"/>
          <w:spacing w:val="22"/>
          <w:w w:val="105"/>
          <w:sz w:val="10"/>
          <w:szCs w:val="10"/>
        </w:rPr>
        <w:t> </w:t>
      </w:r>
      <w:r>
        <w:rPr>
          <w:w w:val="105"/>
        </w:rPr>
        <w:t>시험은</w:t>
      </w:r>
      <w:r>
        <w:rPr>
          <w:spacing w:val="-43"/>
          <w:w w:val="105"/>
        </w:rPr>
        <w:t> </w:t>
      </w:r>
      <w:r>
        <w:rPr>
          <w:w w:val="105"/>
        </w:rPr>
        <w:t>영어로만</w:t>
      </w:r>
      <w:r>
        <w:rPr>
          <w:spacing w:val="-44"/>
          <w:w w:val="105"/>
        </w:rPr>
        <w:t> </w:t>
      </w:r>
      <w:r>
        <w:rPr>
          <w:w w:val="105"/>
        </w:rPr>
        <w:t>실시하며,</w:t>
      </w:r>
      <w:r>
        <w:rPr>
          <w:spacing w:val="-42"/>
          <w:w w:val="105"/>
        </w:rPr>
        <w:t> </w:t>
      </w:r>
      <w:r>
        <w:rPr>
          <w:w w:val="105"/>
        </w:rPr>
        <w:t>학업성적평가는</w:t>
      </w:r>
      <w:r>
        <w:rPr>
          <w:spacing w:val="-42"/>
          <w:w w:val="105"/>
        </w:rPr>
        <w:t> </w:t>
      </w:r>
      <w:r>
        <w:rPr>
          <w:w w:val="105"/>
        </w:rPr>
        <w:t>절대평가로</w:t>
      </w:r>
      <w:r>
        <w:rPr>
          <w:spacing w:val="-43"/>
          <w:w w:val="105"/>
        </w:rPr>
        <w:t> </w:t>
      </w:r>
      <w:r>
        <w:rPr>
          <w:w w:val="105"/>
        </w:rPr>
        <w:t>실시</w:t>
      </w:r>
      <w:r>
        <w:rPr/>
      </w:r>
    </w:p>
    <w:p>
      <w:pPr>
        <w:pStyle w:val="BodyText"/>
        <w:spacing w:line="234" w:lineRule="exact" w:before="0"/>
        <w:ind w:left="269" w:right="0"/>
        <w:jc w:val="left"/>
      </w:pPr>
      <w:r>
        <w:rPr>
          <w:rFonts w:ascii="Arial" w:hAnsi="Arial" w:cs="Arial" w:eastAsia="Arial"/>
          <w:w w:val="290"/>
          <w:sz w:val="10"/>
          <w:szCs w:val="10"/>
        </w:rPr>
        <w:t>l</w:t>
      </w:r>
      <w:r>
        <w:rPr>
          <w:rFonts w:ascii="Arial" w:hAnsi="Arial" w:cs="Arial" w:eastAsia="Arial"/>
          <w:spacing w:val="-51"/>
          <w:w w:val="290"/>
          <w:sz w:val="10"/>
          <w:szCs w:val="10"/>
        </w:rPr>
        <w:t> </w:t>
      </w:r>
      <w:r>
        <w:rPr>
          <w:w w:val="110"/>
        </w:rPr>
        <w:t>폐강기준</w:t>
      </w:r>
      <w:r>
        <w:rPr>
          <w:spacing w:val="-70"/>
          <w:w w:val="110"/>
        </w:rPr>
        <w:t> </w:t>
      </w:r>
      <w:r>
        <w:rPr>
          <w:w w:val="110"/>
        </w:rPr>
        <w:t>:</w:t>
      </w:r>
      <w:r>
        <w:rPr>
          <w:spacing w:val="-69"/>
          <w:w w:val="110"/>
        </w:rPr>
        <w:t> </w:t>
      </w:r>
      <w:r>
        <w:rPr>
          <w:w w:val="110"/>
        </w:rPr>
        <w:t>일반강의와</w:t>
      </w:r>
      <w:r>
        <w:rPr>
          <w:spacing w:val="-69"/>
          <w:w w:val="110"/>
        </w:rPr>
        <w:t> </w:t>
      </w:r>
      <w:r>
        <w:rPr>
          <w:w w:val="110"/>
        </w:rPr>
        <w:t>동일하게</w:t>
      </w:r>
      <w:r>
        <w:rPr>
          <w:spacing w:val="-69"/>
          <w:w w:val="110"/>
        </w:rPr>
        <w:t> </w:t>
      </w:r>
      <w:r>
        <w:rPr>
          <w:w w:val="110"/>
        </w:rPr>
        <w:t>적용</w:t>
      </w:r>
      <w:r>
        <w:rPr/>
      </w:r>
    </w:p>
    <w:p>
      <w:pPr>
        <w:spacing w:line="240" w:lineRule="auto" w:before="2"/>
        <w:rPr>
          <w:rFonts w:ascii="돋움체" w:hAnsi="돋움체" w:cs="돋움체" w:eastAsia="돋움체"/>
          <w:sz w:val="6"/>
          <w:szCs w:val="6"/>
        </w:rPr>
      </w:pPr>
    </w:p>
    <w:p>
      <w:pPr>
        <w:spacing w:line="20" w:lineRule="atLeast"/>
        <w:ind w:left="101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8.1pt;height:.75pt;mso-position-horizontal-relative:char;mso-position-vertical-relative:line" coordorigin="0,0" coordsize="8562,15">
            <v:group style="position:absolute;left:7;top:7;width:8548;height:2" coordorigin="7,7" coordsize="8548,2">
              <v:shape style="position:absolute;left:7;top:7;width:8548;height:2" coordorigin="7,7" coordsize="8548,0" path="m7,7l8554,7e" filled="false" stroked="true" strokeweight=".719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2"/>
        <w:rPr>
          <w:rFonts w:ascii="돋움체" w:hAnsi="돋움체" w:cs="돋움체" w:eastAsia="돋움체"/>
          <w:sz w:val="16"/>
          <w:szCs w:val="16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45pt;height:22.35pt;mso-position-horizontal-relative:char;mso-position-vertical-relative:line" coordorigin="0,0" coordsize="5929,447">
            <v:group style="position:absolute;left:20;top:11;width:1065;height:425" coordorigin="20,11" coordsize="1065,425">
              <v:shape style="position:absolute;left:20;top:11;width:1065;height:425" coordorigin="20,11" coordsize="1065,425" path="m20,11l20,436,1085,436,1085,11,20,11xe" filled="true" fillcolor="#000000" stroked="false">
                <v:path arrowok="t"/>
                <v:fill type="solid"/>
              </v:shape>
            </v:group>
            <v:group style="position:absolute;left:20;top:11;width:2;height:425" coordorigin="20,11" coordsize="2,425">
              <v:shape style="position:absolute;left:20;top:11;width:2;height:425" coordorigin="20,11" coordsize="0,425" path="m20,11l20,436e" filled="false" stroked="true" strokeweight="1.079pt" strokecolor="#000000">
                <v:path arrowok="t"/>
              </v:shape>
            </v:group>
            <v:group style="position:absolute;left:1085;top:11;width:2;height:425" coordorigin="1085,11" coordsize="2,425">
              <v:shape style="position:absolute;left:1085;top:11;width:2;height:425" coordorigin="1085,11" coordsize="0,425" path="m1085,11l1085,436e" filled="false" stroked="true" strokeweight=".36pt" strokecolor="#000000">
                <v:path arrowok="t"/>
              </v:shape>
            </v:group>
            <v:group style="position:absolute;left:5906;top:11;width:2;height:425" coordorigin="5906,11" coordsize="2,425">
              <v:shape style="position:absolute;left:5906;top:11;width:2;height:425" coordorigin="5906,11" coordsize="0,425" path="m5906,11l5906,436e" filled="false" stroked="true" strokeweight="1.079pt" strokecolor="#000000">
                <v:path arrowok="t"/>
              </v:shape>
            </v:group>
            <v:group style="position:absolute;left:11;top:11;width:5908;height:2" coordorigin="11,11" coordsize="5908,2">
              <v:shape style="position:absolute;left:11;top:11;width:5908;height:2" coordorigin="11,11" coordsize="5908,0" path="m11,11l5918,11e" filled="false" stroked="true" strokeweight="1.079pt" strokecolor="#000000">
                <v:path arrowok="t"/>
              </v:shape>
            </v:group>
            <v:group style="position:absolute;left:11;top:436;width:5908;height:2" coordorigin="11,436" coordsize="5908,2">
              <v:shape style="position:absolute;left:11;top:436;width:5908;height:2" coordorigin="11,436" coordsize="5908,0" path="m11,436l5918,436e" filled="false" stroked="true" strokeweight="1.079pt" strokecolor="#000000">
                <v:path arrowok="t"/>
              </v:shape>
              <v:shape style="position:absolute;left:20;top:11;width:1065;height:425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11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85;top:11;width:4822;height:425" type="#_x0000_t202" filled="false" stroked="false">
                <v:textbox inset="0,0,0,0">
                  <w:txbxContent>
                    <w:p>
                      <w:pPr>
                        <w:spacing w:before="8"/>
                        <w:ind w:left="28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『협동강의』강좌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4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개설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5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현황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0"/>
        <w:rPr>
          <w:rFonts w:ascii="돋움체" w:hAnsi="돋움체" w:cs="돋움체" w:eastAsia="돋움체"/>
          <w:sz w:val="22"/>
          <w:szCs w:val="2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1594"/>
        <w:gridCol w:w="602"/>
        <w:gridCol w:w="657"/>
        <w:gridCol w:w="2062"/>
        <w:gridCol w:w="940"/>
        <w:gridCol w:w="942"/>
        <w:gridCol w:w="1124"/>
      </w:tblGrid>
      <w:tr>
        <w:trPr>
          <w:trHeight w:val="469" w:hRule="exact"/>
        </w:trPr>
        <w:tc>
          <w:tcPr>
            <w:tcW w:w="602" w:type="dxa"/>
            <w:tcBorders>
              <w:top w:val="single" w:sz="9" w:space="0" w:color="16365C"/>
              <w:left w:val="nil" w:sz="6" w:space="0" w:color="auto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4" w:lineRule="exact"/>
              <w:ind w:left="1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교과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94" w:type="dxa"/>
            <w:tcBorders>
              <w:top w:val="single" w:sz="9" w:space="0" w:color="16365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44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개설전공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9" w:space="0" w:color="16365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1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57" w:type="dxa"/>
            <w:tcBorders>
              <w:top w:val="single" w:sz="9" w:space="0" w:color="16365C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4" w:lineRule="exact"/>
              <w:ind w:left="14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수강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62" w:type="dxa"/>
            <w:tcBorders>
              <w:top w:val="single" w:sz="9" w:space="0" w:color="16365C"/>
              <w:left w:val="single" w:sz="3" w:space="0" w:color="000000"/>
              <w:bottom w:val="single" w:sz="3" w:space="0" w:color="16365C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67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0" w:type="dxa"/>
            <w:tcBorders>
              <w:top w:val="single" w:sz="9" w:space="0" w:color="16365C"/>
              <w:left w:val="single" w:sz="3" w:space="0" w:color="000000"/>
              <w:bottom w:val="single" w:sz="3" w:space="0" w:color="16365C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주관교수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2" w:type="dxa"/>
            <w:tcBorders>
              <w:top w:val="single" w:sz="9" w:space="0" w:color="16365C"/>
              <w:left w:val="single" w:sz="3" w:space="0" w:color="000000"/>
              <w:bottom w:val="single" w:sz="3" w:space="0" w:color="16365C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협동교수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24" w:type="dxa"/>
            <w:tcBorders>
              <w:top w:val="single" w:sz="9" w:space="0" w:color="16365C"/>
              <w:left w:val="single" w:sz="3" w:space="0" w:color="000000"/>
              <w:bottom w:val="single" w:sz="3" w:space="0" w:color="16365C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20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수업운영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07" w:hRule="exact"/>
        </w:trPr>
        <w:tc>
          <w:tcPr>
            <w:tcW w:w="602" w:type="dxa"/>
            <w:tcBorders>
              <w:top w:val="single" w:sz="3" w:space="0" w:color="000000"/>
              <w:left w:val="nil" w:sz="6" w:space="0" w:color="auto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균형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9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일본어일본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3"/>
              <w:ind w:left="14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1050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2062" w:type="dxa"/>
            <w:tcBorders>
              <w:top w:val="single" w:sz="3" w:space="0" w:color="16365C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동아시아도시인문기행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0" w:type="dxa"/>
            <w:tcBorders>
              <w:top w:val="single" w:sz="3" w:space="0" w:color="16365C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허영은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2" w:type="dxa"/>
            <w:tcBorders>
              <w:top w:val="single" w:sz="3" w:space="0" w:color="16365C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권응상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24" w:type="dxa"/>
            <w:vMerge w:val="restart"/>
            <w:tcBorders>
              <w:top w:val="single" w:sz="3" w:space="0" w:color="16365C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체" w:hAnsi="돋움체" w:cs="돋움체" w:eastAsia="돋움체"/>
                <w:sz w:val="15"/>
                <w:szCs w:val="15"/>
              </w:rPr>
            </w:pPr>
          </w:p>
          <w:p>
            <w:pPr>
              <w:pStyle w:val="TableParagraph"/>
              <w:spacing w:line="183" w:lineRule="auto"/>
              <w:ind w:left="97" w:right="98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3"/>
                <w:w w:val="95"/>
                <w:sz w:val="18"/>
                <w:szCs w:val="18"/>
              </w:rPr>
              <w:t>수업계획서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수업</w:t>
            </w:r>
            <w:r>
              <w:rPr>
                <w:rFonts w:ascii="돋움체" w:hAnsi="돋움체" w:cs="돋움체" w:eastAsia="돋움체"/>
                <w:spacing w:val="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오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3"/>
                <w:w w:val="95"/>
                <w:sz w:val="18"/>
                <w:szCs w:val="18"/>
              </w:rPr>
              <w:t>리엔테이션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참조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73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한국어문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14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2384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20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한국어교육실습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이희정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지현진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24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08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패션디자인학과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14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3630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20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패션필드프로젝트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최영림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최유진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24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06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9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9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패션디자인학과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9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9"/>
              <w:ind w:left="14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3631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20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9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패션필드프로젝트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9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최영림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9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최유진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24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06" w:hRule="exact"/>
        </w:trPr>
        <w:tc>
          <w:tcPr>
            <w:tcW w:w="602" w:type="dxa"/>
            <w:tcBorders>
              <w:top w:val="single" w:sz="4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94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패션디자인학과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02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14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3622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2062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직물소재디자인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송록영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2" w:type="dxa"/>
            <w:tcBorders>
              <w:top w:val="sing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1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전상훈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24" w:type="dxa"/>
            <w:vMerge/>
            <w:tcBorders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0760" w:h="14740"/>
          <w:pgMar w:top="1020" w:bottom="600" w:left="1080" w:right="540"/>
        </w:sectPr>
      </w:pPr>
    </w:p>
    <w:p>
      <w:pPr>
        <w:spacing w:line="240" w:lineRule="auto" w:before="5"/>
        <w:rPr>
          <w:rFonts w:ascii="돋움체" w:hAnsi="돋움체" w:cs="돋움체" w:eastAsia="돋움체"/>
          <w:sz w:val="5"/>
          <w:szCs w:val="5"/>
        </w:rPr>
      </w:pPr>
    </w:p>
    <w:p>
      <w:pPr>
        <w:spacing w:line="200" w:lineRule="atLeast"/>
        <w:ind w:left="114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372.5pt;height:22.45pt;mso-position-horizontal-relative:char;mso-position-vertical-relative:line" coordorigin="0,0" coordsize="7450,449">
            <v:group style="position:absolute;left:13;top:11;width:1341;height:428" coordorigin="13,11" coordsize="1341,428">
              <v:shape style="position:absolute;left:13;top:11;width:1341;height:428" coordorigin="13,11" coordsize="1341,428" path="m13,11l13,438,1353,438,1353,11,13,11xe" filled="true" fillcolor="#000000" stroked="false">
                <v:path arrowok="t"/>
                <v:fill type="solid"/>
              </v:shape>
            </v:group>
            <v:group style="position:absolute;left:13;top:11;width:2;height:428" coordorigin="13,11" coordsize="2,428">
              <v:shape style="position:absolute;left:13;top:11;width:2;height:428" coordorigin="13,11" coordsize="0,428" path="m13,11l13,438e" filled="false" stroked="true" strokeweight=".36pt" strokecolor="#000000">
                <v:path arrowok="t"/>
              </v:shape>
            </v:group>
            <v:group style="position:absolute;left:1353;top:11;width:2;height:428" coordorigin="1353,11" coordsize="2,428">
              <v:shape style="position:absolute;left:1353;top:11;width:2;height:428" coordorigin="1353,11" coordsize="0,428" path="m1353,11l1353,438e" filled="false" stroked="true" strokeweight=".36pt" strokecolor="#000000">
                <v:path arrowok="t"/>
              </v:shape>
            </v:group>
            <v:group style="position:absolute;left:7426;top:11;width:2;height:428" coordorigin="7426,11" coordsize="2,428">
              <v:shape style="position:absolute;left:7426;top:11;width:2;height:428" coordorigin="7426,11" coordsize="0,428" path="m7426,11l7426,438e" filled="false" stroked="true" strokeweight="1.079pt" strokecolor="#000000">
                <v:path arrowok="t"/>
              </v:shape>
            </v:group>
            <v:group style="position:absolute;left:11;top:11;width:7428;height:2" coordorigin="11,11" coordsize="7428,2">
              <v:shape style="position:absolute;left:11;top:11;width:7428;height:2" coordorigin="11,11" coordsize="7428,0" path="m11,11l7438,11e" filled="false" stroked="true" strokeweight="1.079pt" strokecolor="#000000">
                <v:path arrowok="t"/>
              </v:shape>
            </v:group>
            <v:group style="position:absolute;left:11;top:438;width:7428;height:2" coordorigin="11,438" coordsize="7428,2">
              <v:shape style="position:absolute;left:11;top:438;width:7428;height:2" coordorigin="11,438" coordsize="7428,0" path="m11,438l7438,438e" filled="false" stroked="true" strokeweight="1.079pt" strokecolor="#000000">
                <v:path arrowok="t"/>
              </v:shape>
              <v:shape style="position:absolute;left:13;top:11;width:1341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5"/>
                        </w:rPr>
                        <w:t>12</w:t>
                      </w:r>
                      <w:r>
                        <w:rPr>
                          <w:rFonts w:ascii="돋움체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1353;top:11;width:6073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원격강좌(본교가상,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외부가상)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1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개설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1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현황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2"/>
        <w:rPr>
          <w:rFonts w:ascii="돋움체" w:hAnsi="돋움체" w:cs="돋움체" w:eastAsia="돋움체"/>
          <w:sz w:val="14"/>
          <w:szCs w:val="14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1"/>
        <w:gridCol w:w="599"/>
        <w:gridCol w:w="1556"/>
        <w:gridCol w:w="772"/>
        <w:gridCol w:w="599"/>
        <w:gridCol w:w="2455"/>
        <w:gridCol w:w="969"/>
        <w:gridCol w:w="969"/>
      </w:tblGrid>
      <w:tr>
        <w:trPr>
          <w:trHeight w:val="472" w:hRule="exact"/>
        </w:trPr>
        <w:tc>
          <w:tcPr>
            <w:tcW w:w="571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left="1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37"/>
              <w:ind w:left="115" w:right="11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교과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56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left="41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개설전공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72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37"/>
              <w:ind w:left="201" w:right="19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수강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left="11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455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6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강사명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6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183" w:lineRule="auto" w:before="37"/>
              <w:ind w:left="299" w:right="302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제한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인원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07" w:hRule="exact"/>
        </w:trPr>
        <w:tc>
          <w:tcPr>
            <w:tcW w:w="571" w:type="dxa"/>
            <w:vMerge w:val="restart"/>
            <w:tcBorders>
              <w:top w:val="single" w:sz="12" w:space="0" w:color="000000"/>
              <w:left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체" w:hAnsi="돋움체" w:cs="돋움체" w:eastAsia="돋움체"/>
                <w:sz w:val="24"/>
                <w:szCs w:val="24"/>
              </w:rPr>
            </w:pPr>
          </w:p>
          <w:p>
            <w:pPr>
              <w:pStyle w:val="TableParagraph"/>
              <w:spacing w:line="293" w:lineRule="auto"/>
              <w:ind w:left="100" w:right="10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특수재활</w:t>
            </w:r>
          </w:p>
        </w:tc>
        <w:tc>
          <w:tcPr>
            <w:tcW w:w="7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4117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4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지적장애교육및재활</w:t>
            </w:r>
          </w:p>
        </w:tc>
        <w:tc>
          <w:tcPr>
            <w:tcW w:w="9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3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박정식</w:t>
            </w:r>
          </w:p>
        </w:tc>
        <w:tc>
          <w:tcPr>
            <w:tcW w:w="9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  <w:tr>
        <w:trPr>
          <w:trHeight w:val="408" w:hRule="exact"/>
        </w:trPr>
        <w:tc>
          <w:tcPr>
            <w:tcW w:w="571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직재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3920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직업개발및배치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이달엽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200</w:t>
            </w:r>
          </w:p>
        </w:tc>
      </w:tr>
      <w:tr>
        <w:trPr>
          <w:trHeight w:val="406" w:hRule="exact"/>
        </w:trPr>
        <w:tc>
          <w:tcPr>
            <w:tcW w:w="571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자산관리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4082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창업마케팅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권순재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  <w:tr>
        <w:trPr>
          <w:trHeight w:val="406" w:hRule="exact"/>
        </w:trPr>
        <w:tc>
          <w:tcPr>
            <w:tcW w:w="571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회계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2733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회계와통계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이장형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  <w:tr>
        <w:trPr>
          <w:trHeight w:val="406" w:hRule="exact"/>
        </w:trPr>
        <w:tc>
          <w:tcPr>
            <w:tcW w:w="571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균형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미래융합대학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2312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4차산업혁명시대의문제해결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박영식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  <w:tr>
        <w:trPr>
          <w:trHeight w:val="408" w:hRule="exact"/>
        </w:trPr>
        <w:tc>
          <w:tcPr>
            <w:tcW w:w="571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균형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대학전체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1035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격동하는한국현대사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박재영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  <w:tr>
        <w:trPr>
          <w:trHeight w:val="406" w:hRule="exact"/>
        </w:trPr>
        <w:tc>
          <w:tcPr>
            <w:tcW w:w="571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균형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대학전체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1036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대중매체와문화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허영은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  <w:tr>
        <w:trPr>
          <w:trHeight w:val="370" w:hRule="exact"/>
        </w:trPr>
        <w:tc>
          <w:tcPr>
            <w:tcW w:w="571" w:type="dxa"/>
            <w:vMerge/>
            <w:tcBorders>
              <w:left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2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균형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2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미래융합대학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2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2311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2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인문학과과학기술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2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김현숙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2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  <w:tr>
        <w:trPr>
          <w:trHeight w:val="406" w:hRule="exact"/>
        </w:trPr>
        <w:tc>
          <w:tcPr>
            <w:tcW w:w="571" w:type="dxa"/>
            <w:vMerge/>
            <w:tcBorders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대학전체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1057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정보사회와과학기술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류정탁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  <w:tr>
        <w:trPr>
          <w:trHeight w:val="406" w:hRule="exact"/>
        </w:trPr>
        <w:tc>
          <w:tcPr>
            <w:tcW w:w="571" w:type="dxa"/>
            <w:vMerge w:val="restart"/>
            <w:tcBorders>
              <w:top w:val="single" w:sz="4" w:space="0" w:color="000000"/>
              <w:left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93" w:lineRule="auto" w:before="135"/>
              <w:ind w:left="100" w:right="10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외부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대학전체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1103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창업과기업가정신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김재오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  <w:tr>
        <w:trPr>
          <w:trHeight w:val="458" w:hRule="exact"/>
        </w:trPr>
        <w:tc>
          <w:tcPr>
            <w:tcW w:w="571" w:type="dxa"/>
            <w:vMerge/>
            <w:tcBorders>
              <w:left w:val="nil" w:sz="6" w:space="0" w:color="auto"/>
              <w:bottom w:val="single" w:sz="9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8"/>
              <w:ind w:left="9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8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사회대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8"/>
              <w:ind w:left="20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1077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8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8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행복한삶과가족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8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김미령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8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220</w:t>
            </w:r>
          </w:p>
        </w:tc>
      </w:tr>
    </w:tbl>
    <w:p>
      <w:pPr>
        <w:pStyle w:val="Heading4"/>
        <w:spacing w:line="240" w:lineRule="auto" w:before="45"/>
        <w:ind w:left="3990" w:right="3988"/>
        <w:jc w:val="center"/>
        <w:rPr>
          <w:b w:val="0"/>
          <w:bCs w:val="0"/>
        </w:rPr>
      </w:pPr>
      <w:r>
        <w:rPr/>
        <w:t>수강안내</w:t>
      </w:r>
      <w:r>
        <w:rPr>
          <w:b w:val="0"/>
          <w:bCs w:val="0"/>
        </w:rPr>
      </w:r>
    </w:p>
    <w:p>
      <w:pPr>
        <w:spacing w:line="240" w:lineRule="auto" w:before="3"/>
        <w:rPr>
          <w:rFonts w:ascii="돋움체" w:hAnsi="돋움체" w:cs="돋움체" w:eastAsia="돋움체"/>
          <w:b/>
          <w:bCs/>
          <w:sz w:val="7"/>
          <w:szCs w:val="7"/>
        </w:rPr>
      </w:pPr>
    </w:p>
    <w:p>
      <w:pPr>
        <w:spacing w:line="30" w:lineRule="atLeast"/>
        <w:ind w:left="113" w:right="0" w:firstLine="0"/>
        <w:rPr>
          <w:rFonts w:ascii="돋움체" w:hAnsi="돋움체" w:cs="돋움체" w:eastAsia="돋움체"/>
          <w:sz w:val="3"/>
          <w:szCs w:val="3"/>
        </w:rPr>
      </w:pPr>
      <w:r>
        <w:rPr>
          <w:rFonts w:ascii="돋움체" w:hAnsi="돋움체" w:cs="돋움체" w:eastAsia="돋움체"/>
          <w:sz w:val="3"/>
          <w:szCs w:val="3"/>
        </w:rPr>
        <w:pict>
          <v:group style="width:425.95pt;height:1.95pt;mso-position-horizontal-relative:char;mso-position-vertical-relative:line" coordorigin="0,0" coordsize="8519,39">
            <v:group style="position:absolute;left:5;top:5;width:8509;height:2" coordorigin="5,5" coordsize="8509,2">
              <v:shape style="position:absolute;left:5;top:5;width:8509;height:2" coordorigin="5,5" coordsize="8509,0" path="m5,5l8514,5e" filled="false" stroked="true" strokeweight=".48pt" strokecolor="#000000">
                <v:path arrowok="t"/>
              </v:shape>
            </v:group>
            <v:group style="position:absolute;left:5;top:34;width:8509;height:2" coordorigin="5,34" coordsize="8509,2">
              <v:shape style="position:absolute;left:5;top:34;width:8509;height:2" coordorigin="5,34" coordsize="8509,0" path="m5,34l8514,34e" filled="false" stroked="true" strokeweight=".48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3"/>
          <w:szCs w:val="3"/>
        </w:rPr>
      </w:r>
    </w:p>
    <w:p>
      <w:pPr>
        <w:pStyle w:val="BodyText"/>
        <w:spacing w:line="240" w:lineRule="auto" w:before="30"/>
        <w:ind w:left="403" w:right="0"/>
        <w:jc w:val="left"/>
      </w:pPr>
      <w:r>
        <w:rPr/>
        <w:t>•</w:t>
      </w:r>
      <w:r>
        <w:rPr>
          <w:spacing w:val="-9"/>
        </w:rPr>
        <w:t> </w:t>
      </w:r>
      <w:r>
        <w:rPr>
          <w:spacing w:val="-6"/>
        </w:rPr>
        <w:t>중간/기말시험은</w:t>
      </w:r>
      <w:r>
        <w:rPr>
          <w:spacing w:val="-12"/>
        </w:rPr>
        <w:t> </w:t>
      </w:r>
      <w:r>
        <w:rPr>
          <w:spacing w:val="-6"/>
        </w:rPr>
        <w:t>출석시험</w:t>
      </w:r>
      <w:r>
        <w:rPr>
          <w:spacing w:val="-12"/>
        </w:rPr>
        <w:t> </w:t>
      </w:r>
      <w:r>
        <w:rPr>
          <w:spacing w:val="-6"/>
        </w:rPr>
        <w:t>실시(공지사항</w:t>
      </w:r>
      <w:r>
        <w:rPr>
          <w:spacing w:val="-13"/>
        </w:rPr>
        <w:t> </w:t>
      </w:r>
      <w:r>
        <w:rPr>
          <w:spacing w:val="-6"/>
        </w:rPr>
        <w:t>시험일정</w:t>
      </w:r>
      <w:r>
        <w:rPr>
          <w:spacing w:val="-12"/>
        </w:rPr>
        <w:t> </w:t>
      </w:r>
      <w:r>
        <w:rPr>
          <w:spacing w:val="-6"/>
        </w:rPr>
        <w:t>참고,</w:t>
      </w:r>
      <w:r>
        <w:rPr>
          <w:spacing w:val="-8"/>
        </w:rPr>
        <w:t> </w:t>
      </w:r>
      <w:r>
        <w:rPr>
          <w:spacing w:val="-3"/>
        </w:rPr>
        <w:t>시험</w:t>
      </w:r>
      <w:r>
        <w:rPr>
          <w:spacing w:val="-12"/>
        </w:rPr>
        <w:t> </w:t>
      </w:r>
      <w:r>
        <w:rPr>
          <w:spacing w:val="-5"/>
        </w:rPr>
        <w:t>시간</w:t>
      </w:r>
      <w:r>
        <w:rPr>
          <w:spacing w:val="-13"/>
        </w:rPr>
        <w:t> </w:t>
      </w:r>
      <w:r>
        <w:rPr>
          <w:spacing w:val="-3"/>
        </w:rPr>
        <w:t>중복</w:t>
      </w:r>
      <w:r>
        <w:rPr>
          <w:spacing w:val="-12"/>
        </w:rPr>
        <w:t> </w:t>
      </w:r>
      <w:r>
        <w:rPr>
          <w:spacing w:val="-6"/>
        </w:rPr>
        <w:t>유의)</w:t>
      </w:r>
      <w:r>
        <w:rPr/>
      </w:r>
    </w:p>
    <w:p>
      <w:pPr>
        <w:pStyle w:val="BodyText"/>
        <w:spacing w:line="240" w:lineRule="auto" w:before="35"/>
        <w:ind w:left="403" w:right="0"/>
        <w:jc w:val="left"/>
      </w:pPr>
      <w:r>
        <w:rPr/>
        <w:t>•</w:t>
      </w:r>
      <w:r>
        <w:rPr>
          <w:spacing w:val="-9"/>
        </w:rPr>
        <w:t> </w:t>
      </w:r>
      <w:r>
        <w:rPr>
          <w:spacing w:val="-6"/>
        </w:rPr>
        <w:t>가상수업</w:t>
      </w:r>
      <w:r>
        <w:rPr>
          <w:spacing w:val="-12"/>
        </w:rPr>
        <w:t> </w:t>
      </w:r>
      <w:r>
        <w:rPr>
          <w:spacing w:val="-3"/>
        </w:rPr>
        <w:t>신청</w:t>
      </w:r>
      <w:r>
        <w:rPr>
          <w:spacing w:val="-12"/>
        </w:rPr>
        <w:t> </w:t>
      </w:r>
      <w:r>
        <w:rPr>
          <w:spacing w:val="-5"/>
        </w:rPr>
        <w:t>학점</w:t>
      </w:r>
      <w:r>
        <w:rPr>
          <w:spacing w:val="-12"/>
        </w:rPr>
        <w:t> </w:t>
      </w:r>
      <w:r>
        <w:rPr>
          <w:spacing w:val="-3"/>
        </w:rPr>
        <w:t>수는</w:t>
      </w:r>
      <w:r>
        <w:rPr>
          <w:spacing w:val="-12"/>
        </w:rPr>
        <w:t> </w:t>
      </w:r>
      <w:r>
        <w:rPr>
          <w:spacing w:val="-6"/>
        </w:rPr>
        <w:t>대구대학교</w:t>
      </w:r>
      <w:r>
        <w:rPr>
          <w:spacing w:val="-12"/>
        </w:rPr>
        <w:t> </w:t>
      </w:r>
      <w:r>
        <w:rPr>
          <w:spacing w:val="-6"/>
        </w:rPr>
        <w:t>수강신청</w:t>
      </w:r>
      <w:r>
        <w:rPr>
          <w:spacing w:val="-12"/>
        </w:rPr>
        <w:t> </w:t>
      </w:r>
      <w:r>
        <w:rPr>
          <w:spacing w:val="-5"/>
        </w:rPr>
        <w:t>학점</w:t>
      </w:r>
      <w:r>
        <w:rPr>
          <w:spacing w:val="-12"/>
        </w:rPr>
        <w:t> </w:t>
      </w:r>
      <w:r>
        <w:rPr>
          <w:spacing w:val="-3"/>
        </w:rPr>
        <w:t>수에</w:t>
      </w:r>
      <w:r>
        <w:rPr>
          <w:spacing w:val="-12"/>
        </w:rPr>
        <w:t> </w:t>
      </w:r>
      <w:r>
        <w:rPr>
          <w:spacing w:val="-6"/>
        </w:rPr>
        <w:t>포함됨.</w:t>
      </w:r>
      <w:r>
        <w:rPr/>
      </w:r>
    </w:p>
    <w:p>
      <w:pPr>
        <w:pStyle w:val="BodyText"/>
        <w:spacing w:line="276" w:lineRule="auto" w:before="33"/>
        <w:ind w:left="578" w:right="434" w:hanging="175"/>
        <w:jc w:val="left"/>
      </w:pPr>
      <w:r>
        <w:rPr/>
        <w:t>•</w:t>
      </w:r>
      <w:r>
        <w:rPr>
          <w:spacing w:val="-10"/>
        </w:rPr>
        <w:t> </w:t>
      </w:r>
      <w:r>
        <w:rPr>
          <w:spacing w:val="-7"/>
        </w:rPr>
        <w:t>원격수업(본교가상,외부가상,</w:t>
      </w:r>
      <w:r>
        <w:rPr>
          <w:spacing w:val="-10"/>
        </w:rPr>
        <w:t> </w:t>
      </w:r>
      <w:r>
        <w:rPr>
          <w:spacing w:val="-3"/>
        </w:rPr>
        <w:t>K-MOOC,</w:t>
      </w:r>
      <w:r>
        <w:rPr>
          <w:spacing w:val="-10"/>
        </w:rPr>
        <w:t> </w:t>
      </w:r>
      <w:r>
        <w:rPr>
          <w:spacing w:val="-3"/>
        </w:rPr>
        <w:t>DU-MOOK)</w:t>
      </w:r>
      <w:r>
        <w:rPr>
          <w:spacing w:val="-9"/>
        </w:rPr>
        <w:t> </w:t>
      </w:r>
      <w:r>
        <w:rPr>
          <w:spacing w:val="-6"/>
        </w:rPr>
        <w:t>수강신청</w:t>
      </w:r>
      <w:r>
        <w:rPr>
          <w:spacing w:val="-14"/>
        </w:rPr>
        <w:t> </w:t>
      </w:r>
      <w:r>
        <w:rPr>
          <w:spacing w:val="-6"/>
        </w:rPr>
        <w:t>가능한</w:t>
      </w:r>
      <w:r>
        <w:rPr>
          <w:spacing w:val="-13"/>
        </w:rPr>
        <w:t> </w:t>
      </w:r>
      <w:r>
        <w:rPr>
          <w:spacing w:val="-3"/>
        </w:rPr>
        <w:t>과목</w:t>
      </w:r>
      <w:r>
        <w:rPr>
          <w:spacing w:val="-14"/>
        </w:rPr>
        <w:t> </w:t>
      </w:r>
      <w:r>
        <w:rPr>
          <w:spacing w:val="-3"/>
        </w:rPr>
        <w:t>수는</w:t>
      </w:r>
      <w:r>
        <w:rPr>
          <w:spacing w:val="-13"/>
        </w:rPr>
        <w:t> </w:t>
      </w:r>
      <w:r>
        <w:rPr>
          <w:spacing w:val="-6"/>
        </w:rPr>
        <w:t>정규학기</w:t>
      </w:r>
      <w:r>
        <w:rPr>
          <w:spacing w:val="-14"/>
        </w:rPr>
        <w:t> </w:t>
      </w:r>
      <w:r>
        <w:rPr/>
        <w:t>및</w:t>
      </w:r>
      <w:r>
        <w:rPr>
          <w:spacing w:val="63"/>
          <w:w w:val="99"/>
        </w:rPr>
        <w:t> </w:t>
      </w:r>
      <w:r>
        <w:rPr>
          <w:spacing w:val="-6"/>
        </w:rPr>
        <w:t>계절수업</w:t>
      </w:r>
      <w:r>
        <w:rPr>
          <w:spacing w:val="-13"/>
        </w:rPr>
        <w:t> </w:t>
      </w:r>
      <w:r>
        <w:rPr>
          <w:spacing w:val="-5"/>
        </w:rPr>
        <w:t>각각</w:t>
      </w:r>
      <w:r>
        <w:rPr>
          <w:spacing w:val="-13"/>
        </w:rPr>
        <w:t> </w:t>
      </w:r>
      <w:r>
        <w:rPr>
          <w:spacing w:val="-3"/>
        </w:rPr>
        <w:t>제한</w:t>
      </w:r>
      <w:r>
        <w:rPr>
          <w:spacing w:val="-13"/>
        </w:rPr>
        <w:t> </w:t>
      </w:r>
      <w:r>
        <w:rPr>
          <w:spacing w:val="-3"/>
        </w:rPr>
        <w:t>없음</w:t>
      </w:r>
      <w:r>
        <w:rPr/>
      </w:r>
    </w:p>
    <w:p>
      <w:pPr>
        <w:spacing w:line="240" w:lineRule="auto" w:before="3"/>
        <w:rPr>
          <w:rFonts w:ascii="돋움체" w:hAnsi="돋움체" w:cs="돋움체" w:eastAsia="돋움체"/>
          <w:sz w:val="6"/>
          <w:szCs w:val="6"/>
        </w:rPr>
      </w:pPr>
    </w:p>
    <w:p>
      <w:pPr>
        <w:spacing w:line="20" w:lineRule="atLeast"/>
        <w:ind w:left="110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26.3pt;height:.75pt;mso-position-horizontal-relative:char;mso-position-vertical-relative:line" coordorigin="0,0" coordsize="8526,15">
            <v:group style="position:absolute;left:7;top:7;width:8512;height:2" coordorigin="7,7" coordsize="8512,2">
              <v:shape style="position:absolute;left:7;top:7;width:8512;height:2" coordorigin="7,7" coordsize="8512,0" path="m7,7l8518,7e" filled="false" stroked="true" strokeweight=".719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line="240" w:lineRule="auto" w:before="3"/>
        <w:rPr>
          <w:rFonts w:ascii="돋움체" w:hAnsi="돋움체" w:cs="돋움체" w:eastAsia="돋움체"/>
          <w:sz w:val="26"/>
          <w:szCs w:val="26"/>
        </w:rPr>
      </w:pPr>
    </w:p>
    <w:p>
      <w:pPr>
        <w:spacing w:before="26"/>
        <w:ind w:left="2990" w:right="0" w:firstLine="0"/>
        <w:jc w:val="left"/>
        <w:rPr>
          <w:rFonts w:ascii="돋움체" w:hAnsi="돋움체" w:cs="돋움체" w:eastAsia="돋움체"/>
          <w:sz w:val="24"/>
          <w:szCs w:val="24"/>
        </w:rPr>
      </w:pPr>
      <w:r>
        <w:rPr>
          <w:rFonts w:ascii="돋움체" w:hAnsi="돋움체" w:cs="돋움체" w:eastAsia="돋움체"/>
          <w:b/>
          <w:bCs/>
          <w:sz w:val="24"/>
          <w:szCs w:val="24"/>
        </w:rPr>
        <w:t>&lt;</w:t>
      </w:r>
      <w:r>
        <w:rPr>
          <w:rFonts w:ascii="돋움체" w:hAnsi="돋움체" w:cs="돋움체" w:eastAsia="돋움체"/>
          <w:b/>
          <w:bCs/>
          <w:spacing w:val="-1"/>
          <w:sz w:val="24"/>
          <w:szCs w:val="24"/>
        </w:rPr>
        <w:t> </w:t>
      </w:r>
      <w:r>
        <w:rPr>
          <w:rFonts w:ascii="돋움체" w:hAnsi="돋움체" w:cs="돋움체" w:eastAsia="돋움체"/>
          <w:b/>
          <w:bCs/>
          <w:sz w:val="24"/>
          <w:szCs w:val="24"/>
        </w:rPr>
        <w:t>온라인 공개강좌(MOOC)</w:t>
      </w:r>
      <w:r>
        <w:rPr>
          <w:rFonts w:ascii="돋움체" w:hAnsi="돋움체" w:cs="돋움체" w:eastAsia="돋움체"/>
          <w:b/>
          <w:bCs/>
          <w:spacing w:val="-1"/>
          <w:sz w:val="24"/>
          <w:szCs w:val="24"/>
        </w:rPr>
        <w:t> </w:t>
      </w:r>
      <w:r>
        <w:rPr>
          <w:rFonts w:ascii="돋움체" w:hAnsi="돋움체" w:cs="돋움체" w:eastAsia="돋움체"/>
          <w:b/>
          <w:bCs/>
          <w:sz w:val="24"/>
          <w:szCs w:val="24"/>
        </w:rPr>
        <w:t>&gt;</w:t>
      </w:r>
      <w:r>
        <w:rPr>
          <w:rFonts w:ascii="돋움체" w:hAnsi="돋움체" w:cs="돋움체" w:eastAsia="돋움체"/>
          <w:sz w:val="24"/>
          <w:szCs w:val="24"/>
        </w:rPr>
      </w:r>
    </w:p>
    <w:p>
      <w:pPr>
        <w:pStyle w:val="BodyText"/>
        <w:spacing w:line="293" w:lineRule="auto" w:before="190"/>
        <w:ind w:left="379" w:right="434" w:hanging="223"/>
        <w:jc w:val="left"/>
      </w:pPr>
      <w:r>
        <w:rPr/>
        <w:t>•</w:t>
      </w:r>
      <w:r>
        <w:rPr>
          <w:spacing w:val="-9"/>
        </w:rPr>
        <w:t> </w:t>
      </w:r>
      <w:r>
        <w:rPr/>
        <w:t>개념:</w:t>
      </w:r>
      <w:r>
        <w:rPr>
          <w:spacing w:val="-8"/>
        </w:rPr>
        <w:t> </w:t>
      </w:r>
      <w:r>
        <w:rPr/>
        <w:t>수강</w:t>
      </w:r>
      <w:r>
        <w:rPr>
          <w:spacing w:val="-9"/>
        </w:rPr>
        <w:t> </w:t>
      </w:r>
      <w:r>
        <w:rPr/>
        <w:t>인원의</w:t>
      </w:r>
      <w:r>
        <w:rPr>
          <w:spacing w:val="-9"/>
        </w:rPr>
        <w:t> </w:t>
      </w:r>
      <w:r>
        <w:rPr/>
        <w:t>제한없이(Massive),</w:t>
      </w:r>
      <w:r>
        <w:rPr>
          <w:spacing w:val="-9"/>
        </w:rPr>
        <w:t> </w:t>
      </w:r>
      <w:r>
        <w:rPr/>
        <w:t>모든</w:t>
      </w:r>
      <w:r>
        <w:rPr>
          <w:spacing w:val="-6"/>
        </w:rPr>
        <w:t> </w:t>
      </w:r>
      <w:r>
        <w:rPr/>
        <w:t>사람이</w:t>
      </w:r>
      <w:r>
        <w:rPr>
          <w:spacing w:val="-9"/>
        </w:rPr>
        <w:t> </w:t>
      </w:r>
      <w:r>
        <w:rPr/>
        <w:t>수강</w:t>
      </w:r>
      <w:r>
        <w:rPr>
          <w:spacing w:val="-10"/>
        </w:rPr>
        <w:t> </w:t>
      </w:r>
      <w:r>
        <w:rPr/>
        <w:t>가능하며(Open),</w:t>
      </w:r>
      <w:r>
        <w:rPr>
          <w:spacing w:val="-8"/>
        </w:rPr>
        <w:t> </w:t>
      </w:r>
      <w:r>
        <w:rPr/>
        <w:t>웹</w:t>
      </w:r>
      <w:r>
        <w:rPr>
          <w:spacing w:val="-6"/>
        </w:rPr>
        <w:t> </w:t>
      </w:r>
      <w:r>
        <w:rPr>
          <w:spacing w:val="-1"/>
        </w:rPr>
        <w:t>기반으로(Online)</w:t>
      </w:r>
      <w:r>
        <w:rPr>
          <w:spacing w:val="20"/>
          <w:w w:val="99"/>
        </w:rPr>
        <w:t> </w:t>
      </w:r>
      <w:r>
        <w:rPr/>
        <w:t>미리</w:t>
      </w:r>
      <w:r>
        <w:rPr>
          <w:spacing w:val="-10"/>
        </w:rPr>
        <w:t> </w:t>
      </w:r>
      <w:r>
        <w:rPr/>
        <w:t>정의된</w:t>
      </w:r>
      <w:r>
        <w:rPr>
          <w:spacing w:val="-9"/>
        </w:rPr>
        <w:t> </w:t>
      </w:r>
      <w:r>
        <w:rPr/>
        <w:t>학습목표를</w:t>
      </w:r>
      <w:r>
        <w:rPr>
          <w:spacing w:val="-7"/>
        </w:rPr>
        <w:t> </w:t>
      </w:r>
      <w:r>
        <w:rPr/>
        <w:t>위해</w:t>
      </w:r>
      <w:r>
        <w:rPr>
          <w:spacing w:val="-10"/>
        </w:rPr>
        <w:t> </w:t>
      </w:r>
      <w:r>
        <w:rPr/>
        <w:t>구성된</w:t>
      </w:r>
      <w:r>
        <w:rPr>
          <w:spacing w:val="-9"/>
        </w:rPr>
        <w:t> </w:t>
      </w:r>
      <w:r>
        <w:rPr/>
        <w:t>강좌(Course)</w:t>
      </w:r>
      <w:r>
        <w:rPr/>
      </w:r>
    </w:p>
    <w:p>
      <w:pPr>
        <w:pStyle w:val="BodyText"/>
        <w:spacing w:line="293" w:lineRule="auto" w:before="12"/>
        <w:ind w:left="379" w:right="492" w:hanging="223"/>
        <w:jc w:val="left"/>
      </w:pPr>
      <w:r>
        <w:rPr/>
        <w:t>•</w:t>
      </w:r>
      <w:r>
        <w:rPr>
          <w:spacing w:val="-7"/>
        </w:rPr>
        <w:t> </w:t>
      </w:r>
      <w:r>
        <w:rPr/>
        <w:t>특징:</w:t>
      </w:r>
      <w:r>
        <w:rPr>
          <w:spacing w:val="-7"/>
        </w:rPr>
        <w:t> </w:t>
      </w:r>
      <w:r>
        <w:rPr>
          <w:spacing w:val="-1"/>
        </w:rPr>
        <w:t>교수-학생간</w:t>
      </w:r>
      <w:r>
        <w:rPr>
          <w:spacing w:val="-5"/>
        </w:rPr>
        <w:t> </w:t>
      </w:r>
      <w:r>
        <w:rPr>
          <w:spacing w:val="-1"/>
        </w:rPr>
        <w:t>질의</w:t>
      </w:r>
      <w:r>
        <w:rPr>
          <w:rFonts w:ascii="한컴돋움" w:hAnsi="한컴돋움" w:cs="한컴돋움" w:eastAsia="한컴돋움"/>
          <w:spacing w:val="-1"/>
        </w:rPr>
        <w:t>･</w:t>
      </w:r>
      <w:r>
        <w:rPr>
          <w:spacing w:val="-1"/>
        </w:rPr>
        <w:t>응답,</w:t>
      </w:r>
      <w:r>
        <w:rPr>
          <w:spacing w:val="-7"/>
        </w:rPr>
        <w:t> </w:t>
      </w:r>
      <w:r>
        <w:rPr/>
        <w:t>토론,</w:t>
      </w:r>
      <w:r>
        <w:rPr>
          <w:spacing w:val="-7"/>
        </w:rPr>
        <w:t> </w:t>
      </w:r>
      <w:r>
        <w:rPr/>
        <w:t>퀴즈,</w:t>
      </w:r>
      <w:r>
        <w:rPr>
          <w:spacing w:val="-7"/>
        </w:rPr>
        <w:t> </w:t>
      </w:r>
      <w:r>
        <w:rPr/>
        <w:t>과제</w:t>
      </w:r>
      <w:r>
        <w:rPr>
          <w:spacing w:val="-5"/>
        </w:rPr>
        <w:t> </w:t>
      </w:r>
      <w:r>
        <w:rPr/>
        <w:t>피드백</w:t>
      </w:r>
      <w:r>
        <w:rPr>
          <w:spacing w:val="-7"/>
        </w:rPr>
        <w:t> </w:t>
      </w:r>
      <w:r>
        <w:rPr/>
        <w:t>등의</w:t>
      </w:r>
      <w:r>
        <w:rPr>
          <w:spacing w:val="-8"/>
        </w:rPr>
        <w:t> </w:t>
      </w:r>
      <w:r>
        <w:rPr/>
        <w:t>학습관리,</w:t>
      </w:r>
      <w:r>
        <w:rPr>
          <w:spacing w:val="-7"/>
        </w:rPr>
        <w:t> </w:t>
      </w:r>
      <w:r>
        <w:rPr/>
        <w:t>학습커뮤니티</w:t>
      </w:r>
      <w:r>
        <w:rPr>
          <w:spacing w:val="-5"/>
        </w:rPr>
        <w:t> </w:t>
      </w:r>
      <w:r>
        <w:rPr/>
        <w:t>운영</w:t>
      </w:r>
      <w:r>
        <w:rPr>
          <w:spacing w:val="-8"/>
        </w:rPr>
        <w:t> </w:t>
      </w:r>
      <w:r>
        <w:rPr/>
        <w:t>등</w:t>
      </w:r>
      <w:r>
        <w:rPr>
          <w:spacing w:val="28"/>
          <w:w w:val="99"/>
        </w:rPr>
        <w:t> </w:t>
      </w:r>
      <w:r>
        <w:rPr>
          <w:spacing w:val="-1"/>
        </w:rPr>
        <w:t>교수-학습자간,</w:t>
      </w:r>
      <w:r>
        <w:rPr>
          <w:spacing w:val="-11"/>
        </w:rPr>
        <w:t> </w:t>
      </w:r>
      <w:r>
        <w:rPr/>
        <w:t>학습자-학습자간</w:t>
      </w:r>
      <w:r>
        <w:rPr>
          <w:spacing w:val="-12"/>
        </w:rPr>
        <w:t> </w:t>
      </w:r>
      <w:r>
        <w:rPr/>
        <w:t>양방향</w:t>
      </w:r>
      <w:r>
        <w:rPr>
          <w:spacing w:val="-9"/>
        </w:rPr>
        <w:t> </w:t>
      </w:r>
      <w:r>
        <w:rPr/>
        <w:t>학습</w:t>
      </w:r>
      <w:r>
        <w:rPr>
          <w:spacing w:val="-11"/>
        </w:rPr>
        <w:t> </w:t>
      </w:r>
      <w:r>
        <w:rPr/>
        <w:t>가능</w:t>
      </w:r>
      <w:r>
        <w:rPr/>
      </w:r>
    </w:p>
    <w:p>
      <w:pPr>
        <w:pStyle w:val="BodyText"/>
        <w:spacing w:line="293" w:lineRule="auto" w:before="12"/>
        <w:ind w:left="379" w:right="306" w:hanging="223"/>
        <w:jc w:val="left"/>
      </w:pPr>
      <w:r>
        <w:rPr/>
        <w:t>•</w:t>
      </w:r>
      <w:r>
        <w:rPr>
          <w:spacing w:val="-9"/>
        </w:rPr>
        <w:t> </w:t>
      </w:r>
      <w:r>
        <w:rPr/>
        <w:t>학점인정:</w:t>
      </w:r>
      <w:r>
        <w:rPr>
          <w:spacing w:val="-8"/>
        </w:rPr>
        <w:t> </w:t>
      </w:r>
      <w:r>
        <w:rPr/>
        <w:t>수강신청</w:t>
      </w:r>
      <w:r>
        <w:rPr>
          <w:spacing w:val="-10"/>
        </w:rPr>
        <w:t> </w:t>
      </w:r>
      <w:r>
        <w:rPr/>
        <w:t>후,</w:t>
      </w:r>
      <w:r>
        <w:rPr>
          <w:spacing w:val="-8"/>
        </w:rPr>
        <w:t> </w:t>
      </w:r>
      <w:r>
        <w:rPr>
          <w:spacing w:val="-1"/>
        </w:rPr>
        <w:t>K-MOOC</w:t>
      </w:r>
      <w:r>
        <w:rPr>
          <w:spacing w:val="-8"/>
        </w:rPr>
        <w:t> </w:t>
      </w:r>
      <w:r>
        <w:rPr/>
        <w:t>사이트(www.kmooc.kr)에서</w:t>
      </w:r>
      <w:r>
        <w:rPr>
          <w:spacing w:val="-10"/>
        </w:rPr>
        <w:t> </w:t>
      </w:r>
      <w:r>
        <w:rPr/>
        <w:t>이수</w:t>
      </w:r>
      <w:r>
        <w:rPr>
          <w:spacing w:val="-9"/>
        </w:rPr>
        <w:t> </w:t>
      </w:r>
      <w:r>
        <w:rPr/>
        <w:t>기준에</w:t>
      </w:r>
      <w:r>
        <w:rPr>
          <w:spacing w:val="-7"/>
        </w:rPr>
        <w:t> </w:t>
      </w:r>
      <w:r>
        <w:rPr/>
        <w:t>따라</w:t>
      </w:r>
      <w:r>
        <w:rPr>
          <w:spacing w:val="-9"/>
        </w:rPr>
        <w:t> </w:t>
      </w:r>
      <w:r>
        <w:rPr/>
        <w:t>수강을</w:t>
      </w:r>
      <w:r>
        <w:rPr>
          <w:spacing w:val="-9"/>
        </w:rPr>
        <w:t> </w:t>
      </w:r>
      <w:r>
        <w:rPr/>
        <w:t>완료해야함/</w:t>
      </w:r>
      <w:r>
        <w:rPr>
          <w:spacing w:val="27"/>
          <w:w w:val="99"/>
        </w:rPr>
        <w:t> </w:t>
      </w:r>
      <w:r>
        <w:rPr>
          <w:spacing w:val="-1"/>
        </w:rPr>
        <w:t>K-MOOC</w:t>
      </w:r>
      <w:r>
        <w:rPr>
          <w:spacing w:val="-6"/>
        </w:rPr>
        <w:t> </w:t>
      </w:r>
      <w:r>
        <w:rPr/>
        <w:t>강좌</w:t>
      </w:r>
      <w:r>
        <w:rPr>
          <w:spacing w:val="-7"/>
        </w:rPr>
        <w:t> </w:t>
      </w:r>
      <w:r>
        <w:rPr/>
        <w:t>이수</w:t>
      </w:r>
      <w:r>
        <w:rPr>
          <w:spacing w:val="-4"/>
        </w:rPr>
        <w:t> </w:t>
      </w:r>
      <w:r>
        <w:rPr/>
        <w:t>총점</w:t>
      </w:r>
      <w:r>
        <w:rPr>
          <w:spacing w:val="-7"/>
        </w:rPr>
        <w:t> </w:t>
      </w:r>
      <w:r>
        <w:rPr>
          <w:spacing w:val="-1"/>
        </w:rPr>
        <w:t>60%</w:t>
      </w:r>
      <w:r>
        <w:rPr>
          <w:spacing w:val="-6"/>
        </w:rPr>
        <w:t> </w:t>
      </w:r>
      <w:r>
        <w:rPr/>
        <w:t>이상</w:t>
      </w:r>
      <w:r>
        <w:rPr>
          <w:spacing w:val="-4"/>
        </w:rPr>
        <w:t> </w:t>
      </w:r>
      <w:r>
        <w:rPr/>
        <w:t>취득은</w:t>
      </w:r>
      <w:r>
        <w:rPr>
          <w:spacing w:val="-7"/>
        </w:rPr>
        <w:t> </w:t>
      </w:r>
      <w:r>
        <w:rPr/>
        <w:t>3학점이</w:t>
      </w:r>
      <w:r>
        <w:rPr>
          <w:spacing w:val="-7"/>
        </w:rPr>
        <w:t> </w:t>
      </w:r>
      <w:r>
        <w:rPr/>
        <w:t>부여되는</w:t>
      </w:r>
      <w:r>
        <w:rPr>
          <w:spacing w:val="-7"/>
        </w:rPr>
        <w:t> </w:t>
      </w:r>
      <w:r>
        <w:rPr/>
        <w:t>기본</w:t>
      </w:r>
      <w:r>
        <w:rPr>
          <w:spacing w:val="-4"/>
        </w:rPr>
        <w:t> </w:t>
      </w:r>
      <w:r>
        <w:rPr/>
        <w:t>조건,</w:t>
      </w:r>
      <w:r>
        <w:rPr>
          <w:spacing w:val="-6"/>
        </w:rPr>
        <w:t> </w:t>
      </w:r>
      <w:r>
        <w:rPr/>
        <w:t>미이수시</w:t>
      </w:r>
      <w:r>
        <w:rPr>
          <w:spacing w:val="-7"/>
        </w:rPr>
        <w:t> </w:t>
      </w:r>
      <w:r>
        <w:rPr/>
        <w:t>F처리됨</w:t>
      </w:r>
      <w:r>
        <w:rPr>
          <w:spacing w:val="-6"/>
        </w:rPr>
        <w:t> </w:t>
      </w:r>
      <w:r>
        <w:rPr/>
        <w:t>/</w:t>
      </w:r>
      <w:r>
        <w:rPr>
          <w:spacing w:val="29"/>
          <w:w w:val="99"/>
        </w:rPr>
        <w:t> </w:t>
      </w:r>
      <w:r>
        <w:rPr/>
        <w:t>강좌별로</w:t>
      </w:r>
      <w:r>
        <w:rPr>
          <w:spacing w:val="-8"/>
        </w:rPr>
        <w:t> </w:t>
      </w:r>
      <w:r>
        <w:rPr/>
        <w:t>오프라인</w:t>
      </w:r>
      <w:r>
        <w:rPr>
          <w:spacing w:val="-7"/>
        </w:rPr>
        <w:t> </w:t>
      </w:r>
      <w:r>
        <w:rPr/>
        <w:t>과제</w:t>
      </w:r>
      <w:r>
        <w:rPr>
          <w:spacing w:val="-5"/>
        </w:rPr>
        <w:t> </w:t>
      </w:r>
      <w:r>
        <w:rPr/>
        <w:t>및</w:t>
      </w:r>
      <w:r>
        <w:rPr>
          <w:spacing w:val="-7"/>
        </w:rPr>
        <w:t> </w:t>
      </w:r>
      <w:r>
        <w:rPr/>
        <w:t>시험을</w:t>
      </w:r>
      <w:r>
        <w:rPr>
          <w:spacing w:val="-7"/>
        </w:rPr>
        <w:t> </w:t>
      </w:r>
      <w:r>
        <w:rPr/>
        <w:t>응시해야</w:t>
      </w:r>
      <w:r>
        <w:rPr>
          <w:spacing w:val="-5"/>
        </w:rPr>
        <w:t> </w:t>
      </w:r>
      <w:r>
        <w:rPr/>
        <w:t>최종</w:t>
      </w:r>
      <w:r>
        <w:rPr>
          <w:spacing w:val="-7"/>
        </w:rPr>
        <w:t> </w:t>
      </w:r>
      <w:r>
        <w:rPr/>
        <w:t>학점</w:t>
      </w:r>
      <w:r>
        <w:rPr>
          <w:spacing w:val="-8"/>
        </w:rPr>
        <w:t> </w:t>
      </w:r>
      <w:r>
        <w:rPr/>
        <w:t>부여</w:t>
      </w:r>
      <w:r>
        <w:rPr/>
      </w:r>
    </w:p>
    <w:p>
      <w:pPr>
        <w:spacing w:after="0" w:line="293" w:lineRule="auto"/>
        <w:jc w:val="left"/>
        <w:sectPr>
          <w:pgSz w:w="10760" w:h="14740"/>
          <w:pgMar w:header="0" w:footer="417" w:top="1080" w:bottom="620" w:left="1100" w:right="920"/>
        </w:sectPr>
      </w:pPr>
    </w:p>
    <w:p>
      <w:pPr>
        <w:spacing w:line="240" w:lineRule="auto" w:before="5"/>
        <w:rPr>
          <w:rFonts w:ascii="돋움체" w:hAnsi="돋움체" w:cs="돋움체" w:eastAsia="돋움체"/>
          <w:sz w:val="5"/>
          <w:szCs w:val="5"/>
        </w:rPr>
      </w:pPr>
    </w:p>
    <w:p>
      <w:pPr>
        <w:spacing w:line="200" w:lineRule="atLeast"/>
        <w:ind w:left="10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358.7pt;height:22.45pt;mso-position-horizontal-relative:char;mso-position-vertical-relative:line" coordorigin="0,0" coordsize="7174,449">
            <v:group style="position:absolute;left:20;top:11;width:1065;height:428" coordorigin="20,11" coordsize="1065,428">
              <v:shape style="position:absolute;left:20;top:11;width:1065;height:428" coordorigin="20,11" coordsize="1065,428" path="m20,11l20,438,1085,438,1085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85;top:11;width:2;height:428" coordorigin="1085,11" coordsize="2,428">
              <v:shape style="position:absolute;left:1085;top:11;width:2;height:428" coordorigin="1085,11" coordsize="0,428" path="m1085,11l1085,438e" filled="false" stroked="true" strokeweight=".36pt" strokecolor="#000000">
                <v:path arrowok="t"/>
              </v:shape>
            </v:group>
            <v:group style="position:absolute;left:7151;top:11;width:2;height:428" coordorigin="7151,11" coordsize="2,428">
              <v:shape style="position:absolute;left:7151;top:11;width:2;height:428" coordorigin="7151,11" coordsize="0,428" path="m7151,11l7151,438e" filled="false" stroked="true" strokeweight="1.079pt" strokecolor="#000000">
                <v:path arrowok="t"/>
              </v:shape>
            </v:group>
            <v:group style="position:absolute;left:11;top:11;width:7152;height:2" coordorigin="11,11" coordsize="7152,2">
              <v:shape style="position:absolute;left:11;top:11;width:7152;height:2" coordorigin="11,11" coordsize="7152,0" path="m11,11l7163,11e" filled="false" stroked="true" strokeweight="1.079pt" strokecolor="#000000">
                <v:path arrowok="t"/>
              </v:shape>
            </v:group>
            <v:group style="position:absolute;left:11;top:438;width:7152;height:2" coordorigin="11,438" coordsize="7152,2">
              <v:shape style="position:absolute;left:11;top:438;width:7152;height:2" coordorigin="11,438" coordsize="7152,0" path="m11,438l7163,438e" filled="false" stroked="true" strokeweight="1.079pt" strokecolor="#000000">
                <v:path arrowok="t"/>
              </v:shape>
              <v:shape style="position:absolute;left:20;top:11;width:106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13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85;top:11;width:6066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K-MOOC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강좌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개설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현황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3"/>
        <w:rPr>
          <w:rFonts w:ascii="돋움체" w:hAnsi="돋움체" w:cs="돋움체" w:eastAsia="돋움체"/>
          <w:sz w:val="15"/>
          <w:szCs w:val="15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8"/>
        <w:gridCol w:w="1822"/>
        <w:gridCol w:w="432"/>
        <w:gridCol w:w="2242"/>
        <w:gridCol w:w="928"/>
        <w:gridCol w:w="940"/>
        <w:gridCol w:w="1393"/>
      </w:tblGrid>
      <w:tr>
        <w:trPr>
          <w:trHeight w:val="477" w:hRule="exact"/>
        </w:trPr>
        <w:tc>
          <w:tcPr>
            <w:tcW w:w="918" w:type="dxa"/>
            <w:tcBorders>
              <w:top w:val="single" w:sz="9" w:space="0" w:color="000000"/>
              <w:left w:val="nil" w:sz="6" w:space="0" w:color="auto"/>
              <w:bottom w:val="single" w:sz="7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822" w:type="dxa"/>
            <w:tcBorders>
              <w:top w:val="single" w:sz="9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left="54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개설학과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9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left="3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42" w:type="dxa"/>
            <w:tcBorders>
              <w:top w:val="single" w:sz="9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28" w:type="dxa"/>
            <w:tcBorders>
              <w:top w:val="single" w:sz="9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left="9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0" w:type="dxa"/>
            <w:tcBorders>
              <w:top w:val="single" w:sz="9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left="1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담당교수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93" w:type="dxa"/>
            <w:tcBorders>
              <w:top w:val="single" w:sz="9" w:space="0" w:color="000000"/>
              <w:left w:val="single" w:sz="4" w:space="0" w:color="000000"/>
              <w:bottom w:val="single" w:sz="7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9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9" w:hRule="exact"/>
        </w:trPr>
        <w:tc>
          <w:tcPr>
            <w:tcW w:w="918" w:type="dxa"/>
            <w:tcBorders>
              <w:top w:val="single" w:sz="7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</w:t>
            </w:r>
          </w:p>
        </w:tc>
        <w:tc>
          <w:tcPr>
            <w:tcW w:w="182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54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대학전체</w:t>
            </w:r>
          </w:p>
        </w:tc>
        <w:tc>
          <w:tcPr>
            <w:tcW w:w="43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24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62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수어의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28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1125</w:t>
            </w:r>
          </w:p>
        </w:tc>
        <w:tc>
          <w:tcPr>
            <w:tcW w:w="94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1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권순우</w:t>
            </w:r>
          </w:p>
        </w:tc>
        <w:tc>
          <w:tcPr>
            <w:tcW w:w="139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K-MOOC(온라인)</w:t>
            </w:r>
          </w:p>
        </w:tc>
      </w:tr>
      <w:tr>
        <w:trPr>
          <w:trHeight w:val="293" w:hRule="exact"/>
        </w:trPr>
        <w:tc>
          <w:tcPr>
            <w:tcW w:w="918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정보통신공학부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62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딥러닝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3406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김희철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2" w:lineRule="exact"/>
              <w:ind w:left="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K-MOOC(온라인)</w:t>
            </w:r>
          </w:p>
        </w:tc>
      </w:tr>
      <w:tr>
        <w:trPr>
          <w:trHeight w:val="293" w:hRule="exact"/>
        </w:trPr>
        <w:tc>
          <w:tcPr>
            <w:tcW w:w="918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패션디자인학과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4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어패럴패턴캐드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3624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최영림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2" w:lineRule="exact"/>
              <w:ind w:left="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K-MOOC(온라인)</w:t>
            </w:r>
          </w:p>
        </w:tc>
      </w:tr>
      <w:tr>
        <w:trPr>
          <w:trHeight w:val="295" w:hRule="exact"/>
        </w:trPr>
        <w:tc>
          <w:tcPr>
            <w:tcW w:w="918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3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사회복지학과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5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사회복지역사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2807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이준상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2" w:lineRule="exact"/>
              <w:ind w:left="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K-MOOC(온라인)</w:t>
            </w:r>
          </w:p>
        </w:tc>
      </w:tr>
      <w:tr>
        <w:trPr>
          <w:trHeight w:val="293" w:hRule="exact"/>
        </w:trPr>
        <w:tc>
          <w:tcPr>
            <w:tcW w:w="918" w:type="dxa"/>
            <w:tcBorders>
              <w:top w:val="single" w:sz="4" w:space="0" w:color="000000"/>
              <w:left w:val="nil" w:sz="6" w:space="0" w:color="auto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스포츠레저학과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6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소매틱재활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27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1129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권욱동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K-MOOC(온라인)</w:t>
            </w:r>
          </w:p>
        </w:tc>
      </w:tr>
    </w:tbl>
    <w:p>
      <w:pPr>
        <w:spacing w:line="240" w:lineRule="auto" w:before="5"/>
        <w:rPr>
          <w:rFonts w:ascii="돋움체" w:hAnsi="돋움체" w:cs="돋움체" w:eastAsia="돋움체"/>
          <w:sz w:val="22"/>
          <w:szCs w:val="22"/>
        </w:rPr>
      </w:pPr>
    </w:p>
    <w:p>
      <w:pPr>
        <w:pStyle w:val="Heading1"/>
        <w:spacing w:line="340" w:lineRule="exact"/>
        <w:ind w:left="2932" w:right="0"/>
        <w:jc w:val="left"/>
        <w:rPr>
          <w:b w:val="0"/>
          <w:bCs w:val="0"/>
        </w:rPr>
      </w:pPr>
      <w:r>
        <w:rPr>
          <w:w w:val="115"/>
        </w:rPr>
        <w:t>&lt; </w:t>
      </w:r>
      <w:r>
        <w:rPr>
          <w:spacing w:val="-2"/>
          <w:w w:val="115"/>
        </w:rPr>
        <w:t>온라인</w:t>
      </w:r>
      <w:r>
        <w:rPr>
          <w:spacing w:val="1"/>
          <w:w w:val="115"/>
        </w:rPr>
        <w:t> </w:t>
      </w:r>
      <w:r>
        <w:rPr>
          <w:spacing w:val="-2"/>
          <w:w w:val="115"/>
        </w:rPr>
        <w:t>공개강좌</w:t>
      </w:r>
      <w:r>
        <w:rPr>
          <w:spacing w:val="-1"/>
          <w:w w:val="115"/>
        </w:rPr>
        <w:t>(</w:t>
      </w:r>
      <w:r>
        <w:rPr>
          <w:spacing w:val="-2"/>
          <w:w w:val="115"/>
        </w:rPr>
        <w:t>MOOC</w:t>
      </w:r>
      <w:r>
        <w:rPr>
          <w:spacing w:val="-1"/>
          <w:w w:val="115"/>
        </w:rPr>
        <w:t>)</w:t>
      </w:r>
      <w:r>
        <w:rPr>
          <w:spacing w:val="2"/>
          <w:w w:val="115"/>
        </w:rPr>
        <w:t> </w:t>
      </w:r>
      <w:r>
        <w:rPr>
          <w:w w:val="115"/>
        </w:rPr>
        <w:t>&gt;</w:t>
      </w:r>
      <w:r>
        <w:rPr>
          <w:b w:val="0"/>
          <w:bCs w:val="0"/>
        </w:rPr>
      </w:r>
    </w:p>
    <w:p>
      <w:pPr>
        <w:tabs>
          <w:tab w:pos="515" w:val="left" w:leader="none"/>
        </w:tabs>
        <w:spacing w:line="313" w:lineRule="auto" w:before="71"/>
        <w:ind w:left="515" w:right="1369" w:hanging="300"/>
        <w:jc w:val="left"/>
        <w:rPr>
          <w:rFonts w:ascii="한컴돋움" w:hAnsi="한컴돋움" w:cs="한컴돋움" w:eastAsia="한컴돋움"/>
          <w:sz w:val="20"/>
          <w:szCs w:val="20"/>
        </w:rPr>
      </w:pPr>
      <w:r>
        <w:rPr>
          <w:rFonts w:ascii="Arial" w:hAnsi="Arial" w:cs="Arial" w:eastAsia="Arial"/>
          <w:w w:val="65"/>
          <w:sz w:val="20"/>
          <w:szCs w:val="20"/>
        </w:rPr>
        <w:t>Ÿ</w:t>
        <w:tab/>
      </w:r>
      <w:r>
        <w:rPr>
          <w:rFonts w:ascii="한컴돋움" w:hAnsi="한컴돋움" w:cs="한컴돋움" w:eastAsia="한컴돋움"/>
          <w:sz w:val="20"/>
          <w:szCs w:val="20"/>
        </w:rPr>
        <w:t>(개념)</w:t>
      </w:r>
      <w:r>
        <w:rPr>
          <w:rFonts w:ascii="한컴돋움" w:hAnsi="한컴돋움" w:cs="한컴돋움" w:eastAsia="한컴돋움"/>
          <w:spacing w:val="38"/>
          <w:sz w:val="20"/>
          <w:szCs w:val="20"/>
        </w:rPr>
        <w:t> </w:t>
      </w:r>
      <w:r>
        <w:rPr>
          <w:rFonts w:ascii="한컴돋움" w:hAnsi="한컴돋움" w:cs="한컴돋움" w:eastAsia="한컴돋움"/>
          <w:spacing w:val="1"/>
          <w:sz w:val="20"/>
          <w:szCs w:val="20"/>
        </w:rPr>
        <w:t>수강</w:t>
      </w:r>
      <w:r>
        <w:rPr>
          <w:rFonts w:ascii="한컴돋움" w:hAnsi="한컴돋움" w:cs="한컴돋움" w:eastAsia="한컴돋움"/>
          <w:spacing w:val="40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인원의</w:t>
      </w:r>
      <w:r>
        <w:rPr>
          <w:rFonts w:ascii="한컴돋움" w:hAnsi="한컴돋움" w:cs="한컴돋움" w:eastAsia="한컴돋움"/>
          <w:spacing w:val="40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제한없이(Massive),</w:t>
      </w:r>
      <w:r>
        <w:rPr>
          <w:rFonts w:ascii="한컴돋움" w:hAnsi="한컴돋움" w:cs="한컴돋움" w:eastAsia="한컴돋움"/>
          <w:spacing w:val="3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모든</w:t>
      </w:r>
      <w:r>
        <w:rPr>
          <w:rFonts w:ascii="한컴돋움" w:hAnsi="한컴돋움" w:cs="한컴돋움" w:eastAsia="한컴돋움"/>
          <w:spacing w:val="40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사람이</w:t>
      </w:r>
      <w:r>
        <w:rPr>
          <w:rFonts w:ascii="한컴돋움" w:hAnsi="한컴돋움" w:cs="한컴돋움" w:eastAsia="한컴돋움"/>
          <w:spacing w:val="40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수강</w:t>
      </w:r>
      <w:r>
        <w:rPr>
          <w:rFonts w:ascii="한컴돋움" w:hAnsi="한컴돋움" w:cs="한컴돋움" w:eastAsia="한컴돋움"/>
          <w:spacing w:val="40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가능하며(Open),</w:t>
      </w:r>
      <w:r>
        <w:rPr>
          <w:rFonts w:ascii="한컴돋움" w:hAnsi="한컴돋움" w:cs="한컴돋움" w:eastAsia="한컴돋움"/>
          <w:spacing w:val="30"/>
          <w:w w:val="77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웹</w:t>
      </w:r>
      <w:r>
        <w:rPr>
          <w:rFonts w:ascii="한컴돋움" w:hAnsi="한컴돋움" w:cs="한컴돋움" w:eastAsia="한컴돋움"/>
          <w:spacing w:val="37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기반으로(Online)</w:t>
      </w:r>
      <w:r>
        <w:rPr>
          <w:rFonts w:ascii="한컴돋움" w:hAnsi="한컴돋움" w:cs="한컴돋움" w:eastAsia="한컴돋움"/>
          <w:spacing w:val="38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미리</w:t>
      </w:r>
      <w:r>
        <w:rPr>
          <w:rFonts w:ascii="한컴돋움" w:hAnsi="한컴돋움" w:cs="한컴돋움" w:eastAsia="한컴돋움"/>
          <w:spacing w:val="37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정의된</w:t>
      </w:r>
      <w:r>
        <w:rPr>
          <w:rFonts w:ascii="한컴돋움" w:hAnsi="한컴돋움" w:cs="한컴돋움" w:eastAsia="한컴돋움"/>
          <w:spacing w:val="37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학습목표를</w:t>
      </w:r>
      <w:r>
        <w:rPr>
          <w:rFonts w:ascii="한컴돋움" w:hAnsi="한컴돋움" w:cs="한컴돋움" w:eastAsia="한컴돋움"/>
          <w:spacing w:val="38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위해</w:t>
      </w:r>
      <w:r>
        <w:rPr>
          <w:rFonts w:ascii="한컴돋움" w:hAnsi="한컴돋움" w:cs="한컴돋움" w:eastAsia="한컴돋움"/>
          <w:spacing w:val="37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구성된</w:t>
      </w:r>
      <w:r>
        <w:rPr>
          <w:rFonts w:ascii="한컴돋움" w:hAnsi="한컴돋움" w:cs="한컴돋움" w:eastAsia="한컴돋움"/>
          <w:spacing w:val="37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강좌(Course)</w:t>
      </w:r>
      <w:r>
        <w:rPr>
          <w:rFonts w:ascii="한컴돋움" w:hAnsi="한컴돋움" w:cs="한컴돋움" w:eastAsia="한컴돋움"/>
          <w:sz w:val="20"/>
          <w:szCs w:val="20"/>
        </w:rPr>
      </w:r>
    </w:p>
    <w:p>
      <w:pPr>
        <w:tabs>
          <w:tab w:pos="515" w:val="left" w:leader="none"/>
        </w:tabs>
        <w:spacing w:line="313" w:lineRule="auto" w:before="37"/>
        <w:ind w:left="515" w:right="411" w:hanging="300"/>
        <w:jc w:val="left"/>
        <w:rPr>
          <w:rFonts w:ascii="한컴돋움" w:hAnsi="한컴돋움" w:cs="한컴돋움" w:eastAsia="한컴돋움"/>
          <w:sz w:val="20"/>
          <w:szCs w:val="20"/>
        </w:rPr>
      </w:pPr>
      <w:r>
        <w:rPr>
          <w:rFonts w:ascii="Arial" w:hAnsi="Arial" w:cs="Arial" w:eastAsia="Arial"/>
          <w:w w:val="65"/>
          <w:sz w:val="20"/>
          <w:szCs w:val="20"/>
        </w:rPr>
        <w:t>Ÿ</w:t>
        <w:tab/>
      </w:r>
      <w:r>
        <w:rPr>
          <w:rFonts w:ascii="한컴돋움" w:hAnsi="한컴돋움" w:cs="한컴돋움" w:eastAsia="한컴돋움"/>
          <w:sz w:val="20"/>
          <w:szCs w:val="20"/>
        </w:rPr>
        <w:t>(특징)</w:t>
      </w:r>
      <w:r>
        <w:rPr>
          <w:rFonts w:ascii="한컴돋움" w:hAnsi="한컴돋움" w:cs="한컴돋움" w:eastAsia="한컴돋움"/>
          <w:spacing w:val="27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교수-학생간</w:t>
      </w:r>
      <w:r>
        <w:rPr>
          <w:rFonts w:ascii="한컴돋움" w:hAnsi="한컴돋움" w:cs="한컴돋움" w:eastAsia="한컴돋움"/>
          <w:spacing w:val="30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질의･응답,</w:t>
      </w:r>
      <w:r>
        <w:rPr>
          <w:rFonts w:ascii="한컴돋움" w:hAnsi="한컴돋움" w:cs="한컴돋움" w:eastAsia="한컴돋움"/>
          <w:spacing w:val="2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토론,</w:t>
      </w:r>
      <w:r>
        <w:rPr>
          <w:rFonts w:ascii="한컴돋움" w:hAnsi="한컴돋움" w:cs="한컴돋움" w:eastAsia="한컴돋움"/>
          <w:spacing w:val="2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퀴즈,</w:t>
      </w:r>
      <w:r>
        <w:rPr>
          <w:rFonts w:ascii="한컴돋움" w:hAnsi="한컴돋움" w:cs="한컴돋움" w:eastAsia="한컴돋움"/>
          <w:spacing w:val="29"/>
          <w:sz w:val="20"/>
          <w:szCs w:val="20"/>
        </w:rPr>
        <w:t> </w:t>
      </w:r>
      <w:r>
        <w:rPr>
          <w:rFonts w:ascii="한컴돋움" w:hAnsi="한컴돋움" w:cs="한컴돋움" w:eastAsia="한컴돋움"/>
          <w:spacing w:val="1"/>
          <w:sz w:val="20"/>
          <w:szCs w:val="20"/>
        </w:rPr>
        <w:t>과제</w:t>
      </w:r>
      <w:r>
        <w:rPr>
          <w:rFonts w:ascii="한컴돋움" w:hAnsi="한컴돋움" w:cs="한컴돋움" w:eastAsia="한컴돋움"/>
          <w:spacing w:val="30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피드백</w:t>
      </w:r>
      <w:r>
        <w:rPr>
          <w:rFonts w:ascii="한컴돋움" w:hAnsi="한컴돋움" w:cs="한컴돋움" w:eastAsia="한컴돋움"/>
          <w:spacing w:val="29"/>
          <w:sz w:val="20"/>
          <w:szCs w:val="20"/>
        </w:rPr>
        <w:t> </w:t>
      </w:r>
      <w:r>
        <w:rPr>
          <w:rFonts w:ascii="한컴돋움" w:hAnsi="한컴돋움" w:cs="한컴돋움" w:eastAsia="한컴돋움"/>
          <w:spacing w:val="1"/>
          <w:sz w:val="20"/>
          <w:szCs w:val="20"/>
        </w:rPr>
        <w:t>등의</w:t>
      </w:r>
      <w:r>
        <w:rPr>
          <w:rFonts w:ascii="한컴돋움" w:hAnsi="한컴돋움" w:cs="한컴돋움" w:eastAsia="한컴돋움"/>
          <w:spacing w:val="2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학습관리,</w:t>
      </w:r>
      <w:r>
        <w:rPr>
          <w:rFonts w:ascii="한컴돋움" w:hAnsi="한컴돋움" w:cs="한컴돋움" w:eastAsia="한컴돋움"/>
          <w:spacing w:val="30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학습커뮤니티</w:t>
      </w:r>
      <w:r>
        <w:rPr>
          <w:rFonts w:ascii="한컴돋움" w:hAnsi="한컴돋움" w:cs="한컴돋움" w:eastAsia="한컴돋움"/>
          <w:spacing w:val="26"/>
          <w:w w:val="9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운영</w:t>
      </w:r>
      <w:r>
        <w:rPr>
          <w:rFonts w:ascii="한컴돋움" w:hAnsi="한컴돋움" w:cs="한컴돋움" w:eastAsia="한컴돋움"/>
          <w:spacing w:val="38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등</w:t>
      </w:r>
      <w:r>
        <w:rPr>
          <w:rFonts w:ascii="한컴돋움" w:hAnsi="한컴돋움" w:cs="한컴돋움" w:eastAsia="한컴돋움"/>
          <w:spacing w:val="3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교수-학습자간,</w:t>
      </w:r>
      <w:r>
        <w:rPr>
          <w:rFonts w:ascii="한컴돋움" w:hAnsi="한컴돋움" w:cs="한컴돋움" w:eastAsia="한컴돋움"/>
          <w:spacing w:val="3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학습자-학습자간</w:t>
      </w:r>
      <w:r>
        <w:rPr>
          <w:rFonts w:ascii="한컴돋움" w:hAnsi="한컴돋움" w:cs="한컴돋움" w:eastAsia="한컴돋움"/>
          <w:spacing w:val="3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양방향</w:t>
      </w:r>
      <w:r>
        <w:rPr>
          <w:rFonts w:ascii="한컴돋움" w:hAnsi="한컴돋움" w:cs="한컴돋움" w:eastAsia="한컴돋움"/>
          <w:spacing w:val="38"/>
          <w:sz w:val="20"/>
          <w:szCs w:val="20"/>
        </w:rPr>
        <w:t> </w:t>
      </w:r>
      <w:r>
        <w:rPr>
          <w:rFonts w:ascii="한컴돋움" w:hAnsi="한컴돋움" w:cs="한컴돋움" w:eastAsia="한컴돋움"/>
          <w:spacing w:val="1"/>
          <w:sz w:val="20"/>
          <w:szCs w:val="20"/>
        </w:rPr>
        <w:t>학습</w:t>
      </w:r>
      <w:r>
        <w:rPr>
          <w:rFonts w:ascii="한컴돋움" w:hAnsi="한컴돋움" w:cs="한컴돋움" w:eastAsia="한컴돋움"/>
          <w:spacing w:val="3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가능</w:t>
      </w:r>
      <w:r>
        <w:rPr>
          <w:rFonts w:ascii="한컴돋움" w:hAnsi="한컴돋움" w:cs="한컴돋움" w:eastAsia="한컴돋움"/>
          <w:sz w:val="20"/>
          <w:szCs w:val="20"/>
        </w:rPr>
      </w:r>
    </w:p>
    <w:p>
      <w:pPr>
        <w:tabs>
          <w:tab w:pos="515" w:val="left" w:leader="none"/>
        </w:tabs>
        <w:spacing w:line="324" w:lineRule="auto" w:before="37"/>
        <w:ind w:left="515" w:right="694" w:hanging="300"/>
        <w:jc w:val="left"/>
        <w:rPr>
          <w:rFonts w:ascii="한컴돋움" w:hAnsi="한컴돋움" w:cs="한컴돋움" w:eastAsia="한컴돋움"/>
          <w:sz w:val="20"/>
          <w:szCs w:val="20"/>
        </w:rPr>
      </w:pPr>
      <w:r>
        <w:rPr>
          <w:rFonts w:ascii="Arial" w:hAnsi="Arial" w:cs="Arial" w:eastAsia="Arial"/>
          <w:w w:val="65"/>
          <w:sz w:val="20"/>
          <w:szCs w:val="20"/>
        </w:rPr>
        <w:t>Ÿ</w:t>
        <w:tab/>
      </w:r>
      <w:r>
        <w:rPr>
          <w:rFonts w:ascii="한컴돋움" w:hAnsi="한컴돋움" w:cs="한컴돋움" w:eastAsia="한컴돋움"/>
          <w:sz w:val="20"/>
          <w:szCs w:val="20"/>
        </w:rPr>
        <w:t>(학점인정)</w:t>
      </w:r>
      <w:r>
        <w:rPr>
          <w:rFonts w:ascii="한컴돋움" w:hAnsi="한컴돋움" w:cs="한컴돋움" w:eastAsia="한컴돋움"/>
          <w:spacing w:val="43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수강신청</w:t>
      </w:r>
      <w:r>
        <w:rPr>
          <w:rFonts w:ascii="한컴돋움" w:hAnsi="한컴돋움" w:cs="한컴돋움" w:eastAsia="한컴돋움"/>
          <w:spacing w:val="4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후,</w:t>
      </w:r>
      <w:r>
        <w:rPr>
          <w:rFonts w:ascii="한컴돋움" w:hAnsi="한컴돋움" w:cs="한컴돋움" w:eastAsia="한컴돋움"/>
          <w:spacing w:val="46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K-MOOC</w:t>
      </w:r>
      <w:r>
        <w:rPr>
          <w:rFonts w:ascii="한컴돋움" w:hAnsi="한컴돋움" w:cs="한컴돋움" w:eastAsia="한컴돋움"/>
          <w:spacing w:val="44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사이트(www.kmooc.kr)에서</w:t>
      </w:r>
      <w:r>
        <w:rPr>
          <w:rFonts w:ascii="한컴돋움" w:hAnsi="한컴돋움" w:cs="한컴돋움" w:eastAsia="한컴돋움"/>
          <w:spacing w:val="4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이수</w:t>
      </w:r>
      <w:r>
        <w:rPr>
          <w:rFonts w:ascii="한컴돋움" w:hAnsi="한컴돋움" w:cs="한컴돋움" w:eastAsia="한컴돋움"/>
          <w:spacing w:val="46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기준에</w:t>
      </w:r>
      <w:r>
        <w:rPr>
          <w:rFonts w:ascii="한컴돋움" w:hAnsi="한컴돋움" w:cs="한컴돋움" w:eastAsia="한컴돋움"/>
          <w:spacing w:val="4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따라</w:t>
      </w:r>
      <w:r>
        <w:rPr>
          <w:rFonts w:ascii="한컴돋움" w:hAnsi="한컴돋움" w:cs="한컴돋움" w:eastAsia="한컴돋움"/>
          <w:spacing w:val="30"/>
          <w:w w:val="9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수강을</w:t>
      </w:r>
      <w:r>
        <w:rPr>
          <w:rFonts w:ascii="한컴돋움" w:hAnsi="한컴돋움" w:cs="한컴돋움" w:eastAsia="한컴돋움"/>
          <w:spacing w:val="31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완료해야함/</w:t>
      </w:r>
      <w:r>
        <w:rPr>
          <w:rFonts w:ascii="한컴돋움" w:hAnsi="한컴돋움" w:cs="한컴돋움" w:eastAsia="한컴돋움"/>
          <w:spacing w:val="2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K-MOOC</w:t>
      </w:r>
      <w:r>
        <w:rPr>
          <w:rFonts w:ascii="한컴돋움" w:hAnsi="한컴돋움" w:cs="한컴돋움" w:eastAsia="한컴돋움"/>
          <w:spacing w:val="31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강좌</w:t>
      </w:r>
      <w:r>
        <w:rPr>
          <w:rFonts w:ascii="한컴돋움" w:hAnsi="한컴돋움" w:cs="한컴돋움" w:eastAsia="한컴돋움"/>
          <w:spacing w:val="31"/>
          <w:sz w:val="20"/>
          <w:szCs w:val="20"/>
        </w:rPr>
        <w:t> </w:t>
      </w:r>
      <w:r>
        <w:rPr>
          <w:rFonts w:ascii="한컴돋움" w:hAnsi="한컴돋움" w:cs="한컴돋움" w:eastAsia="한컴돋움"/>
          <w:spacing w:val="1"/>
          <w:sz w:val="20"/>
          <w:szCs w:val="20"/>
        </w:rPr>
        <w:t>이수</w:t>
      </w:r>
      <w:r>
        <w:rPr>
          <w:rFonts w:ascii="한컴돋움" w:hAnsi="한컴돋움" w:cs="한컴돋움" w:eastAsia="한컴돋움"/>
          <w:spacing w:val="31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총점</w:t>
      </w:r>
      <w:r>
        <w:rPr>
          <w:rFonts w:ascii="한컴돋움" w:hAnsi="한컴돋움" w:cs="한컴돋움" w:eastAsia="한컴돋움"/>
          <w:spacing w:val="31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60%</w:t>
      </w:r>
      <w:r>
        <w:rPr>
          <w:rFonts w:ascii="한컴돋움" w:hAnsi="한컴돋움" w:cs="한컴돋움" w:eastAsia="한컴돋움"/>
          <w:spacing w:val="32"/>
          <w:sz w:val="20"/>
          <w:szCs w:val="20"/>
        </w:rPr>
        <w:t> </w:t>
      </w:r>
      <w:r>
        <w:rPr>
          <w:rFonts w:ascii="한컴돋움" w:hAnsi="한컴돋움" w:cs="한컴돋움" w:eastAsia="한컴돋움"/>
          <w:spacing w:val="1"/>
          <w:sz w:val="20"/>
          <w:szCs w:val="20"/>
        </w:rPr>
        <w:t>이상</w:t>
      </w:r>
      <w:r>
        <w:rPr>
          <w:rFonts w:ascii="한컴돋움" w:hAnsi="한컴돋움" w:cs="한컴돋움" w:eastAsia="한컴돋움"/>
          <w:spacing w:val="31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취득은</w:t>
      </w:r>
      <w:r>
        <w:rPr>
          <w:rFonts w:ascii="한컴돋움" w:hAnsi="한컴돋움" w:cs="한컴돋움" w:eastAsia="한컴돋움"/>
          <w:spacing w:val="31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3학점이</w:t>
      </w:r>
      <w:r>
        <w:rPr>
          <w:rFonts w:ascii="한컴돋움" w:hAnsi="한컴돋움" w:cs="한컴돋움" w:eastAsia="한컴돋움"/>
          <w:spacing w:val="31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부여되는</w:t>
      </w:r>
      <w:r>
        <w:rPr>
          <w:rFonts w:ascii="한컴돋움" w:hAnsi="한컴돋움" w:cs="한컴돋움" w:eastAsia="한컴돋움"/>
          <w:spacing w:val="30"/>
          <w:w w:val="9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기본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조건,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미이수시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F처리됨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/</w:t>
      </w:r>
      <w:r>
        <w:rPr>
          <w:rFonts w:ascii="한컴돋움" w:hAnsi="한컴돋움" w:cs="한컴돋움" w:eastAsia="한컴돋움"/>
          <w:spacing w:val="26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강좌별로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오프라인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과제</w:t>
      </w:r>
      <w:r>
        <w:rPr>
          <w:rFonts w:ascii="한컴돋움" w:hAnsi="한컴돋움" w:cs="한컴돋움" w:eastAsia="한컴돋움"/>
          <w:spacing w:val="26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및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시험을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응시해야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최종</w:t>
      </w:r>
      <w:r>
        <w:rPr>
          <w:rFonts w:ascii="한컴돋움" w:hAnsi="한컴돋움" w:cs="한컴돋움" w:eastAsia="한컴돋움"/>
          <w:spacing w:val="24"/>
          <w:w w:val="99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학점</w:t>
      </w:r>
      <w:r>
        <w:rPr>
          <w:rFonts w:ascii="한컴돋움" w:hAnsi="한컴돋움" w:cs="한컴돋움" w:eastAsia="한컴돋움"/>
          <w:spacing w:val="25"/>
          <w:sz w:val="20"/>
          <w:szCs w:val="20"/>
        </w:rPr>
        <w:t> </w:t>
      </w:r>
      <w:r>
        <w:rPr>
          <w:rFonts w:ascii="한컴돋움" w:hAnsi="한컴돋움" w:cs="한컴돋움" w:eastAsia="한컴돋움"/>
          <w:sz w:val="20"/>
          <w:szCs w:val="20"/>
        </w:rPr>
        <w:t>부여</w:t>
      </w:r>
      <w:r>
        <w:rPr>
          <w:rFonts w:ascii="한컴돋움" w:hAnsi="한컴돋움" w:cs="한컴돋움" w:eastAsia="한컴돋움"/>
          <w:sz w:val="20"/>
          <w:szCs w:val="20"/>
        </w:rPr>
      </w:r>
    </w:p>
    <w:p>
      <w:pPr>
        <w:spacing w:line="240" w:lineRule="auto" w:before="8"/>
        <w:rPr>
          <w:rFonts w:ascii="한컴돋움" w:hAnsi="한컴돋움" w:cs="한컴돋움" w:eastAsia="한컴돋움"/>
          <w:sz w:val="21"/>
          <w:szCs w:val="21"/>
        </w:rPr>
      </w:pPr>
    </w:p>
    <w:p>
      <w:pPr>
        <w:spacing w:line="200" w:lineRule="atLeast"/>
        <w:ind w:left="137" w:right="0" w:firstLine="0"/>
        <w:rPr>
          <w:rFonts w:ascii="한컴돋움" w:hAnsi="한컴돋움" w:cs="한컴돋움" w:eastAsia="한컴돋움"/>
          <w:sz w:val="20"/>
          <w:szCs w:val="20"/>
        </w:rPr>
      </w:pPr>
      <w:r>
        <w:rPr>
          <w:rFonts w:ascii="한컴돋움" w:hAnsi="한컴돋움" w:cs="한컴돋움" w:eastAsia="한컴돋움"/>
          <w:sz w:val="20"/>
          <w:szCs w:val="20"/>
        </w:rPr>
        <w:pict>
          <v:shape style="width:432.75pt;height:20.3pt;mso-position-horizontal-relative:char;mso-position-vertical-relative:line" type="#_x0000_t202" filled="false" stroked="false">
            <v:textbox inset="0,0,0,0">
              <w:txbxContent>
                <w:p>
                  <w:pPr>
                    <w:spacing w:line="341" w:lineRule="exact" w:before="0"/>
                    <w:ind w:left="-1" w:right="0" w:firstLine="0"/>
                    <w:jc w:val="center"/>
                    <w:rPr>
                      <w:rFonts w:ascii="함초롬돋움" w:hAnsi="함초롬돋움" w:cs="함초롬돋움" w:eastAsia="함초롬돋움"/>
                      <w:sz w:val="24"/>
                      <w:szCs w:val="24"/>
                    </w:rPr>
                  </w:pPr>
                  <w:r>
                    <w:rPr>
                      <w:rFonts w:ascii="함초롬돋움" w:hAnsi="함초롬돋움" w:cs="함초롬돋움" w:eastAsia="함초롬돋움"/>
                      <w:b/>
                      <w:bCs/>
                      <w:sz w:val="24"/>
                      <w:szCs w:val="24"/>
                    </w:rPr>
                    <w:t>수강</w:t>
                  </w:r>
                  <w:r>
                    <w:rPr>
                      <w:rFonts w:ascii="함초롬돋움" w:hAnsi="함초롬돋움" w:cs="함초롬돋움" w:eastAsia="함초롬돋움"/>
                      <w:b/>
                      <w:bCs/>
                      <w:spacing w:val="65"/>
                      <w:sz w:val="24"/>
                      <w:szCs w:val="24"/>
                    </w:rPr>
                    <w:t> </w:t>
                  </w:r>
                  <w:r>
                    <w:rPr>
                      <w:rFonts w:ascii="함초롬돋움" w:hAnsi="함초롬돋움" w:cs="함초롬돋움" w:eastAsia="함초롬돋움"/>
                      <w:b/>
                      <w:bCs/>
                      <w:sz w:val="24"/>
                      <w:szCs w:val="24"/>
                    </w:rPr>
                    <w:t>안내</w:t>
                  </w:r>
                  <w:r>
                    <w:rPr>
                      <w:rFonts w:ascii="함초롬돋움" w:hAnsi="함초롬돋움" w:cs="함초롬돋움" w:eastAsia="함초롬돋움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한컴돋움" w:hAnsi="한컴돋움" w:cs="한컴돋움" w:eastAsia="한컴돋움"/>
          <w:sz w:val="20"/>
          <w:szCs w:val="20"/>
        </w:rPr>
      </w:r>
    </w:p>
    <w:p>
      <w:pPr>
        <w:spacing w:line="351" w:lineRule="exact" w:before="0"/>
        <w:ind w:left="33" w:right="0" w:firstLine="0"/>
        <w:jc w:val="center"/>
        <w:rPr>
          <w:rFonts w:ascii="함초롬돋움" w:hAnsi="함초롬돋움" w:cs="함초롬돋움" w:eastAsia="함초롬돋움"/>
          <w:sz w:val="22"/>
          <w:szCs w:val="22"/>
        </w:rPr>
      </w:pPr>
      <w:r>
        <w:rPr/>
        <w:pict>
          <v:group style="position:absolute;margin-left:60.836498pt;margin-top:-20.818501pt;width:434.95pt;height:295.7pt;mso-position-horizontal-relative:page;mso-position-vertical-relative:paragraph;z-index:-338224" coordorigin="1217,-416" coordsize="8699,5914">
            <v:group style="position:absolute;left:1237;top:-406;width:8655;height:406" coordorigin="1237,-406" coordsize="8655,406">
              <v:shape style="position:absolute;left:1237;top:-406;width:8655;height:406" coordorigin="1237,-406" coordsize="8655,406" path="m1237,-406l1237,0,9892,0,9892,-406,1237,-406xe" filled="true" fillcolor="#e3dbc1" stroked="false">
                <v:path arrowok="t"/>
                <v:fill type="solid"/>
              </v:shape>
            </v:group>
            <v:group style="position:absolute;left:1228;top:-14;width:8675;height:2" coordorigin="1228,-14" coordsize="8675,2">
              <v:shape style="position:absolute;left:1228;top:-14;width:8675;height:2" coordorigin="1228,-14" coordsize="8675,0" path="m1228,-14l9902,-14e" filled="false" stroked="true" strokeweight=".48pt" strokecolor="#000000">
                <v:path arrowok="t"/>
              </v:shape>
            </v:group>
            <v:group style="position:absolute;left:1228;top:14;width:8675;height:2" coordorigin="1228,14" coordsize="8675,2">
              <v:shape style="position:absolute;left:1228;top:14;width:8675;height:2" coordorigin="1228,14" coordsize="8675,0" path="m1228,14l9902,14e" filled="false" stroked="true" strokeweight=".48pt" strokecolor="#000000">
                <v:path arrowok="t"/>
              </v:shape>
            </v:group>
            <v:group style="position:absolute;left:1361;top:89;width:8;height:2" coordorigin="1361,89" coordsize="8,2">
              <v:shape style="position:absolute;left:1361;top:89;width:8;height:2" coordorigin="1361,89" coordsize="8,0" path="m1361,89l1368,89e" filled="false" stroked="true" strokeweight=".48pt" strokecolor="#000000">
                <v:path arrowok="t"/>
              </v:shape>
            </v:group>
            <v:group style="position:absolute;left:1361;top:113;width:8;height:2" coordorigin="1361,113" coordsize="8,2">
              <v:shape style="position:absolute;left:1361;top:113;width:8;height:2" coordorigin="1361,113" coordsize="8,0" path="m1361,113l1368,113e" filled="false" stroked="true" strokeweight=".48pt" strokecolor="#000000">
                <v:path arrowok="t"/>
              </v:shape>
            </v:group>
            <v:group style="position:absolute;left:1361;top:137;width:8;height:2" coordorigin="1361,137" coordsize="8,2">
              <v:shape style="position:absolute;left:1361;top:137;width:8;height:2" coordorigin="1361,137" coordsize="8,0" path="m1361,137l1368,137e" filled="false" stroked="true" strokeweight=".48pt" strokecolor="#000000">
                <v:path arrowok="t"/>
              </v:shape>
            </v:group>
            <v:group style="position:absolute;left:1361;top:161;width:8;height:2" coordorigin="1361,161" coordsize="8,2">
              <v:shape style="position:absolute;left:1361;top:161;width:8;height:2" coordorigin="1361,161" coordsize="8,0" path="m1361,161l1368,161e" filled="false" stroked="true" strokeweight=".48pt" strokecolor="#000000">
                <v:path arrowok="t"/>
              </v:shape>
            </v:group>
            <v:group style="position:absolute;left:1361;top:185;width:8;height:2" coordorigin="1361,185" coordsize="8,2">
              <v:shape style="position:absolute;left:1361;top:185;width:8;height:2" coordorigin="1361,185" coordsize="8,0" path="m1361,185l1368,185e" filled="false" stroked="true" strokeweight=".48pt" strokecolor="#000000">
                <v:path arrowok="t"/>
              </v:shape>
            </v:group>
            <v:group style="position:absolute;left:1361;top:209;width:8;height:2" coordorigin="1361,209" coordsize="8,2">
              <v:shape style="position:absolute;left:1361;top:209;width:8;height:2" coordorigin="1361,209" coordsize="8,0" path="m1361,209l1368,209e" filled="false" stroked="true" strokeweight=".48pt" strokecolor="#000000">
                <v:path arrowok="t"/>
              </v:shape>
            </v:group>
            <v:group style="position:absolute;left:1361;top:233;width:8;height:2" coordorigin="1361,233" coordsize="8,2">
              <v:shape style="position:absolute;left:1361;top:233;width:8;height:2" coordorigin="1361,233" coordsize="8,0" path="m1361,233l1368,233e" filled="false" stroked="true" strokeweight=".48pt" strokecolor="#000000">
                <v:path arrowok="t"/>
              </v:shape>
            </v:group>
            <v:group style="position:absolute;left:1361;top:257;width:8;height:2" coordorigin="1361,257" coordsize="8,2">
              <v:shape style="position:absolute;left:1361;top:257;width:8;height:2" coordorigin="1361,257" coordsize="8,0" path="m1361,257l1368,257e" filled="false" stroked="true" strokeweight=".48pt" strokecolor="#000000">
                <v:path arrowok="t"/>
              </v:shape>
            </v:group>
            <v:group style="position:absolute;left:1361;top:281;width:8;height:2" coordorigin="1361,281" coordsize="8,2">
              <v:shape style="position:absolute;left:1361;top:281;width:8;height:2" coordorigin="1361,281" coordsize="8,0" path="m1361,281l1368,281e" filled="false" stroked="true" strokeweight=".48pt" strokecolor="#000000">
                <v:path arrowok="t"/>
              </v:shape>
            </v:group>
            <v:group style="position:absolute;left:1361;top:305;width:8;height:2" coordorigin="1361,305" coordsize="8,2">
              <v:shape style="position:absolute;left:1361;top:305;width:8;height:2" coordorigin="1361,305" coordsize="8,0" path="m1361,305l1368,305e" filled="false" stroked="true" strokeweight=".48pt" strokecolor="#000000">
                <v:path arrowok="t"/>
              </v:shape>
            </v:group>
            <v:group style="position:absolute;left:1361;top:329;width:8;height:2" coordorigin="1361,329" coordsize="8,2">
              <v:shape style="position:absolute;left:1361;top:329;width:8;height:2" coordorigin="1361,329" coordsize="8,0" path="m1361,329l1368,329e" filled="false" stroked="true" strokeweight=".48pt" strokecolor="#000000">
                <v:path arrowok="t"/>
              </v:shape>
            </v:group>
            <v:group style="position:absolute;left:1361;top:353;width:8;height:2" coordorigin="1361,353" coordsize="8,2">
              <v:shape style="position:absolute;left:1361;top:353;width:8;height:2" coordorigin="1361,353" coordsize="8,0" path="m1361,353l1368,353e" filled="false" stroked="true" strokeweight=".48pt" strokecolor="#000000">
                <v:path arrowok="t"/>
              </v:shape>
            </v:group>
            <v:group style="position:absolute;left:1361;top:377;width:8;height:2" coordorigin="1361,377" coordsize="8,2">
              <v:shape style="position:absolute;left:1361;top:377;width:8;height:2" coordorigin="1361,377" coordsize="8,0" path="m1361,377l1368,377e" filled="false" stroked="true" strokeweight=".48pt" strokecolor="#000000">
                <v:path arrowok="t"/>
              </v:shape>
            </v:group>
            <v:group style="position:absolute;left:1361;top:401;width:8;height:2" coordorigin="1361,401" coordsize="8,2">
              <v:shape style="position:absolute;left:1361;top:401;width:8;height:2" coordorigin="1361,401" coordsize="8,0" path="m1361,401l1368,401e" filled="false" stroked="true" strokeweight=".48pt" strokecolor="#000000">
                <v:path arrowok="t"/>
              </v:shape>
            </v:group>
            <v:group style="position:absolute;left:1361;top:425;width:8;height:2" coordorigin="1361,425" coordsize="8,2">
              <v:shape style="position:absolute;left:1361;top:425;width:8;height:2" coordorigin="1361,425" coordsize="8,0" path="m1361,425l1368,425e" filled="false" stroked="true" strokeweight=".48pt" strokecolor="#000000">
                <v:path arrowok="t"/>
              </v:shape>
            </v:group>
            <v:group style="position:absolute;left:1361;top:449;width:8;height:2" coordorigin="1361,449" coordsize="8,2">
              <v:shape style="position:absolute;left:1361;top:449;width:8;height:2" coordorigin="1361,449" coordsize="8,0" path="m1361,449l1368,449e" filled="false" stroked="true" strokeweight=".48pt" strokecolor="#000000">
                <v:path arrowok="t"/>
              </v:shape>
            </v:group>
            <v:group style="position:absolute;left:1361;top:473;width:8;height:2" coordorigin="1361,473" coordsize="8,2">
              <v:shape style="position:absolute;left:1361;top:473;width:8;height:2" coordorigin="1361,473" coordsize="8,0" path="m1361,473l1368,473e" filled="false" stroked="true" strokeweight=".48pt" strokecolor="#000000">
                <v:path arrowok="t"/>
              </v:shape>
            </v:group>
            <v:group style="position:absolute;left:1361;top:497;width:8;height:2" coordorigin="1361,497" coordsize="8,2">
              <v:shape style="position:absolute;left:1361;top:497;width:8;height:2" coordorigin="1361,497" coordsize="8,0" path="m1361,497l1368,497e" filled="false" stroked="true" strokeweight=".48pt" strokecolor="#000000">
                <v:path arrowok="t"/>
              </v:shape>
            </v:group>
            <v:group style="position:absolute;left:1361;top:521;width:8;height:2" coordorigin="1361,521" coordsize="8,2">
              <v:shape style="position:absolute;left:1361;top:521;width:8;height:2" coordorigin="1361,521" coordsize="8,0" path="m1361,521l1368,521e" filled="false" stroked="true" strokeweight=".48pt" strokecolor="#000000">
                <v:path arrowok="t"/>
              </v:shape>
            </v:group>
            <v:group style="position:absolute;left:1361;top:545;width:8;height:2" coordorigin="1361,545" coordsize="8,2">
              <v:shape style="position:absolute;left:1361;top:545;width:8;height:2" coordorigin="1361,545" coordsize="8,0" path="m1361,545l1368,545e" filled="false" stroked="true" strokeweight=".48pt" strokecolor="#000000">
                <v:path arrowok="t"/>
              </v:shape>
            </v:group>
            <v:group style="position:absolute;left:1361;top:569;width:8;height:2" coordorigin="1361,569" coordsize="8,2">
              <v:shape style="position:absolute;left:1361;top:569;width:8;height:2" coordorigin="1361,569" coordsize="8,0" path="m1361,569l1368,569e" filled="false" stroked="true" strokeweight=".48pt" strokecolor="#000000">
                <v:path arrowok="t"/>
              </v:shape>
            </v:group>
            <v:group style="position:absolute;left:1361;top:593;width:8;height:2" coordorigin="1361,593" coordsize="8,2">
              <v:shape style="position:absolute;left:1361;top:593;width:8;height:2" coordorigin="1361,593" coordsize="8,0" path="m1361,593l1368,593e" filled="false" stroked="true" strokeweight=".48pt" strokecolor="#000000">
                <v:path arrowok="t"/>
              </v:shape>
            </v:group>
            <v:group style="position:absolute;left:1361;top:617;width:8;height:2" coordorigin="1361,617" coordsize="8,2">
              <v:shape style="position:absolute;left:1361;top:617;width:8;height:2" coordorigin="1361,617" coordsize="8,0" path="m1361,617l1368,617e" filled="false" stroked="true" strokeweight=".48pt" strokecolor="#000000">
                <v:path arrowok="t"/>
              </v:shape>
            </v:group>
            <v:group style="position:absolute;left:1361;top:641;width:8;height:2" coordorigin="1361,641" coordsize="8,2">
              <v:shape style="position:absolute;left:1361;top:641;width:8;height:2" coordorigin="1361,641" coordsize="8,0" path="m1361,641l1368,641e" filled="false" stroked="true" strokeweight=".479pt" strokecolor="#000000">
                <v:path arrowok="t"/>
              </v:shape>
            </v:group>
            <v:group style="position:absolute;left:1361;top:665;width:8;height:2" coordorigin="1361,665" coordsize="8,2">
              <v:shape style="position:absolute;left:1361;top:665;width:8;height:2" coordorigin="1361,665" coordsize="8,0" path="m1361,665l1368,665e" filled="false" stroked="true" strokeweight=".48pt" strokecolor="#000000">
                <v:path arrowok="t"/>
              </v:shape>
            </v:group>
            <v:group style="position:absolute;left:1361;top:689;width:8;height:2" coordorigin="1361,689" coordsize="8,2">
              <v:shape style="position:absolute;left:1361;top:689;width:8;height:2" coordorigin="1361,689" coordsize="8,0" path="m1361,689l1368,689e" filled="false" stroked="true" strokeweight=".48pt" strokecolor="#000000">
                <v:path arrowok="t"/>
              </v:shape>
            </v:group>
            <v:group style="position:absolute;left:1361;top:713;width:8;height:2" coordorigin="1361,713" coordsize="8,2">
              <v:shape style="position:absolute;left:1361;top:713;width:8;height:2" coordorigin="1361,713" coordsize="8,0" path="m1361,713l1368,713e" filled="false" stroked="true" strokeweight=".48pt" strokecolor="#000000">
                <v:path arrowok="t"/>
              </v:shape>
            </v:group>
            <v:group style="position:absolute;left:1361;top:737;width:8;height:2" coordorigin="1361,737" coordsize="8,2">
              <v:shape style="position:absolute;left:1361;top:737;width:8;height:2" coordorigin="1361,737" coordsize="8,0" path="m1361,737l1368,737e" filled="false" stroked="true" strokeweight=".48pt" strokecolor="#000000">
                <v:path arrowok="t"/>
              </v:shape>
            </v:group>
            <v:group style="position:absolute;left:1361;top:761;width:8;height:2" coordorigin="1361,761" coordsize="8,2">
              <v:shape style="position:absolute;left:1361;top:761;width:8;height:2" coordorigin="1361,761" coordsize="8,0" path="m1361,761l1368,761e" filled="false" stroked="true" strokeweight=".48pt" strokecolor="#000000">
                <v:path arrowok="t"/>
              </v:shape>
            </v:group>
            <v:group style="position:absolute;left:1361;top:785;width:8;height:2" coordorigin="1361,785" coordsize="8,2">
              <v:shape style="position:absolute;left:1361;top:785;width:8;height:2" coordorigin="1361,785" coordsize="8,0" path="m1361,785l1368,785e" filled="false" stroked="true" strokeweight=".48pt" strokecolor="#000000">
                <v:path arrowok="t"/>
              </v:shape>
            </v:group>
            <v:group style="position:absolute;left:1361;top:809;width:8;height:2" coordorigin="1361,809" coordsize="8,2">
              <v:shape style="position:absolute;left:1361;top:809;width:8;height:2" coordorigin="1361,809" coordsize="8,0" path="m1361,809l1368,809e" filled="false" stroked="true" strokeweight=".48pt" strokecolor="#000000">
                <v:path arrowok="t"/>
              </v:shape>
            </v:group>
            <v:group style="position:absolute;left:1361;top:833;width:8;height:2" coordorigin="1361,833" coordsize="8,2">
              <v:shape style="position:absolute;left:1361;top:833;width:8;height:2" coordorigin="1361,833" coordsize="8,0" path="m1361,833l1368,833e" filled="false" stroked="true" strokeweight=".48pt" strokecolor="#000000">
                <v:path arrowok="t"/>
              </v:shape>
            </v:group>
            <v:group style="position:absolute;left:1361;top:857;width:8;height:2" coordorigin="1361,857" coordsize="8,2">
              <v:shape style="position:absolute;left:1361;top:857;width:8;height:2" coordorigin="1361,857" coordsize="8,0" path="m1361,857l1368,857e" filled="false" stroked="true" strokeweight=".48pt" strokecolor="#000000">
                <v:path arrowok="t"/>
              </v:shape>
            </v:group>
            <v:group style="position:absolute;left:1361;top:881;width:8;height:2" coordorigin="1361,881" coordsize="8,2">
              <v:shape style="position:absolute;left:1361;top:881;width:8;height:2" coordorigin="1361,881" coordsize="8,0" path="m1361,881l1368,881e" filled="false" stroked="true" strokeweight=".48pt" strokecolor="#000000">
                <v:path arrowok="t"/>
              </v:shape>
            </v:group>
            <v:group style="position:absolute;left:1361;top:905;width:8;height:2" coordorigin="1361,905" coordsize="8,2">
              <v:shape style="position:absolute;left:1361;top:905;width:8;height:2" coordorigin="1361,905" coordsize="8,0" path="m1361,905l1368,905e" filled="false" stroked="true" strokeweight=".48pt" strokecolor="#000000">
                <v:path arrowok="t"/>
              </v:shape>
            </v:group>
            <v:group style="position:absolute;left:1361;top:929;width:8;height:2" coordorigin="1361,929" coordsize="8,2">
              <v:shape style="position:absolute;left:1361;top:929;width:8;height:2" coordorigin="1361,929" coordsize="8,0" path="m1361,929l1368,929e" filled="false" stroked="true" strokeweight=".48pt" strokecolor="#000000">
                <v:path arrowok="t"/>
              </v:shape>
            </v:group>
            <v:group style="position:absolute;left:1361;top:953;width:8;height:2" coordorigin="1361,953" coordsize="8,2">
              <v:shape style="position:absolute;left:1361;top:953;width:8;height:2" coordorigin="1361,953" coordsize="8,0" path="m1361,953l1368,953e" filled="false" stroked="true" strokeweight=".48pt" strokecolor="#000000">
                <v:path arrowok="t"/>
              </v:shape>
            </v:group>
            <v:group style="position:absolute;left:1361;top:977;width:8;height:2" coordorigin="1361,977" coordsize="8,2">
              <v:shape style="position:absolute;left:1361;top:977;width:8;height:2" coordorigin="1361,977" coordsize="8,0" path="m1361,977l1368,977e" filled="false" stroked="true" strokeweight=".48pt" strokecolor="#000000">
                <v:path arrowok="t"/>
              </v:shape>
            </v:group>
            <v:group style="position:absolute;left:1361;top:1001;width:8;height:2" coordorigin="1361,1001" coordsize="8,2">
              <v:shape style="position:absolute;left:1361;top:1001;width:8;height:2" coordorigin="1361,1001" coordsize="8,0" path="m1361,1001l1368,1001e" filled="false" stroked="true" strokeweight=".48pt" strokecolor="#000000">
                <v:path arrowok="t"/>
              </v:shape>
            </v:group>
            <v:group style="position:absolute;left:1361;top:1025;width:8;height:2" coordorigin="1361,1025" coordsize="8,2">
              <v:shape style="position:absolute;left:1361;top:1025;width:8;height:2" coordorigin="1361,1025" coordsize="8,0" path="m1361,1025l1368,1025e" filled="false" stroked="true" strokeweight=".48pt" strokecolor="#000000">
                <v:path arrowok="t"/>
              </v:shape>
            </v:group>
            <v:group style="position:absolute;left:1361;top:1049;width:8;height:2" coordorigin="1361,1049" coordsize="8,2">
              <v:shape style="position:absolute;left:1361;top:1049;width:8;height:2" coordorigin="1361,1049" coordsize="8,0" path="m1361,1049l1368,1049e" filled="false" stroked="true" strokeweight=".48pt" strokecolor="#000000">
                <v:path arrowok="t"/>
              </v:shape>
            </v:group>
            <v:group style="position:absolute;left:1361;top:1073;width:8;height:2" coordorigin="1361,1073" coordsize="8,2">
              <v:shape style="position:absolute;left:1361;top:1073;width:8;height:2" coordorigin="1361,1073" coordsize="8,0" path="m1361,1073l1368,1073e" filled="false" stroked="true" strokeweight=".48pt" strokecolor="#000000">
                <v:path arrowok="t"/>
              </v:shape>
            </v:group>
            <v:group style="position:absolute;left:1361;top:1097;width:8;height:2" coordorigin="1361,1097" coordsize="8,2">
              <v:shape style="position:absolute;left:1361;top:1097;width:8;height:2" coordorigin="1361,1097" coordsize="8,0" path="m1361,1097l1368,1097e" filled="false" stroked="true" strokeweight=".48pt" strokecolor="#000000">
                <v:path arrowok="t"/>
              </v:shape>
            </v:group>
            <v:group style="position:absolute;left:1361;top:1121;width:8;height:2" coordorigin="1361,1121" coordsize="8,2">
              <v:shape style="position:absolute;left:1361;top:1121;width:8;height:2" coordorigin="1361,1121" coordsize="8,0" path="m1361,1121l1368,1121e" filled="false" stroked="true" strokeweight=".48pt" strokecolor="#000000">
                <v:path arrowok="t"/>
              </v:shape>
            </v:group>
            <v:group style="position:absolute;left:1361;top:1145;width:8;height:2" coordorigin="1361,1145" coordsize="8,2">
              <v:shape style="position:absolute;left:1361;top:1145;width:8;height:2" coordorigin="1361,1145" coordsize="8,0" path="m1361,1145l1368,1145e" filled="false" stroked="true" strokeweight=".48pt" strokecolor="#000000">
                <v:path arrowok="t"/>
              </v:shape>
            </v:group>
            <v:group style="position:absolute;left:1361;top:1169;width:8;height:2" coordorigin="1361,1169" coordsize="8,2">
              <v:shape style="position:absolute;left:1361;top:1169;width:8;height:2" coordorigin="1361,1169" coordsize="8,0" path="m1361,1169l1368,1169e" filled="false" stroked="true" strokeweight=".48pt" strokecolor="#000000">
                <v:path arrowok="t"/>
              </v:shape>
            </v:group>
            <v:group style="position:absolute;left:1361;top:1193;width:8;height:2" coordorigin="1361,1193" coordsize="8,2">
              <v:shape style="position:absolute;left:1361;top:1193;width:8;height:2" coordorigin="1361,1193" coordsize="8,0" path="m1361,1193l1368,1193e" filled="false" stroked="true" strokeweight=".48pt" strokecolor="#000000">
                <v:path arrowok="t"/>
              </v:shape>
            </v:group>
            <v:group style="position:absolute;left:1361;top:1217;width:8;height:2" coordorigin="1361,1217" coordsize="8,2">
              <v:shape style="position:absolute;left:1361;top:1217;width:8;height:2" coordorigin="1361,1217" coordsize="8,0" path="m1361,1217l1368,1217e" filled="false" stroked="true" strokeweight=".48pt" strokecolor="#000000">
                <v:path arrowok="t"/>
              </v:shape>
            </v:group>
            <v:group style="position:absolute;left:1361;top:1241;width:8;height:2" coordorigin="1361,1241" coordsize="8,2">
              <v:shape style="position:absolute;left:1361;top:1241;width:8;height:2" coordorigin="1361,1241" coordsize="8,0" path="m1361,1241l1368,1241e" filled="false" stroked="true" strokeweight=".48pt" strokecolor="#000000">
                <v:path arrowok="t"/>
              </v:shape>
            </v:group>
            <v:group style="position:absolute;left:1361;top:1265;width:8;height:2" coordorigin="1361,1265" coordsize="8,2">
              <v:shape style="position:absolute;left:1361;top:1265;width:8;height:2" coordorigin="1361,1265" coordsize="8,0" path="m1361,1265l1368,1265e" filled="false" stroked="true" strokeweight=".48pt" strokecolor="#000000">
                <v:path arrowok="t"/>
              </v:shape>
            </v:group>
            <v:group style="position:absolute;left:1361;top:1289;width:8;height:2" coordorigin="1361,1289" coordsize="8,2">
              <v:shape style="position:absolute;left:1361;top:1289;width:8;height:2" coordorigin="1361,1289" coordsize="8,0" path="m1361,1289l1368,1289e" filled="false" stroked="true" strokeweight=".48pt" strokecolor="#000000">
                <v:path arrowok="t"/>
              </v:shape>
            </v:group>
            <v:group style="position:absolute;left:1361;top:1313;width:8;height:2" coordorigin="1361,1313" coordsize="8,2">
              <v:shape style="position:absolute;left:1361;top:1313;width:8;height:2" coordorigin="1361,1313" coordsize="8,0" path="m1361,1313l1368,1313e" filled="false" stroked="true" strokeweight=".48pt" strokecolor="#000000">
                <v:path arrowok="t"/>
              </v:shape>
            </v:group>
            <v:group style="position:absolute;left:1361;top:1337;width:8;height:2" coordorigin="1361,1337" coordsize="8,2">
              <v:shape style="position:absolute;left:1361;top:1337;width:8;height:2" coordorigin="1361,1337" coordsize="8,0" path="m1361,1337l1368,1337e" filled="false" stroked="true" strokeweight=".48pt" strokecolor="#000000">
                <v:path arrowok="t"/>
              </v:shape>
            </v:group>
            <v:group style="position:absolute;left:1361;top:1361;width:8;height:2" coordorigin="1361,1361" coordsize="8,2">
              <v:shape style="position:absolute;left:1361;top:1361;width:8;height:2" coordorigin="1361,1361" coordsize="8,0" path="m1361,1361l1368,1361e" filled="false" stroked="true" strokeweight=".48pt" strokecolor="#000000">
                <v:path arrowok="t"/>
              </v:shape>
            </v:group>
            <v:group style="position:absolute;left:1361;top:1385;width:8;height:2" coordorigin="1361,1385" coordsize="8,2">
              <v:shape style="position:absolute;left:1361;top:1385;width:8;height:2" coordorigin="1361,1385" coordsize="8,0" path="m1361,1385l1368,1385e" filled="false" stroked="true" strokeweight=".479pt" strokecolor="#000000">
                <v:path arrowok="t"/>
              </v:shape>
            </v:group>
            <v:group style="position:absolute;left:1361;top:1409;width:8;height:2" coordorigin="1361,1409" coordsize="8,2">
              <v:shape style="position:absolute;left:1361;top:1409;width:8;height:2" coordorigin="1361,1409" coordsize="8,0" path="m1361,1409l1368,1409e" filled="false" stroked="true" strokeweight=".48pt" strokecolor="#000000">
                <v:path arrowok="t"/>
              </v:shape>
            </v:group>
            <v:group style="position:absolute;left:1361;top:1433;width:8;height:2" coordorigin="1361,1433" coordsize="8,2">
              <v:shape style="position:absolute;left:1361;top:1433;width:8;height:2" coordorigin="1361,1433" coordsize="8,0" path="m1361,1433l1368,1433e" filled="false" stroked="true" strokeweight=".48pt" strokecolor="#000000">
                <v:path arrowok="t"/>
              </v:shape>
            </v:group>
            <v:group style="position:absolute;left:1361;top:1457;width:8;height:2" coordorigin="1361,1457" coordsize="8,2">
              <v:shape style="position:absolute;left:1361;top:1457;width:8;height:2" coordorigin="1361,1457" coordsize="8,0" path="m1361,1457l1368,1457e" filled="false" stroked="true" strokeweight=".48pt" strokecolor="#000000">
                <v:path arrowok="t"/>
              </v:shape>
            </v:group>
            <v:group style="position:absolute;left:1361;top:1481;width:8;height:2" coordorigin="1361,1481" coordsize="8,2">
              <v:shape style="position:absolute;left:1361;top:1481;width:8;height:2" coordorigin="1361,1481" coordsize="8,0" path="m1361,1481l1368,1481e" filled="false" stroked="true" strokeweight=".48pt" strokecolor="#000000">
                <v:path arrowok="t"/>
              </v:shape>
            </v:group>
            <v:group style="position:absolute;left:1361;top:1505;width:8;height:2" coordorigin="1361,1505" coordsize="8,2">
              <v:shape style="position:absolute;left:1361;top:1505;width:8;height:2" coordorigin="1361,1505" coordsize="8,0" path="m1361,1505l1368,1505e" filled="false" stroked="true" strokeweight=".48pt" strokecolor="#000000">
                <v:path arrowok="t"/>
              </v:shape>
            </v:group>
            <v:group style="position:absolute;left:1361;top:1529;width:8;height:2" coordorigin="1361,1529" coordsize="8,2">
              <v:shape style="position:absolute;left:1361;top:1529;width:8;height:2" coordorigin="1361,1529" coordsize="8,0" path="m1361,1529l1368,1529e" filled="false" stroked="true" strokeweight=".48pt" strokecolor="#000000">
                <v:path arrowok="t"/>
              </v:shape>
            </v:group>
            <v:group style="position:absolute;left:1361;top:1553;width:8;height:2" coordorigin="1361,1553" coordsize="8,2">
              <v:shape style="position:absolute;left:1361;top:1553;width:8;height:2" coordorigin="1361,1553" coordsize="8,0" path="m1361,1553l1368,1553e" filled="false" stroked="true" strokeweight=".48pt" strokecolor="#000000">
                <v:path arrowok="t"/>
              </v:shape>
            </v:group>
            <v:group style="position:absolute;left:1361;top:1577;width:8;height:2" coordorigin="1361,1577" coordsize="8,2">
              <v:shape style="position:absolute;left:1361;top:1577;width:8;height:2" coordorigin="1361,1577" coordsize="8,0" path="m1361,1577l1368,1577e" filled="false" stroked="true" strokeweight=".48pt" strokecolor="#000000">
                <v:path arrowok="t"/>
              </v:shape>
            </v:group>
            <v:group style="position:absolute;left:1361;top:1601;width:8;height:2" coordorigin="1361,1601" coordsize="8,2">
              <v:shape style="position:absolute;left:1361;top:1601;width:8;height:2" coordorigin="1361,1601" coordsize="8,0" path="m1361,1601l1368,1601e" filled="false" stroked="true" strokeweight=".48pt" strokecolor="#000000">
                <v:path arrowok="t"/>
              </v:shape>
            </v:group>
            <v:group style="position:absolute;left:1361;top:1625;width:8;height:2" coordorigin="1361,1625" coordsize="8,2">
              <v:shape style="position:absolute;left:1361;top:1625;width:8;height:2" coordorigin="1361,1625" coordsize="8,0" path="m1361,1625l1368,1625e" filled="false" stroked="true" strokeweight=".48pt" strokecolor="#000000">
                <v:path arrowok="t"/>
              </v:shape>
            </v:group>
            <v:group style="position:absolute;left:1361;top:1649;width:8;height:2" coordorigin="1361,1649" coordsize="8,2">
              <v:shape style="position:absolute;left:1361;top:1649;width:8;height:2" coordorigin="1361,1649" coordsize="8,0" path="m1361,1649l1368,1649e" filled="false" stroked="true" strokeweight=".48pt" strokecolor="#000000">
                <v:path arrowok="t"/>
              </v:shape>
            </v:group>
            <v:group style="position:absolute;left:1361;top:1673;width:8;height:2" coordorigin="1361,1673" coordsize="8,2">
              <v:shape style="position:absolute;left:1361;top:1673;width:8;height:2" coordorigin="1361,1673" coordsize="8,0" path="m1361,1673l1368,1673e" filled="false" stroked="true" strokeweight=".48pt" strokecolor="#000000">
                <v:path arrowok="t"/>
              </v:shape>
            </v:group>
            <v:group style="position:absolute;left:1361;top:1697;width:8;height:2" coordorigin="1361,1697" coordsize="8,2">
              <v:shape style="position:absolute;left:1361;top:1697;width:8;height:2" coordorigin="1361,1697" coordsize="8,0" path="m1361,1697l1368,1697e" filled="false" stroked="true" strokeweight=".48pt" strokecolor="#000000">
                <v:path arrowok="t"/>
              </v:shape>
            </v:group>
            <v:group style="position:absolute;left:1361;top:1721;width:8;height:2" coordorigin="1361,1721" coordsize="8,2">
              <v:shape style="position:absolute;left:1361;top:1721;width:8;height:2" coordorigin="1361,1721" coordsize="8,0" path="m1361,1721l1368,1721e" filled="false" stroked="true" strokeweight=".48pt" strokecolor="#000000">
                <v:path arrowok="t"/>
              </v:shape>
            </v:group>
            <v:group style="position:absolute;left:1361;top:1745;width:8;height:2" coordorigin="1361,1745" coordsize="8,2">
              <v:shape style="position:absolute;left:1361;top:1745;width:8;height:2" coordorigin="1361,1745" coordsize="8,0" path="m1361,1745l1368,1745e" filled="false" stroked="true" strokeweight=".479pt" strokecolor="#000000">
                <v:path arrowok="t"/>
              </v:shape>
            </v:group>
            <v:group style="position:absolute;left:1361;top:1769;width:8;height:2" coordorigin="1361,1769" coordsize="8,2">
              <v:shape style="position:absolute;left:1361;top:1769;width:8;height:2" coordorigin="1361,1769" coordsize="8,0" path="m1361,1769l1368,1769e" filled="false" stroked="true" strokeweight=".48pt" strokecolor="#000000">
                <v:path arrowok="t"/>
              </v:shape>
            </v:group>
            <v:group style="position:absolute;left:1361;top:1793;width:8;height:2" coordorigin="1361,1793" coordsize="8,2">
              <v:shape style="position:absolute;left:1361;top:1793;width:8;height:2" coordorigin="1361,1793" coordsize="8,0" path="m1361,1793l1368,1793e" filled="false" stroked="true" strokeweight=".48pt" strokecolor="#000000">
                <v:path arrowok="t"/>
              </v:shape>
            </v:group>
            <v:group style="position:absolute;left:1361;top:1817;width:8;height:2" coordorigin="1361,1817" coordsize="8,2">
              <v:shape style="position:absolute;left:1361;top:1817;width:8;height:2" coordorigin="1361,1817" coordsize="8,0" path="m1361,1817l1368,1817e" filled="false" stroked="true" strokeweight=".48pt" strokecolor="#000000">
                <v:path arrowok="t"/>
              </v:shape>
            </v:group>
            <v:group style="position:absolute;left:1361;top:1841;width:8;height:2" coordorigin="1361,1841" coordsize="8,2">
              <v:shape style="position:absolute;left:1361;top:1841;width:8;height:2" coordorigin="1361,1841" coordsize="8,0" path="m1361,1841l1368,1841e" filled="false" stroked="true" strokeweight=".48pt" strokecolor="#000000">
                <v:path arrowok="t"/>
              </v:shape>
            </v:group>
            <v:group style="position:absolute;left:1361;top:1865;width:8;height:2" coordorigin="1361,1865" coordsize="8,2">
              <v:shape style="position:absolute;left:1361;top:1865;width:8;height:2" coordorigin="1361,1865" coordsize="8,0" path="m1361,1865l1368,1865e" filled="false" stroked="true" strokeweight=".48pt" strokecolor="#000000">
                <v:path arrowok="t"/>
              </v:shape>
            </v:group>
            <v:group style="position:absolute;left:1361;top:1889;width:8;height:2" coordorigin="1361,1889" coordsize="8,2">
              <v:shape style="position:absolute;left:1361;top:1889;width:8;height:2" coordorigin="1361,1889" coordsize="8,0" path="m1361,1889l1368,1889e" filled="false" stroked="true" strokeweight=".48pt" strokecolor="#000000">
                <v:path arrowok="t"/>
              </v:shape>
            </v:group>
            <v:group style="position:absolute;left:1361;top:1913;width:8;height:2" coordorigin="1361,1913" coordsize="8,2">
              <v:shape style="position:absolute;left:1361;top:1913;width:8;height:2" coordorigin="1361,1913" coordsize="8,0" path="m1361,1913l1368,1913e" filled="false" stroked="true" strokeweight=".48pt" strokecolor="#000000">
                <v:path arrowok="t"/>
              </v:shape>
            </v:group>
            <v:group style="position:absolute;left:1361;top:1937;width:8;height:2" coordorigin="1361,1937" coordsize="8,2">
              <v:shape style="position:absolute;left:1361;top:1937;width:8;height:2" coordorigin="1361,1937" coordsize="8,0" path="m1361,1937l1368,1937e" filled="false" stroked="true" strokeweight=".48pt" strokecolor="#000000">
                <v:path arrowok="t"/>
              </v:shape>
            </v:group>
            <v:group style="position:absolute;left:1361;top:1961;width:8;height:2" coordorigin="1361,1961" coordsize="8,2">
              <v:shape style="position:absolute;left:1361;top:1961;width:8;height:2" coordorigin="1361,1961" coordsize="8,0" path="m1361,1961l1368,1961e" filled="false" stroked="true" strokeweight=".48pt" strokecolor="#000000">
                <v:path arrowok="t"/>
              </v:shape>
            </v:group>
            <v:group style="position:absolute;left:1361;top:1985;width:8;height:2" coordorigin="1361,1985" coordsize="8,2">
              <v:shape style="position:absolute;left:1361;top:1985;width:8;height:2" coordorigin="1361,1985" coordsize="8,0" path="m1361,1985l1368,1985e" filled="false" stroked="true" strokeweight=".48pt" strokecolor="#000000">
                <v:path arrowok="t"/>
              </v:shape>
            </v:group>
            <v:group style="position:absolute;left:1361;top:2009;width:8;height:2" coordorigin="1361,2009" coordsize="8,2">
              <v:shape style="position:absolute;left:1361;top:2009;width:8;height:2" coordorigin="1361,2009" coordsize="8,0" path="m1361,2009l1368,2009e" filled="false" stroked="true" strokeweight=".48pt" strokecolor="#000000">
                <v:path arrowok="t"/>
              </v:shape>
            </v:group>
            <v:group style="position:absolute;left:1361;top:2033;width:8;height:2" coordorigin="1361,2033" coordsize="8,2">
              <v:shape style="position:absolute;left:1361;top:2033;width:8;height:2" coordorigin="1361,2033" coordsize="8,0" path="m1361,2033l1368,2033e" filled="false" stroked="true" strokeweight=".48pt" strokecolor="#000000">
                <v:path arrowok="t"/>
              </v:shape>
            </v:group>
            <v:group style="position:absolute;left:1361;top:2057;width:8;height:2" coordorigin="1361,2057" coordsize="8,2">
              <v:shape style="position:absolute;left:1361;top:2057;width:8;height:2" coordorigin="1361,2057" coordsize="8,0" path="m1361,2057l1368,2057e" filled="false" stroked="true" strokeweight=".48pt" strokecolor="#000000">
                <v:path arrowok="t"/>
              </v:shape>
            </v:group>
            <v:group style="position:absolute;left:1361;top:2081;width:8;height:2" coordorigin="1361,2081" coordsize="8,2">
              <v:shape style="position:absolute;left:1361;top:2081;width:8;height:2" coordorigin="1361,2081" coordsize="8,0" path="m1361,2081l1368,2081e" filled="false" stroked="true" strokeweight=".48pt" strokecolor="#000000">
                <v:path arrowok="t"/>
              </v:shape>
            </v:group>
            <v:group style="position:absolute;left:1361;top:2105;width:8;height:2" coordorigin="1361,2105" coordsize="8,2">
              <v:shape style="position:absolute;left:1361;top:2105;width:8;height:2" coordorigin="1361,2105" coordsize="8,0" path="m1361,2105l1368,2105e" filled="false" stroked="true" strokeweight=".48pt" strokecolor="#000000">
                <v:path arrowok="t"/>
              </v:shape>
            </v:group>
            <v:group style="position:absolute;left:1361;top:2129;width:8;height:2" coordorigin="1361,2129" coordsize="8,2">
              <v:shape style="position:absolute;left:1361;top:2129;width:8;height:2" coordorigin="1361,2129" coordsize="8,0" path="m1361,2129l1368,2129e" filled="false" stroked="true" strokeweight=".48pt" strokecolor="#000000">
                <v:path arrowok="t"/>
              </v:shape>
            </v:group>
            <v:group style="position:absolute;left:1361;top:2153;width:8;height:2" coordorigin="1361,2153" coordsize="8,2">
              <v:shape style="position:absolute;left:1361;top:2153;width:8;height:2" coordorigin="1361,2153" coordsize="8,0" path="m1361,2153l1368,2153e" filled="false" stroked="true" strokeweight=".48pt" strokecolor="#000000">
                <v:path arrowok="t"/>
              </v:shape>
            </v:group>
            <v:group style="position:absolute;left:1361;top:2177;width:8;height:2" coordorigin="1361,2177" coordsize="8,2">
              <v:shape style="position:absolute;left:1361;top:2177;width:8;height:2" coordorigin="1361,2177" coordsize="8,0" path="m1361,2177l1368,2177e" filled="false" stroked="true" strokeweight=".48pt" strokecolor="#000000">
                <v:path arrowok="t"/>
              </v:shape>
            </v:group>
            <v:group style="position:absolute;left:1361;top:2201;width:8;height:2" coordorigin="1361,2201" coordsize="8,2">
              <v:shape style="position:absolute;left:1361;top:2201;width:8;height:2" coordorigin="1361,2201" coordsize="8,0" path="m1361,2201l1368,2201e" filled="false" stroked="true" strokeweight=".48pt" strokecolor="#000000">
                <v:path arrowok="t"/>
              </v:shape>
            </v:group>
            <v:group style="position:absolute;left:1361;top:2225;width:8;height:2" coordorigin="1361,2225" coordsize="8,2">
              <v:shape style="position:absolute;left:1361;top:2225;width:8;height:2" coordorigin="1361,2225" coordsize="8,0" path="m1361,2225l1368,2225e" filled="false" stroked="true" strokeweight=".48pt" strokecolor="#000000">
                <v:path arrowok="t"/>
              </v:shape>
            </v:group>
            <v:group style="position:absolute;left:1361;top:2249;width:8;height:2" coordorigin="1361,2249" coordsize="8,2">
              <v:shape style="position:absolute;left:1361;top:2249;width:8;height:2" coordorigin="1361,2249" coordsize="8,0" path="m1361,2249l1368,2249e" filled="false" stroked="true" strokeweight=".48pt" strokecolor="#000000">
                <v:path arrowok="t"/>
              </v:shape>
            </v:group>
            <v:group style="position:absolute;left:1361;top:2273;width:8;height:2" coordorigin="1361,2273" coordsize="8,2">
              <v:shape style="position:absolute;left:1361;top:2273;width:8;height:2" coordorigin="1361,2273" coordsize="8,0" path="m1361,2273l1368,2273e" filled="false" stroked="true" strokeweight=".48pt" strokecolor="#000000">
                <v:path arrowok="t"/>
              </v:shape>
            </v:group>
            <v:group style="position:absolute;left:1361;top:2297;width:8;height:2" coordorigin="1361,2297" coordsize="8,2">
              <v:shape style="position:absolute;left:1361;top:2297;width:8;height:2" coordorigin="1361,2297" coordsize="8,0" path="m1361,2297l1368,2297e" filled="false" stroked="true" strokeweight=".48pt" strokecolor="#000000">
                <v:path arrowok="t"/>
              </v:shape>
            </v:group>
            <v:group style="position:absolute;left:1361;top:2321;width:8;height:2" coordorigin="1361,2321" coordsize="8,2">
              <v:shape style="position:absolute;left:1361;top:2321;width:8;height:2" coordorigin="1361,2321" coordsize="8,0" path="m1361,2321l1368,2321e" filled="false" stroked="true" strokeweight=".48pt" strokecolor="#000000">
                <v:path arrowok="t"/>
              </v:shape>
            </v:group>
            <v:group style="position:absolute;left:1361;top:2345;width:8;height:2" coordorigin="1361,2345" coordsize="8,2">
              <v:shape style="position:absolute;left:1361;top:2345;width:8;height:2" coordorigin="1361,2345" coordsize="8,0" path="m1361,2345l1368,2345e" filled="false" stroked="true" strokeweight=".48pt" strokecolor="#000000">
                <v:path arrowok="t"/>
              </v:shape>
            </v:group>
            <v:group style="position:absolute;left:1361;top:2369;width:8;height:2" coordorigin="1361,2369" coordsize="8,2">
              <v:shape style="position:absolute;left:1361;top:2369;width:8;height:2" coordorigin="1361,2369" coordsize="8,0" path="m1361,2369l1368,2369e" filled="false" stroked="true" strokeweight=".48pt" strokecolor="#000000">
                <v:path arrowok="t"/>
              </v:shape>
            </v:group>
            <v:group style="position:absolute;left:1361;top:2393;width:8;height:2" coordorigin="1361,2393" coordsize="8,2">
              <v:shape style="position:absolute;left:1361;top:2393;width:8;height:2" coordorigin="1361,2393" coordsize="8,0" path="m1361,2393l1368,2393e" filled="false" stroked="true" strokeweight=".48pt" strokecolor="#000000">
                <v:path arrowok="t"/>
              </v:shape>
            </v:group>
            <v:group style="position:absolute;left:1361;top:2417;width:8;height:2" coordorigin="1361,2417" coordsize="8,2">
              <v:shape style="position:absolute;left:1361;top:2417;width:8;height:2" coordorigin="1361,2417" coordsize="8,0" path="m1361,2417l1368,2417e" filled="false" stroked="true" strokeweight=".48pt" strokecolor="#000000">
                <v:path arrowok="t"/>
              </v:shape>
            </v:group>
            <v:group style="position:absolute;left:1361;top:2441;width:8;height:2" coordorigin="1361,2441" coordsize="8,2">
              <v:shape style="position:absolute;left:1361;top:2441;width:8;height:2" coordorigin="1361,2441" coordsize="8,0" path="m1361,2441l1368,2441e" filled="false" stroked="true" strokeweight=".48pt" strokecolor="#000000">
                <v:path arrowok="t"/>
              </v:shape>
            </v:group>
            <v:group style="position:absolute;left:1361;top:2465;width:8;height:2" coordorigin="1361,2465" coordsize="8,2">
              <v:shape style="position:absolute;left:1361;top:2465;width:8;height:2" coordorigin="1361,2465" coordsize="8,0" path="m1361,2465l1368,2465e" filled="false" stroked="true" strokeweight=".48pt" strokecolor="#000000">
                <v:path arrowok="t"/>
              </v:shape>
            </v:group>
            <v:group style="position:absolute;left:1361;top:2489;width:8;height:2" coordorigin="1361,2489" coordsize="8,2">
              <v:shape style="position:absolute;left:1361;top:2489;width:8;height:2" coordorigin="1361,2489" coordsize="8,0" path="m1361,2489l1368,2489e" filled="false" stroked="true" strokeweight=".479pt" strokecolor="#000000">
                <v:path arrowok="t"/>
              </v:shape>
            </v:group>
            <v:group style="position:absolute;left:1361;top:2513;width:8;height:2" coordorigin="1361,2513" coordsize="8,2">
              <v:shape style="position:absolute;left:1361;top:2513;width:8;height:2" coordorigin="1361,2513" coordsize="8,0" path="m1361,2513l1368,2513e" filled="false" stroked="true" strokeweight=".48pt" strokecolor="#000000">
                <v:path arrowok="t"/>
              </v:shape>
            </v:group>
            <v:group style="position:absolute;left:1361;top:2537;width:8;height:2" coordorigin="1361,2537" coordsize="8,2">
              <v:shape style="position:absolute;left:1361;top:2537;width:8;height:2" coordorigin="1361,2537" coordsize="8,0" path="m1361,2537l1368,2537e" filled="false" stroked="true" strokeweight=".48pt" strokecolor="#000000">
                <v:path arrowok="t"/>
              </v:shape>
            </v:group>
            <v:group style="position:absolute;left:1361;top:2561;width:8;height:2" coordorigin="1361,2561" coordsize="8,2">
              <v:shape style="position:absolute;left:1361;top:2561;width:8;height:2" coordorigin="1361,2561" coordsize="8,0" path="m1361,2561l1368,2561e" filled="false" stroked="true" strokeweight=".48pt" strokecolor="#000000">
                <v:path arrowok="t"/>
              </v:shape>
            </v:group>
            <v:group style="position:absolute;left:1361;top:2585;width:8;height:2" coordorigin="1361,2585" coordsize="8,2">
              <v:shape style="position:absolute;left:1361;top:2585;width:8;height:2" coordorigin="1361,2585" coordsize="8,0" path="m1361,2585l1368,2585e" filled="false" stroked="true" strokeweight=".48pt" strokecolor="#000000">
                <v:path arrowok="t"/>
              </v:shape>
            </v:group>
            <v:group style="position:absolute;left:1361;top:2609;width:8;height:2" coordorigin="1361,2609" coordsize="8,2">
              <v:shape style="position:absolute;left:1361;top:2609;width:8;height:2" coordorigin="1361,2609" coordsize="8,0" path="m1361,2609l1368,2609e" filled="false" stroked="true" strokeweight=".48pt" strokecolor="#000000">
                <v:path arrowok="t"/>
              </v:shape>
            </v:group>
            <v:group style="position:absolute;left:1361;top:2633;width:8;height:2" coordorigin="1361,2633" coordsize="8,2">
              <v:shape style="position:absolute;left:1361;top:2633;width:8;height:2" coordorigin="1361,2633" coordsize="8,0" path="m1361,2633l1368,2633e" filled="false" stroked="true" strokeweight=".48pt" strokecolor="#000000">
                <v:path arrowok="t"/>
              </v:shape>
            </v:group>
            <v:group style="position:absolute;left:1361;top:2657;width:8;height:2" coordorigin="1361,2657" coordsize="8,2">
              <v:shape style="position:absolute;left:1361;top:2657;width:8;height:2" coordorigin="1361,2657" coordsize="8,0" path="m1361,2657l1368,2657e" filled="false" stroked="true" strokeweight=".48pt" strokecolor="#000000">
                <v:path arrowok="t"/>
              </v:shape>
            </v:group>
            <v:group style="position:absolute;left:1361;top:2681;width:8;height:2" coordorigin="1361,2681" coordsize="8,2">
              <v:shape style="position:absolute;left:1361;top:2681;width:8;height:2" coordorigin="1361,2681" coordsize="8,0" path="m1361,2681l1368,2681e" filled="false" stroked="true" strokeweight=".48pt" strokecolor="#000000">
                <v:path arrowok="t"/>
              </v:shape>
            </v:group>
            <v:group style="position:absolute;left:1361;top:2705;width:8;height:2" coordorigin="1361,2705" coordsize="8,2">
              <v:shape style="position:absolute;left:1361;top:2705;width:8;height:2" coordorigin="1361,2705" coordsize="8,0" path="m1361,2705l1368,2705e" filled="false" stroked="true" strokeweight=".48pt" strokecolor="#000000">
                <v:path arrowok="t"/>
              </v:shape>
            </v:group>
            <v:group style="position:absolute;left:1361;top:2729;width:8;height:2" coordorigin="1361,2729" coordsize="8,2">
              <v:shape style="position:absolute;left:1361;top:2729;width:8;height:2" coordorigin="1361,2729" coordsize="8,0" path="m1361,2729l1368,2729e" filled="false" stroked="true" strokeweight=".48pt" strokecolor="#000000">
                <v:path arrowok="t"/>
              </v:shape>
            </v:group>
            <v:group style="position:absolute;left:1361;top:2753;width:8;height:2" coordorigin="1361,2753" coordsize="8,2">
              <v:shape style="position:absolute;left:1361;top:2753;width:8;height:2" coordorigin="1361,2753" coordsize="8,0" path="m1361,2753l1368,2753e" filled="false" stroked="true" strokeweight=".48pt" strokecolor="#000000">
                <v:path arrowok="t"/>
              </v:shape>
            </v:group>
            <v:group style="position:absolute;left:1361;top:2777;width:8;height:2" coordorigin="1361,2777" coordsize="8,2">
              <v:shape style="position:absolute;left:1361;top:2777;width:8;height:2" coordorigin="1361,2777" coordsize="8,0" path="m1361,2777l1368,2777e" filled="false" stroked="true" strokeweight=".48pt" strokecolor="#000000">
                <v:path arrowok="t"/>
              </v:shape>
            </v:group>
            <v:group style="position:absolute;left:1361;top:2801;width:8;height:2" coordorigin="1361,2801" coordsize="8,2">
              <v:shape style="position:absolute;left:1361;top:2801;width:8;height:2" coordorigin="1361,2801" coordsize="8,0" path="m1361,2801l1368,2801e" filled="false" stroked="true" strokeweight=".48pt" strokecolor="#000000">
                <v:path arrowok="t"/>
              </v:shape>
            </v:group>
            <v:group style="position:absolute;left:1361;top:2825;width:8;height:2" coordorigin="1361,2825" coordsize="8,2">
              <v:shape style="position:absolute;left:1361;top:2825;width:8;height:2" coordorigin="1361,2825" coordsize="8,0" path="m1361,2825l1368,2825e" filled="false" stroked="true" strokeweight=".48pt" strokecolor="#000000">
                <v:path arrowok="t"/>
              </v:shape>
            </v:group>
            <v:group style="position:absolute;left:1361;top:2849;width:8;height:2" coordorigin="1361,2849" coordsize="8,2">
              <v:shape style="position:absolute;left:1361;top:2849;width:8;height:2" coordorigin="1361,2849" coordsize="8,0" path="m1361,2849l1368,2849e" filled="false" stroked="true" strokeweight=".48pt" strokecolor="#000000">
                <v:path arrowok="t"/>
              </v:shape>
            </v:group>
            <v:group style="position:absolute;left:1361;top:2873;width:8;height:2" coordorigin="1361,2873" coordsize="8,2">
              <v:shape style="position:absolute;left:1361;top:2873;width:8;height:2" coordorigin="1361,2873" coordsize="8,0" path="m1361,2873l1368,2873e" filled="false" stroked="true" strokeweight=".48pt" strokecolor="#000000">
                <v:path arrowok="t"/>
              </v:shape>
            </v:group>
            <v:group style="position:absolute;left:1361;top:2897;width:8;height:2" coordorigin="1361,2897" coordsize="8,2">
              <v:shape style="position:absolute;left:1361;top:2897;width:8;height:2" coordorigin="1361,2897" coordsize="8,0" path="m1361,2897l1368,2897e" filled="false" stroked="true" strokeweight=".48pt" strokecolor="#000000">
                <v:path arrowok="t"/>
              </v:shape>
            </v:group>
            <v:group style="position:absolute;left:1361;top:2921;width:8;height:2" coordorigin="1361,2921" coordsize="8,2">
              <v:shape style="position:absolute;left:1361;top:2921;width:8;height:2" coordorigin="1361,2921" coordsize="8,0" path="m1361,2921l1368,2921e" filled="false" stroked="true" strokeweight=".48pt" strokecolor="#000000">
                <v:path arrowok="t"/>
              </v:shape>
            </v:group>
            <v:group style="position:absolute;left:1361;top:2945;width:8;height:2" coordorigin="1361,2945" coordsize="8,2">
              <v:shape style="position:absolute;left:1361;top:2945;width:8;height:2" coordorigin="1361,2945" coordsize="8,0" path="m1361,2945l1368,2945e" filled="false" stroked="true" strokeweight=".48pt" strokecolor="#000000">
                <v:path arrowok="t"/>
              </v:shape>
            </v:group>
            <v:group style="position:absolute;left:1361;top:2969;width:8;height:2" coordorigin="1361,2969" coordsize="8,2">
              <v:shape style="position:absolute;left:1361;top:2969;width:8;height:2" coordorigin="1361,2969" coordsize="8,0" path="m1361,2969l1368,2969e" filled="false" stroked="true" strokeweight=".48pt" strokecolor="#000000">
                <v:path arrowok="t"/>
              </v:shape>
            </v:group>
            <v:group style="position:absolute;left:1361;top:2993;width:8;height:2" coordorigin="1361,2993" coordsize="8,2">
              <v:shape style="position:absolute;left:1361;top:2993;width:8;height:2" coordorigin="1361,2993" coordsize="8,0" path="m1361,2993l1368,2993e" filled="false" stroked="true" strokeweight=".48pt" strokecolor="#000000">
                <v:path arrowok="t"/>
              </v:shape>
            </v:group>
            <v:group style="position:absolute;left:1361;top:3017;width:8;height:2" coordorigin="1361,3017" coordsize="8,2">
              <v:shape style="position:absolute;left:1361;top:3017;width:8;height:2" coordorigin="1361,3017" coordsize="8,0" path="m1361,3017l1368,3017e" filled="false" stroked="true" strokeweight=".48pt" strokecolor="#000000">
                <v:path arrowok="t"/>
              </v:shape>
            </v:group>
            <v:group style="position:absolute;left:1361;top:3041;width:8;height:2" coordorigin="1361,3041" coordsize="8,2">
              <v:shape style="position:absolute;left:1361;top:3041;width:8;height:2" coordorigin="1361,3041" coordsize="8,0" path="m1361,3041l1368,3041e" filled="false" stroked="true" strokeweight=".48pt" strokecolor="#000000">
                <v:path arrowok="t"/>
              </v:shape>
            </v:group>
            <v:group style="position:absolute;left:1361;top:3065;width:8;height:2" coordorigin="1361,3065" coordsize="8,2">
              <v:shape style="position:absolute;left:1361;top:3065;width:8;height:2" coordorigin="1361,3065" coordsize="8,0" path="m1361,3065l1368,3065e" filled="false" stroked="true" strokeweight=".48pt" strokecolor="#000000">
                <v:path arrowok="t"/>
              </v:shape>
            </v:group>
            <v:group style="position:absolute;left:1361;top:3089;width:8;height:2" coordorigin="1361,3089" coordsize="8,2">
              <v:shape style="position:absolute;left:1361;top:3089;width:8;height:2" coordorigin="1361,3089" coordsize="8,0" path="m1361,3089l1368,3089e" filled="false" stroked="true" strokeweight=".48pt" strokecolor="#000000">
                <v:path arrowok="t"/>
              </v:shape>
            </v:group>
            <v:group style="position:absolute;left:1361;top:3113;width:8;height:2" coordorigin="1361,3113" coordsize="8,2">
              <v:shape style="position:absolute;left:1361;top:3113;width:8;height:2" coordorigin="1361,3113" coordsize="8,0" path="m1361,3113l1368,3113e" filled="false" stroked="true" strokeweight=".48pt" strokecolor="#000000">
                <v:path arrowok="t"/>
              </v:shape>
            </v:group>
            <v:group style="position:absolute;left:1361;top:3137;width:8;height:2" coordorigin="1361,3137" coordsize="8,2">
              <v:shape style="position:absolute;left:1361;top:3137;width:8;height:2" coordorigin="1361,3137" coordsize="8,0" path="m1361,3137l1368,3137e" filled="false" stroked="true" strokeweight=".48pt" strokecolor="#000000">
                <v:path arrowok="t"/>
              </v:shape>
            </v:group>
            <v:group style="position:absolute;left:1361;top:3161;width:8;height:2" coordorigin="1361,3161" coordsize="8,2">
              <v:shape style="position:absolute;left:1361;top:3161;width:8;height:2" coordorigin="1361,3161" coordsize="8,0" path="m1361,3161l1368,3161e" filled="false" stroked="true" strokeweight=".48pt" strokecolor="#000000">
                <v:path arrowok="t"/>
              </v:shape>
            </v:group>
            <v:group style="position:absolute;left:1361;top:3185;width:8;height:2" coordorigin="1361,3185" coordsize="8,2">
              <v:shape style="position:absolute;left:1361;top:3185;width:8;height:2" coordorigin="1361,3185" coordsize="8,0" path="m1361,3185l1368,3185e" filled="false" stroked="true" strokeweight=".48pt" strokecolor="#000000">
                <v:path arrowok="t"/>
              </v:shape>
            </v:group>
            <v:group style="position:absolute;left:1361;top:3209;width:8;height:2" coordorigin="1361,3209" coordsize="8,2">
              <v:shape style="position:absolute;left:1361;top:3209;width:8;height:2" coordorigin="1361,3209" coordsize="8,0" path="m1361,3209l1368,3209e" filled="false" stroked="true" strokeweight=".48pt" strokecolor="#000000">
                <v:path arrowok="t"/>
              </v:shape>
            </v:group>
            <v:group style="position:absolute;left:1361;top:3233;width:8;height:2" coordorigin="1361,3233" coordsize="8,2">
              <v:shape style="position:absolute;left:1361;top:3233;width:8;height:2" coordorigin="1361,3233" coordsize="8,0" path="m1361,3233l1368,3233e" filled="false" stroked="true" strokeweight=".48pt" strokecolor="#000000">
                <v:path arrowok="t"/>
              </v:shape>
            </v:group>
            <v:group style="position:absolute;left:1361;top:3257;width:8;height:2" coordorigin="1361,3257" coordsize="8,2">
              <v:shape style="position:absolute;left:1361;top:3257;width:8;height:2" coordorigin="1361,3257" coordsize="8,0" path="m1361,3257l1368,3257e" filled="false" stroked="true" strokeweight=".48pt" strokecolor="#000000">
                <v:path arrowok="t"/>
              </v:shape>
            </v:group>
            <v:group style="position:absolute;left:1361;top:3281;width:8;height:2" coordorigin="1361,3281" coordsize="8,2">
              <v:shape style="position:absolute;left:1361;top:3281;width:8;height:2" coordorigin="1361,3281" coordsize="8,0" path="m1361,3281l1368,3281e" filled="false" stroked="true" strokeweight=".48pt" strokecolor="#000000">
                <v:path arrowok="t"/>
              </v:shape>
            </v:group>
            <v:group style="position:absolute;left:1361;top:3305;width:8;height:2" coordorigin="1361,3305" coordsize="8,2">
              <v:shape style="position:absolute;left:1361;top:3305;width:8;height:2" coordorigin="1361,3305" coordsize="8,0" path="m1361,3305l1368,3305e" filled="false" stroked="true" strokeweight=".48pt" strokecolor="#000000">
                <v:path arrowok="t"/>
              </v:shape>
            </v:group>
            <v:group style="position:absolute;left:1361;top:3329;width:8;height:2" coordorigin="1361,3329" coordsize="8,2">
              <v:shape style="position:absolute;left:1361;top:3329;width:8;height:2" coordorigin="1361,3329" coordsize="8,0" path="m1361,3329l1368,3329e" filled="false" stroked="true" strokeweight=".48pt" strokecolor="#000000">
                <v:path arrowok="t"/>
              </v:shape>
            </v:group>
            <v:group style="position:absolute;left:1361;top:3353;width:8;height:2" coordorigin="1361,3353" coordsize="8,2">
              <v:shape style="position:absolute;left:1361;top:3353;width:8;height:2" coordorigin="1361,3353" coordsize="8,0" path="m1361,3353l1368,3353e" filled="false" stroked="true" strokeweight=".48pt" strokecolor="#000000">
                <v:path arrowok="t"/>
              </v:shape>
            </v:group>
            <v:group style="position:absolute;left:1361;top:3377;width:8;height:2" coordorigin="1361,3377" coordsize="8,2">
              <v:shape style="position:absolute;left:1361;top:3377;width:8;height:2" coordorigin="1361,3377" coordsize="8,0" path="m1361,3377l1368,3377e" filled="false" stroked="true" strokeweight=".48pt" strokecolor="#000000">
                <v:path arrowok="t"/>
              </v:shape>
            </v:group>
            <v:group style="position:absolute;left:1361;top:3401;width:8;height:2" coordorigin="1361,3401" coordsize="8,2">
              <v:shape style="position:absolute;left:1361;top:3401;width:8;height:2" coordorigin="1361,3401" coordsize="8,0" path="m1361,3401l1368,3401e" filled="false" stroked="true" strokeweight=".48pt" strokecolor="#000000">
                <v:path arrowok="t"/>
              </v:shape>
            </v:group>
            <v:group style="position:absolute;left:1361;top:3425;width:8;height:2" coordorigin="1361,3425" coordsize="8,2">
              <v:shape style="position:absolute;left:1361;top:3425;width:8;height:2" coordorigin="1361,3425" coordsize="8,0" path="m1361,3425l1368,3425e" filled="false" stroked="true" strokeweight=".48pt" strokecolor="#000000">
                <v:path arrowok="t"/>
              </v:shape>
            </v:group>
            <v:group style="position:absolute;left:1361;top:3449;width:8;height:2" coordorigin="1361,3449" coordsize="8,2">
              <v:shape style="position:absolute;left:1361;top:3449;width:8;height:2" coordorigin="1361,3449" coordsize="8,0" path="m1361,3449l1368,3449e" filled="false" stroked="true" strokeweight=".48pt" strokecolor="#000000">
                <v:path arrowok="t"/>
              </v:shape>
            </v:group>
            <v:group style="position:absolute;left:1361;top:3473;width:8;height:2" coordorigin="1361,3473" coordsize="8,2">
              <v:shape style="position:absolute;left:1361;top:3473;width:8;height:2" coordorigin="1361,3473" coordsize="8,0" path="m1361,3473l1368,3473e" filled="false" stroked="true" strokeweight=".48pt" strokecolor="#000000">
                <v:path arrowok="t"/>
              </v:shape>
            </v:group>
            <v:group style="position:absolute;left:1361;top:3497;width:8;height:2" coordorigin="1361,3497" coordsize="8,2">
              <v:shape style="position:absolute;left:1361;top:3497;width:8;height:2" coordorigin="1361,3497" coordsize="8,0" path="m1361,3497l1368,3497e" filled="false" stroked="true" strokeweight=".48pt" strokecolor="#000000">
                <v:path arrowok="t"/>
              </v:shape>
            </v:group>
            <v:group style="position:absolute;left:1361;top:3521;width:8;height:2" coordorigin="1361,3521" coordsize="8,2">
              <v:shape style="position:absolute;left:1361;top:3521;width:8;height:2" coordorigin="1361,3521" coordsize="8,0" path="m1361,3521l1368,3521e" filled="false" stroked="true" strokeweight=".48pt" strokecolor="#000000">
                <v:path arrowok="t"/>
              </v:shape>
            </v:group>
            <v:group style="position:absolute;left:1361;top:3545;width:8;height:2" coordorigin="1361,3545" coordsize="8,2">
              <v:shape style="position:absolute;left:1361;top:3545;width:8;height:2" coordorigin="1361,3545" coordsize="8,0" path="m1361,3545l1368,3545e" filled="false" stroked="true" strokeweight=".48pt" strokecolor="#000000">
                <v:path arrowok="t"/>
              </v:shape>
            </v:group>
            <v:group style="position:absolute;left:1361;top:3569;width:8;height:2" coordorigin="1361,3569" coordsize="8,2">
              <v:shape style="position:absolute;left:1361;top:3569;width:8;height:2" coordorigin="1361,3569" coordsize="8,0" path="m1361,3569l1368,3569e" filled="false" stroked="true" strokeweight=".48pt" strokecolor="#000000">
                <v:path arrowok="t"/>
              </v:shape>
            </v:group>
            <v:group style="position:absolute;left:1361;top:3593;width:8;height:2" coordorigin="1361,3593" coordsize="8,2">
              <v:shape style="position:absolute;left:1361;top:3593;width:8;height:2" coordorigin="1361,3593" coordsize="8,0" path="m1361,3593l1368,3593e" filled="false" stroked="true" strokeweight=".48pt" strokecolor="#000000">
                <v:path arrowok="t"/>
              </v:shape>
            </v:group>
            <v:group style="position:absolute;left:1361;top:3617;width:8;height:2" coordorigin="1361,3617" coordsize="8,2">
              <v:shape style="position:absolute;left:1361;top:3617;width:8;height:2" coordorigin="1361,3617" coordsize="8,0" path="m1361,3617l1368,3617e" filled="false" stroked="true" strokeweight=".48pt" strokecolor="#000000">
                <v:path arrowok="t"/>
              </v:shape>
            </v:group>
            <v:group style="position:absolute;left:1361;top:3641;width:8;height:2" coordorigin="1361,3641" coordsize="8,2">
              <v:shape style="position:absolute;left:1361;top:3641;width:8;height:2" coordorigin="1361,3641" coordsize="8,0" path="m1361,3641l1368,3641e" filled="false" stroked="true" strokeweight=".48pt" strokecolor="#000000">
                <v:path arrowok="t"/>
              </v:shape>
            </v:group>
            <v:group style="position:absolute;left:1361;top:3665;width:8;height:2" coordorigin="1361,3665" coordsize="8,2">
              <v:shape style="position:absolute;left:1361;top:3665;width:8;height:2" coordorigin="1361,3665" coordsize="8,0" path="m1361,3665l1368,3665e" filled="false" stroked="true" strokeweight=".48pt" strokecolor="#000000">
                <v:path arrowok="t"/>
              </v:shape>
            </v:group>
            <v:group style="position:absolute;left:1361;top:3689;width:8;height:2" coordorigin="1361,3689" coordsize="8,2">
              <v:shape style="position:absolute;left:1361;top:3689;width:8;height:2" coordorigin="1361,3689" coordsize="8,0" path="m1361,3689l1368,3689e" filled="false" stroked="true" strokeweight=".48pt" strokecolor="#000000">
                <v:path arrowok="t"/>
              </v:shape>
            </v:group>
            <v:group style="position:absolute;left:1361;top:3713;width:8;height:2" coordorigin="1361,3713" coordsize="8,2">
              <v:shape style="position:absolute;left:1361;top:3713;width:8;height:2" coordorigin="1361,3713" coordsize="8,0" path="m1361,3713l1368,3713e" filled="false" stroked="true" strokeweight=".48pt" strokecolor="#000000">
                <v:path arrowok="t"/>
              </v:shape>
            </v:group>
            <v:group style="position:absolute;left:1361;top:3737;width:8;height:2" coordorigin="1361,3737" coordsize="8,2">
              <v:shape style="position:absolute;left:1361;top:3737;width:8;height:2" coordorigin="1361,3737" coordsize="8,0" path="m1361,3737l1368,3737e" filled="false" stroked="true" strokeweight=".48pt" strokecolor="#000000">
                <v:path arrowok="t"/>
              </v:shape>
            </v:group>
            <v:group style="position:absolute;left:1361;top:3761;width:8;height:2" coordorigin="1361,3761" coordsize="8,2">
              <v:shape style="position:absolute;left:1361;top:3761;width:8;height:2" coordorigin="1361,3761" coordsize="8,0" path="m1361,3761l1368,3761e" filled="false" stroked="true" strokeweight=".48pt" strokecolor="#000000">
                <v:path arrowok="t"/>
              </v:shape>
            </v:group>
            <v:group style="position:absolute;left:1361;top:3785;width:8;height:2" coordorigin="1361,3785" coordsize="8,2">
              <v:shape style="position:absolute;left:1361;top:3785;width:8;height:2" coordorigin="1361,3785" coordsize="8,0" path="m1361,3785l1368,3785e" filled="false" stroked="true" strokeweight=".48pt" strokecolor="#000000">
                <v:path arrowok="t"/>
              </v:shape>
            </v:group>
            <v:group style="position:absolute;left:1361;top:3809;width:8;height:2" coordorigin="1361,3809" coordsize="8,2">
              <v:shape style="position:absolute;left:1361;top:3809;width:8;height:2" coordorigin="1361,3809" coordsize="8,0" path="m1361,3809l1368,3809e" filled="false" stroked="true" strokeweight=".48pt" strokecolor="#000000">
                <v:path arrowok="t"/>
              </v:shape>
            </v:group>
            <v:group style="position:absolute;left:1361;top:3833;width:8;height:2" coordorigin="1361,3833" coordsize="8,2">
              <v:shape style="position:absolute;left:1361;top:3833;width:8;height:2" coordorigin="1361,3833" coordsize="8,0" path="m1361,3833l1368,3833e" filled="false" stroked="true" strokeweight=".48pt" strokecolor="#000000">
                <v:path arrowok="t"/>
              </v:shape>
            </v:group>
            <v:group style="position:absolute;left:1361;top:3857;width:8;height:2" coordorigin="1361,3857" coordsize="8,2">
              <v:shape style="position:absolute;left:1361;top:3857;width:8;height:2" coordorigin="1361,3857" coordsize="8,0" path="m1361,3857l1368,3857e" filled="false" stroked="true" strokeweight=".48pt" strokecolor="#000000">
                <v:path arrowok="t"/>
              </v:shape>
            </v:group>
            <v:group style="position:absolute;left:1361;top:3881;width:8;height:2" coordorigin="1361,3881" coordsize="8,2">
              <v:shape style="position:absolute;left:1361;top:3881;width:8;height:2" coordorigin="1361,3881" coordsize="8,0" path="m1361,3881l1368,3881e" filled="false" stroked="true" strokeweight=".48pt" strokecolor="#000000">
                <v:path arrowok="t"/>
              </v:shape>
            </v:group>
            <v:group style="position:absolute;left:1361;top:3905;width:8;height:2" coordorigin="1361,3905" coordsize="8,2">
              <v:shape style="position:absolute;left:1361;top:3905;width:8;height:2" coordorigin="1361,3905" coordsize="8,0" path="m1361,3905l1368,3905e" filled="false" stroked="true" strokeweight=".48pt" strokecolor="#000000">
                <v:path arrowok="t"/>
              </v:shape>
            </v:group>
            <v:group style="position:absolute;left:1361;top:3929;width:8;height:2" coordorigin="1361,3929" coordsize="8,2">
              <v:shape style="position:absolute;left:1361;top:3929;width:8;height:2" coordorigin="1361,3929" coordsize="8,0" path="m1361,3929l1368,3929e" filled="false" stroked="true" strokeweight=".48pt" strokecolor="#000000">
                <v:path arrowok="t"/>
              </v:shape>
            </v:group>
            <v:group style="position:absolute;left:1361;top:3953;width:8;height:2" coordorigin="1361,3953" coordsize="8,2">
              <v:shape style="position:absolute;left:1361;top:3953;width:8;height:2" coordorigin="1361,3953" coordsize="8,0" path="m1361,3953l1368,3953e" filled="false" stroked="true" strokeweight=".48pt" strokecolor="#000000">
                <v:path arrowok="t"/>
              </v:shape>
            </v:group>
            <v:group style="position:absolute;left:1361;top:3977;width:8;height:2" coordorigin="1361,3977" coordsize="8,2">
              <v:shape style="position:absolute;left:1361;top:3977;width:8;height:2" coordorigin="1361,3977" coordsize="8,0" path="m1361,3977l1368,3977e" filled="false" stroked="true" strokeweight=".48pt" strokecolor="#000000">
                <v:path arrowok="t"/>
              </v:shape>
            </v:group>
            <v:group style="position:absolute;left:1361;top:4001;width:8;height:2" coordorigin="1361,4001" coordsize="8,2">
              <v:shape style="position:absolute;left:1361;top:4001;width:8;height:2" coordorigin="1361,4001" coordsize="8,0" path="m1361,4001l1368,4001e" filled="false" stroked="true" strokeweight=".48pt" strokecolor="#000000">
                <v:path arrowok="t"/>
              </v:shape>
            </v:group>
            <v:group style="position:absolute;left:1361;top:4025;width:8;height:2" coordorigin="1361,4025" coordsize="8,2">
              <v:shape style="position:absolute;left:1361;top:4025;width:8;height:2" coordorigin="1361,4025" coordsize="8,0" path="m1361,4025l1368,4025e" filled="false" stroked="true" strokeweight=".48pt" strokecolor="#000000">
                <v:path arrowok="t"/>
              </v:shape>
            </v:group>
            <v:group style="position:absolute;left:1361;top:4049;width:8;height:2" coordorigin="1361,4049" coordsize="8,2">
              <v:shape style="position:absolute;left:1361;top:4049;width:8;height:2" coordorigin="1361,4049" coordsize="8,0" path="m1361,4049l1368,4049e" filled="false" stroked="true" strokeweight=".48pt" strokecolor="#000000">
                <v:path arrowok="t"/>
              </v:shape>
            </v:group>
            <v:group style="position:absolute;left:1361;top:4073;width:8;height:2" coordorigin="1361,4073" coordsize="8,2">
              <v:shape style="position:absolute;left:1361;top:4073;width:8;height:2" coordorigin="1361,4073" coordsize="8,0" path="m1361,4073l1368,4073e" filled="false" stroked="true" strokeweight=".48pt" strokecolor="#000000">
                <v:path arrowok="t"/>
              </v:shape>
            </v:group>
            <v:group style="position:absolute;left:1361;top:4097;width:8;height:2" coordorigin="1361,4097" coordsize="8,2">
              <v:shape style="position:absolute;left:1361;top:4097;width:8;height:2" coordorigin="1361,4097" coordsize="8,0" path="m1361,4097l1368,4097e" filled="false" stroked="true" strokeweight=".48pt" strokecolor="#000000">
                <v:path arrowok="t"/>
              </v:shape>
            </v:group>
            <v:group style="position:absolute;left:1361;top:4121;width:8;height:2" coordorigin="1361,4121" coordsize="8,2">
              <v:shape style="position:absolute;left:1361;top:4121;width:8;height:2" coordorigin="1361,4121" coordsize="8,0" path="m1361,4121l1368,4121e" filled="false" stroked="true" strokeweight=".48pt" strokecolor="#000000">
                <v:path arrowok="t"/>
              </v:shape>
            </v:group>
            <v:group style="position:absolute;left:1361;top:4145;width:8;height:2" coordorigin="1361,4145" coordsize="8,2">
              <v:shape style="position:absolute;left:1361;top:4145;width:8;height:2" coordorigin="1361,4145" coordsize="8,0" path="m1361,4145l1368,4145e" filled="false" stroked="true" strokeweight=".48pt" strokecolor="#000000">
                <v:path arrowok="t"/>
              </v:shape>
            </v:group>
            <v:group style="position:absolute;left:1361;top:4169;width:8;height:2" coordorigin="1361,4169" coordsize="8,2">
              <v:shape style="position:absolute;left:1361;top:4169;width:8;height:2" coordorigin="1361,4169" coordsize="8,0" path="m1361,4169l1368,4169e" filled="false" stroked="true" strokeweight=".48pt" strokecolor="#000000">
                <v:path arrowok="t"/>
              </v:shape>
            </v:group>
            <v:group style="position:absolute;left:1361;top:4193;width:8;height:2" coordorigin="1361,4193" coordsize="8,2">
              <v:shape style="position:absolute;left:1361;top:4193;width:8;height:2" coordorigin="1361,4193" coordsize="8,0" path="m1361,4193l1368,4193e" filled="false" stroked="true" strokeweight=".48pt" strokecolor="#000000">
                <v:path arrowok="t"/>
              </v:shape>
            </v:group>
            <v:group style="position:absolute;left:1361;top:4217;width:8;height:2" coordorigin="1361,4217" coordsize="8,2">
              <v:shape style="position:absolute;left:1361;top:4217;width:8;height:2" coordorigin="1361,4217" coordsize="8,0" path="m1361,4217l1368,4217e" filled="false" stroked="true" strokeweight=".48pt" strokecolor="#000000">
                <v:path arrowok="t"/>
              </v:shape>
            </v:group>
            <v:group style="position:absolute;left:1361;top:4241;width:8;height:2" coordorigin="1361,4241" coordsize="8,2">
              <v:shape style="position:absolute;left:1361;top:4241;width:8;height:2" coordorigin="1361,4241" coordsize="8,0" path="m1361,4241l1368,4241e" filled="false" stroked="true" strokeweight=".48pt" strokecolor="#000000">
                <v:path arrowok="t"/>
              </v:shape>
            </v:group>
            <v:group style="position:absolute;left:1361;top:4265;width:8;height:2" coordorigin="1361,4265" coordsize="8,2">
              <v:shape style="position:absolute;left:1361;top:4265;width:8;height:2" coordorigin="1361,4265" coordsize="8,0" path="m1361,4265l1368,4265e" filled="false" stroked="true" strokeweight=".48pt" strokecolor="#000000">
                <v:path arrowok="t"/>
              </v:shape>
            </v:group>
            <v:group style="position:absolute;left:1361;top:4289;width:8;height:2" coordorigin="1361,4289" coordsize="8,2">
              <v:shape style="position:absolute;left:1361;top:4289;width:8;height:2" coordorigin="1361,4289" coordsize="8,0" path="m1361,4289l1368,4289e" filled="false" stroked="true" strokeweight=".48pt" strokecolor="#000000">
                <v:path arrowok="t"/>
              </v:shape>
            </v:group>
            <v:group style="position:absolute;left:1361;top:4313;width:8;height:2" coordorigin="1361,4313" coordsize="8,2">
              <v:shape style="position:absolute;left:1361;top:4313;width:8;height:2" coordorigin="1361,4313" coordsize="8,0" path="m1361,4313l1368,4313e" filled="false" stroked="true" strokeweight=".48pt" strokecolor="#000000">
                <v:path arrowok="t"/>
              </v:shape>
            </v:group>
            <v:group style="position:absolute;left:1361;top:4337;width:8;height:2" coordorigin="1361,4337" coordsize="8,2">
              <v:shape style="position:absolute;left:1361;top:4337;width:8;height:2" coordorigin="1361,4337" coordsize="8,0" path="m1361,4337l1368,4337e" filled="false" stroked="true" strokeweight=".48pt" strokecolor="#000000">
                <v:path arrowok="t"/>
              </v:shape>
            </v:group>
            <v:group style="position:absolute;left:1361;top:4361;width:8;height:2" coordorigin="1361,4361" coordsize="8,2">
              <v:shape style="position:absolute;left:1361;top:4361;width:8;height:2" coordorigin="1361,4361" coordsize="8,0" path="m1361,4361l1368,4361e" filled="false" stroked="true" strokeweight=".48pt" strokecolor="#000000">
                <v:path arrowok="t"/>
              </v:shape>
            </v:group>
            <v:group style="position:absolute;left:1361;top:4385;width:8;height:2" coordorigin="1361,4385" coordsize="8,2">
              <v:shape style="position:absolute;left:1361;top:4385;width:8;height:2" coordorigin="1361,4385" coordsize="8,0" path="m1361,4385l1368,4385e" filled="false" stroked="true" strokeweight=".48pt" strokecolor="#000000">
                <v:path arrowok="t"/>
              </v:shape>
            </v:group>
            <v:group style="position:absolute;left:1361;top:4409;width:8;height:2" coordorigin="1361,4409" coordsize="8,2">
              <v:shape style="position:absolute;left:1361;top:4409;width:8;height:2" coordorigin="1361,4409" coordsize="8,0" path="m1361,4409l1368,4409e" filled="false" stroked="true" strokeweight=".48pt" strokecolor="#000000">
                <v:path arrowok="t"/>
              </v:shape>
            </v:group>
            <v:group style="position:absolute;left:1361;top:4433;width:8;height:2" coordorigin="1361,4433" coordsize="8,2">
              <v:shape style="position:absolute;left:1361;top:4433;width:8;height:2" coordorigin="1361,4433" coordsize="8,0" path="m1361,4433l1368,4433e" filled="false" stroked="true" strokeweight=".48pt" strokecolor="#000000">
                <v:path arrowok="t"/>
              </v:shape>
            </v:group>
            <v:group style="position:absolute;left:1361;top:4457;width:8;height:2" coordorigin="1361,4457" coordsize="8,2">
              <v:shape style="position:absolute;left:1361;top:4457;width:8;height:2" coordorigin="1361,4457" coordsize="8,0" path="m1361,4457l1368,4457e" filled="false" stroked="true" strokeweight=".48pt" strokecolor="#000000">
                <v:path arrowok="t"/>
              </v:shape>
            </v:group>
            <v:group style="position:absolute;left:1361;top:4481;width:8;height:2" coordorigin="1361,4481" coordsize="8,2">
              <v:shape style="position:absolute;left:1361;top:4481;width:8;height:2" coordorigin="1361,4481" coordsize="8,0" path="m1361,4481l1368,4481e" filled="false" stroked="true" strokeweight=".48pt" strokecolor="#000000">
                <v:path arrowok="t"/>
              </v:shape>
            </v:group>
            <v:group style="position:absolute;left:1361;top:4505;width:8;height:2" coordorigin="1361,4505" coordsize="8,2">
              <v:shape style="position:absolute;left:1361;top:4505;width:8;height:2" coordorigin="1361,4505" coordsize="8,0" path="m1361,4505l1368,4505e" filled="false" stroked="true" strokeweight=".48pt" strokecolor="#000000">
                <v:path arrowok="t"/>
              </v:shape>
            </v:group>
            <v:group style="position:absolute;left:1361;top:4529;width:8;height:2" coordorigin="1361,4529" coordsize="8,2">
              <v:shape style="position:absolute;left:1361;top:4529;width:8;height:2" coordorigin="1361,4529" coordsize="8,0" path="m1361,4529l1368,4529e" filled="false" stroked="true" strokeweight=".48pt" strokecolor="#000000">
                <v:path arrowok="t"/>
              </v:shape>
            </v:group>
            <v:group style="position:absolute;left:1361;top:4553;width:8;height:2" coordorigin="1361,4553" coordsize="8,2">
              <v:shape style="position:absolute;left:1361;top:4553;width:8;height:2" coordorigin="1361,4553" coordsize="8,0" path="m1361,4553l1368,4553e" filled="false" stroked="true" strokeweight=".48pt" strokecolor="#000000">
                <v:path arrowok="t"/>
              </v:shape>
            </v:group>
            <v:group style="position:absolute;left:1361;top:4577;width:8;height:2" coordorigin="1361,4577" coordsize="8,2">
              <v:shape style="position:absolute;left:1361;top:4577;width:8;height:2" coordorigin="1361,4577" coordsize="8,0" path="m1361,4577l1368,4577e" filled="false" stroked="true" strokeweight=".48pt" strokecolor="#000000">
                <v:path arrowok="t"/>
              </v:shape>
            </v:group>
            <v:group style="position:absolute;left:1361;top:4601;width:8;height:2" coordorigin="1361,4601" coordsize="8,2">
              <v:shape style="position:absolute;left:1361;top:4601;width:8;height:2" coordorigin="1361,4601" coordsize="8,0" path="m1361,4601l1368,4601e" filled="false" stroked="true" strokeweight=".48pt" strokecolor="#000000">
                <v:path arrowok="t"/>
              </v:shape>
            </v:group>
            <v:group style="position:absolute;left:1361;top:4625;width:8;height:2" coordorigin="1361,4625" coordsize="8,2">
              <v:shape style="position:absolute;left:1361;top:4625;width:8;height:2" coordorigin="1361,4625" coordsize="8,0" path="m1361,4625l1368,4625e" filled="false" stroked="true" strokeweight=".48pt" strokecolor="#000000">
                <v:path arrowok="t"/>
              </v:shape>
            </v:group>
            <v:group style="position:absolute;left:1361;top:4649;width:8;height:2" coordorigin="1361,4649" coordsize="8,2">
              <v:shape style="position:absolute;left:1361;top:4649;width:8;height:2" coordorigin="1361,4649" coordsize="8,0" path="m1361,4649l1368,4649e" filled="false" stroked="true" strokeweight=".48pt" strokecolor="#000000">
                <v:path arrowok="t"/>
              </v:shape>
            </v:group>
            <v:group style="position:absolute;left:1361;top:4673;width:8;height:2" coordorigin="1361,4673" coordsize="8,2">
              <v:shape style="position:absolute;left:1361;top:4673;width:8;height:2" coordorigin="1361,4673" coordsize="8,0" path="m1361,4673l1368,4673e" filled="false" stroked="true" strokeweight=".48pt" strokecolor="#000000">
                <v:path arrowok="t"/>
              </v:shape>
            </v:group>
            <v:group style="position:absolute;left:1361;top:4697;width:8;height:2" coordorigin="1361,4697" coordsize="8,2">
              <v:shape style="position:absolute;left:1361;top:4697;width:8;height:2" coordorigin="1361,4697" coordsize="8,0" path="m1361,4697l1368,4697e" filled="false" stroked="true" strokeweight=".48pt" strokecolor="#000000">
                <v:path arrowok="t"/>
              </v:shape>
            </v:group>
            <v:group style="position:absolute;left:1361;top:4721;width:8;height:2" coordorigin="1361,4721" coordsize="8,2">
              <v:shape style="position:absolute;left:1361;top:4721;width:8;height:2" coordorigin="1361,4721" coordsize="8,0" path="m1361,4721l1368,4721e" filled="false" stroked="true" strokeweight=".48pt" strokecolor="#000000">
                <v:path arrowok="t"/>
              </v:shape>
            </v:group>
            <v:group style="position:absolute;left:1361;top:4745;width:8;height:2" coordorigin="1361,4745" coordsize="8,2">
              <v:shape style="position:absolute;left:1361;top:4745;width:8;height:2" coordorigin="1361,4745" coordsize="8,0" path="m1361,4745l1368,4745e" filled="false" stroked="true" strokeweight=".48pt" strokecolor="#000000">
                <v:path arrowok="t"/>
              </v:shape>
            </v:group>
            <v:group style="position:absolute;left:1361;top:4769;width:8;height:2" coordorigin="1361,4769" coordsize="8,2">
              <v:shape style="position:absolute;left:1361;top:4769;width:8;height:2" coordorigin="1361,4769" coordsize="8,0" path="m1361,4769l1368,4769e" filled="false" stroked="true" strokeweight=".48pt" strokecolor="#000000">
                <v:path arrowok="t"/>
              </v:shape>
            </v:group>
            <v:group style="position:absolute;left:1361;top:4793;width:8;height:2" coordorigin="1361,4793" coordsize="8,2">
              <v:shape style="position:absolute;left:1361;top:4793;width:8;height:2" coordorigin="1361,4793" coordsize="8,0" path="m1361,4793l1368,4793e" filled="false" stroked="true" strokeweight=".48pt" strokecolor="#000000">
                <v:path arrowok="t"/>
              </v:shape>
            </v:group>
            <v:group style="position:absolute;left:1361;top:4817;width:8;height:2" coordorigin="1361,4817" coordsize="8,2">
              <v:shape style="position:absolute;left:1361;top:4817;width:8;height:2" coordorigin="1361,4817" coordsize="8,0" path="m1361,4817l1368,4817e" filled="false" stroked="true" strokeweight=".48pt" strokecolor="#000000">
                <v:path arrowok="t"/>
              </v:shape>
            </v:group>
            <v:group style="position:absolute;left:1361;top:4841;width:8;height:2" coordorigin="1361,4841" coordsize="8,2">
              <v:shape style="position:absolute;left:1361;top:4841;width:8;height:2" coordorigin="1361,4841" coordsize="8,0" path="m1361,4841l1368,4841e" filled="false" stroked="true" strokeweight=".48pt" strokecolor="#000000">
                <v:path arrowok="t"/>
              </v:shape>
            </v:group>
            <v:group style="position:absolute;left:1361;top:4865;width:8;height:2" coordorigin="1361,4865" coordsize="8,2">
              <v:shape style="position:absolute;left:1361;top:4865;width:8;height:2" coordorigin="1361,4865" coordsize="8,0" path="m1361,4865l1368,4865e" filled="false" stroked="true" strokeweight=".48pt" strokecolor="#000000">
                <v:path arrowok="t"/>
              </v:shape>
            </v:group>
            <v:group style="position:absolute;left:1361;top:4889;width:8;height:2" coordorigin="1361,4889" coordsize="8,2">
              <v:shape style="position:absolute;left:1361;top:4889;width:8;height:2" coordorigin="1361,4889" coordsize="8,0" path="m1361,4889l1368,4889e" filled="false" stroked="true" strokeweight=".48pt" strokecolor="#000000">
                <v:path arrowok="t"/>
              </v:shape>
            </v:group>
            <v:group style="position:absolute;left:1361;top:4913;width:8;height:2" coordorigin="1361,4913" coordsize="8,2">
              <v:shape style="position:absolute;left:1361;top:4913;width:8;height:2" coordorigin="1361,4913" coordsize="8,0" path="m1361,4913l1368,4913e" filled="false" stroked="true" strokeweight=".48pt" strokecolor="#000000">
                <v:path arrowok="t"/>
              </v:shape>
            </v:group>
            <v:group style="position:absolute;left:1361;top:4937;width:8;height:2" coordorigin="1361,4937" coordsize="8,2">
              <v:shape style="position:absolute;left:1361;top:4937;width:8;height:2" coordorigin="1361,4937" coordsize="8,0" path="m1361,4937l1368,4937e" filled="false" stroked="true" strokeweight=".48pt" strokecolor="#000000">
                <v:path arrowok="t"/>
              </v:shape>
            </v:group>
            <v:group style="position:absolute;left:1361;top:4961;width:8;height:2" coordorigin="1361,4961" coordsize="8,2">
              <v:shape style="position:absolute;left:1361;top:4961;width:8;height:2" coordorigin="1361,4961" coordsize="8,0" path="m1361,4961l1368,4961e" filled="false" stroked="true" strokeweight=".48pt" strokecolor="#000000">
                <v:path arrowok="t"/>
              </v:shape>
            </v:group>
            <v:group style="position:absolute;left:1361;top:4985;width:8;height:2" coordorigin="1361,4985" coordsize="8,2">
              <v:shape style="position:absolute;left:1361;top:4985;width:8;height:2" coordorigin="1361,4985" coordsize="8,0" path="m1361,4985l1368,4985e" filled="false" stroked="true" strokeweight=".48pt" strokecolor="#000000">
                <v:path arrowok="t"/>
              </v:shape>
            </v:group>
            <v:group style="position:absolute;left:1361;top:5009;width:8;height:2" coordorigin="1361,5009" coordsize="8,2">
              <v:shape style="position:absolute;left:1361;top:5009;width:8;height:2" coordorigin="1361,5009" coordsize="8,0" path="m1361,5009l1368,5009e" filled="false" stroked="true" strokeweight=".48pt" strokecolor="#000000">
                <v:path arrowok="t"/>
              </v:shape>
            </v:group>
            <v:group style="position:absolute;left:1361;top:5033;width:8;height:2" coordorigin="1361,5033" coordsize="8,2">
              <v:shape style="position:absolute;left:1361;top:5033;width:8;height:2" coordorigin="1361,5033" coordsize="8,0" path="m1361,5033l1368,5033e" filled="false" stroked="true" strokeweight=".48pt" strokecolor="#000000">
                <v:path arrowok="t"/>
              </v:shape>
            </v:group>
            <v:group style="position:absolute;left:1361;top:5057;width:8;height:2" coordorigin="1361,5057" coordsize="8,2">
              <v:shape style="position:absolute;left:1361;top:5057;width:8;height:2" coordorigin="1361,5057" coordsize="8,0" path="m1361,5057l1368,5057e" filled="false" stroked="true" strokeweight=".479pt" strokecolor="#000000">
                <v:path arrowok="t"/>
              </v:shape>
            </v:group>
            <v:group style="position:absolute;left:1361;top:5081;width:8;height:2" coordorigin="1361,5081" coordsize="8,2">
              <v:shape style="position:absolute;left:1361;top:5081;width:8;height:2" coordorigin="1361,5081" coordsize="8,0" path="m1361,5081l1368,5081e" filled="false" stroked="true" strokeweight=".48pt" strokecolor="#000000">
                <v:path arrowok="t"/>
              </v:shape>
            </v:group>
            <v:group style="position:absolute;left:1361;top:5105;width:8;height:2" coordorigin="1361,5105" coordsize="8,2">
              <v:shape style="position:absolute;left:1361;top:5105;width:8;height:2" coordorigin="1361,5105" coordsize="8,0" path="m1361,5105l1368,5105e" filled="false" stroked="true" strokeweight=".48pt" strokecolor="#000000">
                <v:path arrowok="t"/>
              </v:shape>
            </v:group>
            <v:group style="position:absolute;left:1361;top:5129;width:8;height:2" coordorigin="1361,5129" coordsize="8,2">
              <v:shape style="position:absolute;left:1361;top:5129;width:8;height:2" coordorigin="1361,5129" coordsize="8,0" path="m1361,5129l1368,5129e" filled="false" stroked="true" strokeweight=".48pt" strokecolor="#000000">
                <v:path arrowok="t"/>
              </v:shape>
            </v:group>
            <v:group style="position:absolute;left:1361;top:5153;width:8;height:2" coordorigin="1361,5153" coordsize="8,2">
              <v:shape style="position:absolute;left:1361;top:5153;width:8;height:2" coordorigin="1361,5153" coordsize="8,0" path="m1361,5153l1368,5153e" filled="false" stroked="true" strokeweight=".48pt" strokecolor="#000000">
                <v:path arrowok="t"/>
              </v:shape>
            </v:group>
            <v:group style="position:absolute;left:1361;top:5177;width:8;height:2" coordorigin="1361,5177" coordsize="8,2">
              <v:shape style="position:absolute;left:1361;top:5177;width:8;height:2" coordorigin="1361,5177" coordsize="8,0" path="m1361,5177l1368,5177e" filled="false" stroked="true" strokeweight=".48pt" strokecolor="#000000">
                <v:path arrowok="t"/>
              </v:shape>
            </v:group>
            <v:group style="position:absolute;left:1361;top:5201;width:8;height:2" coordorigin="1361,5201" coordsize="8,2">
              <v:shape style="position:absolute;left:1361;top:5201;width:8;height:2" coordorigin="1361,5201" coordsize="8,0" path="m1361,5201l1368,5201e" filled="false" stroked="true" strokeweight=".48pt" strokecolor="#000000">
                <v:path arrowok="t"/>
              </v:shape>
            </v:group>
            <v:group style="position:absolute;left:1361;top:5225;width:8;height:2" coordorigin="1361,5225" coordsize="8,2">
              <v:shape style="position:absolute;left:1361;top:5225;width:8;height:2" coordorigin="1361,5225" coordsize="8,0" path="m1361,5225l1368,5225e" filled="false" stroked="true" strokeweight=".48pt" strokecolor="#000000">
                <v:path arrowok="t"/>
              </v:shape>
            </v:group>
            <v:group style="position:absolute;left:1361;top:5249;width:8;height:2" coordorigin="1361,5249" coordsize="8,2">
              <v:shape style="position:absolute;left:1361;top:5249;width:8;height:2" coordorigin="1361,5249" coordsize="8,0" path="m1361,5249l1368,5249e" filled="false" stroked="true" strokeweight=".48pt" strokecolor="#000000">
                <v:path arrowok="t"/>
              </v:shape>
            </v:group>
            <v:group style="position:absolute;left:1361;top:5273;width:8;height:2" coordorigin="1361,5273" coordsize="8,2">
              <v:shape style="position:absolute;left:1361;top:5273;width:8;height:2" coordorigin="1361,5273" coordsize="8,0" path="m1361,5273l1368,5273e" filled="false" stroked="true" strokeweight=".48pt" strokecolor="#000000">
                <v:path arrowok="t"/>
              </v:shape>
            </v:group>
            <v:group style="position:absolute;left:1361;top:5297;width:8;height:2" coordorigin="1361,5297" coordsize="8,2">
              <v:shape style="position:absolute;left:1361;top:5297;width:8;height:2" coordorigin="1361,5297" coordsize="8,0" path="m1361,5297l1368,5297e" filled="false" stroked="true" strokeweight=".48pt" strokecolor="#000000">
                <v:path arrowok="t"/>
              </v:shape>
            </v:group>
            <v:group style="position:absolute;left:1361;top:5321;width:8;height:2" coordorigin="1361,5321" coordsize="8,2">
              <v:shape style="position:absolute;left:1361;top:5321;width:8;height:2" coordorigin="1361,5321" coordsize="8,0" path="m1361,5321l1368,5321e" filled="false" stroked="true" strokeweight=".48pt" strokecolor="#000000">
                <v:path arrowok="t"/>
              </v:shape>
            </v:group>
            <v:group style="position:absolute;left:1361;top:5345;width:8;height:2" coordorigin="1361,5345" coordsize="8,2">
              <v:shape style="position:absolute;left:1361;top:5345;width:8;height:2" coordorigin="1361,5345" coordsize="8,0" path="m1361,5345l1368,5345e" filled="false" stroked="true" strokeweight=".48pt" strokecolor="#000000">
                <v:path arrowok="t"/>
              </v:shape>
            </v:group>
            <v:group style="position:absolute;left:1361;top:5369;width:8;height:2" coordorigin="1361,5369" coordsize="8,2">
              <v:shape style="position:absolute;left:1361;top:5369;width:8;height:2" coordorigin="1361,5369" coordsize="8,0" path="m1361,5369l1368,5369e" filled="false" stroked="true" strokeweight=".48pt" strokecolor="#000000">
                <v:path arrowok="t"/>
              </v:shape>
            </v:group>
            <v:group style="position:absolute;left:1361;top:5393;width:8;height:2" coordorigin="1361,5393" coordsize="8,2">
              <v:shape style="position:absolute;left:1361;top:5393;width:8;height:2" coordorigin="1361,5393" coordsize="8,0" path="m1361,5393l1368,5393e" filled="false" stroked="true" strokeweight=".48pt" strokecolor="#000000">
                <v:path arrowok="t"/>
              </v:shape>
            </v:group>
            <v:group style="position:absolute;left:1361;top:5417;width:8;height:2" coordorigin="1361,5417" coordsize="8,2">
              <v:shape style="position:absolute;left:1361;top:5417;width:8;height:2" coordorigin="1361,5417" coordsize="8,0" path="m1361,5417l1368,5417e" filled="false" stroked="true" strokeweight=".48pt" strokecolor="#000000">
                <v:path arrowok="t"/>
              </v:shape>
            </v:group>
            <v:group style="position:absolute;left:1361;top:5441;width:8;height:2" coordorigin="1361,5441" coordsize="8,2">
              <v:shape style="position:absolute;left:1361;top:5441;width:8;height:2" coordorigin="1361,5441" coordsize="8,0" path="m1361,5441l1368,5441e" filled="false" stroked="true" strokeweight=".48pt" strokecolor="#000000">
                <v:path arrowok="t"/>
              </v:shape>
            </v:group>
            <v:group style="position:absolute;left:1361;top:5464;width:8;height:2" coordorigin="1361,5464" coordsize="8,2">
              <v:shape style="position:absolute;left:1361;top:5464;width:8;height:2" coordorigin="1361,5464" coordsize="8,0" path="m1361,5464l1368,5464e" filled="false" stroked="true" strokeweight=".48pt" strokecolor="#000000">
                <v:path arrowok="t"/>
              </v:shape>
            </v:group>
            <v:group style="position:absolute;left:1361;top:5488;width:8;height:2" coordorigin="1361,5488" coordsize="8,2">
              <v:shape style="position:absolute;left:1361;top:5488;width:8;height:2" coordorigin="1361,5488" coordsize="8,0" path="m1361,5488l1368,5488e" filled="false" stroked="true" strokeweight=".48pt" strokecolor="#000000">
                <v:path arrowok="t"/>
              </v:shape>
            </v:group>
            <v:group style="position:absolute;left:9713;top:89;width:8;height:2" coordorigin="9713,89" coordsize="8,2">
              <v:shape style="position:absolute;left:9713;top:89;width:8;height:2" coordorigin="9713,89" coordsize="8,0" path="m9713,89l9721,89e" filled="false" stroked="true" strokeweight=".48pt" strokecolor="#000000">
                <v:path arrowok="t"/>
              </v:shape>
            </v:group>
            <v:group style="position:absolute;left:9713;top:113;width:8;height:2" coordorigin="9713,113" coordsize="8,2">
              <v:shape style="position:absolute;left:9713;top:113;width:8;height:2" coordorigin="9713,113" coordsize="8,0" path="m9713,113l9721,113e" filled="false" stroked="true" strokeweight=".48pt" strokecolor="#000000">
                <v:path arrowok="t"/>
              </v:shape>
            </v:group>
            <v:group style="position:absolute;left:9713;top:137;width:8;height:2" coordorigin="9713,137" coordsize="8,2">
              <v:shape style="position:absolute;left:9713;top:137;width:8;height:2" coordorigin="9713,137" coordsize="8,0" path="m9713,137l9721,137e" filled="false" stroked="true" strokeweight=".48pt" strokecolor="#000000">
                <v:path arrowok="t"/>
              </v:shape>
            </v:group>
            <v:group style="position:absolute;left:9713;top:161;width:8;height:2" coordorigin="9713,161" coordsize="8,2">
              <v:shape style="position:absolute;left:9713;top:161;width:8;height:2" coordorigin="9713,161" coordsize="8,0" path="m9713,161l9721,161e" filled="false" stroked="true" strokeweight=".48pt" strokecolor="#000000">
                <v:path arrowok="t"/>
              </v:shape>
            </v:group>
            <v:group style="position:absolute;left:9713;top:185;width:8;height:2" coordorigin="9713,185" coordsize="8,2">
              <v:shape style="position:absolute;left:9713;top:185;width:8;height:2" coordorigin="9713,185" coordsize="8,0" path="m9713,185l9721,185e" filled="false" stroked="true" strokeweight=".48pt" strokecolor="#000000">
                <v:path arrowok="t"/>
              </v:shape>
            </v:group>
            <v:group style="position:absolute;left:9713;top:209;width:8;height:2" coordorigin="9713,209" coordsize="8,2">
              <v:shape style="position:absolute;left:9713;top:209;width:8;height:2" coordorigin="9713,209" coordsize="8,0" path="m9713,209l9721,209e" filled="false" stroked="true" strokeweight=".48pt" strokecolor="#000000">
                <v:path arrowok="t"/>
              </v:shape>
            </v:group>
            <v:group style="position:absolute;left:9713;top:233;width:8;height:2" coordorigin="9713,233" coordsize="8,2">
              <v:shape style="position:absolute;left:9713;top:233;width:8;height:2" coordorigin="9713,233" coordsize="8,0" path="m9713,233l9721,233e" filled="false" stroked="true" strokeweight=".48pt" strokecolor="#000000">
                <v:path arrowok="t"/>
              </v:shape>
            </v:group>
            <v:group style="position:absolute;left:9713;top:257;width:8;height:2" coordorigin="9713,257" coordsize="8,2">
              <v:shape style="position:absolute;left:9713;top:257;width:8;height:2" coordorigin="9713,257" coordsize="8,0" path="m9713,257l9721,257e" filled="false" stroked="true" strokeweight=".48pt" strokecolor="#000000">
                <v:path arrowok="t"/>
              </v:shape>
            </v:group>
            <v:group style="position:absolute;left:9713;top:281;width:8;height:2" coordorigin="9713,281" coordsize="8,2">
              <v:shape style="position:absolute;left:9713;top:281;width:8;height:2" coordorigin="9713,281" coordsize="8,0" path="m9713,281l9721,281e" filled="false" stroked="true" strokeweight=".48pt" strokecolor="#000000">
                <v:path arrowok="t"/>
              </v:shape>
            </v:group>
            <v:group style="position:absolute;left:9713;top:305;width:8;height:2" coordorigin="9713,305" coordsize="8,2">
              <v:shape style="position:absolute;left:9713;top:305;width:8;height:2" coordorigin="9713,305" coordsize="8,0" path="m9713,305l9721,305e" filled="false" stroked="true" strokeweight=".48pt" strokecolor="#000000">
                <v:path arrowok="t"/>
              </v:shape>
            </v:group>
            <v:group style="position:absolute;left:9713;top:329;width:8;height:2" coordorigin="9713,329" coordsize="8,2">
              <v:shape style="position:absolute;left:9713;top:329;width:8;height:2" coordorigin="9713,329" coordsize="8,0" path="m9713,329l9721,329e" filled="false" stroked="true" strokeweight=".48pt" strokecolor="#000000">
                <v:path arrowok="t"/>
              </v:shape>
            </v:group>
            <v:group style="position:absolute;left:9713;top:353;width:8;height:2" coordorigin="9713,353" coordsize="8,2">
              <v:shape style="position:absolute;left:9713;top:353;width:8;height:2" coordorigin="9713,353" coordsize="8,0" path="m9713,353l9721,353e" filled="false" stroked="true" strokeweight=".48pt" strokecolor="#000000">
                <v:path arrowok="t"/>
              </v:shape>
            </v:group>
            <v:group style="position:absolute;left:9713;top:377;width:8;height:2" coordorigin="9713,377" coordsize="8,2">
              <v:shape style="position:absolute;left:9713;top:377;width:8;height:2" coordorigin="9713,377" coordsize="8,0" path="m9713,377l9721,377e" filled="false" stroked="true" strokeweight=".48pt" strokecolor="#000000">
                <v:path arrowok="t"/>
              </v:shape>
            </v:group>
            <v:group style="position:absolute;left:9713;top:401;width:8;height:2" coordorigin="9713,401" coordsize="8,2">
              <v:shape style="position:absolute;left:9713;top:401;width:8;height:2" coordorigin="9713,401" coordsize="8,0" path="m9713,401l9721,401e" filled="false" stroked="true" strokeweight=".48pt" strokecolor="#000000">
                <v:path arrowok="t"/>
              </v:shape>
            </v:group>
            <v:group style="position:absolute;left:9713;top:425;width:8;height:2" coordorigin="9713,425" coordsize="8,2">
              <v:shape style="position:absolute;left:9713;top:425;width:8;height:2" coordorigin="9713,425" coordsize="8,0" path="m9713,425l9721,425e" filled="false" stroked="true" strokeweight=".48pt" strokecolor="#000000">
                <v:path arrowok="t"/>
              </v:shape>
            </v:group>
            <v:group style="position:absolute;left:9713;top:449;width:8;height:2" coordorigin="9713,449" coordsize="8,2">
              <v:shape style="position:absolute;left:9713;top:449;width:8;height:2" coordorigin="9713,449" coordsize="8,0" path="m9713,449l9721,449e" filled="false" stroked="true" strokeweight=".48pt" strokecolor="#000000">
                <v:path arrowok="t"/>
              </v:shape>
            </v:group>
            <v:group style="position:absolute;left:9713;top:473;width:8;height:2" coordorigin="9713,473" coordsize="8,2">
              <v:shape style="position:absolute;left:9713;top:473;width:8;height:2" coordorigin="9713,473" coordsize="8,0" path="m9713,473l9721,473e" filled="false" stroked="true" strokeweight=".48pt" strokecolor="#000000">
                <v:path arrowok="t"/>
              </v:shape>
            </v:group>
            <v:group style="position:absolute;left:9713;top:497;width:8;height:2" coordorigin="9713,497" coordsize="8,2">
              <v:shape style="position:absolute;left:9713;top:497;width:8;height:2" coordorigin="9713,497" coordsize="8,0" path="m9713,497l9721,497e" filled="false" stroked="true" strokeweight=".48pt" strokecolor="#000000">
                <v:path arrowok="t"/>
              </v:shape>
            </v:group>
            <v:group style="position:absolute;left:9713;top:521;width:8;height:2" coordorigin="9713,521" coordsize="8,2">
              <v:shape style="position:absolute;left:9713;top:521;width:8;height:2" coordorigin="9713,521" coordsize="8,0" path="m9713,521l9721,521e" filled="false" stroked="true" strokeweight=".48pt" strokecolor="#000000">
                <v:path arrowok="t"/>
              </v:shape>
            </v:group>
            <v:group style="position:absolute;left:9713;top:545;width:8;height:2" coordorigin="9713,545" coordsize="8,2">
              <v:shape style="position:absolute;left:9713;top:545;width:8;height:2" coordorigin="9713,545" coordsize="8,0" path="m9713,545l9721,545e" filled="false" stroked="true" strokeweight=".48pt" strokecolor="#000000">
                <v:path arrowok="t"/>
              </v:shape>
            </v:group>
            <v:group style="position:absolute;left:9713;top:569;width:8;height:2" coordorigin="9713,569" coordsize="8,2">
              <v:shape style="position:absolute;left:9713;top:569;width:8;height:2" coordorigin="9713,569" coordsize="8,0" path="m9713,569l9721,569e" filled="false" stroked="true" strokeweight=".48pt" strokecolor="#000000">
                <v:path arrowok="t"/>
              </v:shape>
            </v:group>
            <v:group style="position:absolute;left:9713;top:593;width:8;height:2" coordorigin="9713,593" coordsize="8,2">
              <v:shape style="position:absolute;left:9713;top:593;width:8;height:2" coordorigin="9713,593" coordsize="8,0" path="m9713,593l9721,593e" filled="false" stroked="true" strokeweight=".48pt" strokecolor="#000000">
                <v:path arrowok="t"/>
              </v:shape>
            </v:group>
            <v:group style="position:absolute;left:9713;top:617;width:8;height:2" coordorigin="9713,617" coordsize="8,2">
              <v:shape style="position:absolute;left:9713;top:617;width:8;height:2" coordorigin="9713,617" coordsize="8,0" path="m9713,617l9721,617e" filled="false" stroked="true" strokeweight=".48pt" strokecolor="#000000">
                <v:path arrowok="t"/>
              </v:shape>
            </v:group>
            <v:group style="position:absolute;left:9713;top:641;width:8;height:2" coordorigin="9713,641" coordsize="8,2">
              <v:shape style="position:absolute;left:9713;top:641;width:8;height:2" coordorigin="9713,641" coordsize="8,0" path="m9713,641l9721,641e" filled="false" stroked="true" strokeweight=".479pt" strokecolor="#000000">
                <v:path arrowok="t"/>
              </v:shape>
            </v:group>
            <v:group style="position:absolute;left:9713;top:665;width:8;height:2" coordorigin="9713,665" coordsize="8,2">
              <v:shape style="position:absolute;left:9713;top:665;width:8;height:2" coordorigin="9713,665" coordsize="8,0" path="m9713,665l9721,665e" filled="false" stroked="true" strokeweight=".48pt" strokecolor="#000000">
                <v:path arrowok="t"/>
              </v:shape>
            </v:group>
            <v:group style="position:absolute;left:9713;top:689;width:8;height:2" coordorigin="9713,689" coordsize="8,2">
              <v:shape style="position:absolute;left:9713;top:689;width:8;height:2" coordorigin="9713,689" coordsize="8,0" path="m9713,689l9721,689e" filled="false" stroked="true" strokeweight=".48pt" strokecolor="#000000">
                <v:path arrowok="t"/>
              </v:shape>
            </v:group>
            <v:group style="position:absolute;left:9713;top:713;width:8;height:2" coordorigin="9713,713" coordsize="8,2">
              <v:shape style="position:absolute;left:9713;top:713;width:8;height:2" coordorigin="9713,713" coordsize="8,0" path="m9713,713l9721,713e" filled="false" stroked="true" strokeweight=".48pt" strokecolor="#000000">
                <v:path arrowok="t"/>
              </v:shape>
            </v:group>
            <v:group style="position:absolute;left:9713;top:737;width:8;height:2" coordorigin="9713,737" coordsize="8,2">
              <v:shape style="position:absolute;left:9713;top:737;width:8;height:2" coordorigin="9713,737" coordsize="8,0" path="m9713,737l9721,737e" filled="false" stroked="true" strokeweight=".48pt" strokecolor="#000000">
                <v:path arrowok="t"/>
              </v:shape>
            </v:group>
            <v:group style="position:absolute;left:9713;top:761;width:8;height:2" coordorigin="9713,761" coordsize="8,2">
              <v:shape style="position:absolute;left:9713;top:761;width:8;height:2" coordorigin="9713,761" coordsize="8,0" path="m9713,761l9721,761e" filled="false" stroked="true" strokeweight=".48pt" strokecolor="#000000">
                <v:path arrowok="t"/>
              </v:shape>
            </v:group>
            <v:group style="position:absolute;left:9713;top:785;width:8;height:2" coordorigin="9713,785" coordsize="8,2">
              <v:shape style="position:absolute;left:9713;top:785;width:8;height:2" coordorigin="9713,785" coordsize="8,0" path="m9713,785l9721,785e" filled="false" stroked="true" strokeweight=".48pt" strokecolor="#000000">
                <v:path arrowok="t"/>
              </v:shape>
            </v:group>
            <v:group style="position:absolute;left:9713;top:809;width:8;height:2" coordorigin="9713,809" coordsize="8,2">
              <v:shape style="position:absolute;left:9713;top:809;width:8;height:2" coordorigin="9713,809" coordsize="8,0" path="m9713,809l9721,809e" filled="false" stroked="true" strokeweight=".48pt" strokecolor="#000000">
                <v:path arrowok="t"/>
              </v:shape>
            </v:group>
            <v:group style="position:absolute;left:9713;top:833;width:8;height:2" coordorigin="9713,833" coordsize="8,2">
              <v:shape style="position:absolute;left:9713;top:833;width:8;height:2" coordorigin="9713,833" coordsize="8,0" path="m9713,833l9721,833e" filled="false" stroked="true" strokeweight=".48pt" strokecolor="#000000">
                <v:path arrowok="t"/>
              </v:shape>
            </v:group>
            <v:group style="position:absolute;left:9713;top:857;width:8;height:2" coordorigin="9713,857" coordsize="8,2">
              <v:shape style="position:absolute;left:9713;top:857;width:8;height:2" coordorigin="9713,857" coordsize="8,0" path="m9713,857l9721,857e" filled="false" stroked="true" strokeweight=".48pt" strokecolor="#000000">
                <v:path arrowok="t"/>
              </v:shape>
            </v:group>
            <v:group style="position:absolute;left:9713;top:881;width:8;height:2" coordorigin="9713,881" coordsize="8,2">
              <v:shape style="position:absolute;left:9713;top:881;width:8;height:2" coordorigin="9713,881" coordsize="8,0" path="m9713,881l9721,881e" filled="false" stroked="true" strokeweight=".48pt" strokecolor="#000000">
                <v:path arrowok="t"/>
              </v:shape>
            </v:group>
            <v:group style="position:absolute;left:9713;top:905;width:8;height:2" coordorigin="9713,905" coordsize="8,2">
              <v:shape style="position:absolute;left:9713;top:905;width:8;height:2" coordorigin="9713,905" coordsize="8,0" path="m9713,905l9721,905e" filled="false" stroked="true" strokeweight=".48pt" strokecolor="#000000">
                <v:path arrowok="t"/>
              </v:shape>
            </v:group>
            <v:group style="position:absolute;left:9713;top:929;width:8;height:2" coordorigin="9713,929" coordsize="8,2">
              <v:shape style="position:absolute;left:9713;top:929;width:8;height:2" coordorigin="9713,929" coordsize="8,0" path="m9713,929l9721,929e" filled="false" stroked="true" strokeweight=".48pt" strokecolor="#000000">
                <v:path arrowok="t"/>
              </v:shape>
            </v:group>
            <v:group style="position:absolute;left:9713;top:953;width:8;height:2" coordorigin="9713,953" coordsize="8,2">
              <v:shape style="position:absolute;left:9713;top:953;width:8;height:2" coordorigin="9713,953" coordsize="8,0" path="m9713,953l9721,953e" filled="false" stroked="true" strokeweight=".48pt" strokecolor="#000000">
                <v:path arrowok="t"/>
              </v:shape>
            </v:group>
            <v:group style="position:absolute;left:9713;top:977;width:8;height:2" coordorigin="9713,977" coordsize="8,2">
              <v:shape style="position:absolute;left:9713;top:977;width:8;height:2" coordorigin="9713,977" coordsize="8,0" path="m9713,977l9721,977e" filled="false" stroked="true" strokeweight=".48pt" strokecolor="#000000">
                <v:path arrowok="t"/>
              </v:shape>
            </v:group>
            <v:group style="position:absolute;left:9713;top:1001;width:8;height:2" coordorigin="9713,1001" coordsize="8,2">
              <v:shape style="position:absolute;left:9713;top:1001;width:8;height:2" coordorigin="9713,1001" coordsize="8,0" path="m9713,1001l9721,1001e" filled="false" stroked="true" strokeweight=".48pt" strokecolor="#000000">
                <v:path arrowok="t"/>
              </v:shape>
            </v:group>
            <v:group style="position:absolute;left:9713;top:1025;width:8;height:2" coordorigin="9713,1025" coordsize="8,2">
              <v:shape style="position:absolute;left:9713;top:1025;width:8;height:2" coordorigin="9713,1025" coordsize="8,0" path="m9713,1025l9721,1025e" filled="false" stroked="true" strokeweight=".48pt" strokecolor="#000000">
                <v:path arrowok="t"/>
              </v:shape>
            </v:group>
            <v:group style="position:absolute;left:9713;top:1049;width:8;height:2" coordorigin="9713,1049" coordsize="8,2">
              <v:shape style="position:absolute;left:9713;top:1049;width:8;height:2" coordorigin="9713,1049" coordsize="8,0" path="m9713,1049l9721,1049e" filled="false" stroked="true" strokeweight=".48pt" strokecolor="#000000">
                <v:path arrowok="t"/>
              </v:shape>
            </v:group>
            <v:group style="position:absolute;left:9713;top:1073;width:8;height:2" coordorigin="9713,1073" coordsize="8,2">
              <v:shape style="position:absolute;left:9713;top:1073;width:8;height:2" coordorigin="9713,1073" coordsize="8,0" path="m9713,1073l9721,1073e" filled="false" stroked="true" strokeweight=".48pt" strokecolor="#000000">
                <v:path arrowok="t"/>
              </v:shape>
            </v:group>
            <v:group style="position:absolute;left:9713;top:1097;width:8;height:2" coordorigin="9713,1097" coordsize="8,2">
              <v:shape style="position:absolute;left:9713;top:1097;width:8;height:2" coordorigin="9713,1097" coordsize="8,0" path="m9713,1097l9721,1097e" filled="false" stroked="true" strokeweight=".48pt" strokecolor="#000000">
                <v:path arrowok="t"/>
              </v:shape>
            </v:group>
            <v:group style="position:absolute;left:9713;top:1121;width:8;height:2" coordorigin="9713,1121" coordsize="8,2">
              <v:shape style="position:absolute;left:9713;top:1121;width:8;height:2" coordorigin="9713,1121" coordsize="8,0" path="m9713,1121l9721,1121e" filled="false" stroked="true" strokeweight=".48pt" strokecolor="#000000">
                <v:path arrowok="t"/>
              </v:shape>
            </v:group>
            <v:group style="position:absolute;left:9713;top:1145;width:8;height:2" coordorigin="9713,1145" coordsize="8,2">
              <v:shape style="position:absolute;left:9713;top:1145;width:8;height:2" coordorigin="9713,1145" coordsize="8,0" path="m9713,1145l9721,1145e" filled="false" stroked="true" strokeweight=".48pt" strokecolor="#000000">
                <v:path arrowok="t"/>
              </v:shape>
            </v:group>
            <v:group style="position:absolute;left:9713;top:1169;width:8;height:2" coordorigin="9713,1169" coordsize="8,2">
              <v:shape style="position:absolute;left:9713;top:1169;width:8;height:2" coordorigin="9713,1169" coordsize="8,0" path="m9713,1169l9721,1169e" filled="false" stroked="true" strokeweight=".48pt" strokecolor="#000000">
                <v:path arrowok="t"/>
              </v:shape>
            </v:group>
            <v:group style="position:absolute;left:9713;top:1193;width:8;height:2" coordorigin="9713,1193" coordsize="8,2">
              <v:shape style="position:absolute;left:9713;top:1193;width:8;height:2" coordorigin="9713,1193" coordsize="8,0" path="m9713,1193l9721,1193e" filled="false" stroked="true" strokeweight=".48pt" strokecolor="#000000">
                <v:path arrowok="t"/>
              </v:shape>
            </v:group>
            <v:group style="position:absolute;left:9713;top:1217;width:8;height:2" coordorigin="9713,1217" coordsize="8,2">
              <v:shape style="position:absolute;left:9713;top:1217;width:8;height:2" coordorigin="9713,1217" coordsize="8,0" path="m9713,1217l9721,1217e" filled="false" stroked="true" strokeweight=".48pt" strokecolor="#000000">
                <v:path arrowok="t"/>
              </v:shape>
            </v:group>
            <v:group style="position:absolute;left:9713;top:1241;width:8;height:2" coordorigin="9713,1241" coordsize="8,2">
              <v:shape style="position:absolute;left:9713;top:1241;width:8;height:2" coordorigin="9713,1241" coordsize="8,0" path="m9713,1241l9721,1241e" filled="false" stroked="true" strokeweight=".48pt" strokecolor="#000000">
                <v:path arrowok="t"/>
              </v:shape>
            </v:group>
            <v:group style="position:absolute;left:9713;top:1265;width:8;height:2" coordorigin="9713,1265" coordsize="8,2">
              <v:shape style="position:absolute;left:9713;top:1265;width:8;height:2" coordorigin="9713,1265" coordsize="8,0" path="m9713,1265l9721,1265e" filled="false" stroked="true" strokeweight=".48pt" strokecolor="#000000">
                <v:path arrowok="t"/>
              </v:shape>
            </v:group>
            <v:group style="position:absolute;left:9713;top:1289;width:8;height:2" coordorigin="9713,1289" coordsize="8,2">
              <v:shape style="position:absolute;left:9713;top:1289;width:8;height:2" coordorigin="9713,1289" coordsize="8,0" path="m9713,1289l9721,1289e" filled="false" stroked="true" strokeweight=".48pt" strokecolor="#000000">
                <v:path arrowok="t"/>
              </v:shape>
            </v:group>
            <v:group style="position:absolute;left:9713;top:1313;width:8;height:2" coordorigin="9713,1313" coordsize="8,2">
              <v:shape style="position:absolute;left:9713;top:1313;width:8;height:2" coordorigin="9713,1313" coordsize="8,0" path="m9713,1313l9721,1313e" filled="false" stroked="true" strokeweight=".48pt" strokecolor="#000000">
                <v:path arrowok="t"/>
              </v:shape>
            </v:group>
            <v:group style="position:absolute;left:9713;top:1337;width:8;height:2" coordorigin="9713,1337" coordsize="8,2">
              <v:shape style="position:absolute;left:9713;top:1337;width:8;height:2" coordorigin="9713,1337" coordsize="8,0" path="m9713,1337l9721,1337e" filled="false" stroked="true" strokeweight=".48pt" strokecolor="#000000">
                <v:path arrowok="t"/>
              </v:shape>
            </v:group>
            <v:group style="position:absolute;left:9713;top:1361;width:8;height:2" coordorigin="9713,1361" coordsize="8,2">
              <v:shape style="position:absolute;left:9713;top:1361;width:8;height:2" coordorigin="9713,1361" coordsize="8,0" path="m9713,1361l9721,1361e" filled="false" stroked="true" strokeweight=".48pt" strokecolor="#000000">
                <v:path arrowok="t"/>
              </v:shape>
            </v:group>
            <v:group style="position:absolute;left:9713;top:1385;width:8;height:2" coordorigin="9713,1385" coordsize="8,2">
              <v:shape style="position:absolute;left:9713;top:1385;width:8;height:2" coordorigin="9713,1385" coordsize="8,0" path="m9713,1385l9721,1385e" filled="false" stroked="true" strokeweight=".479pt" strokecolor="#000000">
                <v:path arrowok="t"/>
              </v:shape>
            </v:group>
            <v:group style="position:absolute;left:9713;top:1409;width:8;height:2" coordorigin="9713,1409" coordsize="8,2">
              <v:shape style="position:absolute;left:9713;top:1409;width:8;height:2" coordorigin="9713,1409" coordsize="8,0" path="m9713,1409l9721,1409e" filled="false" stroked="true" strokeweight=".48pt" strokecolor="#000000">
                <v:path arrowok="t"/>
              </v:shape>
            </v:group>
            <v:group style="position:absolute;left:9713;top:1433;width:8;height:2" coordorigin="9713,1433" coordsize="8,2">
              <v:shape style="position:absolute;left:9713;top:1433;width:8;height:2" coordorigin="9713,1433" coordsize="8,0" path="m9713,1433l9721,1433e" filled="false" stroked="true" strokeweight=".48pt" strokecolor="#000000">
                <v:path arrowok="t"/>
              </v:shape>
            </v:group>
            <v:group style="position:absolute;left:9713;top:1457;width:8;height:2" coordorigin="9713,1457" coordsize="8,2">
              <v:shape style="position:absolute;left:9713;top:1457;width:8;height:2" coordorigin="9713,1457" coordsize="8,0" path="m9713,1457l9721,1457e" filled="false" stroked="true" strokeweight=".48pt" strokecolor="#000000">
                <v:path arrowok="t"/>
              </v:shape>
            </v:group>
            <v:group style="position:absolute;left:9713;top:1481;width:8;height:2" coordorigin="9713,1481" coordsize="8,2">
              <v:shape style="position:absolute;left:9713;top:1481;width:8;height:2" coordorigin="9713,1481" coordsize="8,0" path="m9713,1481l9721,1481e" filled="false" stroked="true" strokeweight=".48pt" strokecolor="#000000">
                <v:path arrowok="t"/>
              </v:shape>
            </v:group>
            <v:group style="position:absolute;left:9713;top:1505;width:8;height:2" coordorigin="9713,1505" coordsize="8,2">
              <v:shape style="position:absolute;left:9713;top:1505;width:8;height:2" coordorigin="9713,1505" coordsize="8,0" path="m9713,1505l9721,1505e" filled="false" stroked="true" strokeweight=".48pt" strokecolor="#000000">
                <v:path arrowok="t"/>
              </v:shape>
            </v:group>
            <v:group style="position:absolute;left:9713;top:1529;width:8;height:2" coordorigin="9713,1529" coordsize="8,2">
              <v:shape style="position:absolute;left:9713;top:1529;width:8;height:2" coordorigin="9713,1529" coordsize="8,0" path="m9713,1529l9721,1529e" filled="false" stroked="true" strokeweight=".48pt" strokecolor="#000000">
                <v:path arrowok="t"/>
              </v:shape>
            </v:group>
            <v:group style="position:absolute;left:9713;top:1553;width:8;height:2" coordorigin="9713,1553" coordsize="8,2">
              <v:shape style="position:absolute;left:9713;top:1553;width:8;height:2" coordorigin="9713,1553" coordsize="8,0" path="m9713,1553l9721,1553e" filled="false" stroked="true" strokeweight=".48pt" strokecolor="#000000">
                <v:path arrowok="t"/>
              </v:shape>
            </v:group>
            <v:group style="position:absolute;left:9713;top:1577;width:8;height:2" coordorigin="9713,1577" coordsize="8,2">
              <v:shape style="position:absolute;left:9713;top:1577;width:8;height:2" coordorigin="9713,1577" coordsize="8,0" path="m9713,1577l9721,1577e" filled="false" stroked="true" strokeweight=".48pt" strokecolor="#000000">
                <v:path arrowok="t"/>
              </v:shape>
            </v:group>
            <v:group style="position:absolute;left:9713;top:1601;width:8;height:2" coordorigin="9713,1601" coordsize="8,2">
              <v:shape style="position:absolute;left:9713;top:1601;width:8;height:2" coordorigin="9713,1601" coordsize="8,0" path="m9713,1601l9721,1601e" filled="false" stroked="true" strokeweight=".48pt" strokecolor="#000000">
                <v:path arrowok="t"/>
              </v:shape>
            </v:group>
            <v:group style="position:absolute;left:9713;top:1625;width:8;height:2" coordorigin="9713,1625" coordsize="8,2">
              <v:shape style="position:absolute;left:9713;top:1625;width:8;height:2" coordorigin="9713,1625" coordsize="8,0" path="m9713,1625l9721,1625e" filled="false" stroked="true" strokeweight=".48pt" strokecolor="#000000">
                <v:path arrowok="t"/>
              </v:shape>
            </v:group>
            <v:group style="position:absolute;left:9713;top:1649;width:8;height:2" coordorigin="9713,1649" coordsize="8,2">
              <v:shape style="position:absolute;left:9713;top:1649;width:8;height:2" coordorigin="9713,1649" coordsize="8,0" path="m9713,1649l9721,1649e" filled="false" stroked="true" strokeweight=".48pt" strokecolor="#000000">
                <v:path arrowok="t"/>
              </v:shape>
            </v:group>
            <v:group style="position:absolute;left:9713;top:1673;width:8;height:2" coordorigin="9713,1673" coordsize="8,2">
              <v:shape style="position:absolute;left:9713;top:1673;width:8;height:2" coordorigin="9713,1673" coordsize="8,0" path="m9713,1673l9721,1673e" filled="false" stroked="true" strokeweight=".48pt" strokecolor="#000000">
                <v:path arrowok="t"/>
              </v:shape>
            </v:group>
            <v:group style="position:absolute;left:9713;top:1697;width:8;height:2" coordorigin="9713,1697" coordsize="8,2">
              <v:shape style="position:absolute;left:9713;top:1697;width:8;height:2" coordorigin="9713,1697" coordsize="8,0" path="m9713,1697l9721,1697e" filled="false" stroked="true" strokeweight=".48pt" strokecolor="#000000">
                <v:path arrowok="t"/>
              </v:shape>
            </v:group>
            <v:group style="position:absolute;left:9713;top:1721;width:8;height:2" coordorigin="9713,1721" coordsize="8,2">
              <v:shape style="position:absolute;left:9713;top:1721;width:8;height:2" coordorigin="9713,1721" coordsize="8,0" path="m9713,1721l9721,1721e" filled="false" stroked="true" strokeweight=".48pt" strokecolor="#000000">
                <v:path arrowok="t"/>
              </v:shape>
            </v:group>
            <v:group style="position:absolute;left:9713;top:1745;width:8;height:2" coordorigin="9713,1745" coordsize="8,2">
              <v:shape style="position:absolute;left:9713;top:1745;width:8;height:2" coordorigin="9713,1745" coordsize="8,0" path="m9713,1745l9721,1745e" filled="false" stroked="true" strokeweight=".479pt" strokecolor="#000000">
                <v:path arrowok="t"/>
              </v:shape>
            </v:group>
            <v:group style="position:absolute;left:9713;top:1769;width:8;height:2" coordorigin="9713,1769" coordsize="8,2">
              <v:shape style="position:absolute;left:9713;top:1769;width:8;height:2" coordorigin="9713,1769" coordsize="8,0" path="m9713,1769l9721,1769e" filled="false" stroked="true" strokeweight=".48pt" strokecolor="#000000">
                <v:path arrowok="t"/>
              </v:shape>
            </v:group>
            <v:group style="position:absolute;left:9713;top:1793;width:8;height:2" coordorigin="9713,1793" coordsize="8,2">
              <v:shape style="position:absolute;left:9713;top:1793;width:8;height:2" coordorigin="9713,1793" coordsize="8,0" path="m9713,1793l9721,1793e" filled="false" stroked="true" strokeweight=".48pt" strokecolor="#000000">
                <v:path arrowok="t"/>
              </v:shape>
            </v:group>
            <v:group style="position:absolute;left:9713;top:1817;width:8;height:2" coordorigin="9713,1817" coordsize="8,2">
              <v:shape style="position:absolute;left:9713;top:1817;width:8;height:2" coordorigin="9713,1817" coordsize="8,0" path="m9713,1817l9721,1817e" filled="false" stroked="true" strokeweight=".48pt" strokecolor="#000000">
                <v:path arrowok="t"/>
              </v:shape>
            </v:group>
            <v:group style="position:absolute;left:9713;top:1841;width:8;height:2" coordorigin="9713,1841" coordsize="8,2">
              <v:shape style="position:absolute;left:9713;top:1841;width:8;height:2" coordorigin="9713,1841" coordsize="8,0" path="m9713,1841l9721,1841e" filled="false" stroked="true" strokeweight=".48pt" strokecolor="#000000">
                <v:path arrowok="t"/>
              </v:shape>
            </v:group>
            <v:group style="position:absolute;left:9713;top:1865;width:8;height:2" coordorigin="9713,1865" coordsize="8,2">
              <v:shape style="position:absolute;left:9713;top:1865;width:8;height:2" coordorigin="9713,1865" coordsize="8,0" path="m9713,1865l9721,1865e" filled="false" stroked="true" strokeweight=".48pt" strokecolor="#000000">
                <v:path arrowok="t"/>
              </v:shape>
            </v:group>
            <v:group style="position:absolute;left:9713;top:1889;width:8;height:2" coordorigin="9713,1889" coordsize="8,2">
              <v:shape style="position:absolute;left:9713;top:1889;width:8;height:2" coordorigin="9713,1889" coordsize="8,0" path="m9713,1889l9721,1889e" filled="false" stroked="true" strokeweight=".48pt" strokecolor="#000000">
                <v:path arrowok="t"/>
              </v:shape>
            </v:group>
            <v:group style="position:absolute;left:9713;top:1913;width:8;height:2" coordorigin="9713,1913" coordsize="8,2">
              <v:shape style="position:absolute;left:9713;top:1913;width:8;height:2" coordorigin="9713,1913" coordsize="8,0" path="m9713,1913l9721,1913e" filled="false" stroked="true" strokeweight=".48pt" strokecolor="#000000">
                <v:path arrowok="t"/>
              </v:shape>
            </v:group>
            <v:group style="position:absolute;left:9713;top:1937;width:8;height:2" coordorigin="9713,1937" coordsize="8,2">
              <v:shape style="position:absolute;left:9713;top:1937;width:8;height:2" coordorigin="9713,1937" coordsize="8,0" path="m9713,1937l9721,1937e" filled="false" stroked="true" strokeweight=".48pt" strokecolor="#000000">
                <v:path arrowok="t"/>
              </v:shape>
            </v:group>
            <v:group style="position:absolute;left:9713;top:1961;width:8;height:2" coordorigin="9713,1961" coordsize="8,2">
              <v:shape style="position:absolute;left:9713;top:1961;width:8;height:2" coordorigin="9713,1961" coordsize="8,0" path="m9713,1961l9721,1961e" filled="false" stroked="true" strokeweight=".48pt" strokecolor="#000000">
                <v:path arrowok="t"/>
              </v:shape>
            </v:group>
            <v:group style="position:absolute;left:9713;top:1985;width:8;height:2" coordorigin="9713,1985" coordsize="8,2">
              <v:shape style="position:absolute;left:9713;top:1985;width:8;height:2" coordorigin="9713,1985" coordsize="8,0" path="m9713,1985l9721,1985e" filled="false" stroked="true" strokeweight=".48pt" strokecolor="#000000">
                <v:path arrowok="t"/>
              </v:shape>
            </v:group>
            <v:group style="position:absolute;left:9713;top:2009;width:8;height:2" coordorigin="9713,2009" coordsize="8,2">
              <v:shape style="position:absolute;left:9713;top:2009;width:8;height:2" coordorigin="9713,2009" coordsize="8,0" path="m9713,2009l9721,2009e" filled="false" stroked="true" strokeweight=".48pt" strokecolor="#000000">
                <v:path arrowok="t"/>
              </v:shape>
            </v:group>
            <v:group style="position:absolute;left:9713;top:2033;width:8;height:2" coordorigin="9713,2033" coordsize="8,2">
              <v:shape style="position:absolute;left:9713;top:2033;width:8;height:2" coordorigin="9713,2033" coordsize="8,0" path="m9713,2033l9721,2033e" filled="false" stroked="true" strokeweight=".48pt" strokecolor="#000000">
                <v:path arrowok="t"/>
              </v:shape>
            </v:group>
            <v:group style="position:absolute;left:9713;top:2057;width:8;height:2" coordorigin="9713,2057" coordsize="8,2">
              <v:shape style="position:absolute;left:9713;top:2057;width:8;height:2" coordorigin="9713,2057" coordsize="8,0" path="m9713,2057l9721,2057e" filled="false" stroked="true" strokeweight=".48pt" strokecolor="#000000">
                <v:path arrowok="t"/>
              </v:shape>
            </v:group>
            <v:group style="position:absolute;left:9713;top:2081;width:8;height:2" coordorigin="9713,2081" coordsize="8,2">
              <v:shape style="position:absolute;left:9713;top:2081;width:8;height:2" coordorigin="9713,2081" coordsize="8,0" path="m9713,2081l9721,2081e" filled="false" stroked="true" strokeweight=".48pt" strokecolor="#000000">
                <v:path arrowok="t"/>
              </v:shape>
            </v:group>
            <v:group style="position:absolute;left:9713;top:2105;width:8;height:2" coordorigin="9713,2105" coordsize="8,2">
              <v:shape style="position:absolute;left:9713;top:2105;width:8;height:2" coordorigin="9713,2105" coordsize="8,0" path="m9713,2105l9721,2105e" filled="false" stroked="true" strokeweight=".48pt" strokecolor="#000000">
                <v:path arrowok="t"/>
              </v:shape>
            </v:group>
            <v:group style="position:absolute;left:9713;top:2129;width:8;height:2" coordorigin="9713,2129" coordsize="8,2">
              <v:shape style="position:absolute;left:9713;top:2129;width:8;height:2" coordorigin="9713,2129" coordsize="8,0" path="m9713,2129l9721,2129e" filled="false" stroked="true" strokeweight=".48pt" strokecolor="#000000">
                <v:path arrowok="t"/>
              </v:shape>
            </v:group>
            <v:group style="position:absolute;left:9713;top:2153;width:8;height:2" coordorigin="9713,2153" coordsize="8,2">
              <v:shape style="position:absolute;left:9713;top:2153;width:8;height:2" coordorigin="9713,2153" coordsize="8,0" path="m9713,2153l9721,2153e" filled="false" stroked="true" strokeweight=".48pt" strokecolor="#000000">
                <v:path arrowok="t"/>
              </v:shape>
            </v:group>
            <v:group style="position:absolute;left:9713;top:2177;width:8;height:2" coordorigin="9713,2177" coordsize="8,2">
              <v:shape style="position:absolute;left:9713;top:2177;width:8;height:2" coordorigin="9713,2177" coordsize="8,0" path="m9713,2177l9721,2177e" filled="false" stroked="true" strokeweight=".48pt" strokecolor="#000000">
                <v:path arrowok="t"/>
              </v:shape>
            </v:group>
            <v:group style="position:absolute;left:9713;top:2201;width:8;height:2" coordorigin="9713,2201" coordsize="8,2">
              <v:shape style="position:absolute;left:9713;top:2201;width:8;height:2" coordorigin="9713,2201" coordsize="8,0" path="m9713,2201l9721,2201e" filled="false" stroked="true" strokeweight=".48pt" strokecolor="#000000">
                <v:path arrowok="t"/>
              </v:shape>
            </v:group>
            <v:group style="position:absolute;left:9713;top:2225;width:8;height:2" coordorigin="9713,2225" coordsize="8,2">
              <v:shape style="position:absolute;left:9713;top:2225;width:8;height:2" coordorigin="9713,2225" coordsize="8,0" path="m9713,2225l9721,2225e" filled="false" stroked="true" strokeweight=".48pt" strokecolor="#000000">
                <v:path arrowok="t"/>
              </v:shape>
            </v:group>
            <v:group style="position:absolute;left:9713;top:2249;width:8;height:2" coordorigin="9713,2249" coordsize="8,2">
              <v:shape style="position:absolute;left:9713;top:2249;width:8;height:2" coordorigin="9713,2249" coordsize="8,0" path="m9713,2249l9721,2249e" filled="false" stroked="true" strokeweight=".48pt" strokecolor="#000000">
                <v:path arrowok="t"/>
              </v:shape>
            </v:group>
            <v:group style="position:absolute;left:9713;top:2273;width:8;height:2" coordorigin="9713,2273" coordsize="8,2">
              <v:shape style="position:absolute;left:9713;top:2273;width:8;height:2" coordorigin="9713,2273" coordsize="8,0" path="m9713,2273l9721,2273e" filled="false" stroked="true" strokeweight=".48pt" strokecolor="#000000">
                <v:path arrowok="t"/>
              </v:shape>
            </v:group>
            <v:group style="position:absolute;left:9713;top:2297;width:8;height:2" coordorigin="9713,2297" coordsize="8,2">
              <v:shape style="position:absolute;left:9713;top:2297;width:8;height:2" coordorigin="9713,2297" coordsize="8,0" path="m9713,2297l9721,2297e" filled="false" stroked="true" strokeweight=".48pt" strokecolor="#000000">
                <v:path arrowok="t"/>
              </v:shape>
            </v:group>
            <v:group style="position:absolute;left:9713;top:2321;width:8;height:2" coordorigin="9713,2321" coordsize="8,2">
              <v:shape style="position:absolute;left:9713;top:2321;width:8;height:2" coordorigin="9713,2321" coordsize="8,0" path="m9713,2321l9721,2321e" filled="false" stroked="true" strokeweight=".48pt" strokecolor="#000000">
                <v:path arrowok="t"/>
              </v:shape>
            </v:group>
            <v:group style="position:absolute;left:9713;top:2345;width:8;height:2" coordorigin="9713,2345" coordsize="8,2">
              <v:shape style="position:absolute;left:9713;top:2345;width:8;height:2" coordorigin="9713,2345" coordsize="8,0" path="m9713,2345l9721,2345e" filled="false" stroked="true" strokeweight=".48pt" strokecolor="#000000">
                <v:path arrowok="t"/>
              </v:shape>
            </v:group>
            <v:group style="position:absolute;left:9713;top:2369;width:8;height:2" coordorigin="9713,2369" coordsize="8,2">
              <v:shape style="position:absolute;left:9713;top:2369;width:8;height:2" coordorigin="9713,2369" coordsize="8,0" path="m9713,2369l9721,2369e" filled="false" stroked="true" strokeweight=".48pt" strokecolor="#000000">
                <v:path arrowok="t"/>
              </v:shape>
            </v:group>
            <v:group style="position:absolute;left:9713;top:2393;width:8;height:2" coordorigin="9713,2393" coordsize="8,2">
              <v:shape style="position:absolute;left:9713;top:2393;width:8;height:2" coordorigin="9713,2393" coordsize="8,0" path="m9713,2393l9721,2393e" filled="false" stroked="true" strokeweight=".48pt" strokecolor="#000000">
                <v:path arrowok="t"/>
              </v:shape>
            </v:group>
            <v:group style="position:absolute;left:9713;top:2417;width:8;height:2" coordorigin="9713,2417" coordsize="8,2">
              <v:shape style="position:absolute;left:9713;top:2417;width:8;height:2" coordorigin="9713,2417" coordsize="8,0" path="m9713,2417l9721,2417e" filled="false" stroked="true" strokeweight=".48pt" strokecolor="#000000">
                <v:path arrowok="t"/>
              </v:shape>
            </v:group>
            <v:group style="position:absolute;left:9713;top:2441;width:8;height:2" coordorigin="9713,2441" coordsize="8,2">
              <v:shape style="position:absolute;left:9713;top:2441;width:8;height:2" coordorigin="9713,2441" coordsize="8,0" path="m9713,2441l9721,2441e" filled="false" stroked="true" strokeweight=".48pt" strokecolor="#000000">
                <v:path arrowok="t"/>
              </v:shape>
            </v:group>
            <v:group style="position:absolute;left:9713;top:2465;width:8;height:2" coordorigin="9713,2465" coordsize="8,2">
              <v:shape style="position:absolute;left:9713;top:2465;width:8;height:2" coordorigin="9713,2465" coordsize="8,0" path="m9713,2465l9721,2465e" filled="false" stroked="true" strokeweight=".48pt" strokecolor="#000000">
                <v:path arrowok="t"/>
              </v:shape>
            </v:group>
            <v:group style="position:absolute;left:9713;top:2489;width:8;height:2" coordorigin="9713,2489" coordsize="8,2">
              <v:shape style="position:absolute;left:9713;top:2489;width:8;height:2" coordorigin="9713,2489" coordsize="8,0" path="m9713,2489l9721,2489e" filled="false" stroked="true" strokeweight=".479pt" strokecolor="#000000">
                <v:path arrowok="t"/>
              </v:shape>
            </v:group>
            <v:group style="position:absolute;left:9713;top:2513;width:8;height:2" coordorigin="9713,2513" coordsize="8,2">
              <v:shape style="position:absolute;left:9713;top:2513;width:8;height:2" coordorigin="9713,2513" coordsize="8,0" path="m9713,2513l9721,2513e" filled="false" stroked="true" strokeweight=".48pt" strokecolor="#000000">
                <v:path arrowok="t"/>
              </v:shape>
            </v:group>
            <v:group style="position:absolute;left:9713;top:2537;width:8;height:2" coordorigin="9713,2537" coordsize="8,2">
              <v:shape style="position:absolute;left:9713;top:2537;width:8;height:2" coordorigin="9713,2537" coordsize="8,0" path="m9713,2537l9721,2537e" filled="false" stroked="true" strokeweight=".48pt" strokecolor="#000000">
                <v:path arrowok="t"/>
              </v:shape>
            </v:group>
            <v:group style="position:absolute;left:9713;top:2561;width:8;height:2" coordorigin="9713,2561" coordsize="8,2">
              <v:shape style="position:absolute;left:9713;top:2561;width:8;height:2" coordorigin="9713,2561" coordsize="8,0" path="m9713,2561l9721,2561e" filled="false" stroked="true" strokeweight=".48pt" strokecolor="#000000">
                <v:path arrowok="t"/>
              </v:shape>
            </v:group>
            <v:group style="position:absolute;left:9713;top:2585;width:8;height:2" coordorigin="9713,2585" coordsize="8,2">
              <v:shape style="position:absolute;left:9713;top:2585;width:8;height:2" coordorigin="9713,2585" coordsize="8,0" path="m9713,2585l9721,2585e" filled="false" stroked="true" strokeweight=".48pt" strokecolor="#000000">
                <v:path arrowok="t"/>
              </v:shape>
            </v:group>
            <v:group style="position:absolute;left:9713;top:2609;width:8;height:2" coordorigin="9713,2609" coordsize="8,2">
              <v:shape style="position:absolute;left:9713;top:2609;width:8;height:2" coordorigin="9713,2609" coordsize="8,0" path="m9713,2609l9721,2609e" filled="false" stroked="true" strokeweight=".48pt" strokecolor="#000000">
                <v:path arrowok="t"/>
              </v:shape>
            </v:group>
            <v:group style="position:absolute;left:9713;top:2633;width:8;height:2" coordorigin="9713,2633" coordsize="8,2">
              <v:shape style="position:absolute;left:9713;top:2633;width:8;height:2" coordorigin="9713,2633" coordsize="8,0" path="m9713,2633l9721,2633e" filled="false" stroked="true" strokeweight=".48pt" strokecolor="#000000">
                <v:path arrowok="t"/>
              </v:shape>
            </v:group>
            <v:group style="position:absolute;left:9713;top:2657;width:8;height:2" coordorigin="9713,2657" coordsize="8,2">
              <v:shape style="position:absolute;left:9713;top:2657;width:8;height:2" coordorigin="9713,2657" coordsize="8,0" path="m9713,2657l9721,2657e" filled="false" stroked="true" strokeweight=".48pt" strokecolor="#000000">
                <v:path arrowok="t"/>
              </v:shape>
            </v:group>
            <v:group style="position:absolute;left:9713;top:2681;width:8;height:2" coordorigin="9713,2681" coordsize="8,2">
              <v:shape style="position:absolute;left:9713;top:2681;width:8;height:2" coordorigin="9713,2681" coordsize="8,0" path="m9713,2681l9721,2681e" filled="false" stroked="true" strokeweight=".48pt" strokecolor="#000000">
                <v:path arrowok="t"/>
              </v:shape>
            </v:group>
            <v:group style="position:absolute;left:9713;top:2705;width:8;height:2" coordorigin="9713,2705" coordsize="8,2">
              <v:shape style="position:absolute;left:9713;top:2705;width:8;height:2" coordorigin="9713,2705" coordsize="8,0" path="m9713,2705l9721,2705e" filled="false" stroked="true" strokeweight=".48pt" strokecolor="#000000">
                <v:path arrowok="t"/>
              </v:shape>
            </v:group>
            <v:group style="position:absolute;left:9713;top:2729;width:8;height:2" coordorigin="9713,2729" coordsize="8,2">
              <v:shape style="position:absolute;left:9713;top:2729;width:8;height:2" coordorigin="9713,2729" coordsize="8,0" path="m9713,2729l9721,2729e" filled="false" stroked="true" strokeweight=".48pt" strokecolor="#000000">
                <v:path arrowok="t"/>
              </v:shape>
            </v:group>
            <v:group style="position:absolute;left:9713;top:2753;width:8;height:2" coordorigin="9713,2753" coordsize="8,2">
              <v:shape style="position:absolute;left:9713;top:2753;width:8;height:2" coordorigin="9713,2753" coordsize="8,0" path="m9713,2753l9721,2753e" filled="false" stroked="true" strokeweight=".48pt" strokecolor="#000000">
                <v:path arrowok="t"/>
              </v:shape>
            </v:group>
            <v:group style="position:absolute;left:9713;top:2777;width:8;height:2" coordorigin="9713,2777" coordsize="8,2">
              <v:shape style="position:absolute;left:9713;top:2777;width:8;height:2" coordorigin="9713,2777" coordsize="8,0" path="m9713,2777l9721,2777e" filled="false" stroked="true" strokeweight=".48pt" strokecolor="#000000">
                <v:path arrowok="t"/>
              </v:shape>
            </v:group>
            <v:group style="position:absolute;left:9713;top:2801;width:8;height:2" coordorigin="9713,2801" coordsize="8,2">
              <v:shape style="position:absolute;left:9713;top:2801;width:8;height:2" coordorigin="9713,2801" coordsize="8,0" path="m9713,2801l9721,2801e" filled="false" stroked="true" strokeweight=".48pt" strokecolor="#000000">
                <v:path arrowok="t"/>
              </v:shape>
            </v:group>
            <v:group style="position:absolute;left:9713;top:2825;width:8;height:2" coordorigin="9713,2825" coordsize="8,2">
              <v:shape style="position:absolute;left:9713;top:2825;width:8;height:2" coordorigin="9713,2825" coordsize="8,0" path="m9713,2825l9721,2825e" filled="false" stroked="true" strokeweight=".48pt" strokecolor="#000000">
                <v:path arrowok="t"/>
              </v:shape>
            </v:group>
            <v:group style="position:absolute;left:9713;top:2849;width:8;height:2" coordorigin="9713,2849" coordsize="8,2">
              <v:shape style="position:absolute;left:9713;top:2849;width:8;height:2" coordorigin="9713,2849" coordsize="8,0" path="m9713,2849l9721,2849e" filled="false" stroked="true" strokeweight=".48pt" strokecolor="#000000">
                <v:path arrowok="t"/>
              </v:shape>
            </v:group>
            <v:group style="position:absolute;left:9713;top:2873;width:8;height:2" coordorigin="9713,2873" coordsize="8,2">
              <v:shape style="position:absolute;left:9713;top:2873;width:8;height:2" coordorigin="9713,2873" coordsize="8,0" path="m9713,2873l9721,2873e" filled="false" stroked="true" strokeweight=".48pt" strokecolor="#000000">
                <v:path arrowok="t"/>
              </v:shape>
            </v:group>
            <v:group style="position:absolute;left:9713;top:2897;width:8;height:2" coordorigin="9713,2897" coordsize="8,2">
              <v:shape style="position:absolute;left:9713;top:2897;width:8;height:2" coordorigin="9713,2897" coordsize="8,0" path="m9713,2897l9721,2897e" filled="false" stroked="true" strokeweight=".48pt" strokecolor="#000000">
                <v:path arrowok="t"/>
              </v:shape>
            </v:group>
            <v:group style="position:absolute;left:9713;top:2921;width:8;height:2" coordorigin="9713,2921" coordsize="8,2">
              <v:shape style="position:absolute;left:9713;top:2921;width:8;height:2" coordorigin="9713,2921" coordsize="8,0" path="m9713,2921l9721,2921e" filled="false" stroked="true" strokeweight=".48pt" strokecolor="#000000">
                <v:path arrowok="t"/>
              </v:shape>
            </v:group>
            <v:group style="position:absolute;left:9713;top:2945;width:8;height:2" coordorigin="9713,2945" coordsize="8,2">
              <v:shape style="position:absolute;left:9713;top:2945;width:8;height:2" coordorigin="9713,2945" coordsize="8,0" path="m9713,2945l9721,2945e" filled="false" stroked="true" strokeweight=".48pt" strokecolor="#000000">
                <v:path arrowok="t"/>
              </v:shape>
            </v:group>
            <v:group style="position:absolute;left:9713;top:2969;width:8;height:2" coordorigin="9713,2969" coordsize="8,2">
              <v:shape style="position:absolute;left:9713;top:2969;width:8;height:2" coordorigin="9713,2969" coordsize="8,0" path="m9713,2969l9721,2969e" filled="false" stroked="true" strokeweight=".48pt" strokecolor="#000000">
                <v:path arrowok="t"/>
              </v:shape>
            </v:group>
            <v:group style="position:absolute;left:9713;top:2993;width:8;height:2" coordorigin="9713,2993" coordsize="8,2">
              <v:shape style="position:absolute;left:9713;top:2993;width:8;height:2" coordorigin="9713,2993" coordsize="8,0" path="m9713,2993l9721,2993e" filled="false" stroked="true" strokeweight=".48pt" strokecolor="#000000">
                <v:path arrowok="t"/>
              </v:shape>
            </v:group>
            <v:group style="position:absolute;left:9713;top:3017;width:8;height:2" coordorigin="9713,3017" coordsize="8,2">
              <v:shape style="position:absolute;left:9713;top:3017;width:8;height:2" coordorigin="9713,3017" coordsize="8,0" path="m9713,3017l9721,3017e" filled="false" stroked="true" strokeweight=".48pt" strokecolor="#000000">
                <v:path arrowok="t"/>
              </v:shape>
            </v:group>
            <v:group style="position:absolute;left:9713;top:3041;width:8;height:2" coordorigin="9713,3041" coordsize="8,2">
              <v:shape style="position:absolute;left:9713;top:3041;width:8;height:2" coordorigin="9713,3041" coordsize="8,0" path="m9713,3041l9721,3041e" filled="false" stroked="true" strokeweight=".48pt" strokecolor="#000000">
                <v:path arrowok="t"/>
              </v:shape>
            </v:group>
            <v:group style="position:absolute;left:9713;top:3065;width:8;height:2" coordorigin="9713,3065" coordsize="8,2">
              <v:shape style="position:absolute;left:9713;top:3065;width:8;height:2" coordorigin="9713,3065" coordsize="8,0" path="m9713,3065l9721,3065e" filled="false" stroked="true" strokeweight=".48pt" strokecolor="#000000">
                <v:path arrowok="t"/>
              </v:shape>
            </v:group>
            <v:group style="position:absolute;left:9713;top:3089;width:8;height:2" coordorigin="9713,3089" coordsize="8,2">
              <v:shape style="position:absolute;left:9713;top:3089;width:8;height:2" coordorigin="9713,3089" coordsize="8,0" path="m9713,3089l9721,3089e" filled="false" stroked="true" strokeweight=".48pt" strokecolor="#000000">
                <v:path arrowok="t"/>
              </v:shape>
            </v:group>
            <v:group style="position:absolute;left:9713;top:3113;width:8;height:2" coordorigin="9713,3113" coordsize="8,2">
              <v:shape style="position:absolute;left:9713;top:3113;width:8;height:2" coordorigin="9713,3113" coordsize="8,0" path="m9713,3113l9721,3113e" filled="false" stroked="true" strokeweight=".48pt" strokecolor="#000000">
                <v:path arrowok="t"/>
              </v:shape>
            </v:group>
            <v:group style="position:absolute;left:9713;top:3137;width:8;height:2" coordorigin="9713,3137" coordsize="8,2">
              <v:shape style="position:absolute;left:9713;top:3137;width:8;height:2" coordorigin="9713,3137" coordsize="8,0" path="m9713,3137l9721,3137e" filled="false" stroked="true" strokeweight=".48pt" strokecolor="#000000">
                <v:path arrowok="t"/>
              </v:shape>
            </v:group>
            <v:group style="position:absolute;left:9713;top:3161;width:8;height:2" coordorigin="9713,3161" coordsize="8,2">
              <v:shape style="position:absolute;left:9713;top:3161;width:8;height:2" coordorigin="9713,3161" coordsize="8,0" path="m9713,3161l9721,3161e" filled="false" stroked="true" strokeweight=".48pt" strokecolor="#000000">
                <v:path arrowok="t"/>
              </v:shape>
            </v:group>
            <v:group style="position:absolute;left:9713;top:3185;width:8;height:2" coordorigin="9713,3185" coordsize="8,2">
              <v:shape style="position:absolute;left:9713;top:3185;width:8;height:2" coordorigin="9713,3185" coordsize="8,0" path="m9713,3185l9721,3185e" filled="false" stroked="true" strokeweight=".48pt" strokecolor="#000000">
                <v:path arrowok="t"/>
              </v:shape>
            </v:group>
            <v:group style="position:absolute;left:9713;top:3209;width:8;height:2" coordorigin="9713,3209" coordsize="8,2">
              <v:shape style="position:absolute;left:9713;top:3209;width:8;height:2" coordorigin="9713,3209" coordsize="8,0" path="m9713,3209l9721,3209e" filled="false" stroked="true" strokeweight=".48pt" strokecolor="#000000">
                <v:path arrowok="t"/>
              </v:shape>
            </v:group>
            <v:group style="position:absolute;left:9713;top:3233;width:8;height:2" coordorigin="9713,3233" coordsize="8,2">
              <v:shape style="position:absolute;left:9713;top:3233;width:8;height:2" coordorigin="9713,3233" coordsize="8,0" path="m9713,3233l9721,3233e" filled="false" stroked="true" strokeweight=".48pt" strokecolor="#000000">
                <v:path arrowok="t"/>
              </v:shape>
            </v:group>
            <v:group style="position:absolute;left:9713;top:3257;width:8;height:2" coordorigin="9713,3257" coordsize="8,2">
              <v:shape style="position:absolute;left:9713;top:3257;width:8;height:2" coordorigin="9713,3257" coordsize="8,0" path="m9713,3257l9721,3257e" filled="false" stroked="true" strokeweight=".48pt" strokecolor="#000000">
                <v:path arrowok="t"/>
              </v:shape>
            </v:group>
            <v:group style="position:absolute;left:9713;top:3281;width:8;height:2" coordorigin="9713,3281" coordsize="8,2">
              <v:shape style="position:absolute;left:9713;top:3281;width:8;height:2" coordorigin="9713,3281" coordsize="8,0" path="m9713,3281l9721,3281e" filled="false" stroked="true" strokeweight=".48pt" strokecolor="#000000">
                <v:path arrowok="t"/>
              </v:shape>
            </v:group>
            <v:group style="position:absolute;left:9713;top:3305;width:8;height:2" coordorigin="9713,3305" coordsize="8,2">
              <v:shape style="position:absolute;left:9713;top:3305;width:8;height:2" coordorigin="9713,3305" coordsize="8,0" path="m9713,3305l9721,3305e" filled="false" stroked="true" strokeweight=".48pt" strokecolor="#000000">
                <v:path arrowok="t"/>
              </v:shape>
            </v:group>
            <v:group style="position:absolute;left:9713;top:3329;width:8;height:2" coordorigin="9713,3329" coordsize="8,2">
              <v:shape style="position:absolute;left:9713;top:3329;width:8;height:2" coordorigin="9713,3329" coordsize="8,0" path="m9713,3329l9721,3329e" filled="false" stroked="true" strokeweight=".48pt" strokecolor="#000000">
                <v:path arrowok="t"/>
              </v:shape>
            </v:group>
            <v:group style="position:absolute;left:9713;top:3353;width:8;height:2" coordorigin="9713,3353" coordsize="8,2">
              <v:shape style="position:absolute;left:9713;top:3353;width:8;height:2" coordorigin="9713,3353" coordsize="8,0" path="m9713,3353l9721,3353e" filled="false" stroked="true" strokeweight=".48pt" strokecolor="#000000">
                <v:path arrowok="t"/>
              </v:shape>
            </v:group>
            <v:group style="position:absolute;left:9713;top:3377;width:8;height:2" coordorigin="9713,3377" coordsize="8,2">
              <v:shape style="position:absolute;left:9713;top:3377;width:8;height:2" coordorigin="9713,3377" coordsize="8,0" path="m9713,3377l9721,3377e" filled="false" stroked="true" strokeweight=".48pt" strokecolor="#000000">
                <v:path arrowok="t"/>
              </v:shape>
            </v:group>
            <v:group style="position:absolute;left:9713;top:3401;width:8;height:2" coordorigin="9713,3401" coordsize="8,2">
              <v:shape style="position:absolute;left:9713;top:3401;width:8;height:2" coordorigin="9713,3401" coordsize="8,0" path="m9713,3401l9721,3401e" filled="false" stroked="true" strokeweight=".48pt" strokecolor="#000000">
                <v:path arrowok="t"/>
              </v:shape>
            </v:group>
            <v:group style="position:absolute;left:9713;top:3425;width:8;height:2" coordorigin="9713,3425" coordsize="8,2">
              <v:shape style="position:absolute;left:9713;top:3425;width:8;height:2" coordorigin="9713,3425" coordsize="8,0" path="m9713,3425l9721,3425e" filled="false" stroked="true" strokeweight=".48pt" strokecolor="#000000">
                <v:path arrowok="t"/>
              </v:shape>
            </v:group>
            <v:group style="position:absolute;left:9713;top:3449;width:8;height:2" coordorigin="9713,3449" coordsize="8,2">
              <v:shape style="position:absolute;left:9713;top:3449;width:8;height:2" coordorigin="9713,3449" coordsize="8,0" path="m9713,3449l9721,3449e" filled="false" stroked="true" strokeweight=".48pt" strokecolor="#000000">
                <v:path arrowok="t"/>
              </v:shape>
            </v:group>
            <v:group style="position:absolute;left:9713;top:3473;width:8;height:2" coordorigin="9713,3473" coordsize="8,2">
              <v:shape style="position:absolute;left:9713;top:3473;width:8;height:2" coordorigin="9713,3473" coordsize="8,0" path="m9713,3473l9721,3473e" filled="false" stroked="true" strokeweight=".48pt" strokecolor="#000000">
                <v:path arrowok="t"/>
              </v:shape>
            </v:group>
            <v:group style="position:absolute;left:9713;top:3497;width:8;height:2" coordorigin="9713,3497" coordsize="8,2">
              <v:shape style="position:absolute;left:9713;top:3497;width:8;height:2" coordorigin="9713,3497" coordsize="8,0" path="m9713,3497l9721,3497e" filled="false" stroked="true" strokeweight=".48pt" strokecolor="#000000">
                <v:path arrowok="t"/>
              </v:shape>
            </v:group>
            <v:group style="position:absolute;left:9713;top:3521;width:8;height:2" coordorigin="9713,3521" coordsize="8,2">
              <v:shape style="position:absolute;left:9713;top:3521;width:8;height:2" coordorigin="9713,3521" coordsize="8,0" path="m9713,3521l9721,3521e" filled="false" stroked="true" strokeweight=".48pt" strokecolor="#000000">
                <v:path arrowok="t"/>
              </v:shape>
            </v:group>
            <v:group style="position:absolute;left:9713;top:3545;width:8;height:2" coordorigin="9713,3545" coordsize="8,2">
              <v:shape style="position:absolute;left:9713;top:3545;width:8;height:2" coordorigin="9713,3545" coordsize="8,0" path="m9713,3545l9721,3545e" filled="false" stroked="true" strokeweight=".48pt" strokecolor="#000000">
                <v:path arrowok="t"/>
              </v:shape>
            </v:group>
            <v:group style="position:absolute;left:9713;top:3569;width:8;height:2" coordorigin="9713,3569" coordsize="8,2">
              <v:shape style="position:absolute;left:9713;top:3569;width:8;height:2" coordorigin="9713,3569" coordsize="8,0" path="m9713,3569l9721,3569e" filled="false" stroked="true" strokeweight=".48pt" strokecolor="#000000">
                <v:path arrowok="t"/>
              </v:shape>
            </v:group>
            <v:group style="position:absolute;left:9713;top:3593;width:8;height:2" coordorigin="9713,3593" coordsize="8,2">
              <v:shape style="position:absolute;left:9713;top:3593;width:8;height:2" coordorigin="9713,3593" coordsize="8,0" path="m9713,3593l9721,3593e" filled="false" stroked="true" strokeweight=".48pt" strokecolor="#000000">
                <v:path arrowok="t"/>
              </v:shape>
            </v:group>
            <v:group style="position:absolute;left:9713;top:3617;width:8;height:2" coordorigin="9713,3617" coordsize="8,2">
              <v:shape style="position:absolute;left:9713;top:3617;width:8;height:2" coordorigin="9713,3617" coordsize="8,0" path="m9713,3617l9721,3617e" filled="false" stroked="true" strokeweight=".48pt" strokecolor="#000000">
                <v:path arrowok="t"/>
              </v:shape>
            </v:group>
            <v:group style="position:absolute;left:9713;top:3641;width:8;height:2" coordorigin="9713,3641" coordsize="8,2">
              <v:shape style="position:absolute;left:9713;top:3641;width:8;height:2" coordorigin="9713,3641" coordsize="8,0" path="m9713,3641l9721,3641e" filled="false" stroked="true" strokeweight=".48pt" strokecolor="#000000">
                <v:path arrowok="t"/>
              </v:shape>
            </v:group>
            <v:group style="position:absolute;left:9713;top:3665;width:8;height:2" coordorigin="9713,3665" coordsize="8,2">
              <v:shape style="position:absolute;left:9713;top:3665;width:8;height:2" coordorigin="9713,3665" coordsize="8,0" path="m9713,3665l9721,3665e" filled="false" stroked="true" strokeweight=".48pt" strokecolor="#000000">
                <v:path arrowok="t"/>
              </v:shape>
            </v:group>
            <v:group style="position:absolute;left:9713;top:3689;width:8;height:2" coordorigin="9713,3689" coordsize="8,2">
              <v:shape style="position:absolute;left:9713;top:3689;width:8;height:2" coordorigin="9713,3689" coordsize="8,0" path="m9713,3689l9721,3689e" filled="false" stroked="true" strokeweight=".48pt" strokecolor="#000000">
                <v:path arrowok="t"/>
              </v:shape>
            </v:group>
            <v:group style="position:absolute;left:9713;top:3713;width:8;height:2" coordorigin="9713,3713" coordsize="8,2">
              <v:shape style="position:absolute;left:9713;top:3713;width:8;height:2" coordorigin="9713,3713" coordsize="8,0" path="m9713,3713l9721,3713e" filled="false" stroked="true" strokeweight=".48pt" strokecolor="#000000">
                <v:path arrowok="t"/>
              </v:shape>
            </v:group>
            <v:group style="position:absolute;left:9713;top:3737;width:8;height:2" coordorigin="9713,3737" coordsize="8,2">
              <v:shape style="position:absolute;left:9713;top:3737;width:8;height:2" coordorigin="9713,3737" coordsize="8,0" path="m9713,3737l9721,3737e" filled="false" stroked="true" strokeweight=".48pt" strokecolor="#000000">
                <v:path arrowok="t"/>
              </v:shape>
            </v:group>
            <v:group style="position:absolute;left:9713;top:3761;width:8;height:2" coordorigin="9713,3761" coordsize="8,2">
              <v:shape style="position:absolute;left:9713;top:3761;width:8;height:2" coordorigin="9713,3761" coordsize="8,0" path="m9713,3761l9721,3761e" filled="false" stroked="true" strokeweight=".48pt" strokecolor="#000000">
                <v:path arrowok="t"/>
              </v:shape>
            </v:group>
            <v:group style="position:absolute;left:9713;top:3785;width:8;height:2" coordorigin="9713,3785" coordsize="8,2">
              <v:shape style="position:absolute;left:9713;top:3785;width:8;height:2" coordorigin="9713,3785" coordsize="8,0" path="m9713,3785l9721,3785e" filled="false" stroked="true" strokeweight=".48pt" strokecolor="#000000">
                <v:path arrowok="t"/>
              </v:shape>
            </v:group>
            <v:group style="position:absolute;left:9713;top:3809;width:8;height:2" coordorigin="9713,3809" coordsize="8,2">
              <v:shape style="position:absolute;left:9713;top:3809;width:8;height:2" coordorigin="9713,3809" coordsize="8,0" path="m9713,3809l9721,3809e" filled="false" stroked="true" strokeweight=".48pt" strokecolor="#000000">
                <v:path arrowok="t"/>
              </v:shape>
            </v:group>
            <v:group style="position:absolute;left:9713;top:3833;width:8;height:2" coordorigin="9713,3833" coordsize="8,2">
              <v:shape style="position:absolute;left:9713;top:3833;width:8;height:2" coordorigin="9713,3833" coordsize="8,0" path="m9713,3833l9721,3833e" filled="false" stroked="true" strokeweight=".48pt" strokecolor="#000000">
                <v:path arrowok="t"/>
              </v:shape>
            </v:group>
            <v:group style="position:absolute;left:9713;top:3857;width:8;height:2" coordorigin="9713,3857" coordsize="8,2">
              <v:shape style="position:absolute;left:9713;top:3857;width:8;height:2" coordorigin="9713,3857" coordsize="8,0" path="m9713,3857l9721,3857e" filled="false" stroked="true" strokeweight=".48pt" strokecolor="#000000">
                <v:path arrowok="t"/>
              </v:shape>
            </v:group>
            <v:group style="position:absolute;left:9713;top:3881;width:8;height:2" coordorigin="9713,3881" coordsize="8,2">
              <v:shape style="position:absolute;left:9713;top:3881;width:8;height:2" coordorigin="9713,3881" coordsize="8,0" path="m9713,3881l9721,3881e" filled="false" stroked="true" strokeweight=".48pt" strokecolor="#000000">
                <v:path arrowok="t"/>
              </v:shape>
            </v:group>
            <v:group style="position:absolute;left:9713;top:3905;width:8;height:2" coordorigin="9713,3905" coordsize="8,2">
              <v:shape style="position:absolute;left:9713;top:3905;width:8;height:2" coordorigin="9713,3905" coordsize="8,0" path="m9713,3905l9721,3905e" filled="false" stroked="true" strokeweight=".48pt" strokecolor="#000000">
                <v:path arrowok="t"/>
              </v:shape>
            </v:group>
            <v:group style="position:absolute;left:9713;top:3929;width:8;height:2" coordorigin="9713,3929" coordsize="8,2">
              <v:shape style="position:absolute;left:9713;top:3929;width:8;height:2" coordorigin="9713,3929" coordsize="8,0" path="m9713,3929l9721,3929e" filled="false" stroked="true" strokeweight=".48pt" strokecolor="#000000">
                <v:path arrowok="t"/>
              </v:shape>
            </v:group>
            <v:group style="position:absolute;left:9713;top:3953;width:8;height:2" coordorigin="9713,3953" coordsize="8,2">
              <v:shape style="position:absolute;left:9713;top:3953;width:8;height:2" coordorigin="9713,3953" coordsize="8,0" path="m9713,3953l9721,3953e" filled="false" stroked="true" strokeweight=".48pt" strokecolor="#000000">
                <v:path arrowok="t"/>
              </v:shape>
            </v:group>
            <v:group style="position:absolute;left:9713;top:3977;width:8;height:2" coordorigin="9713,3977" coordsize="8,2">
              <v:shape style="position:absolute;left:9713;top:3977;width:8;height:2" coordorigin="9713,3977" coordsize="8,0" path="m9713,3977l9721,3977e" filled="false" stroked="true" strokeweight=".48pt" strokecolor="#000000">
                <v:path arrowok="t"/>
              </v:shape>
            </v:group>
            <v:group style="position:absolute;left:9713;top:4001;width:8;height:2" coordorigin="9713,4001" coordsize="8,2">
              <v:shape style="position:absolute;left:9713;top:4001;width:8;height:2" coordorigin="9713,4001" coordsize="8,0" path="m9713,4001l9721,4001e" filled="false" stroked="true" strokeweight=".48pt" strokecolor="#000000">
                <v:path arrowok="t"/>
              </v:shape>
            </v:group>
            <v:group style="position:absolute;left:9713;top:4025;width:8;height:2" coordorigin="9713,4025" coordsize="8,2">
              <v:shape style="position:absolute;left:9713;top:4025;width:8;height:2" coordorigin="9713,4025" coordsize="8,0" path="m9713,4025l9721,4025e" filled="false" stroked="true" strokeweight=".48pt" strokecolor="#000000">
                <v:path arrowok="t"/>
              </v:shape>
            </v:group>
            <v:group style="position:absolute;left:9713;top:4049;width:8;height:2" coordorigin="9713,4049" coordsize="8,2">
              <v:shape style="position:absolute;left:9713;top:4049;width:8;height:2" coordorigin="9713,4049" coordsize="8,0" path="m9713,4049l9721,4049e" filled="false" stroked="true" strokeweight=".48pt" strokecolor="#000000">
                <v:path arrowok="t"/>
              </v:shape>
            </v:group>
            <v:group style="position:absolute;left:9713;top:4073;width:8;height:2" coordorigin="9713,4073" coordsize="8,2">
              <v:shape style="position:absolute;left:9713;top:4073;width:8;height:2" coordorigin="9713,4073" coordsize="8,0" path="m9713,4073l9721,4073e" filled="false" stroked="true" strokeweight=".48pt" strokecolor="#000000">
                <v:path arrowok="t"/>
              </v:shape>
            </v:group>
            <v:group style="position:absolute;left:9713;top:4097;width:8;height:2" coordorigin="9713,4097" coordsize="8,2">
              <v:shape style="position:absolute;left:9713;top:4097;width:8;height:2" coordorigin="9713,4097" coordsize="8,0" path="m9713,4097l9721,4097e" filled="false" stroked="true" strokeweight=".48pt" strokecolor="#000000">
                <v:path arrowok="t"/>
              </v:shape>
            </v:group>
            <v:group style="position:absolute;left:9713;top:4121;width:8;height:2" coordorigin="9713,4121" coordsize="8,2">
              <v:shape style="position:absolute;left:9713;top:4121;width:8;height:2" coordorigin="9713,4121" coordsize="8,0" path="m9713,4121l9721,4121e" filled="false" stroked="true" strokeweight=".48pt" strokecolor="#000000">
                <v:path arrowok="t"/>
              </v:shape>
            </v:group>
            <v:group style="position:absolute;left:9713;top:4145;width:8;height:2" coordorigin="9713,4145" coordsize="8,2">
              <v:shape style="position:absolute;left:9713;top:4145;width:8;height:2" coordorigin="9713,4145" coordsize="8,0" path="m9713,4145l9721,4145e" filled="false" stroked="true" strokeweight=".48pt" strokecolor="#000000">
                <v:path arrowok="t"/>
              </v:shape>
            </v:group>
            <v:group style="position:absolute;left:9713;top:4169;width:8;height:2" coordorigin="9713,4169" coordsize="8,2">
              <v:shape style="position:absolute;left:9713;top:4169;width:8;height:2" coordorigin="9713,4169" coordsize="8,0" path="m9713,4169l9721,4169e" filled="false" stroked="true" strokeweight=".48pt" strokecolor="#000000">
                <v:path arrowok="t"/>
              </v:shape>
            </v:group>
            <v:group style="position:absolute;left:9713;top:4193;width:8;height:2" coordorigin="9713,4193" coordsize="8,2">
              <v:shape style="position:absolute;left:9713;top:4193;width:8;height:2" coordorigin="9713,4193" coordsize="8,0" path="m9713,4193l9721,4193e" filled="false" stroked="true" strokeweight=".48pt" strokecolor="#000000">
                <v:path arrowok="t"/>
              </v:shape>
            </v:group>
            <v:group style="position:absolute;left:9713;top:4217;width:8;height:2" coordorigin="9713,4217" coordsize="8,2">
              <v:shape style="position:absolute;left:9713;top:4217;width:8;height:2" coordorigin="9713,4217" coordsize="8,0" path="m9713,4217l9721,4217e" filled="false" stroked="true" strokeweight=".48pt" strokecolor="#000000">
                <v:path arrowok="t"/>
              </v:shape>
            </v:group>
            <v:group style="position:absolute;left:9713;top:4241;width:8;height:2" coordorigin="9713,4241" coordsize="8,2">
              <v:shape style="position:absolute;left:9713;top:4241;width:8;height:2" coordorigin="9713,4241" coordsize="8,0" path="m9713,4241l9721,4241e" filled="false" stroked="true" strokeweight=".48pt" strokecolor="#000000">
                <v:path arrowok="t"/>
              </v:shape>
            </v:group>
            <v:group style="position:absolute;left:9713;top:4265;width:8;height:2" coordorigin="9713,4265" coordsize="8,2">
              <v:shape style="position:absolute;left:9713;top:4265;width:8;height:2" coordorigin="9713,4265" coordsize="8,0" path="m9713,4265l9721,4265e" filled="false" stroked="true" strokeweight=".48pt" strokecolor="#000000">
                <v:path arrowok="t"/>
              </v:shape>
            </v:group>
            <v:group style="position:absolute;left:9713;top:4289;width:8;height:2" coordorigin="9713,4289" coordsize="8,2">
              <v:shape style="position:absolute;left:9713;top:4289;width:8;height:2" coordorigin="9713,4289" coordsize="8,0" path="m9713,4289l9721,4289e" filled="false" stroked="true" strokeweight=".48pt" strokecolor="#000000">
                <v:path arrowok="t"/>
              </v:shape>
            </v:group>
            <v:group style="position:absolute;left:9713;top:4313;width:8;height:2" coordorigin="9713,4313" coordsize="8,2">
              <v:shape style="position:absolute;left:9713;top:4313;width:8;height:2" coordorigin="9713,4313" coordsize="8,0" path="m9713,4313l9721,4313e" filled="false" stroked="true" strokeweight=".48pt" strokecolor="#000000">
                <v:path arrowok="t"/>
              </v:shape>
            </v:group>
            <v:group style="position:absolute;left:9713;top:4337;width:8;height:2" coordorigin="9713,4337" coordsize="8,2">
              <v:shape style="position:absolute;left:9713;top:4337;width:8;height:2" coordorigin="9713,4337" coordsize="8,0" path="m9713,4337l9721,4337e" filled="false" stroked="true" strokeweight=".48pt" strokecolor="#000000">
                <v:path arrowok="t"/>
              </v:shape>
            </v:group>
            <v:group style="position:absolute;left:9713;top:4361;width:8;height:2" coordorigin="9713,4361" coordsize="8,2">
              <v:shape style="position:absolute;left:9713;top:4361;width:8;height:2" coordorigin="9713,4361" coordsize="8,0" path="m9713,4361l9721,4361e" filled="false" stroked="true" strokeweight=".48pt" strokecolor="#000000">
                <v:path arrowok="t"/>
              </v:shape>
            </v:group>
            <v:group style="position:absolute;left:9713;top:4385;width:8;height:2" coordorigin="9713,4385" coordsize="8,2">
              <v:shape style="position:absolute;left:9713;top:4385;width:8;height:2" coordorigin="9713,4385" coordsize="8,0" path="m9713,4385l9721,4385e" filled="false" stroked="true" strokeweight=".48pt" strokecolor="#000000">
                <v:path arrowok="t"/>
              </v:shape>
            </v:group>
            <v:group style="position:absolute;left:9713;top:4409;width:8;height:2" coordorigin="9713,4409" coordsize="8,2">
              <v:shape style="position:absolute;left:9713;top:4409;width:8;height:2" coordorigin="9713,4409" coordsize="8,0" path="m9713,4409l9721,4409e" filled="false" stroked="true" strokeweight=".48pt" strokecolor="#000000">
                <v:path arrowok="t"/>
              </v:shape>
            </v:group>
            <v:group style="position:absolute;left:9713;top:4433;width:8;height:2" coordorigin="9713,4433" coordsize="8,2">
              <v:shape style="position:absolute;left:9713;top:4433;width:8;height:2" coordorigin="9713,4433" coordsize="8,0" path="m9713,4433l9721,4433e" filled="false" stroked="true" strokeweight=".48pt" strokecolor="#000000">
                <v:path arrowok="t"/>
              </v:shape>
            </v:group>
            <v:group style="position:absolute;left:9713;top:4457;width:8;height:2" coordorigin="9713,4457" coordsize="8,2">
              <v:shape style="position:absolute;left:9713;top:4457;width:8;height:2" coordorigin="9713,4457" coordsize="8,0" path="m9713,4457l9721,4457e" filled="false" stroked="true" strokeweight=".48pt" strokecolor="#000000">
                <v:path arrowok="t"/>
              </v:shape>
            </v:group>
            <v:group style="position:absolute;left:9713;top:4481;width:8;height:2" coordorigin="9713,4481" coordsize="8,2">
              <v:shape style="position:absolute;left:9713;top:4481;width:8;height:2" coordorigin="9713,4481" coordsize="8,0" path="m9713,4481l9721,4481e" filled="false" stroked="true" strokeweight=".48pt" strokecolor="#000000">
                <v:path arrowok="t"/>
              </v:shape>
            </v:group>
            <v:group style="position:absolute;left:9713;top:4505;width:8;height:2" coordorigin="9713,4505" coordsize="8,2">
              <v:shape style="position:absolute;left:9713;top:4505;width:8;height:2" coordorigin="9713,4505" coordsize="8,0" path="m9713,4505l9721,4505e" filled="false" stroked="true" strokeweight=".48pt" strokecolor="#000000">
                <v:path arrowok="t"/>
              </v:shape>
            </v:group>
            <v:group style="position:absolute;left:9713;top:4529;width:8;height:2" coordorigin="9713,4529" coordsize="8,2">
              <v:shape style="position:absolute;left:9713;top:4529;width:8;height:2" coordorigin="9713,4529" coordsize="8,0" path="m9713,4529l9721,4529e" filled="false" stroked="true" strokeweight=".48pt" strokecolor="#000000">
                <v:path arrowok="t"/>
              </v:shape>
            </v:group>
            <v:group style="position:absolute;left:9713;top:4553;width:8;height:2" coordorigin="9713,4553" coordsize="8,2">
              <v:shape style="position:absolute;left:9713;top:4553;width:8;height:2" coordorigin="9713,4553" coordsize="8,0" path="m9713,4553l9721,4553e" filled="false" stroked="true" strokeweight=".48pt" strokecolor="#000000">
                <v:path arrowok="t"/>
              </v:shape>
            </v:group>
            <v:group style="position:absolute;left:9713;top:4577;width:8;height:2" coordorigin="9713,4577" coordsize="8,2">
              <v:shape style="position:absolute;left:9713;top:4577;width:8;height:2" coordorigin="9713,4577" coordsize="8,0" path="m9713,4577l9721,4577e" filled="false" stroked="true" strokeweight=".48pt" strokecolor="#000000">
                <v:path arrowok="t"/>
              </v:shape>
            </v:group>
            <v:group style="position:absolute;left:9713;top:4601;width:8;height:2" coordorigin="9713,4601" coordsize="8,2">
              <v:shape style="position:absolute;left:9713;top:4601;width:8;height:2" coordorigin="9713,4601" coordsize="8,0" path="m9713,4601l9721,4601e" filled="false" stroked="true" strokeweight=".48pt" strokecolor="#000000">
                <v:path arrowok="t"/>
              </v:shape>
            </v:group>
            <v:group style="position:absolute;left:9713;top:4625;width:8;height:2" coordorigin="9713,4625" coordsize="8,2">
              <v:shape style="position:absolute;left:9713;top:4625;width:8;height:2" coordorigin="9713,4625" coordsize="8,0" path="m9713,4625l9721,4625e" filled="false" stroked="true" strokeweight=".48pt" strokecolor="#000000">
                <v:path arrowok="t"/>
              </v:shape>
            </v:group>
            <v:group style="position:absolute;left:9713;top:4649;width:8;height:2" coordorigin="9713,4649" coordsize="8,2">
              <v:shape style="position:absolute;left:9713;top:4649;width:8;height:2" coordorigin="9713,4649" coordsize="8,0" path="m9713,4649l9721,4649e" filled="false" stroked="true" strokeweight=".48pt" strokecolor="#000000">
                <v:path arrowok="t"/>
              </v:shape>
            </v:group>
            <v:group style="position:absolute;left:9713;top:4673;width:8;height:2" coordorigin="9713,4673" coordsize="8,2">
              <v:shape style="position:absolute;left:9713;top:4673;width:8;height:2" coordorigin="9713,4673" coordsize="8,0" path="m9713,4673l9721,4673e" filled="false" stroked="true" strokeweight=".48pt" strokecolor="#000000">
                <v:path arrowok="t"/>
              </v:shape>
            </v:group>
            <v:group style="position:absolute;left:9713;top:4697;width:8;height:2" coordorigin="9713,4697" coordsize="8,2">
              <v:shape style="position:absolute;left:9713;top:4697;width:8;height:2" coordorigin="9713,4697" coordsize="8,0" path="m9713,4697l9721,4697e" filled="false" stroked="true" strokeweight=".48pt" strokecolor="#000000">
                <v:path arrowok="t"/>
              </v:shape>
            </v:group>
            <v:group style="position:absolute;left:9713;top:4721;width:8;height:2" coordorigin="9713,4721" coordsize="8,2">
              <v:shape style="position:absolute;left:9713;top:4721;width:8;height:2" coordorigin="9713,4721" coordsize="8,0" path="m9713,4721l9721,4721e" filled="false" stroked="true" strokeweight=".48pt" strokecolor="#000000">
                <v:path arrowok="t"/>
              </v:shape>
            </v:group>
            <v:group style="position:absolute;left:9713;top:4745;width:8;height:2" coordorigin="9713,4745" coordsize="8,2">
              <v:shape style="position:absolute;left:9713;top:4745;width:8;height:2" coordorigin="9713,4745" coordsize="8,0" path="m9713,4745l9721,4745e" filled="false" stroked="true" strokeweight=".48pt" strokecolor="#000000">
                <v:path arrowok="t"/>
              </v:shape>
            </v:group>
            <v:group style="position:absolute;left:9713;top:4769;width:8;height:2" coordorigin="9713,4769" coordsize="8,2">
              <v:shape style="position:absolute;left:9713;top:4769;width:8;height:2" coordorigin="9713,4769" coordsize="8,0" path="m9713,4769l9721,4769e" filled="false" stroked="true" strokeweight=".48pt" strokecolor="#000000">
                <v:path arrowok="t"/>
              </v:shape>
            </v:group>
            <v:group style="position:absolute;left:9713;top:4793;width:8;height:2" coordorigin="9713,4793" coordsize="8,2">
              <v:shape style="position:absolute;left:9713;top:4793;width:8;height:2" coordorigin="9713,4793" coordsize="8,0" path="m9713,4793l9721,4793e" filled="false" stroked="true" strokeweight=".48pt" strokecolor="#000000">
                <v:path arrowok="t"/>
              </v:shape>
            </v:group>
            <v:group style="position:absolute;left:9713;top:4817;width:8;height:2" coordorigin="9713,4817" coordsize="8,2">
              <v:shape style="position:absolute;left:9713;top:4817;width:8;height:2" coordorigin="9713,4817" coordsize="8,0" path="m9713,4817l9721,4817e" filled="false" stroked="true" strokeweight=".48pt" strokecolor="#000000">
                <v:path arrowok="t"/>
              </v:shape>
            </v:group>
            <v:group style="position:absolute;left:9713;top:4841;width:8;height:2" coordorigin="9713,4841" coordsize="8,2">
              <v:shape style="position:absolute;left:9713;top:4841;width:8;height:2" coordorigin="9713,4841" coordsize="8,0" path="m9713,4841l9721,4841e" filled="false" stroked="true" strokeweight=".48pt" strokecolor="#000000">
                <v:path arrowok="t"/>
              </v:shape>
            </v:group>
            <v:group style="position:absolute;left:9713;top:4865;width:8;height:2" coordorigin="9713,4865" coordsize="8,2">
              <v:shape style="position:absolute;left:9713;top:4865;width:8;height:2" coordorigin="9713,4865" coordsize="8,0" path="m9713,4865l9721,4865e" filled="false" stroked="true" strokeweight=".48pt" strokecolor="#000000">
                <v:path arrowok="t"/>
              </v:shape>
            </v:group>
            <v:group style="position:absolute;left:9713;top:4889;width:8;height:2" coordorigin="9713,4889" coordsize="8,2">
              <v:shape style="position:absolute;left:9713;top:4889;width:8;height:2" coordorigin="9713,4889" coordsize="8,0" path="m9713,4889l9721,4889e" filled="false" stroked="true" strokeweight=".48pt" strokecolor="#000000">
                <v:path arrowok="t"/>
              </v:shape>
            </v:group>
            <v:group style="position:absolute;left:9713;top:4913;width:8;height:2" coordorigin="9713,4913" coordsize="8,2">
              <v:shape style="position:absolute;left:9713;top:4913;width:8;height:2" coordorigin="9713,4913" coordsize="8,0" path="m9713,4913l9721,4913e" filled="false" stroked="true" strokeweight=".48pt" strokecolor="#000000">
                <v:path arrowok="t"/>
              </v:shape>
            </v:group>
            <v:group style="position:absolute;left:9713;top:4937;width:8;height:2" coordorigin="9713,4937" coordsize="8,2">
              <v:shape style="position:absolute;left:9713;top:4937;width:8;height:2" coordorigin="9713,4937" coordsize="8,0" path="m9713,4937l9721,4937e" filled="false" stroked="true" strokeweight=".48pt" strokecolor="#000000">
                <v:path arrowok="t"/>
              </v:shape>
            </v:group>
            <v:group style="position:absolute;left:9713;top:4961;width:8;height:2" coordorigin="9713,4961" coordsize="8,2">
              <v:shape style="position:absolute;left:9713;top:4961;width:8;height:2" coordorigin="9713,4961" coordsize="8,0" path="m9713,4961l9721,4961e" filled="false" stroked="true" strokeweight=".48pt" strokecolor="#000000">
                <v:path arrowok="t"/>
              </v:shape>
            </v:group>
            <v:group style="position:absolute;left:9713;top:4985;width:8;height:2" coordorigin="9713,4985" coordsize="8,2">
              <v:shape style="position:absolute;left:9713;top:4985;width:8;height:2" coordorigin="9713,4985" coordsize="8,0" path="m9713,4985l9721,4985e" filled="false" stroked="true" strokeweight=".48pt" strokecolor="#000000">
                <v:path arrowok="t"/>
              </v:shape>
            </v:group>
            <v:group style="position:absolute;left:9713;top:5009;width:8;height:2" coordorigin="9713,5009" coordsize="8,2">
              <v:shape style="position:absolute;left:9713;top:5009;width:8;height:2" coordorigin="9713,5009" coordsize="8,0" path="m9713,5009l9721,5009e" filled="false" stroked="true" strokeweight=".48pt" strokecolor="#000000">
                <v:path arrowok="t"/>
              </v:shape>
            </v:group>
            <v:group style="position:absolute;left:9713;top:5033;width:8;height:2" coordorigin="9713,5033" coordsize="8,2">
              <v:shape style="position:absolute;left:9713;top:5033;width:8;height:2" coordorigin="9713,5033" coordsize="8,0" path="m9713,5033l9721,5033e" filled="false" stroked="true" strokeweight=".48pt" strokecolor="#000000">
                <v:path arrowok="t"/>
              </v:shape>
            </v:group>
            <v:group style="position:absolute;left:9713;top:5057;width:8;height:2" coordorigin="9713,5057" coordsize="8,2">
              <v:shape style="position:absolute;left:9713;top:5057;width:8;height:2" coordorigin="9713,5057" coordsize="8,0" path="m9713,5057l9721,5057e" filled="false" stroked="true" strokeweight=".479pt" strokecolor="#000000">
                <v:path arrowok="t"/>
              </v:shape>
            </v:group>
            <v:group style="position:absolute;left:9713;top:5081;width:8;height:2" coordorigin="9713,5081" coordsize="8,2">
              <v:shape style="position:absolute;left:9713;top:5081;width:8;height:2" coordorigin="9713,5081" coordsize="8,0" path="m9713,5081l9721,5081e" filled="false" stroked="true" strokeweight=".48pt" strokecolor="#000000">
                <v:path arrowok="t"/>
              </v:shape>
            </v:group>
            <v:group style="position:absolute;left:9713;top:5105;width:8;height:2" coordorigin="9713,5105" coordsize="8,2">
              <v:shape style="position:absolute;left:9713;top:5105;width:8;height:2" coordorigin="9713,5105" coordsize="8,0" path="m9713,5105l9721,5105e" filled="false" stroked="true" strokeweight=".48pt" strokecolor="#000000">
                <v:path arrowok="t"/>
              </v:shape>
            </v:group>
            <v:group style="position:absolute;left:9713;top:5129;width:8;height:2" coordorigin="9713,5129" coordsize="8,2">
              <v:shape style="position:absolute;left:9713;top:5129;width:8;height:2" coordorigin="9713,5129" coordsize="8,0" path="m9713,5129l9721,5129e" filled="false" stroked="true" strokeweight=".48pt" strokecolor="#000000">
                <v:path arrowok="t"/>
              </v:shape>
            </v:group>
            <v:group style="position:absolute;left:9713;top:5153;width:8;height:2" coordorigin="9713,5153" coordsize="8,2">
              <v:shape style="position:absolute;left:9713;top:5153;width:8;height:2" coordorigin="9713,5153" coordsize="8,0" path="m9713,5153l9721,5153e" filled="false" stroked="true" strokeweight=".48pt" strokecolor="#000000">
                <v:path arrowok="t"/>
              </v:shape>
            </v:group>
            <v:group style="position:absolute;left:9713;top:5177;width:8;height:2" coordorigin="9713,5177" coordsize="8,2">
              <v:shape style="position:absolute;left:9713;top:5177;width:8;height:2" coordorigin="9713,5177" coordsize="8,0" path="m9713,5177l9721,5177e" filled="false" stroked="true" strokeweight=".48pt" strokecolor="#000000">
                <v:path arrowok="t"/>
              </v:shape>
            </v:group>
            <v:group style="position:absolute;left:9713;top:5201;width:8;height:2" coordorigin="9713,5201" coordsize="8,2">
              <v:shape style="position:absolute;left:9713;top:5201;width:8;height:2" coordorigin="9713,5201" coordsize="8,0" path="m9713,5201l9721,5201e" filled="false" stroked="true" strokeweight=".48pt" strokecolor="#000000">
                <v:path arrowok="t"/>
              </v:shape>
            </v:group>
            <v:group style="position:absolute;left:9713;top:5225;width:8;height:2" coordorigin="9713,5225" coordsize="8,2">
              <v:shape style="position:absolute;left:9713;top:5225;width:8;height:2" coordorigin="9713,5225" coordsize="8,0" path="m9713,5225l9721,5225e" filled="false" stroked="true" strokeweight=".48pt" strokecolor="#000000">
                <v:path arrowok="t"/>
              </v:shape>
            </v:group>
            <v:group style="position:absolute;left:9713;top:5249;width:8;height:2" coordorigin="9713,5249" coordsize="8,2">
              <v:shape style="position:absolute;left:9713;top:5249;width:8;height:2" coordorigin="9713,5249" coordsize="8,0" path="m9713,5249l9721,5249e" filled="false" stroked="true" strokeweight=".48pt" strokecolor="#000000">
                <v:path arrowok="t"/>
              </v:shape>
            </v:group>
            <v:group style="position:absolute;left:9713;top:5273;width:8;height:2" coordorigin="9713,5273" coordsize="8,2">
              <v:shape style="position:absolute;left:9713;top:5273;width:8;height:2" coordorigin="9713,5273" coordsize="8,0" path="m9713,5273l9721,5273e" filled="false" stroked="true" strokeweight=".48pt" strokecolor="#000000">
                <v:path arrowok="t"/>
              </v:shape>
            </v:group>
            <v:group style="position:absolute;left:9713;top:5297;width:8;height:2" coordorigin="9713,5297" coordsize="8,2">
              <v:shape style="position:absolute;left:9713;top:5297;width:8;height:2" coordorigin="9713,5297" coordsize="8,0" path="m9713,5297l9721,5297e" filled="false" stroked="true" strokeweight=".48pt" strokecolor="#000000">
                <v:path arrowok="t"/>
              </v:shape>
            </v:group>
            <v:group style="position:absolute;left:9713;top:5321;width:8;height:2" coordorigin="9713,5321" coordsize="8,2">
              <v:shape style="position:absolute;left:9713;top:5321;width:8;height:2" coordorigin="9713,5321" coordsize="8,0" path="m9713,5321l9721,5321e" filled="false" stroked="true" strokeweight=".48pt" strokecolor="#000000">
                <v:path arrowok="t"/>
              </v:shape>
            </v:group>
            <v:group style="position:absolute;left:9713;top:5345;width:8;height:2" coordorigin="9713,5345" coordsize="8,2">
              <v:shape style="position:absolute;left:9713;top:5345;width:8;height:2" coordorigin="9713,5345" coordsize="8,0" path="m9713,5345l9721,5345e" filled="false" stroked="true" strokeweight=".48pt" strokecolor="#000000">
                <v:path arrowok="t"/>
              </v:shape>
            </v:group>
            <v:group style="position:absolute;left:9713;top:5369;width:8;height:2" coordorigin="9713,5369" coordsize="8,2">
              <v:shape style="position:absolute;left:9713;top:5369;width:8;height:2" coordorigin="9713,5369" coordsize="8,0" path="m9713,5369l9721,5369e" filled="false" stroked="true" strokeweight=".48pt" strokecolor="#000000">
                <v:path arrowok="t"/>
              </v:shape>
            </v:group>
            <v:group style="position:absolute;left:9713;top:5393;width:8;height:2" coordorigin="9713,5393" coordsize="8,2">
              <v:shape style="position:absolute;left:9713;top:5393;width:8;height:2" coordorigin="9713,5393" coordsize="8,0" path="m9713,5393l9721,5393e" filled="false" stroked="true" strokeweight=".48pt" strokecolor="#000000">
                <v:path arrowok="t"/>
              </v:shape>
            </v:group>
            <v:group style="position:absolute;left:9713;top:5417;width:8;height:2" coordorigin="9713,5417" coordsize="8,2">
              <v:shape style="position:absolute;left:9713;top:5417;width:8;height:2" coordorigin="9713,5417" coordsize="8,0" path="m9713,5417l9721,5417e" filled="false" stroked="true" strokeweight=".48pt" strokecolor="#000000">
                <v:path arrowok="t"/>
              </v:shape>
            </v:group>
            <v:group style="position:absolute;left:9713;top:5441;width:8;height:2" coordorigin="9713,5441" coordsize="8,2">
              <v:shape style="position:absolute;left:9713;top:5441;width:8;height:2" coordorigin="9713,5441" coordsize="8,0" path="m9713,5441l9721,5441e" filled="false" stroked="true" strokeweight=".48pt" strokecolor="#000000">
                <v:path arrowok="t"/>
              </v:shape>
            </v:group>
            <v:group style="position:absolute;left:9713;top:5464;width:8;height:2" coordorigin="9713,5464" coordsize="8,2">
              <v:shape style="position:absolute;left:9713;top:5464;width:8;height:2" coordorigin="9713,5464" coordsize="8,0" path="m9713,5464l9721,5464e" filled="false" stroked="true" strokeweight=".48pt" strokecolor="#000000">
                <v:path arrowok="t"/>
              </v:shape>
            </v:group>
            <v:group style="position:absolute;left:9713;top:5488;width:8;height:2" coordorigin="9713,5488" coordsize="8,2">
              <v:shape style="position:absolute;left:9713;top:5488;width:8;height:2" coordorigin="9713,5488" coordsize="8,0" path="m9713,5488l9721,5488e" filled="false" stroked="true" strokeweight=".48pt" strokecolor="#000000">
                <v:path arrowok="t"/>
              </v:shape>
            </v:group>
            <v:group style="position:absolute;left:1362;top:84;width:8353;height:2" coordorigin="1362,84" coordsize="8353,2">
              <v:shape style="position:absolute;left:1362;top:84;width:8353;height:2" coordorigin="1362,84" coordsize="8353,0" path="m1362,84l9715,84e" filled="false" stroked="true" strokeweight=".36pt" strokecolor="#000000">
                <v:path arrowok="t"/>
              </v:shape>
            </v:group>
            <v:group style="position:absolute;left:1362;top:5493;width:8353;height:2" coordorigin="1362,5493" coordsize="8353,2">
              <v:shape style="position:absolute;left:1362;top:5493;width:8353;height:2" coordorigin="1362,5493" coordsize="8353,0" path="m1362,5493l9715,5493e" filled="false" stroked="true" strokeweight=".36pt" strokecolor="#000000">
                <v:path arrowok="t"/>
              </v:shape>
            </v:group>
            <v:group style="position:absolute;left:9713;top:89;width:8;height:2" coordorigin="9713,89" coordsize="8,2">
              <v:shape style="position:absolute;left:9713;top:89;width:8;height:2" coordorigin="9713,89" coordsize="8,0" path="m9713,89l9721,89e" filled="false" stroked="true" strokeweight=".48pt" strokecolor="#000000">
                <v:path arrowok="t"/>
              </v:shape>
            </v:group>
            <v:group style="position:absolute;left:9713;top:113;width:8;height:2" coordorigin="9713,113" coordsize="8,2">
              <v:shape style="position:absolute;left:9713;top:113;width:8;height:2" coordorigin="9713,113" coordsize="8,0" path="m9713,113l9721,113e" filled="false" stroked="true" strokeweight=".48pt" strokecolor="#000000">
                <v:path arrowok="t"/>
              </v:shape>
            </v:group>
            <v:group style="position:absolute;left:9713;top:137;width:8;height:2" coordorigin="9713,137" coordsize="8,2">
              <v:shape style="position:absolute;left:9713;top:137;width:8;height:2" coordorigin="9713,137" coordsize="8,0" path="m9713,137l9721,137e" filled="false" stroked="true" strokeweight=".48pt" strokecolor="#000000">
                <v:path arrowok="t"/>
              </v:shape>
            </v:group>
            <v:group style="position:absolute;left:9713;top:161;width:8;height:2" coordorigin="9713,161" coordsize="8,2">
              <v:shape style="position:absolute;left:9713;top:161;width:8;height:2" coordorigin="9713,161" coordsize="8,0" path="m9713,161l9721,161e" filled="false" stroked="true" strokeweight=".48pt" strokecolor="#000000">
                <v:path arrowok="t"/>
              </v:shape>
            </v:group>
            <v:group style="position:absolute;left:9713;top:185;width:8;height:2" coordorigin="9713,185" coordsize="8,2">
              <v:shape style="position:absolute;left:9713;top:185;width:8;height:2" coordorigin="9713,185" coordsize="8,0" path="m9713,185l9721,185e" filled="false" stroked="true" strokeweight=".48pt" strokecolor="#000000">
                <v:path arrowok="t"/>
              </v:shape>
            </v:group>
            <v:group style="position:absolute;left:9713;top:209;width:8;height:2" coordorigin="9713,209" coordsize="8,2">
              <v:shape style="position:absolute;left:9713;top:209;width:8;height:2" coordorigin="9713,209" coordsize="8,0" path="m9713,209l9721,209e" filled="false" stroked="true" strokeweight=".48pt" strokecolor="#000000">
                <v:path arrowok="t"/>
              </v:shape>
            </v:group>
            <v:group style="position:absolute;left:9713;top:233;width:8;height:2" coordorigin="9713,233" coordsize="8,2">
              <v:shape style="position:absolute;left:9713;top:233;width:8;height:2" coordorigin="9713,233" coordsize="8,0" path="m9713,233l9721,233e" filled="false" stroked="true" strokeweight=".48pt" strokecolor="#000000">
                <v:path arrowok="t"/>
              </v:shape>
            </v:group>
            <v:group style="position:absolute;left:9713;top:257;width:8;height:2" coordorigin="9713,257" coordsize="8,2">
              <v:shape style="position:absolute;left:9713;top:257;width:8;height:2" coordorigin="9713,257" coordsize="8,0" path="m9713,257l9721,257e" filled="false" stroked="true" strokeweight=".48pt" strokecolor="#000000">
                <v:path arrowok="t"/>
              </v:shape>
            </v:group>
            <v:group style="position:absolute;left:9713;top:281;width:8;height:2" coordorigin="9713,281" coordsize="8,2">
              <v:shape style="position:absolute;left:9713;top:281;width:8;height:2" coordorigin="9713,281" coordsize="8,0" path="m9713,281l9721,281e" filled="false" stroked="true" strokeweight=".48pt" strokecolor="#000000">
                <v:path arrowok="t"/>
              </v:shape>
            </v:group>
            <v:group style="position:absolute;left:9713;top:305;width:8;height:2" coordorigin="9713,305" coordsize="8,2">
              <v:shape style="position:absolute;left:9713;top:305;width:8;height:2" coordorigin="9713,305" coordsize="8,0" path="m9713,305l9721,305e" filled="false" stroked="true" strokeweight=".48pt" strokecolor="#000000">
                <v:path arrowok="t"/>
              </v:shape>
            </v:group>
            <v:group style="position:absolute;left:9713;top:329;width:8;height:2" coordorigin="9713,329" coordsize="8,2">
              <v:shape style="position:absolute;left:9713;top:329;width:8;height:2" coordorigin="9713,329" coordsize="8,0" path="m9713,329l9721,329e" filled="false" stroked="true" strokeweight=".48pt" strokecolor="#000000">
                <v:path arrowok="t"/>
              </v:shape>
            </v:group>
            <v:group style="position:absolute;left:9713;top:353;width:8;height:2" coordorigin="9713,353" coordsize="8,2">
              <v:shape style="position:absolute;left:9713;top:353;width:8;height:2" coordorigin="9713,353" coordsize="8,0" path="m9713,353l9721,353e" filled="false" stroked="true" strokeweight=".48pt" strokecolor="#000000">
                <v:path arrowok="t"/>
              </v:shape>
            </v:group>
            <v:group style="position:absolute;left:9713;top:377;width:8;height:2" coordorigin="9713,377" coordsize="8,2">
              <v:shape style="position:absolute;left:9713;top:377;width:8;height:2" coordorigin="9713,377" coordsize="8,0" path="m9713,377l9721,377e" filled="false" stroked="true" strokeweight=".48pt" strokecolor="#000000">
                <v:path arrowok="t"/>
              </v:shape>
            </v:group>
            <v:group style="position:absolute;left:9713;top:401;width:8;height:2" coordorigin="9713,401" coordsize="8,2">
              <v:shape style="position:absolute;left:9713;top:401;width:8;height:2" coordorigin="9713,401" coordsize="8,0" path="m9713,401l9721,401e" filled="false" stroked="true" strokeweight=".48pt" strokecolor="#000000">
                <v:path arrowok="t"/>
              </v:shape>
            </v:group>
            <v:group style="position:absolute;left:9713;top:425;width:8;height:2" coordorigin="9713,425" coordsize="8,2">
              <v:shape style="position:absolute;left:9713;top:425;width:8;height:2" coordorigin="9713,425" coordsize="8,0" path="m9713,425l9721,425e" filled="false" stroked="true" strokeweight=".48pt" strokecolor="#000000">
                <v:path arrowok="t"/>
              </v:shape>
            </v:group>
            <v:group style="position:absolute;left:9713;top:449;width:8;height:2" coordorigin="9713,449" coordsize="8,2">
              <v:shape style="position:absolute;left:9713;top:449;width:8;height:2" coordorigin="9713,449" coordsize="8,0" path="m9713,449l9721,449e" filled="false" stroked="true" strokeweight=".48pt" strokecolor="#000000">
                <v:path arrowok="t"/>
              </v:shape>
            </v:group>
            <v:group style="position:absolute;left:9713;top:473;width:8;height:2" coordorigin="9713,473" coordsize="8,2">
              <v:shape style="position:absolute;left:9713;top:473;width:8;height:2" coordorigin="9713,473" coordsize="8,0" path="m9713,473l9721,473e" filled="false" stroked="true" strokeweight=".48pt" strokecolor="#000000">
                <v:path arrowok="t"/>
              </v:shape>
            </v:group>
            <v:group style="position:absolute;left:9713;top:497;width:8;height:2" coordorigin="9713,497" coordsize="8,2">
              <v:shape style="position:absolute;left:9713;top:497;width:8;height:2" coordorigin="9713,497" coordsize="8,0" path="m9713,497l9721,497e" filled="false" stroked="true" strokeweight=".48pt" strokecolor="#000000">
                <v:path arrowok="t"/>
              </v:shape>
            </v:group>
            <v:group style="position:absolute;left:9713;top:521;width:8;height:2" coordorigin="9713,521" coordsize="8,2">
              <v:shape style="position:absolute;left:9713;top:521;width:8;height:2" coordorigin="9713,521" coordsize="8,0" path="m9713,521l9721,521e" filled="false" stroked="true" strokeweight=".48pt" strokecolor="#000000">
                <v:path arrowok="t"/>
              </v:shape>
            </v:group>
            <v:group style="position:absolute;left:9713;top:545;width:8;height:2" coordorigin="9713,545" coordsize="8,2">
              <v:shape style="position:absolute;left:9713;top:545;width:8;height:2" coordorigin="9713,545" coordsize="8,0" path="m9713,545l9721,545e" filled="false" stroked="true" strokeweight=".48pt" strokecolor="#000000">
                <v:path arrowok="t"/>
              </v:shape>
            </v:group>
            <v:group style="position:absolute;left:9713;top:569;width:8;height:2" coordorigin="9713,569" coordsize="8,2">
              <v:shape style="position:absolute;left:9713;top:569;width:8;height:2" coordorigin="9713,569" coordsize="8,0" path="m9713,569l9721,569e" filled="false" stroked="true" strokeweight=".48pt" strokecolor="#000000">
                <v:path arrowok="t"/>
              </v:shape>
            </v:group>
            <v:group style="position:absolute;left:9713;top:593;width:8;height:2" coordorigin="9713,593" coordsize="8,2">
              <v:shape style="position:absolute;left:9713;top:593;width:8;height:2" coordorigin="9713,593" coordsize="8,0" path="m9713,593l9721,593e" filled="false" stroked="true" strokeweight=".48pt" strokecolor="#000000">
                <v:path arrowok="t"/>
              </v:shape>
            </v:group>
            <v:group style="position:absolute;left:9713;top:617;width:8;height:2" coordorigin="9713,617" coordsize="8,2">
              <v:shape style="position:absolute;left:9713;top:617;width:8;height:2" coordorigin="9713,617" coordsize="8,0" path="m9713,617l9721,617e" filled="false" stroked="true" strokeweight=".48pt" strokecolor="#000000">
                <v:path arrowok="t"/>
              </v:shape>
            </v:group>
            <v:group style="position:absolute;left:9713;top:641;width:8;height:2" coordorigin="9713,641" coordsize="8,2">
              <v:shape style="position:absolute;left:9713;top:641;width:8;height:2" coordorigin="9713,641" coordsize="8,0" path="m9713,641l9721,641e" filled="false" stroked="true" strokeweight=".479pt" strokecolor="#000000">
                <v:path arrowok="t"/>
              </v:shape>
            </v:group>
            <v:group style="position:absolute;left:9713;top:665;width:8;height:2" coordorigin="9713,665" coordsize="8,2">
              <v:shape style="position:absolute;left:9713;top:665;width:8;height:2" coordorigin="9713,665" coordsize="8,0" path="m9713,665l9721,665e" filled="false" stroked="true" strokeweight=".48pt" strokecolor="#000000">
                <v:path arrowok="t"/>
              </v:shape>
            </v:group>
            <v:group style="position:absolute;left:9713;top:689;width:8;height:2" coordorigin="9713,689" coordsize="8,2">
              <v:shape style="position:absolute;left:9713;top:689;width:8;height:2" coordorigin="9713,689" coordsize="8,0" path="m9713,689l9721,689e" filled="false" stroked="true" strokeweight=".48pt" strokecolor="#000000">
                <v:path arrowok="t"/>
              </v:shape>
            </v:group>
            <v:group style="position:absolute;left:9713;top:713;width:8;height:2" coordorigin="9713,713" coordsize="8,2">
              <v:shape style="position:absolute;left:9713;top:713;width:8;height:2" coordorigin="9713,713" coordsize="8,0" path="m9713,713l9721,713e" filled="false" stroked="true" strokeweight=".48pt" strokecolor="#000000">
                <v:path arrowok="t"/>
              </v:shape>
            </v:group>
            <v:group style="position:absolute;left:9713;top:737;width:8;height:2" coordorigin="9713,737" coordsize="8,2">
              <v:shape style="position:absolute;left:9713;top:737;width:8;height:2" coordorigin="9713,737" coordsize="8,0" path="m9713,737l9721,737e" filled="false" stroked="true" strokeweight=".48pt" strokecolor="#000000">
                <v:path arrowok="t"/>
              </v:shape>
            </v:group>
            <v:group style="position:absolute;left:9713;top:761;width:8;height:2" coordorigin="9713,761" coordsize="8,2">
              <v:shape style="position:absolute;left:9713;top:761;width:8;height:2" coordorigin="9713,761" coordsize="8,0" path="m9713,761l9721,761e" filled="false" stroked="true" strokeweight=".48pt" strokecolor="#000000">
                <v:path arrowok="t"/>
              </v:shape>
            </v:group>
            <v:group style="position:absolute;left:9713;top:785;width:8;height:2" coordorigin="9713,785" coordsize="8,2">
              <v:shape style="position:absolute;left:9713;top:785;width:8;height:2" coordorigin="9713,785" coordsize="8,0" path="m9713,785l9721,785e" filled="false" stroked="true" strokeweight=".48pt" strokecolor="#000000">
                <v:path arrowok="t"/>
              </v:shape>
            </v:group>
            <v:group style="position:absolute;left:9713;top:809;width:8;height:2" coordorigin="9713,809" coordsize="8,2">
              <v:shape style="position:absolute;left:9713;top:809;width:8;height:2" coordorigin="9713,809" coordsize="8,0" path="m9713,809l9721,809e" filled="false" stroked="true" strokeweight=".48pt" strokecolor="#000000">
                <v:path arrowok="t"/>
              </v:shape>
            </v:group>
            <v:group style="position:absolute;left:9713;top:833;width:8;height:2" coordorigin="9713,833" coordsize="8,2">
              <v:shape style="position:absolute;left:9713;top:833;width:8;height:2" coordorigin="9713,833" coordsize="8,0" path="m9713,833l9721,833e" filled="false" stroked="true" strokeweight=".48pt" strokecolor="#000000">
                <v:path arrowok="t"/>
              </v:shape>
            </v:group>
            <v:group style="position:absolute;left:9713;top:857;width:8;height:2" coordorigin="9713,857" coordsize="8,2">
              <v:shape style="position:absolute;left:9713;top:857;width:8;height:2" coordorigin="9713,857" coordsize="8,0" path="m9713,857l9721,857e" filled="false" stroked="true" strokeweight=".48pt" strokecolor="#000000">
                <v:path arrowok="t"/>
              </v:shape>
            </v:group>
            <v:group style="position:absolute;left:9713;top:881;width:8;height:2" coordorigin="9713,881" coordsize="8,2">
              <v:shape style="position:absolute;left:9713;top:881;width:8;height:2" coordorigin="9713,881" coordsize="8,0" path="m9713,881l9721,881e" filled="false" stroked="true" strokeweight=".48pt" strokecolor="#000000">
                <v:path arrowok="t"/>
              </v:shape>
            </v:group>
            <v:group style="position:absolute;left:9713;top:905;width:8;height:2" coordorigin="9713,905" coordsize="8,2">
              <v:shape style="position:absolute;left:9713;top:905;width:8;height:2" coordorigin="9713,905" coordsize="8,0" path="m9713,905l9721,905e" filled="false" stroked="true" strokeweight=".48pt" strokecolor="#000000">
                <v:path arrowok="t"/>
              </v:shape>
            </v:group>
            <v:group style="position:absolute;left:9713;top:929;width:8;height:2" coordorigin="9713,929" coordsize="8,2">
              <v:shape style="position:absolute;left:9713;top:929;width:8;height:2" coordorigin="9713,929" coordsize="8,0" path="m9713,929l9721,929e" filled="false" stroked="true" strokeweight=".48pt" strokecolor="#000000">
                <v:path arrowok="t"/>
              </v:shape>
            </v:group>
            <v:group style="position:absolute;left:9713;top:953;width:8;height:2" coordorigin="9713,953" coordsize="8,2">
              <v:shape style="position:absolute;left:9713;top:953;width:8;height:2" coordorigin="9713,953" coordsize="8,0" path="m9713,953l9721,953e" filled="false" stroked="true" strokeweight=".48pt" strokecolor="#000000">
                <v:path arrowok="t"/>
              </v:shape>
            </v:group>
            <v:group style="position:absolute;left:9713;top:977;width:8;height:2" coordorigin="9713,977" coordsize="8,2">
              <v:shape style="position:absolute;left:9713;top:977;width:8;height:2" coordorigin="9713,977" coordsize="8,0" path="m9713,977l9721,977e" filled="false" stroked="true" strokeweight=".48pt" strokecolor="#000000">
                <v:path arrowok="t"/>
              </v:shape>
            </v:group>
            <v:group style="position:absolute;left:9713;top:1001;width:8;height:2" coordorigin="9713,1001" coordsize="8,2">
              <v:shape style="position:absolute;left:9713;top:1001;width:8;height:2" coordorigin="9713,1001" coordsize="8,0" path="m9713,1001l9721,1001e" filled="false" stroked="true" strokeweight=".48pt" strokecolor="#000000">
                <v:path arrowok="t"/>
              </v:shape>
            </v:group>
            <v:group style="position:absolute;left:9713;top:1025;width:8;height:2" coordorigin="9713,1025" coordsize="8,2">
              <v:shape style="position:absolute;left:9713;top:1025;width:8;height:2" coordorigin="9713,1025" coordsize="8,0" path="m9713,1025l9721,1025e" filled="false" stroked="true" strokeweight=".48pt" strokecolor="#000000">
                <v:path arrowok="t"/>
              </v:shape>
            </v:group>
            <v:group style="position:absolute;left:9713;top:1049;width:8;height:2" coordorigin="9713,1049" coordsize="8,2">
              <v:shape style="position:absolute;left:9713;top:1049;width:8;height:2" coordorigin="9713,1049" coordsize="8,0" path="m9713,1049l9721,1049e" filled="false" stroked="true" strokeweight=".48pt" strokecolor="#000000">
                <v:path arrowok="t"/>
              </v:shape>
            </v:group>
            <v:group style="position:absolute;left:9713;top:1073;width:8;height:2" coordorigin="9713,1073" coordsize="8,2">
              <v:shape style="position:absolute;left:9713;top:1073;width:8;height:2" coordorigin="9713,1073" coordsize="8,0" path="m9713,1073l9721,1073e" filled="false" stroked="true" strokeweight=".48pt" strokecolor="#000000">
                <v:path arrowok="t"/>
              </v:shape>
            </v:group>
            <v:group style="position:absolute;left:9713;top:1097;width:8;height:2" coordorigin="9713,1097" coordsize="8,2">
              <v:shape style="position:absolute;left:9713;top:1097;width:8;height:2" coordorigin="9713,1097" coordsize="8,0" path="m9713,1097l9721,1097e" filled="false" stroked="true" strokeweight=".48pt" strokecolor="#000000">
                <v:path arrowok="t"/>
              </v:shape>
            </v:group>
            <v:group style="position:absolute;left:9713;top:1121;width:8;height:2" coordorigin="9713,1121" coordsize="8,2">
              <v:shape style="position:absolute;left:9713;top:1121;width:8;height:2" coordorigin="9713,1121" coordsize="8,0" path="m9713,1121l9721,1121e" filled="false" stroked="true" strokeweight=".48pt" strokecolor="#000000">
                <v:path arrowok="t"/>
              </v:shape>
            </v:group>
            <v:group style="position:absolute;left:9713;top:1145;width:8;height:2" coordorigin="9713,1145" coordsize="8,2">
              <v:shape style="position:absolute;left:9713;top:1145;width:8;height:2" coordorigin="9713,1145" coordsize="8,0" path="m9713,1145l9721,1145e" filled="false" stroked="true" strokeweight=".48pt" strokecolor="#000000">
                <v:path arrowok="t"/>
              </v:shape>
            </v:group>
            <v:group style="position:absolute;left:9713;top:1169;width:8;height:2" coordorigin="9713,1169" coordsize="8,2">
              <v:shape style="position:absolute;left:9713;top:1169;width:8;height:2" coordorigin="9713,1169" coordsize="8,0" path="m9713,1169l9721,1169e" filled="false" stroked="true" strokeweight=".48pt" strokecolor="#000000">
                <v:path arrowok="t"/>
              </v:shape>
            </v:group>
            <v:group style="position:absolute;left:9713;top:1193;width:8;height:2" coordorigin="9713,1193" coordsize="8,2">
              <v:shape style="position:absolute;left:9713;top:1193;width:8;height:2" coordorigin="9713,1193" coordsize="8,0" path="m9713,1193l9721,1193e" filled="false" stroked="true" strokeweight=".48pt" strokecolor="#000000">
                <v:path arrowok="t"/>
              </v:shape>
            </v:group>
            <v:group style="position:absolute;left:9713;top:1217;width:8;height:2" coordorigin="9713,1217" coordsize="8,2">
              <v:shape style="position:absolute;left:9713;top:1217;width:8;height:2" coordorigin="9713,1217" coordsize="8,0" path="m9713,1217l9721,1217e" filled="false" stroked="true" strokeweight=".48pt" strokecolor="#000000">
                <v:path arrowok="t"/>
              </v:shape>
            </v:group>
            <v:group style="position:absolute;left:9713;top:1241;width:8;height:2" coordorigin="9713,1241" coordsize="8,2">
              <v:shape style="position:absolute;left:9713;top:1241;width:8;height:2" coordorigin="9713,1241" coordsize="8,0" path="m9713,1241l9721,1241e" filled="false" stroked="true" strokeweight=".48pt" strokecolor="#000000">
                <v:path arrowok="t"/>
              </v:shape>
            </v:group>
            <v:group style="position:absolute;left:9713;top:1265;width:8;height:2" coordorigin="9713,1265" coordsize="8,2">
              <v:shape style="position:absolute;left:9713;top:1265;width:8;height:2" coordorigin="9713,1265" coordsize="8,0" path="m9713,1265l9721,1265e" filled="false" stroked="true" strokeweight=".48pt" strokecolor="#000000">
                <v:path arrowok="t"/>
              </v:shape>
            </v:group>
            <v:group style="position:absolute;left:9713;top:1289;width:8;height:2" coordorigin="9713,1289" coordsize="8,2">
              <v:shape style="position:absolute;left:9713;top:1289;width:8;height:2" coordorigin="9713,1289" coordsize="8,0" path="m9713,1289l9721,1289e" filled="false" stroked="true" strokeweight=".48pt" strokecolor="#000000">
                <v:path arrowok="t"/>
              </v:shape>
            </v:group>
            <v:group style="position:absolute;left:9713;top:1313;width:8;height:2" coordorigin="9713,1313" coordsize="8,2">
              <v:shape style="position:absolute;left:9713;top:1313;width:8;height:2" coordorigin="9713,1313" coordsize="8,0" path="m9713,1313l9721,1313e" filled="false" stroked="true" strokeweight=".48pt" strokecolor="#000000">
                <v:path arrowok="t"/>
              </v:shape>
            </v:group>
            <v:group style="position:absolute;left:9713;top:1337;width:8;height:2" coordorigin="9713,1337" coordsize="8,2">
              <v:shape style="position:absolute;left:9713;top:1337;width:8;height:2" coordorigin="9713,1337" coordsize="8,0" path="m9713,1337l9721,1337e" filled="false" stroked="true" strokeweight=".48pt" strokecolor="#000000">
                <v:path arrowok="t"/>
              </v:shape>
            </v:group>
            <v:group style="position:absolute;left:9713;top:1361;width:8;height:2" coordorigin="9713,1361" coordsize="8,2">
              <v:shape style="position:absolute;left:9713;top:1361;width:8;height:2" coordorigin="9713,1361" coordsize="8,0" path="m9713,1361l9721,1361e" filled="false" stroked="true" strokeweight=".48pt" strokecolor="#000000">
                <v:path arrowok="t"/>
              </v:shape>
            </v:group>
            <v:group style="position:absolute;left:9713;top:1385;width:8;height:2" coordorigin="9713,1385" coordsize="8,2">
              <v:shape style="position:absolute;left:9713;top:1385;width:8;height:2" coordorigin="9713,1385" coordsize="8,0" path="m9713,1385l9721,1385e" filled="false" stroked="true" strokeweight=".479pt" strokecolor="#000000">
                <v:path arrowok="t"/>
              </v:shape>
            </v:group>
            <v:group style="position:absolute;left:9713;top:1409;width:8;height:2" coordorigin="9713,1409" coordsize="8,2">
              <v:shape style="position:absolute;left:9713;top:1409;width:8;height:2" coordorigin="9713,1409" coordsize="8,0" path="m9713,1409l9721,1409e" filled="false" stroked="true" strokeweight=".48pt" strokecolor="#000000">
                <v:path arrowok="t"/>
              </v:shape>
            </v:group>
            <v:group style="position:absolute;left:9713;top:1433;width:8;height:2" coordorigin="9713,1433" coordsize="8,2">
              <v:shape style="position:absolute;left:9713;top:1433;width:8;height:2" coordorigin="9713,1433" coordsize="8,0" path="m9713,1433l9721,1433e" filled="false" stroked="true" strokeweight=".48pt" strokecolor="#000000">
                <v:path arrowok="t"/>
              </v:shape>
            </v:group>
            <v:group style="position:absolute;left:9713;top:1457;width:8;height:2" coordorigin="9713,1457" coordsize="8,2">
              <v:shape style="position:absolute;left:9713;top:1457;width:8;height:2" coordorigin="9713,1457" coordsize="8,0" path="m9713,1457l9721,1457e" filled="false" stroked="true" strokeweight=".48pt" strokecolor="#000000">
                <v:path arrowok="t"/>
              </v:shape>
            </v:group>
            <v:group style="position:absolute;left:9713;top:1481;width:8;height:2" coordorigin="9713,1481" coordsize="8,2">
              <v:shape style="position:absolute;left:9713;top:1481;width:8;height:2" coordorigin="9713,1481" coordsize="8,0" path="m9713,1481l9721,1481e" filled="false" stroked="true" strokeweight=".48pt" strokecolor="#000000">
                <v:path arrowok="t"/>
              </v:shape>
            </v:group>
            <v:group style="position:absolute;left:9713;top:1505;width:8;height:2" coordorigin="9713,1505" coordsize="8,2">
              <v:shape style="position:absolute;left:9713;top:1505;width:8;height:2" coordorigin="9713,1505" coordsize="8,0" path="m9713,1505l9721,1505e" filled="false" stroked="true" strokeweight=".48pt" strokecolor="#000000">
                <v:path arrowok="t"/>
              </v:shape>
            </v:group>
            <v:group style="position:absolute;left:9713;top:1529;width:8;height:2" coordorigin="9713,1529" coordsize="8,2">
              <v:shape style="position:absolute;left:9713;top:1529;width:8;height:2" coordorigin="9713,1529" coordsize="8,0" path="m9713,1529l9721,1529e" filled="false" stroked="true" strokeweight=".48pt" strokecolor="#000000">
                <v:path arrowok="t"/>
              </v:shape>
            </v:group>
            <v:group style="position:absolute;left:9713;top:1553;width:8;height:2" coordorigin="9713,1553" coordsize="8,2">
              <v:shape style="position:absolute;left:9713;top:1553;width:8;height:2" coordorigin="9713,1553" coordsize="8,0" path="m9713,1553l9721,1553e" filled="false" stroked="true" strokeweight=".48pt" strokecolor="#000000">
                <v:path arrowok="t"/>
              </v:shape>
            </v:group>
            <v:group style="position:absolute;left:9713;top:1577;width:8;height:2" coordorigin="9713,1577" coordsize="8,2">
              <v:shape style="position:absolute;left:9713;top:1577;width:8;height:2" coordorigin="9713,1577" coordsize="8,0" path="m9713,1577l9721,1577e" filled="false" stroked="true" strokeweight=".48pt" strokecolor="#000000">
                <v:path arrowok="t"/>
              </v:shape>
            </v:group>
            <v:group style="position:absolute;left:9713;top:1601;width:8;height:2" coordorigin="9713,1601" coordsize="8,2">
              <v:shape style="position:absolute;left:9713;top:1601;width:8;height:2" coordorigin="9713,1601" coordsize="8,0" path="m9713,1601l9721,1601e" filled="false" stroked="true" strokeweight=".48pt" strokecolor="#000000">
                <v:path arrowok="t"/>
              </v:shape>
            </v:group>
            <v:group style="position:absolute;left:9713;top:1625;width:8;height:2" coordorigin="9713,1625" coordsize="8,2">
              <v:shape style="position:absolute;left:9713;top:1625;width:8;height:2" coordorigin="9713,1625" coordsize="8,0" path="m9713,1625l9721,1625e" filled="false" stroked="true" strokeweight=".48pt" strokecolor="#000000">
                <v:path arrowok="t"/>
              </v:shape>
            </v:group>
            <v:group style="position:absolute;left:9713;top:1649;width:8;height:2" coordorigin="9713,1649" coordsize="8,2">
              <v:shape style="position:absolute;left:9713;top:1649;width:8;height:2" coordorigin="9713,1649" coordsize="8,0" path="m9713,1649l9721,1649e" filled="false" stroked="true" strokeweight=".48pt" strokecolor="#000000">
                <v:path arrowok="t"/>
              </v:shape>
            </v:group>
            <v:group style="position:absolute;left:9713;top:1673;width:8;height:2" coordorigin="9713,1673" coordsize="8,2">
              <v:shape style="position:absolute;left:9713;top:1673;width:8;height:2" coordorigin="9713,1673" coordsize="8,0" path="m9713,1673l9721,1673e" filled="false" stroked="true" strokeweight=".48pt" strokecolor="#000000">
                <v:path arrowok="t"/>
              </v:shape>
            </v:group>
            <v:group style="position:absolute;left:9713;top:1697;width:8;height:2" coordorigin="9713,1697" coordsize="8,2">
              <v:shape style="position:absolute;left:9713;top:1697;width:8;height:2" coordorigin="9713,1697" coordsize="8,0" path="m9713,1697l9721,1697e" filled="false" stroked="true" strokeweight=".48pt" strokecolor="#000000">
                <v:path arrowok="t"/>
              </v:shape>
            </v:group>
            <v:group style="position:absolute;left:9713;top:1721;width:8;height:2" coordorigin="9713,1721" coordsize="8,2">
              <v:shape style="position:absolute;left:9713;top:1721;width:8;height:2" coordorigin="9713,1721" coordsize="8,0" path="m9713,1721l9721,1721e" filled="false" stroked="true" strokeweight=".48pt" strokecolor="#000000">
                <v:path arrowok="t"/>
              </v:shape>
            </v:group>
            <v:group style="position:absolute;left:9713;top:1745;width:8;height:2" coordorigin="9713,1745" coordsize="8,2">
              <v:shape style="position:absolute;left:9713;top:1745;width:8;height:2" coordorigin="9713,1745" coordsize="8,0" path="m9713,1745l9721,1745e" filled="false" stroked="true" strokeweight=".479pt" strokecolor="#000000">
                <v:path arrowok="t"/>
              </v:shape>
            </v:group>
            <v:group style="position:absolute;left:9713;top:1769;width:8;height:2" coordorigin="9713,1769" coordsize="8,2">
              <v:shape style="position:absolute;left:9713;top:1769;width:8;height:2" coordorigin="9713,1769" coordsize="8,0" path="m9713,1769l9721,1769e" filled="false" stroked="true" strokeweight=".48pt" strokecolor="#000000">
                <v:path arrowok="t"/>
              </v:shape>
            </v:group>
            <v:group style="position:absolute;left:9713;top:1793;width:8;height:2" coordorigin="9713,1793" coordsize="8,2">
              <v:shape style="position:absolute;left:9713;top:1793;width:8;height:2" coordorigin="9713,1793" coordsize="8,0" path="m9713,1793l9721,1793e" filled="false" stroked="true" strokeweight=".48pt" strokecolor="#000000">
                <v:path arrowok="t"/>
              </v:shape>
            </v:group>
            <v:group style="position:absolute;left:9713;top:1817;width:8;height:2" coordorigin="9713,1817" coordsize="8,2">
              <v:shape style="position:absolute;left:9713;top:1817;width:8;height:2" coordorigin="9713,1817" coordsize="8,0" path="m9713,1817l9721,1817e" filled="false" stroked="true" strokeweight=".48pt" strokecolor="#000000">
                <v:path arrowok="t"/>
              </v:shape>
            </v:group>
            <v:group style="position:absolute;left:9713;top:1841;width:8;height:2" coordorigin="9713,1841" coordsize="8,2">
              <v:shape style="position:absolute;left:9713;top:1841;width:8;height:2" coordorigin="9713,1841" coordsize="8,0" path="m9713,1841l9721,1841e" filled="false" stroked="true" strokeweight=".48pt" strokecolor="#000000">
                <v:path arrowok="t"/>
              </v:shape>
            </v:group>
            <v:group style="position:absolute;left:9713;top:1865;width:8;height:2" coordorigin="9713,1865" coordsize="8,2">
              <v:shape style="position:absolute;left:9713;top:1865;width:8;height:2" coordorigin="9713,1865" coordsize="8,0" path="m9713,1865l9721,1865e" filled="false" stroked="true" strokeweight=".48pt" strokecolor="#000000">
                <v:path arrowok="t"/>
              </v:shape>
            </v:group>
            <v:group style="position:absolute;left:9713;top:1889;width:8;height:2" coordorigin="9713,1889" coordsize="8,2">
              <v:shape style="position:absolute;left:9713;top:1889;width:8;height:2" coordorigin="9713,1889" coordsize="8,0" path="m9713,1889l9721,1889e" filled="false" stroked="true" strokeweight=".48pt" strokecolor="#000000">
                <v:path arrowok="t"/>
              </v:shape>
            </v:group>
            <v:group style="position:absolute;left:9713;top:1913;width:8;height:2" coordorigin="9713,1913" coordsize="8,2">
              <v:shape style="position:absolute;left:9713;top:1913;width:8;height:2" coordorigin="9713,1913" coordsize="8,0" path="m9713,1913l9721,1913e" filled="false" stroked="true" strokeweight=".48pt" strokecolor="#000000">
                <v:path arrowok="t"/>
              </v:shape>
            </v:group>
            <v:group style="position:absolute;left:9713;top:1937;width:8;height:2" coordorigin="9713,1937" coordsize="8,2">
              <v:shape style="position:absolute;left:9713;top:1937;width:8;height:2" coordorigin="9713,1937" coordsize="8,0" path="m9713,1937l9721,1937e" filled="false" stroked="true" strokeweight=".48pt" strokecolor="#000000">
                <v:path arrowok="t"/>
              </v:shape>
            </v:group>
            <v:group style="position:absolute;left:9713;top:1961;width:8;height:2" coordorigin="9713,1961" coordsize="8,2">
              <v:shape style="position:absolute;left:9713;top:1961;width:8;height:2" coordorigin="9713,1961" coordsize="8,0" path="m9713,1961l9721,1961e" filled="false" stroked="true" strokeweight=".48pt" strokecolor="#000000">
                <v:path arrowok="t"/>
              </v:shape>
            </v:group>
            <v:group style="position:absolute;left:9713;top:1985;width:8;height:2" coordorigin="9713,1985" coordsize="8,2">
              <v:shape style="position:absolute;left:9713;top:1985;width:8;height:2" coordorigin="9713,1985" coordsize="8,0" path="m9713,1985l9721,1985e" filled="false" stroked="true" strokeweight=".48pt" strokecolor="#000000">
                <v:path arrowok="t"/>
              </v:shape>
            </v:group>
            <v:group style="position:absolute;left:9713;top:2009;width:8;height:2" coordorigin="9713,2009" coordsize="8,2">
              <v:shape style="position:absolute;left:9713;top:2009;width:8;height:2" coordorigin="9713,2009" coordsize="8,0" path="m9713,2009l9721,2009e" filled="false" stroked="true" strokeweight=".48pt" strokecolor="#000000">
                <v:path arrowok="t"/>
              </v:shape>
            </v:group>
            <v:group style="position:absolute;left:9713;top:2033;width:8;height:2" coordorigin="9713,2033" coordsize="8,2">
              <v:shape style="position:absolute;left:9713;top:2033;width:8;height:2" coordorigin="9713,2033" coordsize="8,0" path="m9713,2033l9721,2033e" filled="false" stroked="true" strokeweight=".48pt" strokecolor="#000000">
                <v:path arrowok="t"/>
              </v:shape>
            </v:group>
            <v:group style="position:absolute;left:9713;top:2057;width:8;height:2" coordorigin="9713,2057" coordsize="8,2">
              <v:shape style="position:absolute;left:9713;top:2057;width:8;height:2" coordorigin="9713,2057" coordsize="8,0" path="m9713,2057l9721,2057e" filled="false" stroked="true" strokeweight=".48pt" strokecolor="#000000">
                <v:path arrowok="t"/>
              </v:shape>
            </v:group>
            <v:group style="position:absolute;left:9713;top:2081;width:8;height:2" coordorigin="9713,2081" coordsize="8,2">
              <v:shape style="position:absolute;left:9713;top:2081;width:8;height:2" coordorigin="9713,2081" coordsize="8,0" path="m9713,2081l9721,2081e" filled="false" stroked="true" strokeweight=".48pt" strokecolor="#000000">
                <v:path arrowok="t"/>
              </v:shape>
            </v:group>
            <v:group style="position:absolute;left:9713;top:2105;width:8;height:2" coordorigin="9713,2105" coordsize="8,2">
              <v:shape style="position:absolute;left:9713;top:2105;width:8;height:2" coordorigin="9713,2105" coordsize="8,0" path="m9713,2105l9721,2105e" filled="false" stroked="true" strokeweight=".48pt" strokecolor="#000000">
                <v:path arrowok="t"/>
              </v:shape>
            </v:group>
            <v:group style="position:absolute;left:9713;top:2129;width:8;height:2" coordorigin="9713,2129" coordsize="8,2">
              <v:shape style="position:absolute;left:9713;top:2129;width:8;height:2" coordorigin="9713,2129" coordsize="8,0" path="m9713,2129l9721,2129e" filled="false" stroked="true" strokeweight=".48pt" strokecolor="#000000">
                <v:path arrowok="t"/>
              </v:shape>
            </v:group>
            <v:group style="position:absolute;left:9713;top:2153;width:8;height:2" coordorigin="9713,2153" coordsize="8,2">
              <v:shape style="position:absolute;left:9713;top:2153;width:8;height:2" coordorigin="9713,2153" coordsize="8,0" path="m9713,2153l9721,2153e" filled="false" stroked="true" strokeweight=".48pt" strokecolor="#000000">
                <v:path arrowok="t"/>
              </v:shape>
            </v:group>
            <v:group style="position:absolute;left:9713;top:2177;width:8;height:2" coordorigin="9713,2177" coordsize="8,2">
              <v:shape style="position:absolute;left:9713;top:2177;width:8;height:2" coordorigin="9713,2177" coordsize="8,0" path="m9713,2177l9721,2177e" filled="false" stroked="true" strokeweight=".48pt" strokecolor="#000000">
                <v:path arrowok="t"/>
              </v:shape>
            </v:group>
            <v:group style="position:absolute;left:9713;top:2201;width:8;height:2" coordorigin="9713,2201" coordsize="8,2">
              <v:shape style="position:absolute;left:9713;top:2201;width:8;height:2" coordorigin="9713,2201" coordsize="8,0" path="m9713,2201l9721,2201e" filled="false" stroked="true" strokeweight=".48pt" strokecolor="#000000">
                <v:path arrowok="t"/>
              </v:shape>
            </v:group>
            <v:group style="position:absolute;left:9713;top:2225;width:8;height:2" coordorigin="9713,2225" coordsize="8,2">
              <v:shape style="position:absolute;left:9713;top:2225;width:8;height:2" coordorigin="9713,2225" coordsize="8,0" path="m9713,2225l9721,2225e" filled="false" stroked="true" strokeweight=".48pt" strokecolor="#000000">
                <v:path arrowok="t"/>
              </v:shape>
            </v:group>
            <v:group style="position:absolute;left:9713;top:2249;width:8;height:2" coordorigin="9713,2249" coordsize="8,2">
              <v:shape style="position:absolute;left:9713;top:2249;width:8;height:2" coordorigin="9713,2249" coordsize="8,0" path="m9713,2249l9721,2249e" filled="false" stroked="true" strokeweight=".48pt" strokecolor="#000000">
                <v:path arrowok="t"/>
              </v:shape>
            </v:group>
            <v:group style="position:absolute;left:9713;top:2273;width:8;height:2" coordorigin="9713,2273" coordsize="8,2">
              <v:shape style="position:absolute;left:9713;top:2273;width:8;height:2" coordorigin="9713,2273" coordsize="8,0" path="m9713,2273l9721,2273e" filled="false" stroked="true" strokeweight=".48pt" strokecolor="#000000">
                <v:path arrowok="t"/>
              </v:shape>
            </v:group>
            <v:group style="position:absolute;left:9713;top:2297;width:8;height:2" coordorigin="9713,2297" coordsize="8,2">
              <v:shape style="position:absolute;left:9713;top:2297;width:8;height:2" coordorigin="9713,2297" coordsize="8,0" path="m9713,2297l9721,2297e" filled="false" stroked="true" strokeweight=".48pt" strokecolor="#000000">
                <v:path arrowok="t"/>
              </v:shape>
            </v:group>
            <v:group style="position:absolute;left:9713;top:2321;width:8;height:2" coordorigin="9713,2321" coordsize="8,2">
              <v:shape style="position:absolute;left:9713;top:2321;width:8;height:2" coordorigin="9713,2321" coordsize="8,0" path="m9713,2321l9721,2321e" filled="false" stroked="true" strokeweight=".48pt" strokecolor="#000000">
                <v:path arrowok="t"/>
              </v:shape>
            </v:group>
            <v:group style="position:absolute;left:9713;top:2345;width:8;height:2" coordorigin="9713,2345" coordsize="8,2">
              <v:shape style="position:absolute;left:9713;top:2345;width:8;height:2" coordorigin="9713,2345" coordsize="8,0" path="m9713,2345l9721,2345e" filled="false" stroked="true" strokeweight=".48pt" strokecolor="#000000">
                <v:path arrowok="t"/>
              </v:shape>
            </v:group>
            <v:group style="position:absolute;left:9713;top:2369;width:8;height:2" coordorigin="9713,2369" coordsize="8,2">
              <v:shape style="position:absolute;left:9713;top:2369;width:8;height:2" coordorigin="9713,2369" coordsize="8,0" path="m9713,2369l9721,2369e" filled="false" stroked="true" strokeweight=".48pt" strokecolor="#000000">
                <v:path arrowok="t"/>
              </v:shape>
            </v:group>
            <v:group style="position:absolute;left:9713;top:2393;width:8;height:2" coordorigin="9713,2393" coordsize="8,2">
              <v:shape style="position:absolute;left:9713;top:2393;width:8;height:2" coordorigin="9713,2393" coordsize="8,0" path="m9713,2393l9721,2393e" filled="false" stroked="true" strokeweight=".48pt" strokecolor="#000000">
                <v:path arrowok="t"/>
              </v:shape>
            </v:group>
            <v:group style="position:absolute;left:9713;top:2417;width:8;height:2" coordorigin="9713,2417" coordsize="8,2">
              <v:shape style="position:absolute;left:9713;top:2417;width:8;height:2" coordorigin="9713,2417" coordsize="8,0" path="m9713,2417l9721,2417e" filled="false" stroked="true" strokeweight=".48pt" strokecolor="#000000">
                <v:path arrowok="t"/>
              </v:shape>
            </v:group>
            <v:group style="position:absolute;left:9713;top:2441;width:8;height:2" coordorigin="9713,2441" coordsize="8,2">
              <v:shape style="position:absolute;left:9713;top:2441;width:8;height:2" coordorigin="9713,2441" coordsize="8,0" path="m9713,2441l9721,2441e" filled="false" stroked="true" strokeweight=".48pt" strokecolor="#000000">
                <v:path arrowok="t"/>
              </v:shape>
            </v:group>
            <v:group style="position:absolute;left:9713;top:2465;width:8;height:2" coordorigin="9713,2465" coordsize="8,2">
              <v:shape style="position:absolute;left:9713;top:2465;width:8;height:2" coordorigin="9713,2465" coordsize="8,0" path="m9713,2465l9721,2465e" filled="false" stroked="true" strokeweight=".48pt" strokecolor="#000000">
                <v:path arrowok="t"/>
              </v:shape>
            </v:group>
            <v:group style="position:absolute;left:9713;top:2489;width:8;height:2" coordorigin="9713,2489" coordsize="8,2">
              <v:shape style="position:absolute;left:9713;top:2489;width:8;height:2" coordorigin="9713,2489" coordsize="8,0" path="m9713,2489l9721,2489e" filled="false" stroked="true" strokeweight=".479pt" strokecolor="#000000">
                <v:path arrowok="t"/>
              </v:shape>
            </v:group>
            <v:group style="position:absolute;left:9713;top:2513;width:8;height:2" coordorigin="9713,2513" coordsize="8,2">
              <v:shape style="position:absolute;left:9713;top:2513;width:8;height:2" coordorigin="9713,2513" coordsize="8,0" path="m9713,2513l9721,2513e" filled="false" stroked="true" strokeweight=".48pt" strokecolor="#000000">
                <v:path arrowok="t"/>
              </v:shape>
            </v:group>
            <v:group style="position:absolute;left:9713;top:2537;width:8;height:2" coordorigin="9713,2537" coordsize="8,2">
              <v:shape style="position:absolute;left:9713;top:2537;width:8;height:2" coordorigin="9713,2537" coordsize="8,0" path="m9713,2537l9721,2537e" filled="false" stroked="true" strokeweight=".48pt" strokecolor="#000000">
                <v:path arrowok="t"/>
              </v:shape>
            </v:group>
            <v:group style="position:absolute;left:9713;top:2561;width:8;height:2" coordorigin="9713,2561" coordsize="8,2">
              <v:shape style="position:absolute;left:9713;top:2561;width:8;height:2" coordorigin="9713,2561" coordsize="8,0" path="m9713,2561l9721,2561e" filled="false" stroked="true" strokeweight=".48pt" strokecolor="#000000">
                <v:path arrowok="t"/>
              </v:shape>
            </v:group>
            <v:group style="position:absolute;left:9713;top:2585;width:8;height:2" coordorigin="9713,2585" coordsize="8,2">
              <v:shape style="position:absolute;left:9713;top:2585;width:8;height:2" coordorigin="9713,2585" coordsize="8,0" path="m9713,2585l9721,2585e" filled="false" stroked="true" strokeweight=".48pt" strokecolor="#000000">
                <v:path arrowok="t"/>
              </v:shape>
            </v:group>
            <v:group style="position:absolute;left:9713;top:2609;width:8;height:2" coordorigin="9713,2609" coordsize="8,2">
              <v:shape style="position:absolute;left:9713;top:2609;width:8;height:2" coordorigin="9713,2609" coordsize="8,0" path="m9713,2609l9721,2609e" filled="false" stroked="true" strokeweight=".48pt" strokecolor="#000000">
                <v:path arrowok="t"/>
              </v:shape>
            </v:group>
            <v:group style="position:absolute;left:9713;top:2633;width:8;height:2" coordorigin="9713,2633" coordsize="8,2">
              <v:shape style="position:absolute;left:9713;top:2633;width:8;height:2" coordorigin="9713,2633" coordsize="8,0" path="m9713,2633l9721,2633e" filled="false" stroked="true" strokeweight=".48pt" strokecolor="#000000">
                <v:path arrowok="t"/>
              </v:shape>
            </v:group>
            <v:group style="position:absolute;left:9713;top:2657;width:8;height:2" coordorigin="9713,2657" coordsize="8,2">
              <v:shape style="position:absolute;left:9713;top:2657;width:8;height:2" coordorigin="9713,2657" coordsize="8,0" path="m9713,2657l9721,2657e" filled="false" stroked="true" strokeweight=".48pt" strokecolor="#000000">
                <v:path arrowok="t"/>
              </v:shape>
            </v:group>
            <v:group style="position:absolute;left:9713;top:2681;width:8;height:2" coordorigin="9713,2681" coordsize="8,2">
              <v:shape style="position:absolute;left:9713;top:2681;width:8;height:2" coordorigin="9713,2681" coordsize="8,0" path="m9713,2681l9721,2681e" filled="false" stroked="true" strokeweight=".48pt" strokecolor="#000000">
                <v:path arrowok="t"/>
              </v:shape>
            </v:group>
            <v:group style="position:absolute;left:9713;top:2705;width:8;height:2" coordorigin="9713,2705" coordsize="8,2">
              <v:shape style="position:absolute;left:9713;top:2705;width:8;height:2" coordorigin="9713,2705" coordsize="8,0" path="m9713,2705l9721,2705e" filled="false" stroked="true" strokeweight=".48pt" strokecolor="#000000">
                <v:path arrowok="t"/>
              </v:shape>
            </v:group>
            <v:group style="position:absolute;left:9713;top:2729;width:8;height:2" coordorigin="9713,2729" coordsize="8,2">
              <v:shape style="position:absolute;left:9713;top:2729;width:8;height:2" coordorigin="9713,2729" coordsize="8,0" path="m9713,2729l9721,2729e" filled="false" stroked="true" strokeweight=".48pt" strokecolor="#000000">
                <v:path arrowok="t"/>
              </v:shape>
            </v:group>
            <v:group style="position:absolute;left:9713;top:2753;width:8;height:2" coordorigin="9713,2753" coordsize="8,2">
              <v:shape style="position:absolute;left:9713;top:2753;width:8;height:2" coordorigin="9713,2753" coordsize="8,0" path="m9713,2753l9721,2753e" filled="false" stroked="true" strokeweight=".48pt" strokecolor="#000000">
                <v:path arrowok="t"/>
              </v:shape>
            </v:group>
            <v:group style="position:absolute;left:9713;top:2777;width:8;height:2" coordorigin="9713,2777" coordsize="8,2">
              <v:shape style="position:absolute;left:9713;top:2777;width:8;height:2" coordorigin="9713,2777" coordsize="8,0" path="m9713,2777l9721,2777e" filled="false" stroked="true" strokeweight=".48pt" strokecolor="#000000">
                <v:path arrowok="t"/>
              </v:shape>
            </v:group>
            <v:group style="position:absolute;left:9713;top:2801;width:8;height:2" coordorigin="9713,2801" coordsize="8,2">
              <v:shape style="position:absolute;left:9713;top:2801;width:8;height:2" coordorigin="9713,2801" coordsize="8,0" path="m9713,2801l9721,2801e" filled="false" stroked="true" strokeweight=".48pt" strokecolor="#000000">
                <v:path arrowok="t"/>
              </v:shape>
            </v:group>
            <v:group style="position:absolute;left:9713;top:2825;width:8;height:2" coordorigin="9713,2825" coordsize="8,2">
              <v:shape style="position:absolute;left:9713;top:2825;width:8;height:2" coordorigin="9713,2825" coordsize="8,0" path="m9713,2825l9721,2825e" filled="false" stroked="true" strokeweight=".48pt" strokecolor="#000000">
                <v:path arrowok="t"/>
              </v:shape>
            </v:group>
            <v:group style="position:absolute;left:9713;top:2849;width:8;height:2" coordorigin="9713,2849" coordsize="8,2">
              <v:shape style="position:absolute;left:9713;top:2849;width:8;height:2" coordorigin="9713,2849" coordsize="8,0" path="m9713,2849l9721,2849e" filled="false" stroked="true" strokeweight=".48pt" strokecolor="#000000">
                <v:path arrowok="t"/>
              </v:shape>
            </v:group>
            <v:group style="position:absolute;left:9713;top:2873;width:8;height:2" coordorigin="9713,2873" coordsize="8,2">
              <v:shape style="position:absolute;left:9713;top:2873;width:8;height:2" coordorigin="9713,2873" coordsize="8,0" path="m9713,2873l9721,2873e" filled="false" stroked="true" strokeweight=".48pt" strokecolor="#000000">
                <v:path arrowok="t"/>
              </v:shape>
            </v:group>
            <v:group style="position:absolute;left:9713;top:2897;width:8;height:2" coordorigin="9713,2897" coordsize="8,2">
              <v:shape style="position:absolute;left:9713;top:2897;width:8;height:2" coordorigin="9713,2897" coordsize="8,0" path="m9713,2897l9721,2897e" filled="false" stroked="true" strokeweight=".48pt" strokecolor="#000000">
                <v:path arrowok="t"/>
              </v:shape>
            </v:group>
            <v:group style="position:absolute;left:9713;top:2921;width:8;height:2" coordorigin="9713,2921" coordsize="8,2">
              <v:shape style="position:absolute;left:9713;top:2921;width:8;height:2" coordorigin="9713,2921" coordsize="8,0" path="m9713,2921l9721,2921e" filled="false" stroked="true" strokeweight=".48pt" strokecolor="#000000">
                <v:path arrowok="t"/>
              </v:shape>
            </v:group>
            <v:group style="position:absolute;left:9713;top:2945;width:8;height:2" coordorigin="9713,2945" coordsize="8,2">
              <v:shape style="position:absolute;left:9713;top:2945;width:8;height:2" coordorigin="9713,2945" coordsize="8,0" path="m9713,2945l9721,2945e" filled="false" stroked="true" strokeweight=".48pt" strokecolor="#000000">
                <v:path arrowok="t"/>
              </v:shape>
            </v:group>
            <v:group style="position:absolute;left:9713;top:2969;width:8;height:2" coordorigin="9713,2969" coordsize="8,2">
              <v:shape style="position:absolute;left:9713;top:2969;width:8;height:2" coordorigin="9713,2969" coordsize="8,0" path="m9713,2969l9721,2969e" filled="false" stroked="true" strokeweight=".48pt" strokecolor="#000000">
                <v:path arrowok="t"/>
              </v:shape>
            </v:group>
            <v:group style="position:absolute;left:9713;top:2993;width:8;height:2" coordorigin="9713,2993" coordsize="8,2">
              <v:shape style="position:absolute;left:9713;top:2993;width:8;height:2" coordorigin="9713,2993" coordsize="8,0" path="m9713,2993l9721,2993e" filled="false" stroked="true" strokeweight=".48pt" strokecolor="#000000">
                <v:path arrowok="t"/>
              </v:shape>
            </v:group>
            <v:group style="position:absolute;left:9713;top:3017;width:8;height:2" coordorigin="9713,3017" coordsize="8,2">
              <v:shape style="position:absolute;left:9713;top:3017;width:8;height:2" coordorigin="9713,3017" coordsize="8,0" path="m9713,3017l9721,3017e" filled="false" stroked="true" strokeweight=".48pt" strokecolor="#000000">
                <v:path arrowok="t"/>
              </v:shape>
            </v:group>
            <v:group style="position:absolute;left:9713;top:3041;width:8;height:2" coordorigin="9713,3041" coordsize="8,2">
              <v:shape style="position:absolute;left:9713;top:3041;width:8;height:2" coordorigin="9713,3041" coordsize="8,0" path="m9713,3041l9721,3041e" filled="false" stroked="true" strokeweight=".48pt" strokecolor="#000000">
                <v:path arrowok="t"/>
              </v:shape>
            </v:group>
            <v:group style="position:absolute;left:9713;top:3065;width:8;height:2" coordorigin="9713,3065" coordsize="8,2">
              <v:shape style="position:absolute;left:9713;top:3065;width:8;height:2" coordorigin="9713,3065" coordsize="8,0" path="m9713,3065l9721,3065e" filled="false" stroked="true" strokeweight=".48pt" strokecolor="#000000">
                <v:path arrowok="t"/>
              </v:shape>
            </v:group>
            <v:group style="position:absolute;left:9713;top:3089;width:8;height:2" coordorigin="9713,3089" coordsize="8,2">
              <v:shape style="position:absolute;left:9713;top:3089;width:8;height:2" coordorigin="9713,3089" coordsize="8,0" path="m9713,3089l9721,3089e" filled="false" stroked="true" strokeweight=".48pt" strokecolor="#000000">
                <v:path arrowok="t"/>
              </v:shape>
            </v:group>
            <v:group style="position:absolute;left:9713;top:3113;width:8;height:2" coordorigin="9713,3113" coordsize="8,2">
              <v:shape style="position:absolute;left:9713;top:3113;width:8;height:2" coordorigin="9713,3113" coordsize="8,0" path="m9713,3113l9721,3113e" filled="false" stroked="true" strokeweight=".48pt" strokecolor="#000000">
                <v:path arrowok="t"/>
              </v:shape>
            </v:group>
            <v:group style="position:absolute;left:9713;top:3137;width:8;height:2" coordorigin="9713,3137" coordsize="8,2">
              <v:shape style="position:absolute;left:9713;top:3137;width:8;height:2" coordorigin="9713,3137" coordsize="8,0" path="m9713,3137l9721,3137e" filled="false" stroked="true" strokeweight=".48pt" strokecolor="#000000">
                <v:path arrowok="t"/>
              </v:shape>
            </v:group>
            <v:group style="position:absolute;left:9713;top:3161;width:8;height:2" coordorigin="9713,3161" coordsize="8,2">
              <v:shape style="position:absolute;left:9713;top:3161;width:8;height:2" coordorigin="9713,3161" coordsize="8,0" path="m9713,3161l9721,3161e" filled="false" stroked="true" strokeweight=".48pt" strokecolor="#000000">
                <v:path arrowok="t"/>
              </v:shape>
            </v:group>
            <v:group style="position:absolute;left:9713;top:3185;width:8;height:2" coordorigin="9713,3185" coordsize="8,2">
              <v:shape style="position:absolute;left:9713;top:3185;width:8;height:2" coordorigin="9713,3185" coordsize="8,0" path="m9713,3185l9721,3185e" filled="false" stroked="true" strokeweight=".48pt" strokecolor="#000000">
                <v:path arrowok="t"/>
              </v:shape>
            </v:group>
            <v:group style="position:absolute;left:9713;top:3209;width:8;height:2" coordorigin="9713,3209" coordsize="8,2">
              <v:shape style="position:absolute;left:9713;top:3209;width:8;height:2" coordorigin="9713,3209" coordsize="8,0" path="m9713,3209l9721,3209e" filled="false" stroked="true" strokeweight=".48pt" strokecolor="#000000">
                <v:path arrowok="t"/>
              </v:shape>
            </v:group>
            <v:group style="position:absolute;left:9713;top:3233;width:8;height:2" coordorigin="9713,3233" coordsize="8,2">
              <v:shape style="position:absolute;left:9713;top:3233;width:8;height:2" coordorigin="9713,3233" coordsize="8,0" path="m9713,3233l9721,3233e" filled="false" stroked="true" strokeweight=".48pt" strokecolor="#000000">
                <v:path arrowok="t"/>
              </v:shape>
            </v:group>
            <v:group style="position:absolute;left:9713;top:3257;width:8;height:2" coordorigin="9713,3257" coordsize="8,2">
              <v:shape style="position:absolute;left:9713;top:3257;width:8;height:2" coordorigin="9713,3257" coordsize="8,0" path="m9713,3257l9721,3257e" filled="false" stroked="true" strokeweight=".48pt" strokecolor="#000000">
                <v:path arrowok="t"/>
              </v:shape>
            </v:group>
            <v:group style="position:absolute;left:9713;top:3281;width:8;height:2" coordorigin="9713,3281" coordsize="8,2">
              <v:shape style="position:absolute;left:9713;top:3281;width:8;height:2" coordorigin="9713,3281" coordsize="8,0" path="m9713,3281l9721,3281e" filled="false" stroked="true" strokeweight=".48pt" strokecolor="#000000">
                <v:path arrowok="t"/>
              </v:shape>
            </v:group>
            <v:group style="position:absolute;left:9713;top:3305;width:8;height:2" coordorigin="9713,3305" coordsize="8,2">
              <v:shape style="position:absolute;left:9713;top:3305;width:8;height:2" coordorigin="9713,3305" coordsize="8,0" path="m9713,3305l9721,3305e" filled="false" stroked="true" strokeweight=".48pt" strokecolor="#000000">
                <v:path arrowok="t"/>
              </v:shape>
            </v:group>
            <v:group style="position:absolute;left:9713;top:3329;width:8;height:2" coordorigin="9713,3329" coordsize="8,2">
              <v:shape style="position:absolute;left:9713;top:3329;width:8;height:2" coordorigin="9713,3329" coordsize="8,0" path="m9713,3329l9721,3329e" filled="false" stroked="true" strokeweight=".48pt" strokecolor="#000000">
                <v:path arrowok="t"/>
              </v:shape>
            </v:group>
            <v:group style="position:absolute;left:9713;top:3353;width:8;height:2" coordorigin="9713,3353" coordsize="8,2">
              <v:shape style="position:absolute;left:9713;top:3353;width:8;height:2" coordorigin="9713,3353" coordsize="8,0" path="m9713,3353l9721,3353e" filled="false" stroked="true" strokeweight=".48pt" strokecolor="#000000">
                <v:path arrowok="t"/>
              </v:shape>
            </v:group>
            <v:group style="position:absolute;left:9713;top:3377;width:8;height:2" coordorigin="9713,3377" coordsize="8,2">
              <v:shape style="position:absolute;left:9713;top:3377;width:8;height:2" coordorigin="9713,3377" coordsize="8,0" path="m9713,3377l9721,3377e" filled="false" stroked="true" strokeweight=".48pt" strokecolor="#000000">
                <v:path arrowok="t"/>
              </v:shape>
            </v:group>
            <v:group style="position:absolute;left:9713;top:3401;width:8;height:2" coordorigin="9713,3401" coordsize="8,2">
              <v:shape style="position:absolute;left:9713;top:3401;width:8;height:2" coordorigin="9713,3401" coordsize="8,0" path="m9713,3401l9721,3401e" filled="false" stroked="true" strokeweight=".48pt" strokecolor="#000000">
                <v:path arrowok="t"/>
              </v:shape>
            </v:group>
            <v:group style="position:absolute;left:9713;top:3425;width:8;height:2" coordorigin="9713,3425" coordsize="8,2">
              <v:shape style="position:absolute;left:9713;top:3425;width:8;height:2" coordorigin="9713,3425" coordsize="8,0" path="m9713,3425l9721,3425e" filled="false" stroked="true" strokeweight=".48pt" strokecolor="#000000">
                <v:path arrowok="t"/>
              </v:shape>
            </v:group>
            <v:group style="position:absolute;left:9713;top:3449;width:8;height:2" coordorigin="9713,3449" coordsize="8,2">
              <v:shape style="position:absolute;left:9713;top:3449;width:8;height:2" coordorigin="9713,3449" coordsize="8,0" path="m9713,3449l9721,3449e" filled="false" stroked="true" strokeweight=".48pt" strokecolor="#000000">
                <v:path arrowok="t"/>
              </v:shape>
            </v:group>
            <v:group style="position:absolute;left:9713;top:3473;width:8;height:2" coordorigin="9713,3473" coordsize="8,2">
              <v:shape style="position:absolute;left:9713;top:3473;width:8;height:2" coordorigin="9713,3473" coordsize="8,0" path="m9713,3473l9721,3473e" filled="false" stroked="true" strokeweight=".48pt" strokecolor="#000000">
                <v:path arrowok="t"/>
              </v:shape>
            </v:group>
            <v:group style="position:absolute;left:9713;top:3497;width:8;height:2" coordorigin="9713,3497" coordsize="8,2">
              <v:shape style="position:absolute;left:9713;top:3497;width:8;height:2" coordorigin="9713,3497" coordsize="8,0" path="m9713,3497l9721,3497e" filled="false" stroked="true" strokeweight=".48pt" strokecolor="#000000">
                <v:path arrowok="t"/>
              </v:shape>
            </v:group>
            <v:group style="position:absolute;left:9713;top:3521;width:8;height:2" coordorigin="9713,3521" coordsize="8,2">
              <v:shape style="position:absolute;left:9713;top:3521;width:8;height:2" coordorigin="9713,3521" coordsize="8,0" path="m9713,3521l9721,3521e" filled="false" stroked="true" strokeweight=".48pt" strokecolor="#000000">
                <v:path arrowok="t"/>
              </v:shape>
            </v:group>
            <v:group style="position:absolute;left:9713;top:3545;width:8;height:2" coordorigin="9713,3545" coordsize="8,2">
              <v:shape style="position:absolute;left:9713;top:3545;width:8;height:2" coordorigin="9713,3545" coordsize="8,0" path="m9713,3545l9721,3545e" filled="false" stroked="true" strokeweight=".48pt" strokecolor="#000000">
                <v:path arrowok="t"/>
              </v:shape>
            </v:group>
            <v:group style="position:absolute;left:9713;top:3569;width:8;height:2" coordorigin="9713,3569" coordsize="8,2">
              <v:shape style="position:absolute;left:9713;top:3569;width:8;height:2" coordorigin="9713,3569" coordsize="8,0" path="m9713,3569l9721,3569e" filled="false" stroked="true" strokeweight=".48pt" strokecolor="#000000">
                <v:path arrowok="t"/>
              </v:shape>
            </v:group>
            <v:group style="position:absolute;left:9713;top:3593;width:8;height:2" coordorigin="9713,3593" coordsize="8,2">
              <v:shape style="position:absolute;left:9713;top:3593;width:8;height:2" coordorigin="9713,3593" coordsize="8,0" path="m9713,3593l9721,3593e" filled="false" stroked="true" strokeweight=".48pt" strokecolor="#000000">
                <v:path arrowok="t"/>
              </v:shape>
            </v:group>
            <v:group style="position:absolute;left:9713;top:3617;width:8;height:2" coordorigin="9713,3617" coordsize="8,2">
              <v:shape style="position:absolute;left:9713;top:3617;width:8;height:2" coordorigin="9713,3617" coordsize="8,0" path="m9713,3617l9721,3617e" filled="false" stroked="true" strokeweight=".48pt" strokecolor="#000000">
                <v:path arrowok="t"/>
              </v:shape>
            </v:group>
            <v:group style="position:absolute;left:9713;top:3641;width:8;height:2" coordorigin="9713,3641" coordsize="8,2">
              <v:shape style="position:absolute;left:9713;top:3641;width:8;height:2" coordorigin="9713,3641" coordsize="8,0" path="m9713,3641l9721,3641e" filled="false" stroked="true" strokeweight=".48pt" strokecolor="#000000">
                <v:path arrowok="t"/>
              </v:shape>
            </v:group>
            <v:group style="position:absolute;left:9713;top:3665;width:8;height:2" coordorigin="9713,3665" coordsize="8,2">
              <v:shape style="position:absolute;left:9713;top:3665;width:8;height:2" coordorigin="9713,3665" coordsize="8,0" path="m9713,3665l9721,3665e" filled="false" stroked="true" strokeweight=".48pt" strokecolor="#000000">
                <v:path arrowok="t"/>
              </v:shape>
            </v:group>
            <v:group style="position:absolute;left:9713;top:3689;width:8;height:2" coordorigin="9713,3689" coordsize="8,2">
              <v:shape style="position:absolute;left:9713;top:3689;width:8;height:2" coordorigin="9713,3689" coordsize="8,0" path="m9713,3689l9721,3689e" filled="false" stroked="true" strokeweight=".48pt" strokecolor="#000000">
                <v:path arrowok="t"/>
              </v:shape>
            </v:group>
            <v:group style="position:absolute;left:9713;top:3713;width:8;height:2" coordorigin="9713,3713" coordsize="8,2">
              <v:shape style="position:absolute;left:9713;top:3713;width:8;height:2" coordorigin="9713,3713" coordsize="8,0" path="m9713,3713l9721,3713e" filled="false" stroked="true" strokeweight=".48pt" strokecolor="#000000">
                <v:path arrowok="t"/>
              </v:shape>
            </v:group>
            <v:group style="position:absolute;left:9713;top:3737;width:8;height:2" coordorigin="9713,3737" coordsize="8,2">
              <v:shape style="position:absolute;left:9713;top:3737;width:8;height:2" coordorigin="9713,3737" coordsize="8,0" path="m9713,3737l9721,3737e" filled="false" stroked="true" strokeweight=".48pt" strokecolor="#000000">
                <v:path arrowok="t"/>
              </v:shape>
            </v:group>
            <v:group style="position:absolute;left:9713;top:3761;width:8;height:2" coordorigin="9713,3761" coordsize="8,2">
              <v:shape style="position:absolute;left:9713;top:3761;width:8;height:2" coordorigin="9713,3761" coordsize="8,0" path="m9713,3761l9721,3761e" filled="false" stroked="true" strokeweight=".48pt" strokecolor="#000000">
                <v:path arrowok="t"/>
              </v:shape>
            </v:group>
            <v:group style="position:absolute;left:9713;top:3785;width:8;height:2" coordorigin="9713,3785" coordsize="8,2">
              <v:shape style="position:absolute;left:9713;top:3785;width:8;height:2" coordorigin="9713,3785" coordsize="8,0" path="m9713,3785l9721,3785e" filled="false" stroked="true" strokeweight=".48pt" strokecolor="#000000">
                <v:path arrowok="t"/>
              </v:shape>
            </v:group>
            <v:group style="position:absolute;left:9713;top:3809;width:8;height:2" coordorigin="9713,3809" coordsize="8,2">
              <v:shape style="position:absolute;left:9713;top:3809;width:8;height:2" coordorigin="9713,3809" coordsize="8,0" path="m9713,3809l9721,3809e" filled="false" stroked="true" strokeweight=".48pt" strokecolor="#000000">
                <v:path arrowok="t"/>
              </v:shape>
            </v:group>
            <v:group style="position:absolute;left:9713;top:3833;width:8;height:2" coordorigin="9713,3833" coordsize="8,2">
              <v:shape style="position:absolute;left:9713;top:3833;width:8;height:2" coordorigin="9713,3833" coordsize="8,0" path="m9713,3833l9721,3833e" filled="false" stroked="true" strokeweight=".48pt" strokecolor="#000000">
                <v:path arrowok="t"/>
              </v:shape>
            </v:group>
            <v:group style="position:absolute;left:9713;top:3857;width:8;height:2" coordorigin="9713,3857" coordsize="8,2">
              <v:shape style="position:absolute;left:9713;top:3857;width:8;height:2" coordorigin="9713,3857" coordsize="8,0" path="m9713,3857l9721,3857e" filled="false" stroked="true" strokeweight=".48pt" strokecolor="#000000">
                <v:path arrowok="t"/>
              </v:shape>
            </v:group>
            <v:group style="position:absolute;left:9713;top:3881;width:8;height:2" coordorigin="9713,3881" coordsize="8,2">
              <v:shape style="position:absolute;left:9713;top:3881;width:8;height:2" coordorigin="9713,3881" coordsize="8,0" path="m9713,3881l9721,3881e" filled="false" stroked="true" strokeweight=".48pt" strokecolor="#000000">
                <v:path arrowok="t"/>
              </v:shape>
            </v:group>
            <v:group style="position:absolute;left:9713;top:3905;width:8;height:2" coordorigin="9713,3905" coordsize="8,2">
              <v:shape style="position:absolute;left:9713;top:3905;width:8;height:2" coordorigin="9713,3905" coordsize="8,0" path="m9713,3905l9721,3905e" filled="false" stroked="true" strokeweight=".48pt" strokecolor="#000000">
                <v:path arrowok="t"/>
              </v:shape>
            </v:group>
            <v:group style="position:absolute;left:9713;top:3929;width:8;height:2" coordorigin="9713,3929" coordsize="8,2">
              <v:shape style="position:absolute;left:9713;top:3929;width:8;height:2" coordorigin="9713,3929" coordsize="8,0" path="m9713,3929l9721,3929e" filled="false" stroked="true" strokeweight=".48pt" strokecolor="#000000">
                <v:path arrowok="t"/>
              </v:shape>
            </v:group>
            <v:group style="position:absolute;left:9713;top:3953;width:8;height:2" coordorigin="9713,3953" coordsize="8,2">
              <v:shape style="position:absolute;left:9713;top:3953;width:8;height:2" coordorigin="9713,3953" coordsize="8,0" path="m9713,3953l9721,3953e" filled="false" stroked="true" strokeweight=".48pt" strokecolor="#000000">
                <v:path arrowok="t"/>
              </v:shape>
            </v:group>
            <v:group style="position:absolute;left:9713;top:3977;width:8;height:2" coordorigin="9713,3977" coordsize="8,2">
              <v:shape style="position:absolute;left:9713;top:3977;width:8;height:2" coordorigin="9713,3977" coordsize="8,0" path="m9713,3977l9721,3977e" filled="false" stroked="true" strokeweight=".48pt" strokecolor="#000000">
                <v:path arrowok="t"/>
              </v:shape>
            </v:group>
            <v:group style="position:absolute;left:9713;top:4001;width:8;height:2" coordorigin="9713,4001" coordsize="8,2">
              <v:shape style="position:absolute;left:9713;top:4001;width:8;height:2" coordorigin="9713,4001" coordsize="8,0" path="m9713,4001l9721,4001e" filled="false" stroked="true" strokeweight=".48pt" strokecolor="#000000">
                <v:path arrowok="t"/>
              </v:shape>
            </v:group>
            <v:group style="position:absolute;left:9713;top:4025;width:8;height:2" coordorigin="9713,4025" coordsize="8,2">
              <v:shape style="position:absolute;left:9713;top:4025;width:8;height:2" coordorigin="9713,4025" coordsize="8,0" path="m9713,4025l9721,4025e" filled="false" stroked="true" strokeweight=".48pt" strokecolor="#000000">
                <v:path arrowok="t"/>
              </v:shape>
            </v:group>
            <v:group style="position:absolute;left:9713;top:4049;width:8;height:2" coordorigin="9713,4049" coordsize="8,2">
              <v:shape style="position:absolute;left:9713;top:4049;width:8;height:2" coordorigin="9713,4049" coordsize="8,0" path="m9713,4049l9721,4049e" filled="false" stroked="true" strokeweight=".48pt" strokecolor="#000000">
                <v:path arrowok="t"/>
              </v:shape>
            </v:group>
            <v:group style="position:absolute;left:9713;top:4073;width:8;height:2" coordorigin="9713,4073" coordsize="8,2">
              <v:shape style="position:absolute;left:9713;top:4073;width:8;height:2" coordorigin="9713,4073" coordsize="8,0" path="m9713,4073l9721,4073e" filled="false" stroked="true" strokeweight=".48pt" strokecolor="#000000">
                <v:path arrowok="t"/>
              </v:shape>
            </v:group>
            <v:group style="position:absolute;left:9713;top:4097;width:8;height:2" coordorigin="9713,4097" coordsize="8,2">
              <v:shape style="position:absolute;left:9713;top:4097;width:8;height:2" coordorigin="9713,4097" coordsize="8,0" path="m9713,4097l9721,4097e" filled="false" stroked="true" strokeweight=".48pt" strokecolor="#000000">
                <v:path arrowok="t"/>
              </v:shape>
            </v:group>
            <v:group style="position:absolute;left:9713;top:4121;width:8;height:2" coordorigin="9713,4121" coordsize="8,2">
              <v:shape style="position:absolute;left:9713;top:4121;width:8;height:2" coordorigin="9713,4121" coordsize="8,0" path="m9713,4121l9721,4121e" filled="false" stroked="true" strokeweight=".48pt" strokecolor="#000000">
                <v:path arrowok="t"/>
              </v:shape>
            </v:group>
            <v:group style="position:absolute;left:9713;top:4145;width:8;height:2" coordorigin="9713,4145" coordsize="8,2">
              <v:shape style="position:absolute;left:9713;top:4145;width:8;height:2" coordorigin="9713,4145" coordsize="8,0" path="m9713,4145l9721,4145e" filled="false" stroked="true" strokeweight=".48pt" strokecolor="#000000">
                <v:path arrowok="t"/>
              </v:shape>
            </v:group>
            <v:group style="position:absolute;left:9713;top:4169;width:8;height:2" coordorigin="9713,4169" coordsize="8,2">
              <v:shape style="position:absolute;left:9713;top:4169;width:8;height:2" coordorigin="9713,4169" coordsize="8,0" path="m9713,4169l9721,4169e" filled="false" stroked="true" strokeweight=".48pt" strokecolor="#000000">
                <v:path arrowok="t"/>
              </v:shape>
            </v:group>
            <v:group style="position:absolute;left:9713;top:4193;width:8;height:2" coordorigin="9713,4193" coordsize="8,2">
              <v:shape style="position:absolute;left:9713;top:4193;width:8;height:2" coordorigin="9713,4193" coordsize="8,0" path="m9713,4193l9721,4193e" filled="false" stroked="true" strokeweight=".48pt" strokecolor="#000000">
                <v:path arrowok="t"/>
              </v:shape>
            </v:group>
            <v:group style="position:absolute;left:9713;top:4217;width:8;height:2" coordorigin="9713,4217" coordsize="8,2">
              <v:shape style="position:absolute;left:9713;top:4217;width:8;height:2" coordorigin="9713,4217" coordsize="8,0" path="m9713,4217l9721,4217e" filled="false" stroked="true" strokeweight=".48pt" strokecolor="#000000">
                <v:path arrowok="t"/>
              </v:shape>
            </v:group>
            <v:group style="position:absolute;left:9713;top:4241;width:8;height:2" coordorigin="9713,4241" coordsize="8,2">
              <v:shape style="position:absolute;left:9713;top:4241;width:8;height:2" coordorigin="9713,4241" coordsize="8,0" path="m9713,4241l9721,4241e" filled="false" stroked="true" strokeweight=".48pt" strokecolor="#000000">
                <v:path arrowok="t"/>
              </v:shape>
            </v:group>
            <v:group style="position:absolute;left:9713;top:4265;width:8;height:2" coordorigin="9713,4265" coordsize="8,2">
              <v:shape style="position:absolute;left:9713;top:4265;width:8;height:2" coordorigin="9713,4265" coordsize="8,0" path="m9713,4265l9721,4265e" filled="false" stroked="true" strokeweight=".48pt" strokecolor="#000000">
                <v:path arrowok="t"/>
              </v:shape>
            </v:group>
            <v:group style="position:absolute;left:9713;top:4289;width:8;height:2" coordorigin="9713,4289" coordsize="8,2">
              <v:shape style="position:absolute;left:9713;top:4289;width:8;height:2" coordorigin="9713,4289" coordsize="8,0" path="m9713,4289l9721,4289e" filled="false" stroked="true" strokeweight=".48pt" strokecolor="#000000">
                <v:path arrowok="t"/>
              </v:shape>
            </v:group>
            <v:group style="position:absolute;left:9713;top:4313;width:8;height:2" coordorigin="9713,4313" coordsize="8,2">
              <v:shape style="position:absolute;left:9713;top:4313;width:8;height:2" coordorigin="9713,4313" coordsize="8,0" path="m9713,4313l9721,4313e" filled="false" stroked="true" strokeweight=".48pt" strokecolor="#000000">
                <v:path arrowok="t"/>
              </v:shape>
            </v:group>
            <v:group style="position:absolute;left:9713;top:4337;width:8;height:2" coordorigin="9713,4337" coordsize="8,2">
              <v:shape style="position:absolute;left:9713;top:4337;width:8;height:2" coordorigin="9713,4337" coordsize="8,0" path="m9713,4337l9721,4337e" filled="false" stroked="true" strokeweight=".48pt" strokecolor="#000000">
                <v:path arrowok="t"/>
              </v:shape>
            </v:group>
            <v:group style="position:absolute;left:9713;top:4361;width:8;height:2" coordorigin="9713,4361" coordsize="8,2">
              <v:shape style="position:absolute;left:9713;top:4361;width:8;height:2" coordorigin="9713,4361" coordsize="8,0" path="m9713,4361l9721,4361e" filled="false" stroked="true" strokeweight=".48pt" strokecolor="#000000">
                <v:path arrowok="t"/>
              </v:shape>
            </v:group>
            <v:group style="position:absolute;left:9713;top:4385;width:8;height:2" coordorigin="9713,4385" coordsize="8,2">
              <v:shape style="position:absolute;left:9713;top:4385;width:8;height:2" coordorigin="9713,4385" coordsize="8,0" path="m9713,4385l9721,4385e" filled="false" stroked="true" strokeweight=".48pt" strokecolor="#000000">
                <v:path arrowok="t"/>
              </v:shape>
            </v:group>
            <v:group style="position:absolute;left:9713;top:4409;width:8;height:2" coordorigin="9713,4409" coordsize="8,2">
              <v:shape style="position:absolute;left:9713;top:4409;width:8;height:2" coordorigin="9713,4409" coordsize="8,0" path="m9713,4409l9721,4409e" filled="false" stroked="true" strokeweight=".48pt" strokecolor="#000000">
                <v:path arrowok="t"/>
              </v:shape>
            </v:group>
            <v:group style="position:absolute;left:9713;top:4433;width:8;height:2" coordorigin="9713,4433" coordsize="8,2">
              <v:shape style="position:absolute;left:9713;top:4433;width:8;height:2" coordorigin="9713,4433" coordsize="8,0" path="m9713,4433l9721,4433e" filled="false" stroked="true" strokeweight=".48pt" strokecolor="#000000">
                <v:path arrowok="t"/>
              </v:shape>
            </v:group>
            <v:group style="position:absolute;left:9713;top:4457;width:8;height:2" coordorigin="9713,4457" coordsize="8,2">
              <v:shape style="position:absolute;left:9713;top:4457;width:8;height:2" coordorigin="9713,4457" coordsize="8,0" path="m9713,4457l9721,4457e" filled="false" stroked="true" strokeweight=".48pt" strokecolor="#000000">
                <v:path arrowok="t"/>
              </v:shape>
            </v:group>
            <v:group style="position:absolute;left:9713;top:4481;width:8;height:2" coordorigin="9713,4481" coordsize="8,2">
              <v:shape style="position:absolute;left:9713;top:4481;width:8;height:2" coordorigin="9713,4481" coordsize="8,0" path="m9713,4481l9721,4481e" filled="false" stroked="true" strokeweight=".48pt" strokecolor="#000000">
                <v:path arrowok="t"/>
              </v:shape>
            </v:group>
            <v:group style="position:absolute;left:9713;top:4505;width:8;height:2" coordorigin="9713,4505" coordsize="8,2">
              <v:shape style="position:absolute;left:9713;top:4505;width:8;height:2" coordorigin="9713,4505" coordsize="8,0" path="m9713,4505l9721,4505e" filled="false" stroked="true" strokeweight=".48pt" strokecolor="#000000">
                <v:path arrowok="t"/>
              </v:shape>
            </v:group>
            <v:group style="position:absolute;left:9713;top:4529;width:8;height:2" coordorigin="9713,4529" coordsize="8,2">
              <v:shape style="position:absolute;left:9713;top:4529;width:8;height:2" coordorigin="9713,4529" coordsize="8,0" path="m9713,4529l9721,4529e" filled="false" stroked="true" strokeweight=".48pt" strokecolor="#000000">
                <v:path arrowok="t"/>
              </v:shape>
            </v:group>
            <v:group style="position:absolute;left:9713;top:4553;width:8;height:2" coordorigin="9713,4553" coordsize="8,2">
              <v:shape style="position:absolute;left:9713;top:4553;width:8;height:2" coordorigin="9713,4553" coordsize="8,0" path="m9713,4553l9721,4553e" filled="false" stroked="true" strokeweight=".48pt" strokecolor="#000000">
                <v:path arrowok="t"/>
              </v:shape>
            </v:group>
            <v:group style="position:absolute;left:9713;top:4577;width:8;height:2" coordorigin="9713,4577" coordsize="8,2">
              <v:shape style="position:absolute;left:9713;top:4577;width:8;height:2" coordorigin="9713,4577" coordsize="8,0" path="m9713,4577l9721,4577e" filled="false" stroked="true" strokeweight=".48pt" strokecolor="#000000">
                <v:path arrowok="t"/>
              </v:shape>
            </v:group>
            <v:group style="position:absolute;left:9713;top:4601;width:8;height:2" coordorigin="9713,4601" coordsize="8,2">
              <v:shape style="position:absolute;left:9713;top:4601;width:8;height:2" coordorigin="9713,4601" coordsize="8,0" path="m9713,4601l9721,4601e" filled="false" stroked="true" strokeweight=".48pt" strokecolor="#000000">
                <v:path arrowok="t"/>
              </v:shape>
            </v:group>
            <v:group style="position:absolute;left:9713;top:4625;width:8;height:2" coordorigin="9713,4625" coordsize="8,2">
              <v:shape style="position:absolute;left:9713;top:4625;width:8;height:2" coordorigin="9713,4625" coordsize="8,0" path="m9713,4625l9721,4625e" filled="false" stroked="true" strokeweight=".48pt" strokecolor="#000000">
                <v:path arrowok="t"/>
              </v:shape>
            </v:group>
            <v:group style="position:absolute;left:9713;top:4649;width:8;height:2" coordorigin="9713,4649" coordsize="8,2">
              <v:shape style="position:absolute;left:9713;top:4649;width:8;height:2" coordorigin="9713,4649" coordsize="8,0" path="m9713,4649l9721,4649e" filled="false" stroked="true" strokeweight=".48pt" strokecolor="#000000">
                <v:path arrowok="t"/>
              </v:shape>
            </v:group>
            <v:group style="position:absolute;left:9713;top:4673;width:8;height:2" coordorigin="9713,4673" coordsize="8,2">
              <v:shape style="position:absolute;left:9713;top:4673;width:8;height:2" coordorigin="9713,4673" coordsize="8,0" path="m9713,4673l9721,4673e" filled="false" stroked="true" strokeweight=".48pt" strokecolor="#000000">
                <v:path arrowok="t"/>
              </v:shape>
            </v:group>
            <v:group style="position:absolute;left:9713;top:4697;width:8;height:2" coordorigin="9713,4697" coordsize="8,2">
              <v:shape style="position:absolute;left:9713;top:4697;width:8;height:2" coordorigin="9713,4697" coordsize="8,0" path="m9713,4697l9721,4697e" filled="false" stroked="true" strokeweight=".48pt" strokecolor="#000000">
                <v:path arrowok="t"/>
              </v:shape>
            </v:group>
            <v:group style="position:absolute;left:9713;top:4721;width:8;height:2" coordorigin="9713,4721" coordsize="8,2">
              <v:shape style="position:absolute;left:9713;top:4721;width:8;height:2" coordorigin="9713,4721" coordsize="8,0" path="m9713,4721l9721,4721e" filled="false" stroked="true" strokeweight=".48pt" strokecolor="#000000">
                <v:path arrowok="t"/>
              </v:shape>
            </v:group>
            <v:group style="position:absolute;left:9713;top:4745;width:8;height:2" coordorigin="9713,4745" coordsize="8,2">
              <v:shape style="position:absolute;left:9713;top:4745;width:8;height:2" coordorigin="9713,4745" coordsize="8,0" path="m9713,4745l9721,4745e" filled="false" stroked="true" strokeweight=".48pt" strokecolor="#000000">
                <v:path arrowok="t"/>
              </v:shape>
            </v:group>
            <v:group style="position:absolute;left:9713;top:4769;width:8;height:2" coordorigin="9713,4769" coordsize="8,2">
              <v:shape style="position:absolute;left:9713;top:4769;width:8;height:2" coordorigin="9713,4769" coordsize="8,0" path="m9713,4769l9721,4769e" filled="false" stroked="true" strokeweight=".48pt" strokecolor="#000000">
                <v:path arrowok="t"/>
              </v:shape>
            </v:group>
            <v:group style="position:absolute;left:9713;top:4793;width:8;height:2" coordorigin="9713,4793" coordsize="8,2">
              <v:shape style="position:absolute;left:9713;top:4793;width:8;height:2" coordorigin="9713,4793" coordsize="8,0" path="m9713,4793l9721,4793e" filled="false" stroked="true" strokeweight=".48pt" strokecolor="#000000">
                <v:path arrowok="t"/>
              </v:shape>
            </v:group>
            <v:group style="position:absolute;left:9713;top:4817;width:8;height:2" coordorigin="9713,4817" coordsize="8,2">
              <v:shape style="position:absolute;left:9713;top:4817;width:8;height:2" coordorigin="9713,4817" coordsize="8,0" path="m9713,4817l9721,4817e" filled="false" stroked="true" strokeweight=".48pt" strokecolor="#000000">
                <v:path arrowok="t"/>
              </v:shape>
            </v:group>
            <v:group style="position:absolute;left:9713;top:4841;width:8;height:2" coordorigin="9713,4841" coordsize="8,2">
              <v:shape style="position:absolute;left:9713;top:4841;width:8;height:2" coordorigin="9713,4841" coordsize="8,0" path="m9713,4841l9721,4841e" filled="false" stroked="true" strokeweight=".48pt" strokecolor="#000000">
                <v:path arrowok="t"/>
              </v:shape>
            </v:group>
            <v:group style="position:absolute;left:9713;top:4865;width:8;height:2" coordorigin="9713,4865" coordsize="8,2">
              <v:shape style="position:absolute;left:9713;top:4865;width:8;height:2" coordorigin="9713,4865" coordsize="8,0" path="m9713,4865l9721,4865e" filled="false" stroked="true" strokeweight=".48pt" strokecolor="#000000">
                <v:path arrowok="t"/>
              </v:shape>
            </v:group>
            <v:group style="position:absolute;left:9713;top:4889;width:8;height:2" coordorigin="9713,4889" coordsize="8,2">
              <v:shape style="position:absolute;left:9713;top:4889;width:8;height:2" coordorigin="9713,4889" coordsize="8,0" path="m9713,4889l9721,4889e" filled="false" stroked="true" strokeweight=".48pt" strokecolor="#000000">
                <v:path arrowok="t"/>
              </v:shape>
            </v:group>
            <v:group style="position:absolute;left:9713;top:4913;width:8;height:2" coordorigin="9713,4913" coordsize="8,2">
              <v:shape style="position:absolute;left:9713;top:4913;width:8;height:2" coordorigin="9713,4913" coordsize="8,0" path="m9713,4913l9721,4913e" filled="false" stroked="true" strokeweight=".48pt" strokecolor="#000000">
                <v:path arrowok="t"/>
              </v:shape>
            </v:group>
            <v:group style="position:absolute;left:9713;top:4937;width:8;height:2" coordorigin="9713,4937" coordsize="8,2">
              <v:shape style="position:absolute;left:9713;top:4937;width:8;height:2" coordorigin="9713,4937" coordsize="8,0" path="m9713,4937l9721,4937e" filled="false" stroked="true" strokeweight=".48pt" strokecolor="#000000">
                <v:path arrowok="t"/>
              </v:shape>
            </v:group>
            <v:group style="position:absolute;left:9713;top:4961;width:8;height:2" coordorigin="9713,4961" coordsize="8,2">
              <v:shape style="position:absolute;left:9713;top:4961;width:8;height:2" coordorigin="9713,4961" coordsize="8,0" path="m9713,4961l9721,4961e" filled="false" stroked="true" strokeweight=".48pt" strokecolor="#000000">
                <v:path arrowok="t"/>
              </v:shape>
            </v:group>
            <v:group style="position:absolute;left:9713;top:4985;width:8;height:2" coordorigin="9713,4985" coordsize="8,2">
              <v:shape style="position:absolute;left:9713;top:4985;width:8;height:2" coordorigin="9713,4985" coordsize="8,0" path="m9713,4985l9721,4985e" filled="false" stroked="true" strokeweight=".48pt" strokecolor="#000000">
                <v:path arrowok="t"/>
              </v:shape>
            </v:group>
            <v:group style="position:absolute;left:9713;top:5009;width:8;height:2" coordorigin="9713,5009" coordsize="8,2">
              <v:shape style="position:absolute;left:9713;top:5009;width:8;height:2" coordorigin="9713,5009" coordsize="8,0" path="m9713,5009l9721,5009e" filled="false" stroked="true" strokeweight=".48pt" strokecolor="#000000">
                <v:path arrowok="t"/>
              </v:shape>
            </v:group>
            <v:group style="position:absolute;left:9713;top:5033;width:8;height:2" coordorigin="9713,5033" coordsize="8,2">
              <v:shape style="position:absolute;left:9713;top:5033;width:8;height:2" coordorigin="9713,5033" coordsize="8,0" path="m9713,5033l9721,5033e" filled="false" stroked="true" strokeweight=".48pt" strokecolor="#000000">
                <v:path arrowok="t"/>
              </v:shape>
            </v:group>
            <v:group style="position:absolute;left:9713;top:5057;width:8;height:2" coordorigin="9713,5057" coordsize="8,2">
              <v:shape style="position:absolute;left:9713;top:5057;width:8;height:2" coordorigin="9713,5057" coordsize="8,0" path="m9713,5057l9721,5057e" filled="false" stroked="true" strokeweight=".479pt" strokecolor="#000000">
                <v:path arrowok="t"/>
              </v:shape>
            </v:group>
            <v:group style="position:absolute;left:9713;top:5081;width:8;height:2" coordorigin="9713,5081" coordsize="8,2">
              <v:shape style="position:absolute;left:9713;top:5081;width:8;height:2" coordorigin="9713,5081" coordsize="8,0" path="m9713,5081l9721,5081e" filled="false" stroked="true" strokeweight=".48pt" strokecolor="#000000">
                <v:path arrowok="t"/>
              </v:shape>
            </v:group>
            <v:group style="position:absolute;left:9713;top:5105;width:8;height:2" coordorigin="9713,5105" coordsize="8,2">
              <v:shape style="position:absolute;left:9713;top:5105;width:8;height:2" coordorigin="9713,5105" coordsize="8,0" path="m9713,5105l9721,5105e" filled="false" stroked="true" strokeweight=".48pt" strokecolor="#000000">
                <v:path arrowok="t"/>
              </v:shape>
            </v:group>
            <v:group style="position:absolute;left:9713;top:5129;width:8;height:2" coordorigin="9713,5129" coordsize="8,2">
              <v:shape style="position:absolute;left:9713;top:5129;width:8;height:2" coordorigin="9713,5129" coordsize="8,0" path="m9713,5129l9721,5129e" filled="false" stroked="true" strokeweight=".48pt" strokecolor="#000000">
                <v:path arrowok="t"/>
              </v:shape>
            </v:group>
            <v:group style="position:absolute;left:9713;top:5153;width:8;height:2" coordorigin="9713,5153" coordsize="8,2">
              <v:shape style="position:absolute;left:9713;top:5153;width:8;height:2" coordorigin="9713,5153" coordsize="8,0" path="m9713,5153l9721,5153e" filled="false" stroked="true" strokeweight=".48pt" strokecolor="#000000">
                <v:path arrowok="t"/>
              </v:shape>
            </v:group>
            <v:group style="position:absolute;left:9713;top:5177;width:8;height:2" coordorigin="9713,5177" coordsize="8,2">
              <v:shape style="position:absolute;left:9713;top:5177;width:8;height:2" coordorigin="9713,5177" coordsize="8,0" path="m9713,5177l9721,5177e" filled="false" stroked="true" strokeweight=".48pt" strokecolor="#000000">
                <v:path arrowok="t"/>
              </v:shape>
            </v:group>
            <v:group style="position:absolute;left:9713;top:5201;width:8;height:2" coordorigin="9713,5201" coordsize="8,2">
              <v:shape style="position:absolute;left:9713;top:5201;width:8;height:2" coordorigin="9713,5201" coordsize="8,0" path="m9713,5201l9721,5201e" filled="false" stroked="true" strokeweight=".48pt" strokecolor="#000000">
                <v:path arrowok="t"/>
              </v:shape>
            </v:group>
            <v:group style="position:absolute;left:9713;top:5225;width:8;height:2" coordorigin="9713,5225" coordsize="8,2">
              <v:shape style="position:absolute;left:9713;top:5225;width:8;height:2" coordorigin="9713,5225" coordsize="8,0" path="m9713,5225l9721,5225e" filled="false" stroked="true" strokeweight=".48pt" strokecolor="#000000">
                <v:path arrowok="t"/>
              </v:shape>
            </v:group>
            <v:group style="position:absolute;left:9713;top:5249;width:8;height:2" coordorigin="9713,5249" coordsize="8,2">
              <v:shape style="position:absolute;left:9713;top:5249;width:8;height:2" coordorigin="9713,5249" coordsize="8,0" path="m9713,5249l9721,5249e" filled="false" stroked="true" strokeweight=".48pt" strokecolor="#000000">
                <v:path arrowok="t"/>
              </v:shape>
            </v:group>
            <v:group style="position:absolute;left:9713;top:5273;width:8;height:2" coordorigin="9713,5273" coordsize="8,2">
              <v:shape style="position:absolute;left:9713;top:5273;width:8;height:2" coordorigin="9713,5273" coordsize="8,0" path="m9713,5273l9721,5273e" filled="false" stroked="true" strokeweight=".48pt" strokecolor="#000000">
                <v:path arrowok="t"/>
              </v:shape>
            </v:group>
            <v:group style="position:absolute;left:9713;top:5297;width:8;height:2" coordorigin="9713,5297" coordsize="8,2">
              <v:shape style="position:absolute;left:9713;top:5297;width:8;height:2" coordorigin="9713,5297" coordsize="8,0" path="m9713,5297l9721,5297e" filled="false" stroked="true" strokeweight=".48pt" strokecolor="#000000">
                <v:path arrowok="t"/>
              </v:shape>
            </v:group>
            <v:group style="position:absolute;left:9713;top:5321;width:8;height:2" coordorigin="9713,5321" coordsize="8,2">
              <v:shape style="position:absolute;left:9713;top:5321;width:8;height:2" coordorigin="9713,5321" coordsize="8,0" path="m9713,5321l9721,5321e" filled="false" stroked="true" strokeweight=".48pt" strokecolor="#000000">
                <v:path arrowok="t"/>
              </v:shape>
            </v:group>
            <v:group style="position:absolute;left:9713;top:5345;width:8;height:2" coordorigin="9713,5345" coordsize="8,2">
              <v:shape style="position:absolute;left:9713;top:5345;width:8;height:2" coordorigin="9713,5345" coordsize="8,0" path="m9713,5345l9721,5345e" filled="false" stroked="true" strokeweight=".48pt" strokecolor="#000000">
                <v:path arrowok="t"/>
              </v:shape>
            </v:group>
            <v:group style="position:absolute;left:9713;top:5369;width:8;height:2" coordorigin="9713,5369" coordsize="8,2">
              <v:shape style="position:absolute;left:9713;top:5369;width:8;height:2" coordorigin="9713,5369" coordsize="8,0" path="m9713,5369l9721,5369e" filled="false" stroked="true" strokeweight=".48pt" strokecolor="#000000">
                <v:path arrowok="t"/>
              </v:shape>
            </v:group>
            <v:group style="position:absolute;left:9713;top:5393;width:8;height:2" coordorigin="9713,5393" coordsize="8,2">
              <v:shape style="position:absolute;left:9713;top:5393;width:8;height:2" coordorigin="9713,5393" coordsize="8,0" path="m9713,5393l9721,5393e" filled="false" stroked="true" strokeweight=".48pt" strokecolor="#000000">
                <v:path arrowok="t"/>
              </v:shape>
            </v:group>
            <v:group style="position:absolute;left:9713;top:5417;width:8;height:2" coordorigin="9713,5417" coordsize="8,2">
              <v:shape style="position:absolute;left:9713;top:5417;width:8;height:2" coordorigin="9713,5417" coordsize="8,0" path="m9713,5417l9721,5417e" filled="false" stroked="true" strokeweight=".48pt" strokecolor="#000000">
                <v:path arrowok="t"/>
              </v:shape>
            </v:group>
            <v:group style="position:absolute;left:9713;top:5441;width:8;height:2" coordorigin="9713,5441" coordsize="8,2">
              <v:shape style="position:absolute;left:9713;top:5441;width:8;height:2" coordorigin="9713,5441" coordsize="8,0" path="m9713,5441l9721,5441e" filled="false" stroked="true" strokeweight=".48pt" strokecolor="#000000">
                <v:path arrowok="t"/>
              </v:shape>
            </v:group>
            <v:group style="position:absolute;left:9713;top:5464;width:8;height:2" coordorigin="9713,5464" coordsize="8,2">
              <v:shape style="position:absolute;left:9713;top:5464;width:8;height:2" coordorigin="9713,5464" coordsize="8,0" path="m9713,5464l9721,5464e" filled="false" stroked="true" strokeweight=".48pt" strokecolor="#000000">
                <v:path arrowok="t"/>
              </v:shape>
            </v:group>
            <v:group style="position:absolute;left:9713;top:5488;width:8;height:2" coordorigin="9713,5488" coordsize="8,2">
              <v:shape style="position:absolute;left:9713;top:5488;width:8;height:2" coordorigin="9713,5488" coordsize="8,0" path="m9713,5488l9721,5488e" filled="false" stroked="true" strokeweight=".48pt" strokecolor="#000000">
                <v:path arrowok="t"/>
              </v:shape>
            </v:group>
            <v:group style="position:absolute;left:1361;top:89;width:8;height:2" coordorigin="1361,89" coordsize="8,2">
              <v:shape style="position:absolute;left:1361;top:89;width:8;height:2" coordorigin="1361,89" coordsize="8,0" path="m1361,89l1368,89e" filled="false" stroked="true" strokeweight=".48pt" strokecolor="#000000">
                <v:path arrowok="t"/>
              </v:shape>
            </v:group>
            <v:group style="position:absolute;left:1361;top:113;width:8;height:2" coordorigin="1361,113" coordsize="8,2">
              <v:shape style="position:absolute;left:1361;top:113;width:8;height:2" coordorigin="1361,113" coordsize="8,0" path="m1361,113l1368,113e" filled="false" stroked="true" strokeweight=".48pt" strokecolor="#000000">
                <v:path arrowok="t"/>
              </v:shape>
            </v:group>
            <v:group style="position:absolute;left:1361;top:137;width:8;height:2" coordorigin="1361,137" coordsize="8,2">
              <v:shape style="position:absolute;left:1361;top:137;width:8;height:2" coordorigin="1361,137" coordsize="8,0" path="m1361,137l1368,137e" filled="false" stroked="true" strokeweight=".48pt" strokecolor="#000000">
                <v:path arrowok="t"/>
              </v:shape>
            </v:group>
            <v:group style="position:absolute;left:1361;top:161;width:8;height:2" coordorigin="1361,161" coordsize="8,2">
              <v:shape style="position:absolute;left:1361;top:161;width:8;height:2" coordorigin="1361,161" coordsize="8,0" path="m1361,161l1368,161e" filled="false" stroked="true" strokeweight=".48pt" strokecolor="#000000">
                <v:path arrowok="t"/>
              </v:shape>
            </v:group>
            <v:group style="position:absolute;left:1361;top:185;width:8;height:2" coordorigin="1361,185" coordsize="8,2">
              <v:shape style="position:absolute;left:1361;top:185;width:8;height:2" coordorigin="1361,185" coordsize="8,0" path="m1361,185l1368,185e" filled="false" stroked="true" strokeweight=".48pt" strokecolor="#000000">
                <v:path arrowok="t"/>
              </v:shape>
            </v:group>
            <v:group style="position:absolute;left:1361;top:209;width:8;height:2" coordorigin="1361,209" coordsize="8,2">
              <v:shape style="position:absolute;left:1361;top:209;width:8;height:2" coordorigin="1361,209" coordsize="8,0" path="m1361,209l1368,209e" filled="false" stroked="true" strokeweight=".48pt" strokecolor="#000000">
                <v:path arrowok="t"/>
              </v:shape>
            </v:group>
            <v:group style="position:absolute;left:1361;top:233;width:8;height:2" coordorigin="1361,233" coordsize="8,2">
              <v:shape style="position:absolute;left:1361;top:233;width:8;height:2" coordorigin="1361,233" coordsize="8,0" path="m1361,233l1368,233e" filled="false" stroked="true" strokeweight=".48pt" strokecolor="#000000">
                <v:path arrowok="t"/>
              </v:shape>
            </v:group>
            <v:group style="position:absolute;left:1361;top:257;width:8;height:2" coordorigin="1361,257" coordsize="8,2">
              <v:shape style="position:absolute;left:1361;top:257;width:8;height:2" coordorigin="1361,257" coordsize="8,0" path="m1361,257l1368,257e" filled="false" stroked="true" strokeweight=".48pt" strokecolor="#000000">
                <v:path arrowok="t"/>
              </v:shape>
            </v:group>
            <v:group style="position:absolute;left:1361;top:281;width:8;height:2" coordorigin="1361,281" coordsize="8,2">
              <v:shape style="position:absolute;left:1361;top:281;width:8;height:2" coordorigin="1361,281" coordsize="8,0" path="m1361,281l1368,281e" filled="false" stroked="true" strokeweight=".48pt" strokecolor="#000000">
                <v:path arrowok="t"/>
              </v:shape>
            </v:group>
            <v:group style="position:absolute;left:1361;top:305;width:8;height:2" coordorigin="1361,305" coordsize="8,2">
              <v:shape style="position:absolute;left:1361;top:305;width:8;height:2" coordorigin="1361,305" coordsize="8,0" path="m1361,305l1368,305e" filled="false" stroked="true" strokeweight=".48pt" strokecolor="#000000">
                <v:path arrowok="t"/>
              </v:shape>
            </v:group>
            <v:group style="position:absolute;left:1361;top:329;width:8;height:2" coordorigin="1361,329" coordsize="8,2">
              <v:shape style="position:absolute;left:1361;top:329;width:8;height:2" coordorigin="1361,329" coordsize="8,0" path="m1361,329l1368,329e" filled="false" stroked="true" strokeweight=".48pt" strokecolor="#000000">
                <v:path arrowok="t"/>
              </v:shape>
            </v:group>
            <v:group style="position:absolute;left:1361;top:353;width:8;height:2" coordorigin="1361,353" coordsize="8,2">
              <v:shape style="position:absolute;left:1361;top:353;width:8;height:2" coordorigin="1361,353" coordsize="8,0" path="m1361,353l1368,353e" filled="false" stroked="true" strokeweight=".48pt" strokecolor="#000000">
                <v:path arrowok="t"/>
              </v:shape>
            </v:group>
            <v:group style="position:absolute;left:1361;top:377;width:8;height:2" coordorigin="1361,377" coordsize="8,2">
              <v:shape style="position:absolute;left:1361;top:377;width:8;height:2" coordorigin="1361,377" coordsize="8,0" path="m1361,377l1368,377e" filled="false" stroked="true" strokeweight=".48pt" strokecolor="#000000">
                <v:path arrowok="t"/>
              </v:shape>
            </v:group>
            <v:group style="position:absolute;left:1361;top:401;width:8;height:2" coordorigin="1361,401" coordsize="8,2">
              <v:shape style="position:absolute;left:1361;top:401;width:8;height:2" coordorigin="1361,401" coordsize="8,0" path="m1361,401l1368,401e" filled="false" stroked="true" strokeweight=".48pt" strokecolor="#000000">
                <v:path arrowok="t"/>
              </v:shape>
            </v:group>
            <v:group style="position:absolute;left:1361;top:425;width:8;height:2" coordorigin="1361,425" coordsize="8,2">
              <v:shape style="position:absolute;left:1361;top:425;width:8;height:2" coordorigin="1361,425" coordsize="8,0" path="m1361,425l1368,425e" filled="false" stroked="true" strokeweight=".48pt" strokecolor="#000000">
                <v:path arrowok="t"/>
              </v:shape>
            </v:group>
            <v:group style="position:absolute;left:1361;top:449;width:8;height:2" coordorigin="1361,449" coordsize="8,2">
              <v:shape style="position:absolute;left:1361;top:449;width:8;height:2" coordorigin="1361,449" coordsize="8,0" path="m1361,449l1368,449e" filled="false" stroked="true" strokeweight=".48pt" strokecolor="#000000">
                <v:path arrowok="t"/>
              </v:shape>
            </v:group>
            <v:group style="position:absolute;left:1361;top:473;width:8;height:2" coordorigin="1361,473" coordsize="8,2">
              <v:shape style="position:absolute;left:1361;top:473;width:8;height:2" coordorigin="1361,473" coordsize="8,0" path="m1361,473l1368,473e" filled="false" stroked="true" strokeweight=".48pt" strokecolor="#000000">
                <v:path arrowok="t"/>
              </v:shape>
            </v:group>
            <v:group style="position:absolute;left:1361;top:497;width:8;height:2" coordorigin="1361,497" coordsize="8,2">
              <v:shape style="position:absolute;left:1361;top:497;width:8;height:2" coordorigin="1361,497" coordsize="8,0" path="m1361,497l1368,497e" filled="false" stroked="true" strokeweight=".48pt" strokecolor="#000000">
                <v:path arrowok="t"/>
              </v:shape>
            </v:group>
            <v:group style="position:absolute;left:1361;top:521;width:8;height:2" coordorigin="1361,521" coordsize="8,2">
              <v:shape style="position:absolute;left:1361;top:521;width:8;height:2" coordorigin="1361,521" coordsize="8,0" path="m1361,521l1368,521e" filled="false" stroked="true" strokeweight=".48pt" strokecolor="#000000">
                <v:path arrowok="t"/>
              </v:shape>
            </v:group>
            <v:group style="position:absolute;left:1361;top:545;width:8;height:2" coordorigin="1361,545" coordsize="8,2">
              <v:shape style="position:absolute;left:1361;top:545;width:8;height:2" coordorigin="1361,545" coordsize="8,0" path="m1361,545l1368,545e" filled="false" stroked="true" strokeweight=".48pt" strokecolor="#000000">
                <v:path arrowok="t"/>
              </v:shape>
            </v:group>
            <v:group style="position:absolute;left:1361;top:569;width:8;height:2" coordorigin="1361,569" coordsize="8,2">
              <v:shape style="position:absolute;left:1361;top:569;width:8;height:2" coordorigin="1361,569" coordsize="8,0" path="m1361,569l1368,569e" filled="false" stroked="true" strokeweight=".48pt" strokecolor="#000000">
                <v:path arrowok="t"/>
              </v:shape>
            </v:group>
            <v:group style="position:absolute;left:1361;top:593;width:8;height:2" coordorigin="1361,593" coordsize="8,2">
              <v:shape style="position:absolute;left:1361;top:593;width:8;height:2" coordorigin="1361,593" coordsize="8,0" path="m1361,593l1368,593e" filled="false" stroked="true" strokeweight=".48pt" strokecolor="#000000">
                <v:path arrowok="t"/>
              </v:shape>
            </v:group>
            <v:group style="position:absolute;left:1361;top:617;width:8;height:2" coordorigin="1361,617" coordsize="8,2">
              <v:shape style="position:absolute;left:1361;top:617;width:8;height:2" coordorigin="1361,617" coordsize="8,0" path="m1361,617l1368,617e" filled="false" stroked="true" strokeweight=".48pt" strokecolor="#000000">
                <v:path arrowok="t"/>
              </v:shape>
            </v:group>
            <v:group style="position:absolute;left:1361;top:641;width:8;height:2" coordorigin="1361,641" coordsize="8,2">
              <v:shape style="position:absolute;left:1361;top:641;width:8;height:2" coordorigin="1361,641" coordsize="8,0" path="m1361,641l1368,641e" filled="false" stroked="true" strokeweight=".479pt" strokecolor="#000000">
                <v:path arrowok="t"/>
              </v:shape>
            </v:group>
            <v:group style="position:absolute;left:1361;top:665;width:8;height:2" coordorigin="1361,665" coordsize="8,2">
              <v:shape style="position:absolute;left:1361;top:665;width:8;height:2" coordorigin="1361,665" coordsize="8,0" path="m1361,665l1368,665e" filled="false" stroked="true" strokeweight=".48pt" strokecolor="#000000">
                <v:path arrowok="t"/>
              </v:shape>
            </v:group>
            <v:group style="position:absolute;left:1361;top:689;width:8;height:2" coordorigin="1361,689" coordsize="8,2">
              <v:shape style="position:absolute;left:1361;top:689;width:8;height:2" coordorigin="1361,689" coordsize="8,0" path="m1361,689l1368,689e" filled="false" stroked="true" strokeweight=".48pt" strokecolor="#000000">
                <v:path arrowok="t"/>
              </v:shape>
            </v:group>
            <v:group style="position:absolute;left:1361;top:713;width:8;height:2" coordorigin="1361,713" coordsize="8,2">
              <v:shape style="position:absolute;left:1361;top:713;width:8;height:2" coordorigin="1361,713" coordsize="8,0" path="m1361,713l1368,713e" filled="false" stroked="true" strokeweight=".48pt" strokecolor="#000000">
                <v:path arrowok="t"/>
              </v:shape>
            </v:group>
            <v:group style="position:absolute;left:1361;top:737;width:8;height:2" coordorigin="1361,737" coordsize="8,2">
              <v:shape style="position:absolute;left:1361;top:737;width:8;height:2" coordorigin="1361,737" coordsize="8,0" path="m1361,737l1368,737e" filled="false" stroked="true" strokeweight=".48pt" strokecolor="#000000">
                <v:path arrowok="t"/>
              </v:shape>
            </v:group>
            <v:group style="position:absolute;left:1361;top:761;width:8;height:2" coordorigin="1361,761" coordsize="8,2">
              <v:shape style="position:absolute;left:1361;top:761;width:8;height:2" coordorigin="1361,761" coordsize="8,0" path="m1361,761l1368,761e" filled="false" stroked="true" strokeweight=".48pt" strokecolor="#000000">
                <v:path arrowok="t"/>
              </v:shape>
            </v:group>
            <v:group style="position:absolute;left:1361;top:785;width:8;height:2" coordorigin="1361,785" coordsize="8,2">
              <v:shape style="position:absolute;left:1361;top:785;width:8;height:2" coordorigin="1361,785" coordsize="8,0" path="m1361,785l1368,785e" filled="false" stroked="true" strokeweight=".48pt" strokecolor="#000000">
                <v:path arrowok="t"/>
              </v:shape>
            </v:group>
            <v:group style="position:absolute;left:1361;top:809;width:8;height:2" coordorigin="1361,809" coordsize="8,2">
              <v:shape style="position:absolute;left:1361;top:809;width:8;height:2" coordorigin="1361,809" coordsize="8,0" path="m1361,809l1368,809e" filled="false" stroked="true" strokeweight=".48pt" strokecolor="#000000">
                <v:path arrowok="t"/>
              </v:shape>
            </v:group>
            <v:group style="position:absolute;left:1361;top:833;width:8;height:2" coordorigin="1361,833" coordsize="8,2">
              <v:shape style="position:absolute;left:1361;top:833;width:8;height:2" coordorigin="1361,833" coordsize="8,0" path="m1361,833l1368,833e" filled="false" stroked="true" strokeweight=".48pt" strokecolor="#000000">
                <v:path arrowok="t"/>
              </v:shape>
            </v:group>
            <v:group style="position:absolute;left:1361;top:857;width:8;height:2" coordorigin="1361,857" coordsize="8,2">
              <v:shape style="position:absolute;left:1361;top:857;width:8;height:2" coordorigin="1361,857" coordsize="8,0" path="m1361,857l1368,857e" filled="false" stroked="true" strokeweight=".48pt" strokecolor="#000000">
                <v:path arrowok="t"/>
              </v:shape>
            </v:group>
            <v:group style="position:absolute;left:1361;top:881;width:8;height:2" coordorigin="1361,881" coordsize="8,2">
              <v:shape style="position:absolute;left:1361;top:881;width:8;height:2" coordorigin="1361,881" coordsize="8,0" path="m1361,881l1368,881e" filled="false" stroked="true" strokeweight=".48pt" strokecolor="#000000">
                <v:path arrowok="t"/>
              </v:shape>
            </v:group>
            <v:group style="position:absolute;left:1361;top:905;width:8;height:2" coordorigin="1361,905" coordsize="8,2">
              <v:shape style="position:absolute;left:1361;top:905;width:8;height:2" coordorigin="1361,905" coordsize="8,0" path="m1361,905l1368,905e" filled="false" stroked="true" strokeweight=".48pt" strokecolor="#000000">
                <v:path arrowok="t"/>
              </v:shape>
            </v:group>
            <v:group style="position:absolute;left:1361;top:929;width:8;height:2" coordorigin="1361,929" coordsize="8,2">
              <v:shape style="position:absolute;left:1361;top:929;width:8;height:2" coordorigin="1361,929" coordsize="8,0" path="m1361,929l1368,929e" filled="false" stroked="true" strokeweight=".48pt" strokecolor="#000000">
                <v:path arrowok="t"/>
              </v:shape>
            </v:group>
            <v:group style="position:absolute;left:1361;top:953;width:8;height:2" coordorigin="1361,953" coordsize="8,2">
              <v:shape style="position:absolute;left:1361;top:953;width:8;height:2" coordorigin="1361,953" coordsize="8,0" path="m1361,953l1368,953e" filled="false" stroked="true" strokeweight=".48pt" strokecolor="#000000">
                <v:path arrowok="t"/>
              </v:shape>
            </v:group>
            <v:group style="position:absolute;left:1361;top:977;width:8;height:2" coordorigin="1361,977" coordsize="8,2">
              <v:shape style="position:absolute;left:1361;top:977;width:8;height:2" coordorigin="1361,977" coordsize="8,0" path="m1361,977l1368,977e" filled="false" stroked="true" strokeweight=".48pt" strokecolor="#000000">
                <v:path arrowok="t"/>
              </v:shape>
            </v:group>
            <v:group style="position:absolute;left:1361;top:1001;width:8;height:2" coordorigin="1361,1001" coordsize="8,2">
              <v:shape style="position:absolute;left:1361;top:1001;width:8;height:2" coordorigin="1361,1001" coordsize="8,0" path="m1361,1001l1368,1001e" filled="false" stroked="true" strokeweight=".48pt" strokecolor="#000000">
                <v:path arrowok="t"/>
              </v:shape>
            </v:group>
            <v:group style="position:absolute;left:1361;top:1025;width:8;height:2" coordorigin="1361,1025" coordsize="8,2">
              <v:shape style="position:absolute;left:1361;top:1025;width:8;height:2" coordorigin="1361,1025" coordsize="8,0" path="m1361,1025l1368,1025e" filled="false" stroked="true" strokeweight=".48pt" strokecolor="#000000">
                <v:path arrowok="t"/>
              </v:shape>
            </v:group>
            <v:group style="position:absolute;left:1361;top:1049;width:8;height:2" coordorigin="1361,1049" coordsize="8,2">
              <v:shape style="position:absolute;left:1361;top:1049;width:8;height:2" coordorigin="1361,1049" coordsize="8,0" path="m1361,1049l1368,1049e" filled="false" stroked="true" strokeweight=".48pt" strokecolor="#000000">
                <v:path arrowok="t"/>
              </v:shape>
            </v:group>
            <v:group style="position:absolute;left:1361;top:1073;width:8;height:2" coordorigin="1361,1073" coordsize="8,2">
              <v:shape style="position:absolute;left:1361;top:1073;width:8;height:2" coordorigin="1361,1073" coordsize="8,0" path="m1361,1073l1368,1073e" filled="false" stroked="true" strokeweight=".48pt" strokecolor="#000000">
                <v:path arrowok="t"/>
              </v:shape>
            </v:group>
            <v:group style="position:absolute;left:1361;top:1097;width:8;height:2" coordorigin="1361,1097" coordsize="8,2">
              <v:shape style="position:absolute;left:1361;top:1097;width:8;height:2" coordorigin="1361,1097" coordsize="8,0" path="m1361,1097l1368,1097e" filled="false" stroked="true" strokeweight=".48pt" strokecolor="#000000">
                <v:path arrowok="t"/>
              </v:shape>
            </v:group>
            <v:group style="position:absolute;left:1361;top:1121;width:8;height:2" coordorigin="1361,1121" coordsize="8,2">
              <v:shape style="position:absolute;left:1361;top:1121;width:8;height:2" coordorigin="1361,1121" coordsize="8,0" path="m1361,1121l1368,1121e" filled="false" stroked="true" strokeweight=".48pt" strokecolor="#000000">
                <v:path arrowok="t"/>
              </v:shape>
            </v:group>
            <v:group style="position:absolute;left:1361;top:1145;width:8;height:2" coordorigin="1361,1145" coordsize="8,2">
              <v:shape style="position:absolute;left:1361;top:1145;width:8;height:2" coordorigin="1361,1145" coordsize="8,0" path="m1361,1145l1368,1145e" filled="false" stroked="true" strokeweight=".48pt" strokecolor="#000000">
                <v:path arrowok="t"/>
              </v:shape>
            </v:group>
            <v:group style="position:absolute;left:1361;top:1169;width:8;height:2" coordorigin="1361,1169" coordsize="8,2">
              <v:shape style="position:absolute;left:1361;top:1169;width:8;height:2" coordorigin="1361,1169" coordsize="8,0" path="m1361,1169l1368,1169e" filled="false" stroked="true" strokeweight=".48pt" strokecolor="#000000">
                <v:path arrowok="t"/>
              </v:shape>
            </v:group>
            <v:group style="position:absolute;left:1361;top:1193;width:8;height:2" coordorigin="1361,1193" coordsize="8,2">
              <v:shape style="position:absolute;left:1361;top:1193;width:8;height:2" coordorigin="1361,1193" coordsize="8,0" path="m1361,1193l1368,1193e" filled="false" stroked="true" strokeweight=".48pt" strokecolor="#000000">
                <v:path arrowok="t"/>
              </v:shape>
            </v:group>
            <v:group style="position:absolute;left:1361;top:1217;width:8;height:2" coordorigin="1361,1217" coordsize="8,2">
              <v:shape style="position:absolute;left:1361;top:1217;width:8;height:2" coordorigin="1361,1217" coordsize="8,0" path="m1361,1217l1368,1217e" filled="false" stroked="true" strokeweight=".48pt" strokecolor="#000000">
                <v:path arrowok="t"/>
              </v:shape>
            </v:group>
            <v:group style="position:absolute;left:1361;top:1241;width:8;height:2" coordorigin="1361,1241" coordsize="8,2">
              <v:shape style="position:absolute;left:1361;top:1241;width:8;height:2" coordorigin="1361,1241" coordsize="8,0" path="m1361,1241l1368,1241e" filled="false" stroked="true" strokeweight=".48pt" strokecolor="#000000">
                <v:path arrowok="t"/>
              </v:shape>
            </v:group>
            <v:group style="position:absolute;left:1361;top:1265;width:8;height:2" coordorigin="1361,1265" coordsize="8,2">
              <v:shape style="position:absolute;left:1361;top:1265;width:8;height:2" coordorigin="1361,1265" coordsize="8,0" path="m1361,1265l1368,1265e" filled="false" stroked="true" strokeweight=".48pt" strokecolor="#000000">
                <v:path arrowok="t"/>
              </v:shape>
            </v:group>
            <v:group style="position:absolute;left:1361;top:1289;width:8;height:2" coordorigin="1361,1289" coordsize="8,2">
              <v:shape style="position:absolute;left:1361;top:1289;width:8;height:2" coordorigin="1361,1289" coordsize="8,0" path="m1361,1289l1368,1289e" filled="false" stroked="true" strokeweight=".48pt" strokecolor="#000000">
                <v:path arrowok="t"/>
              </v:shape>
            </v:group>
            <v:group style="position:absolute;left:1361;top:1313;width:8;height:2" coordorigin="1361,1313" coordsize="8,2">
              <v:shape style="position:absolute;left:1361;top:1313;width:8;height:2" coordorigin="1361,1313" coordsize="8,0" path="m1361,1313l1368,1313e" filled="false" stroked="true" strokeweight=".48pt" strokecolor="#000000">
                <v:path arrowok="t"/>
              </v:shape>
            </v:group>
            <v:group style="position:absolute;left:1361;top:1337;width:8;height:2" coordorigin="1361,1337" coordsize="8,2">
              <v:shape style="position:absolute;left:1361;top:1337;width:8;height:2" coordorigin="1361,1337" coordsize="8,0" path="m1361,1337l1368,1337e" filled="false" stroked="true" strokeweight=".48pt" strokecolor="#000000">
                <v:path arrowok="t"/>
              </v:shape>
            </v:group>
            <v:group style="position:absolute;left:1361;top:1361;width:8;height:2" coordorigin="1361,1361" coordsize="8,2">
              <v:shape style="position:absolute;left:1361;top:1361;width:8;height:2" coordorigin="1361,1361" coordsize="8,0" path="m1361,1361l1368,1361e" filled="false" stroked="true" strokeweight=".48pt" strokecolor="#000000">
                <v:path arrowok="t"/>
              </v:shape>
            </v:group>
            <v:group style="position:absolute;left:1361;top:1385;width:8;height:2" coordorigin="1361,1385" coordsize="8,2">
              <v:shape style="position:absolute;left:1361;top:1385;width:8;height:2" coordorigin="1361,1385" coordsize="8,0" path="m1361,1385l1368,1385e" filled="false" stroked="true" strokeweight=".479pt" strokecolor="#000000">
                <v:path arrowok="t"/>
              </v:shape>
            </v:group>
            <v:group style="position:absolute;left:1361;top:1409;width:8;height:2" coordorigin="1361,1409" coordsize="8,2">
              <v:shape style="position:absolute;left:1361;top:1409;width:8;height:2" coordorigin="1361,1409" coordsize="8,0" path="m1361,1409l1368,1409e" filled="false" stroked="true" strokeweight=".48pt" strokecolor="#000000">
                <v:path arrowok="t"/>
              </v:shape>
            </v:group>
            <v:group style="position:absolute;left:1361;top:1433;width:8;height:2" coordorigin="1361,1433" coordsize="8,2">
              <v:shape style="position:absolute;left:1361;top:1433;width:8;height:2" coordorigin="1361,1433" coordsize="8,0" path="m1361,1433l1368,1433e" filled="false" stroked="true" strokeweight=".48pt" strokecolor="#000000">
                <v:path arrowok="t"/>
              </v:shape>
            </v:group>
            <v:group style="position:absolute;left:1361;top:1457;width:8;height:2" coordorigin="1361,1457" coordsize="8,2">
              <v:shape style="position:absolute;left:1361;top:1457;width:8;height:2" coordorigin="1361,1457" coordsize="8,0" path="m1361,1457l1368,1457e" filled="false" stroked="true" strokeweight=".48pt" strokecolor="#000000">
                <v:path arrowok="t"/>
              </v:shape>
            </v:group>
            <v:group style="position:absolute;left:1361;top:1481;width:8;height:2" coordorigin="1361,1481" coordsize="8,2">
              <v:shape style="position:absolute;left:1361;top:1481;width:8;height:2" coordorigin="1361,1481" coordsize="8,0" path="m1361,1481l1368,1481e" filled="false" stroked="true" strokeweight=".48pt" strokecolor="#000000">
                <v:path arrowok="t"/>
              </v:shape>
            </v:group>
            <v:group style="position:absolute;left:1361;top:1505;width:8;height:2" coordorigin="1361,1505" coordsize="8,2">
              <v:shape style="position:absolute;left:1361;top:1505;width:8;height:2" coordorigin="1361,1505" coordsize="8,0" path="m1361,1505l1368,1505e" filled="false" stroked="true" strokeweight=".48pt" strokecolor="#000000">
                <v:path arrowok="t"/>
              </v:shape>
            </v:group>
            <v:group style="position:absolute;left:1361;top:1529;width:8;height:2" coordorigin="1361,1529" coordsize="8,2">
              <v:shape style="position:absolute;left:1361;top:1529;width:8;height:2" coordorigin="1361,1529" coordsize="8,0" path="m1361,1529l1368,1529e" filled="false" stroked="true" strokeweight=".48pt" strokecolor="#000000">
                <v:path arrowok="t"/>
              </v:shape>
            </v:group>
            <v:group style="position:absolute;left:1361;top:1553;width:8;height:2" coordorigin="1361,1553" coordsize="8,2">
              <v:shape style="position:absolute;left:1361;top:1553;width:8;height:2" coordorigin="1361,1553" coordsize="8,0" path="m1361,1553l1368,1553e" filled="false" stroked="true" strokeweight=".48pt" strokecolor="#000000">
                <v:path arrowok="t"/>
              </v:shape>
            </v:group>
            <v:group style="position:absolute;left:1361;top:1577;width:8;height:2" coordorigin="1361,1577" coordsize="8,2">
              <v:shape style="position:absolute;left:1361;top:1577;width:8;height:2" coordorigin="1361,1577" coordsize="8,0" path="m1361,1577l1368,1577e" filled="false" stroked="true" strokeweight=".48pt" strokecolor="#000000">
                <v:path arrowok="t"/>
              </v:shape>
            </v:group>
            <v:group style="position:absolute;left:1361;top:1601;width:8;height:2" coordorigin="1361,1601" coordsize="8,2">
              <v:shape style="position:absolute;left:1361;top:1601;width:8;height:2" coordorigin="1361,1601" coordsize="8,0" path="m1361,1601l1368,1601e" filled="false" stroked="true" strokeweight=".48pt" strokecolor="#000000">
                <v:path arrowok="t"/>
              </v:shape>
            </v:group>
            <v:group style="position:absolute;left:1361;top:1625;width:8;height:2" coordorigin="1361,1625" coordsize="8,2">
              <v:shape style="position:absolute;left:1361;top:1625;width:8;height:2" coordorigin="1361,1625" coordsize="8,0" path="m1361,1625l1368,1625e" filled="false" stroked="true" strokeweight=".48pt" strokecolor="#000000">
                <v:path arrowok="t"/>
              </v:shape>
            </v:group>
            <v:group style="position:absolute;left:1361;top:1649;width:8;height:2" coordorigin="1361,1649" coordsize="8,2">
              <v:shape style="position:absolute;left:1361;top:1649;width:8;height:2" coordorigin="1361,1649" coordsize="8,0" path="m1361,1649l1368,1649e" filled="false" stroked="true" strokeweight=".48pt" strokecolor="#000000">
                <v:path arrowok="t"/>
              </v:shape>
            </v:group>
            <v:group style="position:absolute;left:1361;top:1673;width:8;height:2" coordorigin="1361,1673" coordsize="8,2">
              <v:shape style="position:absolute;left:1361;top:1673;width:8;height:2" coordorigin="1361,1673" coordsize="8,0" path="m1361,1673l1368,1673e" filled="false" stroked="true" strokeweight=".48pt" strokecolor="#000000">
                <v:path arrowok="t"/>
              </v:shape>
            </v:group>
            <v:group style="position:absolute;left:1361;top:1697;width:8;height:2" coordorigin="1361,1697" coordsize="8,2">
              <v:shape style="position:absolute;left:1361;top:1697;width:8;height:2" coordorigin="1361,1697" coordsize="8,0" path="m1361,1697l1368,1697e" filled="false" stroked="true" strokeweight=".48pt" strokecolor="#000000">
                <v:path arrowok="t"/>
              </v:shape>
            </v:group>
            <v:group style="position:absolute;left:1361;top:1721;width:8;height:2" coordorigin="1361,1721" coordsize="8,2">
              <v:shape style="position:absolute;left:1361;top:1721;width:8;height:2" coordorigin="1361,1721" coordsize="8,0" path="m1361,1721l1368,1721e" filled="false" stroked="true" strokeweight=".48pt" strokecolor="#000000">
                <v:path arrowok="t"/>
              </v:shape>
            </v:group>
            <v:group style="position:absolute;left:1361;top:1745;width:8;height:2" coordorigin="1361,1745" coordsize="8,2">
              <v:shape style="position:absolute;left:1361;top:1745;width:8;height:2" coordorigin="1361,1745" coordsize="8,0" path="m1361,1745l1368,1745e" filled="false" stroked="true" strokeweight=".479pt" strokecolor="#000000">
                <v:path arrowok="t"/>
              </v:shape>
            </v:group>
            <v:group style="position:absolute;left:1361;top:1769;width:8;height:2" coordorigin="1361,1769" coordsize="8,2">
              <v:shape style="position:absolute;left:1361;top:1769;width:8;height:2" coordorigin="1361,1769" coordsize="8,0" path="m1361,1769l1368,1769e" filled="false" stroked="true" strokeweight=".48pt" strokecolor="#000000">
                <v:path arrowok="t"/>
              </v:shape>
            </v:group>
            <v:group style="position:absolute;left:1361;top:1793;width:8;height:2" coordorigin="1361,1793" coordsize="8,2">
              <v:shape style="position:absolute;left:1361;top:1793;width:8;height:2" coordorigin="1361,1793" coordsize="8,0" path="m1361,1793l1368,1793e" filled="false" stroked="true" strokeweight=".48pt" strokecolor="#000000">
                <v:path arrowok="t"/>
              </v:shape>
            </v:group>
            <v:group style="position:absolute;left:1361;top:1817;width:8;height:2" coordorigin="1361,1817" coordsize="8,2">
              <v:shape style="position:absolute;left:1361;top:1817;width:8;height:2" coordorigin="1361,1817" coordsize="8,0" path="m1361,1817l1368,1817e" filled="false" stroked="true" strokeweight=".48pt" strokecolor="#000000">
                <v:path arrowok="t"/>
              </v:shape>
            </v:group>
            <v:group style="position:absolute;left:1361;top:1841;width:8;height:2" coordorigin="1361,1841" coordsize="8,2">
              <v:shape style="position:absolute;left:1361;top:1841;width:8;height:2" coordorigin="1361,1841" coordsize="8,0" path="m1361,1841l1368,1841e" filled="false" stroked="true" strokeweight=".48pt" strokecolor="#000000">
                <v:path arrowok="t"/>
              </v:shape>
            </v:group>
            <v:group style="position:absolute;left:1361;top:1865;width:8;height:2" coordorigin="1361,1865" coordsize="8,2">
              <v:shape style="position:absolute;left:1361;top:1865;width:8;height:2" coordorigin="1361,1865" coordsize="8,0" path="m1361,1865l1368,1865e" filled="false" stroked="true" strokeweight=".48pt" strokecolor="#000000">
                <v:path arrowok="t"/>
              </v:shape>
            </v:group>
            <v:group style="position:absolute;left:1361;top:1889;width:8;height:2" coordorigin="1361,1889" coordsize="8,2">
              <v:shape style="position:absolute;left:1361;top:1889;width:8;height:2" coordorigin="1361,1889" coordsize="8,0" path="m1361,1889l1368,1889e" filled="false" stroked="true" strokeweight=".48pt" strokecolor="#000000">
                <v:path arrowok="t"/>
              </v:shape>
            </v:group>
            <v:group style="position:absolute;left:1361;top:1913;width:8;height:2" coordorigin="1361,1913" coordsize="8,2">
              <v:shape style="position:absolute;left:1361;top:1913;width:8;height:2" coordorigin="1361,1913" coordsize="8,0" path="m1361,1913l1368,1913e" filled="false" stroked="true" strokeweight=".48pt" strokecolor="#000000">
                <v:path arrowok="t"/>
              </v:shape>
            </v:group>
            <v:group style="position:absolute;left:1361;top:1937;width:8;height:2" coordorigin="1361,1937" coordsize="8,2">
              <v:shape style="position:absolute;left:1361;top:1937;width:8;height:2" coordorigin="1361,1937" coordsize="8,0" path="m1361,1937l1368,1937e" filled="false" stroked="true" strokeweight=".48pt" strokecolor="#000000">
                <v:path arrowok="t"/>
              </v:shape>
            </v:group>
            <v:group style="position:absolute;left:1361;top:1961;width:8;height:2" coordorigin="1361,1961" coordsize="8,2">
              <v:shape style="position:absolute;left:1361;top:1961;width:8;height:2" coordorigin="1361,1961" coordsize="8,0" path="m1361,1961l1368,1961e" filled="false" stroked="true" strokeweight=".48pt" strokecolor="#000000">
                <v:path arrowok="t"/>
              </v:shape>
            </v:group>
            <v:group style="position:absolute;left:1361;top:1985;width:8;height:2" coordorigin="1361,1985" coordsize="8,2">
              <v:shape style="position:absolute;left:1361;top:1985;width:8;height:2" coordorigin="1361,1985" coordsize="8,0" path="m1361,1985l1368,1985e" filled="false" stroked="true" strokeweight=".48pt" strokecolor="#000000">
                <v:path arrowok="t"/>
              </v:shape>
            </v:group>
            <v:group style="position:absolute;left:1361;top:2009;width:8;height:2" coordorigin="1361,2009" coordsize="8,2">
              <v:shape style="position:absolute;left:1361;top:2009;width:8;height:2" coordorigin="1361,2009" coordsize="8,0" path="m1361,2009l1368,2009e" filled="false" stroked="true" strokeweight=".48pt" strokecolor="#000000">
                <v:path arrowok="t"/>
              </v:shape>
            </v:group>
            <v:group style="position:absolute;left:1361;top:2033;width:8;height:2" coordorigin="1361,2033" coordsize="8,2">
              <v:shape style="position:absolute;left:1361;top:2033;width:8;height:2" coordorigin="1361,2033" coordsize="8,0" path="m1361,2033l1368,2033e" filled="false" stroked="true" strokeweight=".48pt" strokecolor="#000000">
                <v:path arrowok="t"/>
              </v:shape>
            </v:group>
            <v:group style="position:absolute;left:1361;top:2057;width:8;height:2" coordorigin="1361,2057" coordsize="8,2">
              <v:shape style="position:absolute;left:1361;top:2057;width:8;height:2" coordorigin="1361,2057" coordsize="8,0" path="m1361,2057l1368,2057e" filled="false" stroked="true" strokeweight=".48pt" strokecolor="#000000">
                <v:path arrowok="t"/>
              </v:shape>
            </v:group>
            <v:group style="position:absolute;left:1361;top:2081;width:8;height:2" coordorigin="1361,2081" coordsize="8,2">
              <v:shape style="position:absolute;left:1361;top:2081;width:8;height:2" coordorigin="1361,2081" coordsize="8,0" path="m1361,2081l1368,2081e" filled="false" stroked="true" strokeweight=".48pt" strokecolor="#000000">
                <v:path arrowok="t"/>
              </v:shape>
            </v:group>
            <v:group style="position:absolute;left:1361;top:2105;width:8;height:2" coordorigin="1361,2105" coordsize="8,2">
              <v:shape style="position:absolute;left:1361;top:2105;width:8;height:2" coordorigin="1361,2105" coordsize="8,0" path="m1361,2105l1368,2105e" filled="false" stroked="true" strokeweight=".48pt" strokecolor="#000000">
                <v:path arrowok="t"/>
              </v:shape>
            </v:group>
            <v:group style="position:absolute;left:1361;top:2129;width:8;height:2" coordorigin="1361,2129" coordsize="8,2">
              <v:shape style="position:absolute;left:1361;top:2129;width:8;height:2" coordorigin="1361,2129" coordsize="8,0" path="m1361,2129l1368,2129e" filled="false" stroked="true" strokeweight=".48pt" strokecolor="#000000">
                <v:path arrowok="t"/>
              </v:shape>
            </v:group>
            <v:group style="position:absolute;left:1361;top:2153;width:8;height:2" coordorigin="1361,2153" coordsize="8,2">
              <v:shape style="position:absolute;left:1361;top:2153;width:8;height:2" coordorigin="1361,2153" coordsize="8,0" path="m1361,2153l1368,2153e" filled="false" stroked="true" strokeweight=".48pt" strokecolor="#000000">
                <v:path arrowok="t"/>
              </v:shape>
            </v:group>
            <v:group style="position:absolute;left:1361;top:2177;width:8;height:2" coordorigin="1361,2177" coordsize="8,2">
              <v:shape style="position:absolute;left:1361;top:2177;width:8;height:2" coordorigin="1361,2177" coordsize="8,0" path="m1361,2177l1368,2177e" filled="false" stroked="true" strokeweight=".48pt" strokecolor="#000000">
                <v:path arrowok="t"/>
              </v:shape>
            </v:group>
            <v:group style="position:absolute;left:1361;top:2201;width:8;height:2" coordorigin="1361,2201" coordsize="8,2">
              <v:shape style="position:absolute;left:1361;top:2201;width:8;height:2" coordorigin="1361,2201" coordsize="8,0" path="m1361,2201l1368,2201e" filled="false" stroked="true" strokeweight=".48pt" strokecolor="#000000">
                <v:path arrowok="t"/>
              </v:shape>
            </v:group>
            <v:group style="position:absolute;left:1361;top:2225;width:8;height:2" coordorigin="1361,2225" coordsize="8,2">
              <v:shape style="position:absolute;left:1361;top:2225;width:8;height:2" coordorigin="1361,2225" coordsize="8,0" path="m1361,2225l1368,2225e" filled="false" stroked="true" strokeweight=".48pt" strokecolor="#000000">
                <v:path arrowok="t"/>
              </v:shape>
            </v:group>
            <v:group style="position:absolute;left:1361;top:2249;width:8;height:2" coordorigin="1361,2249" coordsize="8,2">
              <v:shape style="position:absolute;left:1361;top:2249;width:8;height:2" coordorigin="1361,2249" coordsize="8,0" path="m1361,2249l1368,2249e" filled="false" stroked="true" strokeweight=".48pt" strokecolor="#000000">
                <v:path arrowok="t"/>
              </v:shape>
            </v:group>
            <v:group style="position:absolute;left:1361;top:2273;width:8;height:2" coordorigin="1361,2273" coordsize="8,2">
              <v:shape style="position:absolute;left:1361;top:2273;width:8;height:2" coordorigin="1361,2273" coordsize="8,0" path="m1361,2273l1368,2273e" filled="false" stroked="true" strokeweight=".48pt" strokecolor="#000000">
                <v:path arrowok="t"/>
              </v:shape>
            </v:group>
            <v:group style="position:absolute;left:1361;top:2297;width:8;height:2" coordorigin="1361,2297" coordsize="8,2">
              <v:shape style="position:absolute;left:1361;top:2297;width:8;height:2" coordorigin="1361,2297" coordsize="8,0" path="m1361,2297l1368,2297e" filled="false" stroked="true" strokeweight=".48pt" strokecolor="#000000">
                <v:path arrowok="t"/>
              </v:shape>
            </v:group>
            <v:group style="position:absolute;left:1361;top:2321;width:8;height:2" coordorigin="1361,2321" coordsize="8,2">
              <v:shape style="position:absolute;left:1361;top:2321;width:8;height:2" coordorigin="1361,2321" coordsize="8,0" path="m1361,2321l1368,2321e" filled="false" stroked="true" strokeweight=".48pt" strokecolor="#000000">
                <v:path arrowok="t"/>
              </v:shape>
            </v:group>
            <v:group style="position:absolute;left:1361;top:2345;width:8;height:2" coordorigin="1361,2345" coordsize="8,2">
              <v:shape style="position:absolute;left:1361;top:2345;width:8;height:2" coordorigin="1361,2345" coordsize="8,0" path="m1361,2345l1368,2345e" filled="false" stroked="true" strokeweight=".48pt" strokecolor="#000000">
                <v:path arrowok="t"/>
              </v:shape>
            </v:group>
            <v:group style="position:absolute;left:1361;top:2369;width:8;height:2" coordorigin="1361,2369" coordsize="8,2">
              <v:shape style="position:absolute;left:1361;top:2369;width:8;height:2" coordorigin="1361,2369" coordsize="8,0" path="m1361,2369l1368,2369e" filled="false" stroked="true" strokeweight=".48pt" strokecolor="#000000">
                <v:path arrowok="t"/>
              </v:shape>
            </v:group>
            <v:group style="position:absolute;left:1361;top:2393;width:8;height:2" coordorigin="1361,2393" coordsize="8,2">
              <v:shape style="position:absolute;left:1361;top:2393;width:8;height:2" coordorigin="1361,2393" coordsize="8,0" path="m1361,2393l1368,2393e" filled="false" stroked="true" strokeweight=".48pt" strokecolor="#000000">
                <v:path arrowok="t"/>
              </v:shape>
            </v:group>
            <v:group style="position:absolute;left:1361;top:2417;width:8;height:2" coordorigin="1361,2417" coordsize="8,2">
              <v:shape style="position:absolute;left:1361;top:2417;width:8;height:2" coordorigin="1361,2417" coordsize="8,0" path="m1361,2417l1368,2417e" filled="false" stroked="true" strokeweight=".48pt" strokecolor="#000000">
                <v:path arrowok="t"/>
              </v:shape>
            </v:group>
            <v:group style="position:absolute;left:1361;top:2441;width:8;height:2" coordorigin="1361,2441" coordsize="8,2">
              <v:shape style="position:absolute;left:1361;top:2441;width:8;height:2" coordorigin="1361,2441" coordsize="8,0" path="m1361,2441l1368,2441e" filled="false" stroked="true" strokeweight=".48pt" strokecolor="#000000">
                <v:path arrowok="t"/>
              </v:shape>
            </v:group>
            <v:group style="position:absolute;left:1361;top:2465;width:8;height:2" coordorigin="1361,2465" coordsize="8,2">
              <v:shape style="position:absolute;left:1361;top:2465;width:8;height:2" coordorigin="1361,2465" coordsize="8,0" path="m1361,2465l1368,2465e" filled="false" stroked="true" strokeweight=".48pt" strokecolor="#000000">
                <v:path arrowok="t"/>
              </v:shape>
            </v:group>
            <v:group style="position:absolute;left:1361;top:2489;width:8;height:2" coordorigin="1361,2489" coordsize="8,2">
              <v:shape style="position:absolute;left:1361;top:2489;width:8;height:2" coordorigin="1361,2489" coordsize="8,0" path="m1361,2489l1368,2489e" filled="false" stroked="true" strokeweight=".479pt" strokecolor="#000000">
                <v:path arrowok="t"/>
              </v:shape>
            </v:group>
            <v:group style="position:absolute;left:1361;top:2513;width:8;height:2" coordorigin="1361,2513" coordsize="8,2">
              <v:shape style="position:absolute;left:1361;top:2513;width:8;height:2" coordorigin="1361,2513" coordsize="8,0" path="m1361,2513l1368,2513e" filled="false" stroked="true" strokeweight=".48pt" strokecolor="#000000">
                <v:path arrowok="t"/>
              </v:shape>
            </v:group>
            <v:group style="position:absolute;left:1361;top:2537;width:8;height:2" coordorigin="1361,2537" coordsize="8,2">
              <v:shape style="position:absolute;left:1361;top:2537;width:8;height:2" coordorigin="1361,2537" coordsize="8,0" path="m1361,2537l1368,2537e" filled="false" stroked="true" strokeweight=".48pt" strokecolor="#000000">
                <v:path arrowok="t"/>
              </v:shape>
            </v:group>
            <v:group style="position:absolute;left:1361;top:2561;width:8;height:2" coordorigin="1361,2561" coordsize="8,2">
              <v:shape style="position:absolute;left:1361;top:2561;width:8;height:2" coordorigin="1361,2561" coordsize="8,0" path="m1361,2561l1368,2561e" filled="false" stroked="true" strokeweight=".48pt" strokecolor="#000000">
                <v:path arrowok="t"/>
              </v:shape>
            </v:group>
            <v:group style="position:absolute;left:1361;top:2585;width:8;height:2" coordorigin="1361,2585" coordsize="8,2">
              <v:shape style="position:absolute;left:1361;top:2585;width:8;height:2" coordorigin="1361,2585" coordsize="8,0" path="m1361,2585l1368,2585e" filled="false" stroked="true" strokeweight=".48pt" strokecolor="#000000">
                <v:path arrowok="t"/>
              </v:shape>
            </v:group>
            <v:group style="position:absolute;left:1361;top:2609;width:8;height:2" coordorigin="1361,2609" coordsize="8,2">
              <v:shape style="position:absolute;left:1361;top:2609;width:8;height:2" coordorigin="1361,2609" coordsize="8,0" path="m1361,2609l1368,2609e" filled="false" stroked="true" strokeweight=".48pt" strokecolor="#000000">
                <v:path arrowok="t"/>
              </v:shape>
            </v:group>
            <v:group style="position:absolute;left:1361;top:2633;width:8;height:2" coordorigin="1361,2633" coordsize="8,2">
              <v:shape style="position:absolute;left:1361;top:2633;width:8;height:2" coordorigin="1361,2633" coordsize="8,0" path="m1361,2633l1368,2633e" filled="false" stroked="true" strokeweight=".48pt" strokecolor="#000000">
                <v:path arrowok="t"/>
              </v:shape>
            </v:group>
            <v:group style="position:absolute;left:1361;top:2657;width:8;height:2" coordorigin="1361,2657" coordsize="8,2">
              <v:shape style="position:absolute;left:1361;top:2657;width:8;height:2" coordorigin="1361,2657" coordsize="8,0" path="m1361,2657l1368,2657e" filled="false" stroked="true" strokeweight=".48pt" strokecolor="#000000">
                <v:path arrowok="t"/>
              </v:shape>
            </v:group>
            <v:group style="position:absolute;left:1361;top:2681;width:8;height:2" coordorigin="1361,2681" coordsize="8,2">
              <v:shape style="position:absolute;left:1361;top:2681;width:8;height:2" coordorigin="1361,2681" coordsize="8,0" path="m1361,2681l1368,2681e" filled="false" stroked="true" strokeweight=".48pt" strokecolor="#000000">
                <v:path arrowok="t"/>
              </v:shape>
            </v:group>
            <v:group style="position:absolute;left:1361;top:2705;width:8;height:2" coordorigin="1361,2705" coordsize="8,2">
              <v:shape style="position:absolute;left:1361;top:2705;width:8;height:2" coordorigin="1361,2705" coordsize="8,0" path="m1361,2705l1368,2705e" filled="false" stroked="true" strokeweight=".48pt" strokecolor="#000000">
                <v:path arrowok="t"/>
              </v:shape>
            </v:group>
            <v:group style="position:absolute;left:1361;top:2729;width:8;height:2" coordorigin="1361,2729" coordsize="8,2">
              <v:shape style="position:absolute;left:1361;top:2729;width:8;height:2" coordorigin="1361,2729" coordsize="8,0" path="m1361,2729l1368,2729e" filled="false" stroked="true" strokeweight=".48pt" strokecolor="#000000">
                <v:path arrowok="t"/>
              </v:shape>
            </v:group>
            <v:group style="position:absolute;left:1361;top:2753;width:8;height:2" coordorigin="1361,2753" coordsize="8,2">
              <v:shape style="position:absolute;left:1361;top:2753;width:8;height:2" coordorigin="1361,2753" coordsize="8,0" path="m1361,2753l1368,2753e" filled="false" stroked="true" strokeweight=".48pt" strokecolor="#000000">
                <v:path arrowok="t"/>
              </v:shape>
            </v:group>
            <v:group style="position:absolute;left:1361;top:2777;width:8;height:2" coordorigin="1361,2777" coordsize="8,2">
              <v:shape style="position:absolute;left:1361;top:2777;width:8;height:2" coordorigin="1361,2777" coordsize="8,0" path="m1361,2777l1368,2777e" filled="false" stroked="true" strokeweight=".48pt" strokecolor="#000000">
                <v:path arrowok="t"/>
              </v:shape>
            </v:group>
            <v:group style="position:absolute;left:1361;top:2801;width:8;height:2" coordorigin="1361,2801" coordsize="8,2">
              <v:shape style="position:absolute;left:1361;top:2801;width:8;height:2" coordorigin="1361,2801" coordsize="8,0" path="m1361,2801l1368,2801e" filled="false" stroked="true" strokeweight=".48pt" strokecolor="#000000">
                <v:path arrowok="t"/>
              </v:shape>
            </v:group>
            <v:group style="position:absolute;left:1361;top:2825;width:8;height:2" coordorigin="1361,2825" coordsize="8,2">
              <v:shape style="position:absolute;left:1361;top:2825;width:8;height:2" coordorigin="1361,2825" coordsize="8,0" path="m1361,2825l1368,2825e" filled="false" stroked="true" strokeweight=".48pt" strokecolor="#000000">
                <v:path arrowok="t"/>
              </v:shape>
            </v:group>
            <v:group style="position:absolute;left:1361;top:2849;width:8;height:2" coordorigin="1361,2849" coordsize="8,2">
              <v:shape style="position:absolute;left:1361;top:2849;width:8;height:2" coordorigin="1361,2849" coordsize="8,0" path="m1361,2849l1368,2849e" filled="false" stroked="true" strokeweight=".48pt" strokecolor="#000000">
                <v:path arrowok="t"/>
              </v:shape>
            </v:group>
            <v:group style="position:absolute;left:1361;top:2873;width:8;height:2" coordorigin="1361,2873" coordsize="8,2">
              <v:shape style="position:absolute;left:1361;top:2873;width:8;height:2" coordorigin="1361,2873" coordsize="8,0" path="m1361,2873l1368,2873e" filled="false" stroked="true" strokeweight=".48pt" strokecolor="#000000">
                <v:path arrowok="t"/>
              </v:shape>
            </v:group>
            <v:group style="position:absolute;left:1361;top:2897;width:8;height:2" coordorigin="1361,2897" coordsize="8,2">
              <v:shape style="position:absolute;left:1361;top:2897;width:8;height:2" coordorigin="1361,2897" coordsize="8,0" path="m1361,2897l1368,2897e" filled="false" stroked="true" strokeweight=".48pt" strokecolor="#000000">
                <v:path arrowok="t"/>
              </v:shape>
            </v:group>
            <v:group style="position:absolute;left:1361;top:2921;width:8;height:2" coordorigin="1361,2921" coordsize="8,2">
              <v:shape style="position:absolute;left:1361;top:2921;width:8;height:2" coordorigin="1361,2921" coordsize="8,0" path="m1361,2921l1368,2921e" filled="false" stroked="true" strokeweight=".48pt" strokecolor="#000000">
                <v:path arrowok="t"/>
              </v:shape>
            </v:group>
            <v:group style="position:absolute;left:1361;top:2945;width:8;height:2" coordorigin="1361,2945" coordsize="8,2">
              <v:shape style="position:absolute;left:1361;top:2945;width:8;height:2" coordorigin="1361,2945" coordsize="8,0" path="m1361,2945l1368,2945e" filled="false" stroked="true" strokeweight=".48pt" strokecolor="#000000">
                <v:path arrowok="t"/>
              </v:shape>
            </v:group>
            <v:group style="position:absolute;left:1361;top:2969;width:8;height:2" coordorigin="1361,2969" coordsize="8,2">
              <v:shape style="position:absolute;left:1361;top:2969;width:8;height:2" coordorigin="1361,2969" coordsize="8,0" path="m1361,2969l1368,2969e" filled="false" stroked="true" strokeweight=".48pt" strokecolor="#000000">
                <v:path arrowok="t"/>
              </v:shape>
            </v:group>
            <v:group style="position:absolute;left:1361;top:2993;width:8;height:2" coordorigin="1361,2993" coordsize="8,2">
              <v:shape style="position:absolute;left:1361;top:2993;width:8;height:2" coordorigin="1361,2993" coordsize="8,0" path="m1361,2993l1368,2993e" filled="false" stroked="true" strokeweight=".48pt" strokecolor="#000000">
                <v:path arrowok="t"/>
              </v:shape>
            </v:group>
            <v:group style="position:absolute;left:1361;top:3017;width:8;height:2" coordorigin="1361,3017" coordsize="8,2">
              <v:shape style="position:absolute;left:1361;top:3017;width:8;height:2" coordorigin="1361,3017" coordsize="8,0" path="m1361,3017l1368,3017e" filled="false" stroked="true" strokeweight=".48pt" strokecolor="#000000">
                <v:path arrowok="t"/>
              </v:shape>
            </v:group>
            <v:group style="position:absolute;left:1361;top:3041;width:8;height:2" coordorigin="1361,3041" coordsize="8,2">
              <v:shape style="position:absolute;left:1361;top:3041;width:8;height:2" coordorigin="1361,3041" coordsize="8,0" path="m1361,3041l1368,3041e" filled="false" stroked="true" strokeweight=".48pt" strokecolor="#000000">
                <v:path arrowok="t"/>
              </v:shape>
            </v:group>
            <v:group style="position:absolute;left:1361;top:3065;width:8;height:2" coordorigin="1361,3065" coordsize="8,2">
              <v:shape style="position:absolute;left:1361;top:3065;width:8;height:2" coordorigin="1361,3065" coordsize="8,0" path="m1361,3065l1368,3065e" filled="false" stroked="true" strokeweight=".48pt" strokecolor="#000000">
                <v:path arrowok="t"/>
              </v:shape>
            </v:group>
            <v:group style="position:absolute;left:1361;top:3089;width:8;height:2" coordorigin="1361,3089" coordsize="8,2">
              <v:shape style="position:absolute;left:1361;top:3089;width:8;height:2" coordorigin="1361,3089" coordsize="8,0" path="m1361,3089l1368,3089e" filled="false" stroked="true" strokeweight=".48pt" strokecolor="#000000">
                <v:path arrowok="t"/>
              </v:shape>
            </v:group>
            <v:group style="position:absolute;left:1361;top:3113;width:8;height:2" coordorigin="1361,3113" coordsize="8,2">
              <v:shape style="position:absolute;left:1361;top:3113;width:8;height:2" coordorigin="1361,3113" coordsize="8,0" path="m1361,3113l1368,3113e" filled="false" stroked="true" strokeweight=".48pt" strokecolor="#000000">
                <v:path arrowok="t"/>
              </v:shape>
            </v:group>
            <v:group style="position:absolute;left:1361;top:3137;width:8;height:2" coordorigin="1361,3137" coordsize="8,2">
              <v:shape style="position:absolute;left:1361;top:3137;width:8;height:2" coordorigin="1361,3137" coordsize="8,0" path="m1361,3137l1368,3137e" filled="false" stroked="true" strokeweight=".48pt" strokecolor="#000000">
                <v:path arrowok="t"/>
              </v:shape>
            </v:group>
            <v:group style="position:absolute;left:1361;top:3161;width:8;height:2" coordorigin="1361,3161" coordsize="8,2">
              <v:shape style="position:absolute;left:1361;top:3161;width:8;height:2" coordorigin="1361,3161" coordsize="8,0" path="m1361,3161l1368,3161e" filled="false" stroked="true" strokeweight=".48pt" strokecolor="#000000">
                <v:path arrowok="t"/>
              </v:shape>
            </v:group>
            <v:group style="position:absolute;left:1361;top:3185;width:8;height:2" coordorigin="1361,3185" coordsize="8,2">
              <v:shape style="position:absolute;left:1361;top:3185;width:8;height:2" coordorigin="1361,3185" coordsize="8,0" path="m1361,3185l1368,3185e" filled="false" stroked="true" strokeweight=".48pt" strokecolor="#000000">
                <v:path arrowok="t"/>
              </v:shape>
            </v:group>
            <v:group style="position:absolute;left:1361;top:3209;width:8;height:2" coordorigin="1361,3209" coordsize="8,2">
              <v:shape style="position:absolute;left:1361;top:3209;width:8;height:2" coordorigin="1361,3209" coordsize="8,0" path="m1361,3209l1368,3209e" filled="false" stroked="true" strokeweight=".48pt" strokecolor="#000000">
                <v:path arrowok="t"/>
              </v:shape>
            </v:group>
            <v:group style="position:absolute;left:1361;top:3233;width:8;height:2" coordorigin="1361,3233" coordsize="8,2">
              <v:shape style="position:absolute;left:1361;top:3233;width:8;height:2" coordorigin="1361,3233" coordsize="8,0" path="m1361,3233l1368,3233e" filled="false" stroked="true" strokeweight=".48pt" strokecolor="#000000">
                <v:path arrowok="t"/>
              </v:shape>
            </v:group>
            <v:group style="position:absolute;left:1361;top:3257;width:8;height:2" coordorigin="1361,3257" coordsize="8,2">
              <v:shape style="position:absolute;left:1361;top:3257;width:8;height:2" coordorigin="1361,3257" coordsize="8,0" path="m1361,3257l1368,3257e" filled="false" stroked="true" strokeweight=".48pt" strokecolor="#000000">
                <v:path arrowok="t"/>
              </v:shape>
            </v:group>
            <v:group style="position:absolute;left:1361;top:3281;width:8;height:2" coordorigin="1361,3281" coordsize="8,2">
              <v:shape style="position:absolute;left:1361;top:3281;width:8;height:2" coordorigin="1361,3281" coordsize="8,0" path="m1361,3281l1368,3281e" filled="false" stroked="true" strokeweight=".48pt" strokecolor="#000000">
                <v:path arrowok="t"/>
              </v:shape>
            </v:group>
            <v:group style="position:absolute;left:1361;top:3305;width:8;height:2" coordorigin="1361,3305" coordsize="8,2">
              <v:shape style="position:absolute;left:1361;top:3305;width:8;height:2" coordorigin="1361,3305" coordsize="8,0" path="m1361,3305l1368,3305e" filled="false" stroked="true" strokeweight=".48pt" strokecolor="#000000">
                <v:path arrowok="t"/>
              </v:shape>
            </v:group>
            <v:group style="position:absolute;left:1361;top:3329;width:8;height:2" coordorigin="1361,3329" coordsize="8,2">
              <v:shape style="position:absolute;left:1361;top:3329;width:8;height:2" coordorigin="1361,3329" coordsize="8,0" path="m1361,3329l1368,3329e" filled="false" stroked="true" strokeweight=".48pt" strokecolor="#000000">
                <v:path arrowok="t"/>
              </v:shape>
            </v:group>
            <v:group style="position:absolute;left:1361;top:3353;width:8;height:2" coordorigin="1361,3353" coordsize="8,2">
              <v:shape style="position:absolute;left:1361;top:3353;width:8;height:2" coordorigin="1361,3353" coordsize="8,0" path="m1361,3353l1368,3353e" filled="false" stroked="true" strokeweight=".48pt" strokecolor="#000000">
                <v:path arrowok="t"/>
              </v:shape>
            </v:group>
            <v:group style="position:absolute;left:1361;top:3377;width:8;height:2" coordorigin="1361,3377" coordsize="8,2">
              <v:shape style="position:absolute;left:1361;top:3377;width:8;height:2" coordorigin="1361,3377" coordsize="8,0" path="m1361,3377l1368,3377e" filled="false" stroked="true" strokeweight=".48pt" strokecolor="#000000">
                <v:path arrowok="t"/>
              </v:shape>
            </v:group>
            <v:group style="position:absolute;left:1361;top:3401;width:8;height:2" coordorigin="1361,3401" coordsize="8,2">
              <v:shape style="position:absolute;left:1361;top:3401;width:8;height:2" coordorigin="1361,3401" coordsize="8,0" path="m1361,3401l1368,3401e" filled="false" stroked="true" strokeweight=".48pt" strokecolor="#000000">
                <v:path arrowok="t"/>
              </v:shape>
            </v:group>
            <v:group style="position:absolute;left:1361;top:3425;width:8;height:2" coordorigin="1361,3425" coordsize="8,2">
              <v:shape style="position:absolute;left:1361;top:3425;width:8;height:2" coordorigin="1361,3425" coordsize="8,0" path="m1361,3425l1368,3425e" filled="false" stroked="true" strokeweight=".48pt" strokecolor="#000000">
                <v:path arrowok="t"/>
              </v:shape>
            </v:group>
            <v:group style="position:absolute;left:1361;top:3449;width:8;height:2" coordorigin="1361,3449" coordsize="8,2">
              <v:shape style="position:absolute;left:1361;top:3449;width:8;height:2" coordorigin="1361,3449" coordsize="8,0" path="m1361,3449l1368,3449e" filled="false" stroked="true" strokeweight=".48pt" strokecolor="#000000">
                <v:path arrowok="t"/>
              </v:shape>
            </v:group>
            <v:group style="position:absolute;left:1361;top:3473;width:8;height:2" coordorigin="1361,3473" coordsize="8,2">
              <v:shape style="position:absolute;left:1361;top:3473;width:8;height:2" coordorigin="1361,3473" coordsize="8,0" path="m1361,3473l1368,3473e" filled="false" stroked="true" strokeweight=".48pt" strokecolor="#000000">
                <v:path arrowok="t"/>
              </v:shape>
            </v:group>
            <v:group style="position:absolute;left:1361;top:3497;width:8;height:2" coordorigin="1361,3497" coordsize="8,2">
              <v:shape style="position:absolute;left:1361;top:3497;width:8;height:2" coordorigin="1361,3497" coordsize="8,0" path="m1361,3497l1368,3497e" filled="false" stroked="true" strokeweight=".48pt" strokecolor="#000000">
                <v:path arrowok="t"/>
              </v:shape>
            </v:group>
            <v:group style="position:absolute;left:1361;top:3521;width:8;height:2" coordorigin="1361,3521" coordsize="8,2">
              <v:shape style="position:absolute;left:1361;top:3521;width:8;height:2" coordorigin="1361,3521" coordsize="8,0" path="m1361,3521l1368,3521e" filled="false" stroked="true" strokeweight=".48pt" strokecolor="#000000">
                <v:path arrowok="t"/>
              </v:shape>
            </v:group>
            <v:group style="position:absolute;left:1361;top:3545;width:8;height:2" coordorigin="1361,3545" coordsize="8,2">
              <v:shape style="position:absolute;left:1361;top:3545;width:8;height:2" coordorigin="1361,3545" coordsize="8,0" path="m1361,3545l1368,3545e" filled="false" stroked="true" strokeweight=".48pt" strokecolor="#000000">
                <v:path arrowok="t"/>
              </v:shape>
            </v:group>
            <v:group style="position:absolute;left:1361;top:3569;width:8;height:2" coordorigin="1361,3569" coordsize="8,2">
              <v:shape style="position:absolute;left:1361;top:3569;width:8;height:2" coordorigin="1361,3569" coordsize="8,0" path="m1361,3569l1368,3569e" filled="false" stroked="true" strokeweight=".48pt" strokecolor="#000000">
                <v:path arrowok="t"/>
              </v:shape>
            </v:group>
            <v:group style="position:absolute;left:1361;top:3593;width:8;height:2" coordorigin="1361,3593" coordsize="8,2">
              <v:shape style="position:absolute;left:1361;top:3593;width:8;height:2" coordorigin="1361,3593" coordsize="8,0" path="m1361,3593l1368,3593e" filled="false" stroked="true" strokeweight=".48pt" strokecolor="#000000">
                <v:path arrowok="t"/>
              </v:shape>
            </v:group>
            <v:group style="position:absolute;left:1361;top:3617;width:8;height:2" coordorigin="1361,3617" coordsize="8,2">
              <v:shape style="position:absolute;left:1361;top:3617;width:8;height:2" coordorigin="1361,3617" coordsize="8,0" path="m1361,3617l1368,3617e" filled="false" stroked="true" strokeweight=".48pt" strokecolor="#000000">
                <v:path arrowok="t"/>
              </v:shape>
            </v:group>
            <v:group style="position:absolute;left:1361;top:3641;width:8;height:2" coordorigin="1361,3641" coordsize="8,2">
              <v:shape style="position:absolute;left:1361;top:3641;width:8;height:2" coordorigin="1361,3641" coordsize="8,0" path="m1361,3641l1368,3641e" filled="false" stroked="true" strokeweight=".48pt" strokecolor="#000000">
                <v:path arrowok="t"/>
              </v:shape>
            </v:group>
            <v:group style="position:absolute;left:1361;top:3665;width:8;height:2" coordorigin="1361,3665" coordsize="8,2">
              <v:shape style="position:absolute;left:1361;top:3665;width:8;height:2" coordorigin="1361,3665" coordsize="8,0" path="m1361,3665l1368,3665e" filled="false" stroked="true" strokeweight=".48pt" strokecolor="#000000">
                <v:path arrowok="t"/>
              </v:shape>
            </v:group>
            <v:group style="position:absolute;left:1361;top:3689;width:8;height:2" coordorigin="1361,3689" coordsize="8,2">
              <v:shape style="position:absolute;left:1361;top:3689;width:8;height:2" coordorigin="1361,3689" coordsize="8,0" path="m1361,3689l1368,3689e" filled="false" stroked="true" strokeweight=".48pt" strokecolor="#000000">
                <v:path arrowok="t"/>
              </v:shape>
            </v:group>
            <v:group style="position:absolute;left:1361;top:3713;width:8;height:2" coordorigin="1361,3713" coordsize="8,2">
              <v:shape style="position:absolute;left:1361;top:3713;width:8;height:2" coordorigin="1361,3713" coordsize="8,0" path="m1361,3713l1368,3713e" filled="false" stroked="true" strokeweight=".48pt" strokecolor="#000000">
                <v:path arrowok="t"/>
              </v:shape>
            </v:group>
            <v:group style="position:absolute;left:1361;top:3737;width:8;height:2" coordorigin="1361,3737" coordsize="8,2">
              <v:shape style="position:absolute;left:1361;top:3737;width:8;height:2" coordorigin="1361,3737" coordsize="8,0" path="m1361,3737l1368,3737e" filled="false" stroked="true" strokeweight=".48pt" strokecolor="#000000">
                <v:path arrowok="t"/>
              </v:shape>
            </v:group>
            <v:group style="position:absolute;left:1361;top:3761;width:8;height:2" coordorigin="1361,3761" coordsize="8,2">
              <v:shape style="position:absolute;left:1361;top:3761;width:8;height:2" coordorigin="1361,3761" coordsize="8,0" path="m1361,3761l1368,3761e" filled="false" stroked="true" strokeweight=".48pt" strokecolor="#000000">
                <v:path arrowok="t"/>
              </v:shape>
            </v:group>
            <v:group style="position:absolute;left:1361;top:3785;width:8;height:2" coordorigin="1361,3785" coordsize="8,2">
              <v:shape style="position:absolute;left:1361;top:3785;width:8;height:2" coordorigin="1361,3785" coordsize="8,0" path="m1361,3785l1368,3785e" filled="false" stroked="true" strokeweight=".48pt" strokecolor="#000000">
                <v:path arrowok="t"/>
              </v:shape>
            </v:group>
            <v:group style="position:absolute;left:1361;top:3809;width:8;height:2" coordorigin="1361,3809" coordsize="8,2">
              <v:shape style="position:absolute;left:1361;top:3809;width:8;height:2" coordorigin="1361,3809" coordsize="8,0" path="m1361,3809l1368,3809e" filled="false" stroked="true" strokeweight=".48pt" strokecolor="#000000">
                <v:path arrowok="t"/>
              </v:shape>
            </v:group>
            <v:group style="position:absolute;left:1361;top:3833;width:8;height:2" coordorigin="1361,3833" coordsize="8,2">
              <v:shape style="position:absolute;left:1361;top:3833;width:8;height:2" coordorigin="1361,3833" coordsize="8,0" path="m1361,3833l1368,3833e" filled="false" stroked="true" strokeweight=".48pt" strokecolor="#000000">
                <v:path arrowok="t"/>
              </v:shape>
            </v:group>
            <v:group style="position:absolute;left:1361;top:3857;width:8;height:2" coordorigin="1361,3857" coordsize="8,2">
              <v:shape style="position:absolute;left:1361;top:3857;width:8;height:2" coordorigin="1361,3857" coordsize="8,0" path="m1361,3857l1368,3857e" filled="false" stroked="true" strokeweight=".48pt" strokecolor="#000000">
                <v:path arrowok="t"/>
              </v:shape>
            </v:group>
            <v:group style="position:absolute;left:1361;top:3881;width:8;height:2" coordorigin="1361,3881" coordsize="8,2">
              <v:shape style="position:absolute;left:1361;top:3881;width:8;height:2" coordorigin="1361,3881" coordsize="8,0" path="m1361,3881l1368,3881e" filled="false" stroked="true" strokeweight=".48pt" strokecolor="#000000">
                <v:path arrowok="t"/>
              </v:shape>
            </v:group>
            <v:group style="position:absolute;left:1361;top:3905;width:8;height:2" coordorigin="1361,3905" coordsize="8,2">
              <v:shape style="position:absolute;left:1361;top:3905;width:8;height:2" coordorigin="1361,3905" coordsize="8,0" path="m1361,3905l1368,3905e" filled="false" stroked="true" strokeweight=".48pt" strokecolor="#000000">
                <v:path arrowok="t"/>
              </v:shape>
            </v:group>
            <v:group style="position:absolute;left:1361;top:3929;width:8;height:2" coordorigin="1361,3929" coordsize="8,2">
              <v:shape style="position:absolute;left:1361;top:3929;width:8;height:2" coordorigin="1361,3929" coordsize="8,0" path="m1361,3929l1368,3929e" filled="false" stroked="true" strokeweight=".48pt" strokecolor="#000000">
                <v:path arrowok="t"/>
              </v:shape>
            </v:group>
            <v:group style="position:absolute;left:1361;top:3953;width:8;height:2" coordorigin="1361,3953" coordsize="8,2">
              <v:shape style="position:absolute;left:1361;top:3953;width:8;height:2" coordorigin="1361,3953" coordsize="8,0" path="m1361,3953l1368,3953e" filled="false" stroked="true" strokeweight=".48pt" strokecolor="#000000">
                <v:path arrowok="t"/>
              </v:shape>
            </v:group>
            <v:group style="position:absolute;left:1361;top:3977;width:8;height:2" coordorigin="1361,3977" coordsize="8,2">
              <v:shape style="position:absolute;left:1361;top:3977;width:8;height:2" coordorigin="1361,3977" coordsize="8,0" path="m1361,3977l1368,3977e" filled="false" stroked="true" strokeweight=".48pt" strokecolor="#000000">
                <v:path arrowok="t"/>
              </v:shape>
            </v:group>
            <v:group style="position:absolute;left:1361;top:4001;width:8;height:2" coordorigin="1361,4001" coordsize="8,2">
              <v:shape style="position:absolute;left:1361;top:4001;width:8;height:2" coordorigin="1361,4001" coordsize="8,0" path="m1361,4001l1368,4001e" filled="false" stroked="true" strokeweight=".48pt" strokecolor="#000000">
                <v:path arrowok="t"/>
              </v:shape>
            </v:group>
            <v:group style="position:absolute;left:1361;top:4025;width:8;height:2" coordorigin="1361,4025" coordsize="8,2">
              <v:shape style="position:absolute;left:1361;top:4025;width:8;height:2" coordorigin="1361,4025" coordsize="8,0" path="m1361,4025l1368,4025e" filled="false" stroked="true" strokeweight=".48pt" strokecolor="#000000">
                <v:path arrowok="t"/>
              </v:shape>
            </v:group>
            <v:group style="position:absolute;left:1361;top:4049;width:8;height:2" coordorigin="1361,4049" coordsize="8,2">
              <v:shape style="position:absolute;left:1361;top:4049;width:8;height:2" coordorigin="1361,4049" coordsize="8,0" path="m1361,4049l1368,4049e" filled="false" stroked="true" strokeweight=".48pt" strokecolor="#000000">
                <v:path arrowok="t"/>
              </v:shape>
            </v:group>
            <v:group style="position:absolute;left:1361;top:4073;width:8;height:2" coordorigin="1361,4073" coordsize="8,2">
              <v:shape style="position:absolute;left:1361;top:4073;width:8;height:2" coordorigin="1361,4073" coordsize="8,0" path="m1361,4073l1368,4073e" filled="false" stroked="true" strokeweight=".48pt" strokecolor="#000000">
                <v:path arrowok="t"/>
              </v:shape>
            </v:group>
            <v:group style="position:absolute;left:1361;top:4097;width:8;height:2" coordorigin="1361,4097" coordsize="8,2">
              <v:shape style="position:absolute;left:1361;top:4097;width:8;height:2" coordorigin="1361,4097" coordsize="8,0" path="m1361,4097l1368,4097e" filled="false" stroked="true" strokeweight=".48pt" strokecolor="#000000">
                <v:path arrowok="t"/>
              </v:shape>
            </v:group>
            <v:group style="position:absolute;left:1361;top:4121;width:8;height:2" coordorigin="1361,4121" coordsize="8,2">
              <v:shape style="position:absolute;left:1361;top:4121;width:8;height:2" coordorigin="1361,4121" coordsize="8,0" path="m1361,4121l1368,4121e" filled="false" stroked="true" strokeweight=".48pt" strokecolor="#000000">
                <v:path arrowok="t"/>
              </v:shape>
            </v:group>
            <v:group style="position:absolute;left:1361;top:4145;width:8;height:2" coordorigin="1361,4145" coordsize="8,2">
              <v:shape style="position:absolute;left:1361;top:4145;width:8;height:2" coordorigin="1361,4145" coordsize="8,0" path="m1361,4145l1368,4145e" filled="false" stroked="true" strokeweight=".48pt" strokecolor="#000000">
                <v:path arrowok="t"/>
              </v:shape>
            </v:group>
            <v:group style="position:absolute;left:1361;top:4169;width:8;height:2" coordorigin="1361,4169" coordsize="8,2">
              <v:shape style="position:absolute;left:1361;top:4169;width:8;height:2" coordorigin="1361,4169" coordsize="8,0" path="m1361,4169l1368,4169e" filled="false" stroked="true" strokeweight=".48pt" strokecolor="#000000">
                <v:path arrowok="t"/>
              </v:shape>
            </v:group>
            <v:group style="position:absolute;left:1361;top:4193;width:8;height:2" coordorigin="1361,4193" coordsize="8,2">
              <v:shape style="position:absolute;left:1361;top:4193;width:8;height:2" coordorigin="1361,4193" coordsize="8,0" path="m1361,4193l1368,4193e" filled="false" stroked="true" strokeweight=".48pt" strokecolor="#000000">
                <v:path arrowok="t"/>
              </v:shape>
            </v:group>
            <v:group style="position:absolute;left:1361;top:4217;width:8;height:2" coordorigin="1361,4217" coordsize="8,2">
              <v:shape style="position:absolute;left:1361;top:4217;width:8;height:2" coordorigin="1361,4217" coordsize="8,0" path="m1361,4217l1368,4217e" filled="false" stroked="true" strokeweight=".48pt" strokecolor="#000000">
                <v:path arrowok="t"/>
              </v:shape>
            </v:group>
            <v:group style="position:absolute;left:1361;top:4241;width:8;height:2" coordorigin="1361,4241" coordsize="8,2">
              <v:shape style="position:absolute;left:1361;top:4241;width:8;height:2" coordorigin="1361,4241" coordsize="8,0" path="m1361,4241l1368,4241e" filled="false" stroked="true" strokeweight=".48pt" strokecolor="#000000">
                <v:path arrowok="t"/>
              </v:shape>
            </v:group>
            <v:group style="position:absolute;left:1361;top:4265;width:8;height:2" coordorigin="1361,4265" coordsize="8,2">
              <v:shape style="position:absolute;left:1361;top:4265;width:8;height:2" coordorigin="1361,4265" coordsize="8,0" path="m1361,4265l1368,4265e" filled="false" stroked="true" strokeweight=".48pt" strokecolor="#000000">
                <v:path arrowok="t"/>
              </v:shape>
            </v:group>
            <v:group style="position:absolute;left:1361;top:4289;width:8;height:2" coordorigin="1361,4289" coordsize="8,2">
              <v:shape style="position:absolute;left:1361;top:4289;width:8;height:2" coordorigin="1361,4289" coordsize="8,0" path="m1361,4289l1368,4289e" filled="false" stroked="true" strokeweight=".48pt" strokecolor="#000000">
                <v:path arrowok="t"/>
              </v:shape>
            </v:group>
            <v:group style="position:absolute;left:1361;top:4313;width:8;height:2" coordorigin="1361,4313" coordsize="8,2">
              <v:shape style="position:absolute;left:1361;top:4313;width:8;height:2" coordorigin="1361,4313" coordsize="8,0" path="m1361,4313l1368,4313e" filled="false" stroked="true" strokeweight=".48pt" strokecolor="#000000">
                <v:path arrowok="t"/>
              </v:shape>
            </v:group>
            <v:group style="position:absolute;left:1361;top:4337;width:8;height:2" coordorigin="1361,4337" coordsize="8,2">
              <v:shape style="position:absolute;left:1361;top:4337;width:8;height:2" coordorigin="1361,4337" coordsize="8,0" path="m1361,4337l1368,4337e" filled="false" stroked="true" strokeweight=".48pt" strokecolor="#000000">
                <v:path arrowok="t"/>
              </v:shape>
            </v:group>
            <v:group style="position:absolute;left:1361;top:4361;width:8;height:2" coordorigin="1361,4361" coordsize="8,2">
              <v:shape style="position:absolute;left:1361;top:4361;width:8;height:2" coordorigin="1361,4361" coordsize="8,0" path="m1361,4361l1368,4361e" filled="false" stroked="true" strokeweight=".48pt" strokecolor="#000000">
                <v:path arrowok="t"/>
              </v:shape>
            </v:group>
            <v:group style="position:absolute;left:1361;top:4385;width:8;height:2" coordorigin="1361,4385" coordsize="8,2">
              <v:shape style="position:absolute;left:1361;top:4385;width:8;height:2" coordorigin="1361,4385" coordsize="8,0" path="m1361,4385l1368,4385e" filled="false" stroked="true" strokeweight=".48pt" strokecolor="#000000">
                <v:path arrowok="t"/>
              </v:shape>
            </v:group>
            <v:group style="position:absolute;left:1361;top:4409;width:8;height:2" coordorigin="1361,4409" coordsize="8,2">
              <v:shape style="position:absolute;left:1361;top:4409;width:8;height:2" coordorigin="1361,4409" coordsize="8,0" path="m1361,4409l1368,4409e" filled="false" stroked="true" strokeweight=".48pt" strokecolor="#000000">
                <v:path arrowok="t"/>
              </v:shape>
            </v:group>
            <v:group style="position:absolute;left:1361;top:4433;width:8;height:2" coordorigin="1361,4433" coordsize="8,2">
              <v:shape style="position:absolute;left:1361;top:4433;width:8;height:2" coordorigin="1361,4433" coordsize="8,0" path="m1361,4433l1368,4433e" filled="false" stroked="true" strokeweight=".48pt" strokecolor="#000000">
                <v:path arrowok="t"/>
              </v:shape>
            </v:group>
            <v:group style="position:absolute;left:1361;top:4457;width:8;height:2" coordorigin="1361,4457" coordsize="8,2">
              <v:shape style="position:absolute;left:1361;top:4457;width:8;height:2" coordorigin="1361,4457" coordsize="8,0" path="m1361,4457l1368,4457e" filled="false" stroked="true" strokeweight=".48pt" strokecolor="#000000">
                <v:path arrowok="t"/>
              </v:shape>
            </v:group>
            <v:group style="position:absolute;left:1361;top:4481;width:8;height:2" coordorigin="1361,4481" coordsize="8,2">
              <v:shape style="position:absolute;left:1361;top:4481;width:8;height:2" coordorigin="1361,4481" coordsize="8,0" path="m1361,4481l1368,4481e" filled="false" stroked="true" strokeweight=".48pt" strokecolor="#000000">
                <v:path arrowok="t"/>
              </v:shape>
            </v:group>
            <v:group style="position:absolute;left:1361;top:4505;width:8;height:2" coordorigin="1361,4505" coordsize="8,2">
              <v:shape style="position:absolute;left:1361;top:4505;width:8;height:2" coordorigin="1361,4505" coordsize="8,0" path="m1361,4505l1368,4505e" filled="false" stroked="true" strokeweight=".48pt" strokecolor="#000000">
                <v:path arrowok="t"/>
              </v:shape>
            </v:group>
            <v:group style="position:absolute;left:1361;top:4529;width:8;height:2" coordorigin="1361,4529" coordsize="8,2">
              <v:shape style="position:absolute;left:1361;top:4529;width:8;height:2" coordorigin="1361,4529" coordsize="8,0" path="m1361,4529l1368,4529e" filled="false" stroked="true" strokeweight=".48pt" strokecolor="#000000">
                <v:path arrowok="t"/>
              </v:shape>
            </v:group>
            <v:group style="position:absolute;left:1361;top:4553;width:8;height:2" coordorigin="1361,4553" coordsize="8,2">
              <v:shape style="position:absolute;left:1361;top:4553;width:8;height:2" coordorigin="1361,4553" coordsize="8,0" path="m1361,4553l1368,4553e" filled="false" stroked="true" strokeweight=".48pt" strokecolor="#000000">
                <v:path arrowok="t"/>
              </v:shape>
            </v:group>
            <v:group style="position:absolute;left:1361;top:4577;width:8;height:2" coordorigin="1361,4577" coordsize="8,2">
              <v:shape style="position:absolute;left:1361;top:4577;width:8;height:2" coordorigin="1361,4577" coordsize="8,0" path="m1361,4577l1368,4577e" filled="false" stroked="true" strokeweight=".48pt" strokecolor="#000000">
                <v:path arrowok="t"/>
              </v:shape>
            </v:group>
            <v:group style="position:absolute;left:1361;top:4601;width:8;height:2" coordorigin="1361,4601" coordsize="8,2">
              <v:shape style="position:absolute;left:1361;top:4601;width:8;height:2" coordorigin="1361,4601" coordsize="8,0" path="m1361,4601l1368,4601e" filled="false" stroked="true" strokeweight=".48pt" strokecolor="#000000">
                <v:path arrowok="t"/>
              </v:shape>
            </v:group>
            <v:group style="position:absolute;left:1361;top:4625;width:8;height:2" coordorigin="1361,4625" coordsize="8,2">
              <v:shape style="position:absolute;left:1361;top:4625;width:8;height:2" coordorigin="1361,4625" coordsize="8,0" path="m1361,4625l1368,4625e" filled="false" stroked="true" strokeweight=".48pt" strokecolor="#000000">
                <v:path arrowok="t"/>
              </v:shape>
            </v:group>
            <v:group style="position:absolute;left:1361;top:4649;width:8;height:2" coordorigin="1361,4649" coordsize="8,2">
              <v:shape style="position:absolute;left:1361;top:4649;width:8;height:2" coordorigin="1361,4649" coordsize="8,0" path="m1361,4649l1368,4649e" filled="false" stroked="true" strokeweight=".48pt" strokecolor="#000000">
                <v:path arrowok="t"/>
              </v:shape>
            </v:group>
            <v:group style="position:absolute;left:1361;top:4673;width:8;height:2" coordorigin="1361,4673" coordsize="8,2">
              <v:shape style="position:absolute;left:1361;top:4673;width:8;height:2" coordorigin="1361,4673" coordsize="8,0" path="m1361,4673l1368,4673e" filled="false" stroked="true" strokeweight=".48pt" strokecolor="#000000">
                <v:path arrowok="t"/>
              </v:shape>
            </v:group>
            <v:group style="position:absolute;left:1361;top:4697;width:8;height:2" coordorigin="1361,4697" coordsize="8,2">
              <v:shape style="position:absolute;left:1361;top:4697;width:8;height:2" coordorigin="1361,4697" coordsize="8,0" path="m1361,4697l1368,4697e" filled="false" stroked="true" strokeweight=".48pt" strokecolor="#000000">
                <v:path arrowok="t"/>
              </v:shape>
            </v:group>
            <v:group style="position:absolute;left:1361;top:4721;width:8;height:2" coordorigin="1361,4721" coordsize="8,2">
              <v:shape style="position:absolute;left:1361;top:4721;width:8;height:2" coordorigin="1361,4721" coordsize="8,0" path="m1361,4721l1368,4721e" filled="false" stroked="true" strokeweight=".48pt" strokecolor="#000000">
                <v:path arrowok="t"/>
              </v:shape>
            </v:group>
            <v:group style="position:absolute;left:1361;top:4745;width:8;height:2" coordorigin="1361,4745" coordsize="8,2">
              <v:shape style="position:absolute;left:1361;top:4745;width:8;height:2" coordorigin="1361,4745" coordsize="8,0" path="m1361,4745l1368,4745e" filled="false" stroked="true" strokeweight=".48pt" strokecolor="#000000">
                <v:path arrowok="t"/>
              </v:shape>
            </v:group>
            <v:group style="position:absolute;left:1361;top:4769;width:8;height:2" coordorigin="1361,4769" coordsize="8,2">
              <v:shape style="position:absolute;left:1361;top:4769;width:8;height:2" coordorigin="1361,4769" coordsize="8,0" path="m1361,4769l1368,4769e" filled="false" stroked="true" strokeweight=".48pt" strokecolor="#000000">
                <v:path arrowok="t"/>
              </v:shape>
            </v:group>
            <v:group style="position:absolute;left:1361;top:4793;width:8;height:2" coordorigin="1361,4793" coordsize="8,2">
              <v:shape style="position:absolute;left:1361;top:4793;width:8;height:2" coordorigin="1361,4793" coordsize="8,0" path="m1361,4793l1368,4793e" filled="false" stroked="true" strokeweight=".48pt" strokecolor="#000000">
                <v:path arrowok="t"/>
              </v:shape>
            </v:group>
            <v:group style="position:absolute;left:1361;top:4817;width:8;height:2" coordorigin="1361,4817" coordsize="8,2">
              <v:shape style="position:absolute;left:1361;top:4817;width:8;height:2" coordorigin="1361,4817" coordsize="8,0" path="m1361,4817l1368,4817e" filled="false" stroked="true" strokeweight=".48pt" strokecolor="#000000">
                <v:path arrowok="t"/>
              </v:shape>
            </v:group>
            <v:group style="position:absolute;left:1361;top:4841;width:8;height:2" coordorigin="1361,4841" coordsize="8,2">
              <v:shape style="position:absolute;left:1361;top:4841;width:8;height:2" coordorigin="1361,4841" coordsize="8,0" path="m1361,4841l1368,4841e" filled="false" stroked="true" strokeweight=".48pt" strokecolor="#000000">
                <v:path arrowok="t"/>
              </v:shape>
            </v:group>
            <v:group style="position:absolute;left:1361;top:4865;width:8;height:2" coordorigin="1361,4865" coordsize="8,2">
              <v:shape style="position:absolute;left:1361;top:4865;width:8;height:2" coordorigin="1361,4865" coordsize="8,0" path="m1361,4865l1368,4865e" filled="false" stroked="true" strokeweight=".48pt" strokecolor="#000000">
                <v:path arrowok="t"/>
              </v:shape>
            </v:group>
            <v:group style="position:absolute;left:1361;top:4889;width:8;height:2" coordorigin="1361,4889" coordsize="8,2">
              <v:shape style="position:absolute;left:1361;top:4889;width:8;height:2" coordorigin="1361,4889" coordsize="8,0" path="m1361,4889l1368,4889e" filled="false" stroked="true" strokeweight=".48pt" strokecolor="#000000">
                <v:path arrowok="t"/>
              </v:shape>
            </v:group>
            <v:group style="position:absolute;left:1361;top:4913;width:8;height:2" coordorigin="1361,4913" coordsize="8,2">
              <v:shape style="position:absolute;left:1361;top:4913;width:8;height:2" coordorigin="1361,4913" coordsize="8,0" path="m1361,4913l1368,4913e" filled="false" stroked="true" strokeweight=".48pt" strokecolor="#000000">
                <v:path arrowok="t"/>
              </v:shape>
            </v:group>
            <v:group style="position:absolute;left:1361;top:4937;width:8;height:2" coordorigin="1361,4937" coordsize="8,2">
              <v:shape style="position:absolute;left:1361;top:4937;width:8;height:2" coordorigin="1361,4937" coordsize="8,0" path="m1361,4937l1368,4937e" filled="false" stroked="true" strokeweight=".48pt" strokecolor="#000000">
                <v:path arrowok="t"/>
              </v:shape>
            </v:group>
            <v:group style="position:absolute;left:1361;top:4961;width:8;height:2" coordorigin="1361,4961" coordsize="8,2">
              <v:shape style="position:absolute;left:1361;top:4961;width:8;height:2" coordorigin="1361,4961" coordsize="8,0" path="m1361,4961l1368,4961e" filled="false" stroked="true" strokeweight=".48pt" strokecolor="#000000">
                <v:path arrowok="t"/>
              </v:shape>
            </v:group>
            <v:group style="position:absolute;left:1361;top:4985;width:8;height:2" coordorigin="1361,4985" coordsize="8,2">
              <v:shape style="position:absolute;left:1361;top:4985;width:8;height:2" coordorigin="1361,4985" coordsize="8,0" path="m1361,4985l1368,4985e" filled="false" stroked="true" strokeweight=".48pt" strokecolor="#000000">
                <v:path arrowok="t"/>
              </v:shape>
            </v:group>
            <v:group style="position:absolute;left:1361;top:5009;width:8;height:2" coordorigin="1361,5009" coordsize="8,2">
              <v:shape style="position:absolute;left:1361;top:5009;width:8;height:2" coordorigin="1361,5009" coordsize="8,0" path="m1361,5009l1368,5009e" filled="false" stroked="true" strokeweight=".48pt" strokecolor="#000000">
                <v:path arrowok="t"/>
              </v:shape>
            </v:group>
            <v:group style="position:absolute;left:1361;top:5033;width:8;height:2" coordorigin="1361,5033" coordsize="8,2">
              <v:shape style="position:absolute;left:1361;top:5033;width:8;height:2" coordorigin="1361,5033" coordsize="8,0" path="m1361,5033l1368,5033e" filled="false" stroked="true" strokeweight=".48pt" strokecolor="#000000">
                <v:path arrowok="t"/>
              </v:shape>
            </v:group>
            <v:group style="position:absolute;left:1361;top:5057;width:8;height:2" coordorigin="1361,5057" coordsize="8,2">
              <v:shape style="position:absolute;left:1361;top:5057;width:8;height:2" coordorigin="1361,5057" coordsize="8,0" path="m1361,5057l1368,5057e" filled="false" stroked="true" strokeweight=".479pt" strokecolor="#000000">
                <v:path arrowok="t"/>
              </v:shape>
            </v:group>
            <v:group style="position:absolute;left:1361;top:5081;width:8;height:2" coordorigin="1361,5081" coordsize="8,2">
              <v:shape style="position:absolute;left:1361;top:5081;width:8;height:2" coordorigin="1361,5081" coordsize="8,0" path="m1361,5081l1368,5081e" filled="false" stroked="true" strokeweight=".48pt" strokecolor="#000000">
                <v:path arrowok="t"/>
              </v:shape>
            </v:group>
            <v:group style="position:absolute;left:1361;top:5105;width:8;height:2" coordorigin="1361,5105" coordsize="8,2">
              <v:shape style="position:absolute;left:1361;top:5105;width:8;height:2" coordorigin="1361,5105" coordsize="8,0" path="m1361,5105l1368,5105e" filled="false" stroked="true" strokeweight=".48pt" strokecolor="#000000">
                <v:path arrowok="t"/>
              </v:shape>
            </v:group>
            <v:group style="position:absolute;left:1361;top:5129;width:8;height:2" coordorigin="1361,5129" coordsize="8,2">
              <v:shape style="position:absolute;left:1361;top:5129;width:8;height:2" coordorigin="1361,5129" coordsize="8,0" path="m1361,5129l1368,5129e" filled="false" stroked="true" strokeweight=".48pt" strokecolor="#000000">
                <v:path arrowok="t"/>
              </v:shape>
            </v:group>
            <v:group style="position:absolute;left:1361;top:5153;width:8;height:2" coordorigin="1361,5153" coordsize="8,2">
              <v:shape style="position:absolute;left:1361;top:5153;width:8;height:2" coordorigin="1361,5153" coordsize="8,0" path="m1361,5153l1368,5153e" filled="false" stroked="true" strokeweight=".48pt" strokecolor="#000000">
                <v:path arrowok="t"/>
              </v:shape>
            </v:group>
            <v:group style="position:absolute;left:1361;top:5177;width:8;height:2" coordorigin="1361,5177" coordsize="8,2">
              <v:shape style="position:absolute;left:1361;top:5177;width:8;height:2" coordorigin="1361,5177" coordsize="8,0" path="m1361,5177l1368,5177e" filled="false" stroked="true" strokeweight=".48pt" strokecolor="#000000">
                <v:path arrowok="t"/>
              </v:shape>
            </v:group>
            <v:group style="position:absolute;left:1361;top:5201;width:8;height:2" coordorigin="1361,5201" coordsize="8,2">
              <v:shape style="position:absolute;left:1361;top:5201;width:8;height:2" coordorigin="1361,5201" coordsize="8,0" path="m1361,5201l1368,5201e" filled="false" stroked="true" strokeweight=".48pt" strokecolor="#000000">
                <v:path arrowok="t"/>
              </v:shape>
            </v:group>
            <v:group style="position:absolute;left:1361;top:5225;width:8;height:2" coordorigin="1361,5225" coordsize="8,2">
              <v:shape style="position:absolute;left:1361;top:5225;width:8;height:2" coordorigin="1361,5225" coordsize="8,0" path="m1361,5225l1368,5225e" filled="false" stroked="true" strokeweight=".48pt" strokecolor="#000000">
                <v:path arrowok="t"/>
              </v:shape>
            </v:group>
            <v:group style="position:absolute;left:1361;top:5249;width:8;height:2" coordorigin="1361,5249" coordsize="8,2">
              <v:shape style="position:absolute;left:1361;top:5249;width:8;height:2" coordorigin="1361,5249" coordsize="8,0" path="m1361,5249l1368,5249e" filled="false" stroked="true" strokeweight=".48pt" strokecolor="#000000">
                <v:path arrowok="t"/>
              </v:shape>
            </v:group>
            <v:group style="position:absolute;left:1361;top:5273;width:8;height:2" coordorigin="1361,5273" coordsize="8,2">
              <v:shape style="position:absolute;left:1361;top:5273;width:8;height:2" coordorigin="1361,5273" coordsize="8,0" path="m1361,5273l1368,5273e" filled="false" stroked="true" strokeweight=".48pt" strokecolor="#000000">
                <v:path arrowok="t"/>
              </v:shape>
            </v:group>
            <v:group style="position:absolute;left:1361;top:5297;width:8;height:2" coordorigin="1361,5297" coordsize="8,2">
              <v:shape style="position:absolute;left:1361;top:5297;width:8;height:2" coordorigin="1361,5297" coordsize="8,0" path="m1361,5297l1368,5297e" filled="false" stroked="true" strokeweight=".48pt" strokecolor="#000000">
                <v:path arrowok="t"/>
              </v:shape>
            </v:group>
            <v:group style="position:absolute;left:1361;top:5321;width:8;height:2" coordorigin="1361,5321" coordsize="8,2">
              <v:shape style="position:absolute;left:1361;top:5321;width:8;height:2" coordorigin="1361,5321" coordsize="8,0" path="m1361,5321l1368,5321e" filled="false" stroked="true" strokeweight=".48pt" strokecolor="#000000">
                <v:path arrowok="t"/>
              </v:shape>
            </v:group>
            <v:group style="position:absolute;left:1361;top:5345;width:8;height:2" coordorigin="1361,5345" coordsize="8,2">
              <v:shape style="position:absolute;left:1361;top:5345;width:8;height:2" coordorigin="1361,5345" coordsize="8,0" path="m1361,5345l1368,5345e" filled="false" stroked="true" strokeweight=".48pt" strokecolor="#000000">
                <v:path arrowok="t"/>
              </v:shape>
            </v:group>
            <v:group style="position:absolute;left:1361;top:5369;width:8;height:2" coordorigin="1361,5369" coordsize="8,2">
              <v:shape style="position:absolute;left:1361;top:5369;width:8;height:2" coordorigin="1361,5369" coordsize="8,0" path="m1361,5369l1368,5369e" filled="false" stroked="true" strokeweight=".48pt" strokecolor="#000000">
                <v:path arrowok="t"/>
              </v:shape>
            </v:group>
            <v:group style="position:absolute;left:1361;top:5393;width:8;height:2" coordorigin="1361,5393" coordsize="8,2">
              <v:shape style="position:absolute;left:1361;top:5393;width:8;height:2" coordorigin="1361,5393" coordsize="8,0" path="m1361,5393l1368,5393e" filled="false" stroked="true" strokeweight=".48pt" strokecolor="#000000">
                <v:path arrowok="t"/>
              </v:shape>
            </v:group>
            <v:group style="position:absolute;left:1361;top:5417;width:8;height:2" coordorigin="1361,5417" coordsize="8,2">
              <v:shape style="position:absolute;left:1361;top:5417;width:8;height:2" coordorigin="1361,5417" coordsize="8,0" path="m1361,5417l1368,5417e" filled="false" stroked="true" strokeweight=".48pt" strokecolor="#000000">
                <v:path arrowok="t"/>
              </v:shape>
            </v:group>
            <v:group style="position:absolute;left:1361;top:5441;width:8;height:2" coordorigin="1361,5441" coordsize="8,2">
              <v:shape style="position:absolute;left:1361;top:5441;width:8;height:2" coordorigin="1361,5441" coordsize="8,0" path="m1361,5441l1368,5441e" filled="false" stroked="true" strokeweight=".48pt" strokecolor="#000000">
                <v:path arrowok="t"/>
              </v:shape>
            </v:group>
            <v:group style="position:absolute;left:1361;top:5464;width:8;height:2" coordorigin="1361,5464" coordsize="8,2">
              <v:shape style="position:absolute;left:1361;top:5464;width:8;height:2" coordorigin="1361,5464" coordsize="8,0" path="m1361,5464l1368,5464e" filled="false" stroked="true" strokeweight=".48pt" strokecolor="#000000">
                <v:path arrowok="t"/>
              </v:shape>
            </v:group>
            <v:group style="position:absolute;left:1361;top:5488;width:8;height:2" coordorigin="1361,5488" coordsize="8,2">
              <v:shape style="position:absolute;left:1361;top:5488;width:8;height:2" coordorigin="1361,5488" coordsize="8,0" path="m1361,5488l1368,5488e" filled="false" stroked="true" strokeweight=".48pt" strokecolor="#000000">
                <v:path arrowok="t"/>
              </v:shape>
            </v:group>
            <v:group style="position:absolute;left:1228;top:-406;width:8677;height:2" coordorigin="1228,-406" coordsize="8677,2">
              <v:shape style="position:absolute;left:1228;top:-406;width:8677;height:2" coordorigin="1228,-406" coordsize="8677,0" path="m1228,-406l9904,-406e" filled="false" stroked="true" strokeweight="1.079pt" strokecolor="#000000">
                <v:path arrowok="t"/>
              </v:shape>
            </v:group>
            <w10:wrap type="none"/>
          </v:group>
        </w:pict>
      </w:r>
      <w:r>
        <w:rPr>
          <w:rFonts w:ascii="함초롬돋움" w:hAnsi="함초롬돋움" w:cs="함초롬돋움" w:eastAsia="함초롬돋움"/>
          <w:b/>
          <w:bCs/>
          <w:color w:val="FF0000"/>
          <w:w w:val="105"/>
          <w:sz w:val="22"/>
          <w:szCs w:val="22"/>
        </w:rPr>
        <w:t>※</w:t>
      </w:r>
      <w:r>
        <w:rPr>
          <w:rFonts w:ascii="함초롬돋움" w:hAnsi="함초롬돋움" w:cs="함초롬돋움" w:eastAsia="함초롬돋움"/>
          <w:b/>
          <w:bCs/>
          <w:color w:val="FF0000"/>
          <w:spacing w:val="41"/>
          <w:w w:val="105"/>
          <w:sz w:val="22"/>
          <w:szCs w:val="22"/>
        </w:rPr>
        <w:t> </w:t>
      </w:r>
      <w:r>
        <w:rPr>
          <w:rFonts w:ascii="함초롬돋움" w:hAnsi="함초롬돋움" w:cs="함초롬돋움" w:eastAsia="함초롬돋움"/>
          <w:b/>
          <w:bCs/>
          <w:color w:val="FF0000"/>
          <w:spacing w:val="-3"/>
          <w:w w:val="105"/>
          <w:sz w:val="22"/>
          <w:szCs w:val="22"/>
        </w:rPr>
        <w:t>유의</w:t>
      </w:r>
      <w:r>
        <w:rPr>
          <w:rFonts w:ascii="함초롬돋움" w:hAnsi="함초롬돋움" w:cs="함초롬돋움" w:eastAsia="함초롬돋움"/>
          <w:b/>
          <w:bCs/>
          <w:color w:val="FF0000"/>
          <w:spacing w:val="41"/>
          <w:w w:val="105"/>
          <w:sz w:val="22"/>
          <w:szCs w:val="22"/>
        </w:rPr>
        <w:t> </w:t>
      </w:r>
      <w:r>
        <w:rPr>
          <w:rFonts w:ascii="함초롬돋움" w:hAnsi="함초롬돋움" w:cs="함초롬돋움" w:eastAsia="함초롬돋움"/>
          <w:b/>
          <w:bCs/>
          <w:color w:val="FF0000"/>
          <w:spacing w:val="-3"/>
          <w:w w:val="105"/>
          <w:sz w:val="22"/>
          <w:szCs w:val="22"/>
        </w:rPr>
        <w:t>사항</w:t>
      </w:r>
      <w:r>
        <w:rPr>
          <w:rFonts w:ascii="함초롬돋움" w:hAnsi="함초롬돋움" w:cs="함초롬돋움" w:eastAsia="함초롬돋움"/>
          <w:b/>
          <w:bCs/>
          <w:color w:val="FF0000"/>
          <w:spacing w:val="42"/>
          <w:w w:val="105"/>
          <w:sz w:val="22"/>
          <w:szCs w:val="22"/>
        </w:rPr>
        <w:t> </w:t>
      </w:r>
      <w:r>
        <w:rPr>
          <w:rFonts w:ascii="함초롬돋움" w:hAnsi="함초롬돋움" w:cs="함초롬돋움" w:eastAsia="함초롬돋움"/>
          <w:b/>
          <w:bCs/>
          <w:color w:val="FF0000"/>
          <w:w w:val="105"/>
          <w:sz w:val="22"/>
          <w:szCs w:val="22"/>
        </w:rPr>
        <w:t>※</w:t>
      </w:r>
      <w:r>
        <w:rPr>
          <w:rFonts w:ascii="함초롬돋움" w:hAnsi="함초롬돋움" w:cs="함초롬돋움" w:eastAsia="함초롬돋움"/>
          <w:sz w:val="22"/>
          <w:szCs w:val="22"/>
        </w:rPr>
      </w:r>
    </w:p>
    <w:p>
      <w:pPr>
        <w:spacing w:line="293" w:lineRule="auto" w:before="49"/>
        <w:ind w:left="738" w:right="411" w:hanging="30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①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취업예정자,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수강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중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조기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취업자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등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개인사정으로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인한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편의를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제공하지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않음,</w:t>
      </w:r>
      <w:r>
        <w:rPr>
          <w:rFonts w:ascii="돋움체" w:hAnsi="돋움체" w:cs="돋움체" w:eastAsia="돋움체"/>
          <w:b/>
          <w:bCs/>
          <w:spacing w:val="24"/>
          <w:w w:val="10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본인의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실수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또는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개인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편의를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위해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K-MOOC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학습을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미이수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한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후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별도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연락하여도</w:t>
      </w:r>
      <w:r>
        <w:rPr>
          <w:rFonts w:ascii="돋움체" w:hAnsi="돋움체" w:cs="돋움체" w:eastAsia="돋움체"/>
          <w:b/>
          <w:bCs/>
          <w:spacing w:val="28"/>
          <w:w w:val="99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최저학점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부여,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보고서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대체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등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요구할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없으며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수용하지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않음.(당연한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것이지만</w:t>
      </w:r>
      <w:r>
        <w:rPr>
          <w:rFonts w:ascii="돋움체" w:hAnsi="돋움체" w:cs="돋움체" w:eastAsia="돋움체"/>
          <w:b/>
          <w:bCs/>
          <w:spacing w:val="22"/>
          <w:w w:val="99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반드시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본인의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학습은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스스로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일정을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잘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확인하여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학습을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잘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완료하여야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함)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92" w:lineRule="auto" w:before="15"/>
        <w:ind w:left="738" w:right="694" w:hanging="30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②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학점인정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강좌로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운영되는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K-MOOC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강좌는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이수증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발급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최소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기준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60점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미달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시</w:t>
      </w:r>
      <w:r>
        <w:rPr>
          <w:rFonts w:ascii="돋움체" w:hAnsi="돋움체" w:cs="돋움체" w:eastAsia="돋움체"/>
          <w:b/>
          <w:bCs/>
          <w:spacing w:val="30"/>
          <w:w w:val="99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F처리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됨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94" w:lineRule="auto" w:before="13"/>
        <w:ind w:left="738" w:right="694" w:hanging="30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③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가상강좌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또는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K-MOOC </w:t>
      </w:r>
      <w:r>
        <w:rPr>
          <w:rFonts w:ascii="돋움체" w:hAnsi="돋움체" w:cs="돋움체" w:eastAsia="돋움체"/>
          <w:b/>
          <w:bCs/>
          <w:sz w:val="20"/>
          <w:szCs w:val="20"/>
        </w:rPr>
        <w:t>강좌, 타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DU-MOOC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강좌와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시험일정이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중복될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경우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개인</w:t>
      </w:r>
      <w:r>
        <w:rPr>
          <w:rFonts w:ascii="돋움체" w:hAnsi="돋움체" w:cs="돋움체" w:eastAsia="돋움체"/>
          <w:b/>
          <w:bCs/>
          <w:spacing w:val="26"/>
          <w:w w:val="99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편의를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제공하지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않으므로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다른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강좌로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변경해야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함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92" w:lineRule="auto" w:before="11"/>
        <w:ind w:left="738" w:right="411" w:hanging="30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④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졸업에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영향을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받을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있는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졸업예정자는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개인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편의를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제공하지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않으니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각별히</w:t>
      </w:r>
      <w:r>
        <w:rPr>
          <w:rFonts w:ascii="돋움체" w:hAnsi="돋움체" w:cs="돋움체" w:eastAsia="돋움체"/>
          <w:b/>
          <w:bCs/>
          <w:spacing w:val="30"/>
          <w:w w:val="99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학습일정,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학습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진행,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성적에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유의해야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함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92" w:lineRule="auto" w:before="16"/>
        <w:ind w:left="738" w:right="411" w:hanging="30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⑤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수강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도중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조기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취업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되어도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온라인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수강,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오프라인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과제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및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시험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등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동일하게</w:t>
      </w:r>
      <w:r>
        <w:rPr>
          <w:rFonts w:ascii="돋움체" w:hAnsi="돋움체" w:cs="돋움체" w:eastAsia="돋움체"/>
          <w:b/>
          <w:bCs/>
          <w:spacing w:val="28"/>
          <w:w w:val="99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응시하여야</w:t>
      </w:r>
      <w:r>
        <w:rPr>
          <w:rFonts w:ascii="돋움체" w:hAnsi="돋움체" w:cs="돋움체" w:eastAsia="돋움체"/>
          <w:b/>
          <w:bCs/>
          <w:spacing w:val="-10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함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94" w:lineRule="auto" w:before="13"/>
        <w:ind w:left="738" w:right="411" w:hanging="30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⑥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K-MOOC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강좌를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수강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신청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한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후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수강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포기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기간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내에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수강을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포기할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수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있으나,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그</w:t>
      </w:r>
      <w:r>
        <w:rPr>
          <w:rFonts w:ascii="돋움체" w:hAnsi="돋움체" w:cs="돋움체" w:eastAsia="돋움체"/>
          <w:b/>
          <w:bCs/>
          <w:spacing w:val="22"/>
          <w:w w:val="99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이후에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중도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포기하면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성적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및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평가기준에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따라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처리됨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92" w:lineRule="auto" w:before="11"/>
        <w:ind w:left="738" w:right="411" w:hanging="30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⑦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오프라인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오리엔테이션에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참석하기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위해서는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사전신청을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한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후,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당일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출석체크까지</w:t>
      </w:r>
      <w:r>
        <w:rPr>
          <w:rFonts w:ascii="돋움체" w:hAnsi="돋움체" w:cs="돋움체" w:eastAsia="돋움체"/>
          <w:b/>
          <w:bCs/>
          <w:spacing w:val="32"/>
          <w:w w:val="99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해야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함.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오프라인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오리엔테이션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불참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시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과제점수에서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감점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-1"/>
          <w:sz w:val="20"/>
          <w:szCs w:val="20"/>
        </w:rPr>
        <w:t>2점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1"/>
        <w:rPr>
          <w:rFonts w:ascii="돋움체" w:hAnsi="돋움체" w:cs="돋움체" w:eastAsia="돋움체"/>
          <w:b/>
          <w:bCs/>
          <w:sz w:val="13"/>
          <w:szCs w:val="13"/>
        </w:rPr>
      </w:pPr>
    </w:p>
    <w:p>
      <w:pPr>
        <w:spacing w:line="20" w:lineRule="atLeast"/>
        <w:ind w:left="116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34.95pt;height:1.1pt;mso-position-horizontal-relative:char;mso-position-vertical-relative:line" coordorigin="0,0" coordsize="8699,22">
            <v:group style="position:absolute;left:11;top:11;width:8677;height:2" coordorigin="11,11" coordsize="8677,2">
              <v:shape style="position:absolute;left:11;top:11;width:8677;height:2" coordorigin="11,11" coordsize="8677,0" path="m11,11l8687,11e" filled="false" stroked="true" strokeweight="1.079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after="0" w:line="20" w:lineRule="atLeast"/>
        <w:rPr>
          <w:rFonts w:ascii="돋움체" w:hAnsi="돋움체" w:cs="돋움체" w:eastAsia="돋움체"/>
          <w:sz w:val="2"/>
          <w:szCs w:val="2"/>
        </w:rPr>
        <w:sectPr>
          <w:pgSz w:w="10760" w:h="14740"/>
          <w:pgMar w:header="0" w:footer="417" w:top="1080" w:bottom="620" w:left="110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30" w:lineRule="atLeast"/>
        <w:ind w:left="122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434.2pt;height:1.95pt;mso-position-horizontal-relative:char;mso-position-vertical-relative:line" coordorigin="0,0" coordsize="8684,39">
            <v:group style="position:absolute;left:5;top:5;width:8675;height:2" coordorigin="5,5" coordsize="8675,2">
              <v:shape style="position:absolute;left:5;top:5;width:8675;height:2" coordorigin="5,5" coordsize="8675,0" path="m5,5l8679,5e" filled="false" stroked="true" strokeweight=".48pt" strokecolor="#000000">
                <v:path arrowok="t"/>
              </v:shape>
            </v:group>
            <v:group style="position:absolute;left:5;top:34;width:8675;height:2" coordorigin="5,34" coordsize="8675,2">
              <v:shape style="position:absolute;left:5;top:34;width:8675;height:2" coordorigin="5,34" coordsize="8675,0" path="m5,34l8679,34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25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5"/>
        <w:gridCol w:w="7065"/>
      </w:tblGrid>
      <w:tr>
        <w:trPr>
          <w:trHeight w:val="1337" w:hRule="exact"/>
        </w:trPr>
        <w:tc>
          <w:tcPr>
            <w:tcW w:w="139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320" w:lineRule="exact"/>
              <w:ind w:left="288" w:right="291" w:firstLine="299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①</w:t>
            </w:r>
            <w:r>
              <w:rPr>
                <w:rFonts w:ascii="함초롬돋움" w:hAnsi="함초롬돋움" w:cs="함초롬돋움" w:eastAsia="함초롬돋움"/>
                <w:b/>
                <w:bCs/>
                <w:w w:val="102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수강신청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tabs>
                <w:tab w:pos="471" w:val="left" w:leader="none"/>
              </w:tabs>
              <w:spacing w:line="231" w:lineRule="exact"/>
              <w:ind w:left="471" w:right="0" w:hanging="30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대구대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홈페이지에서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수강신청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배너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클릭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후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수강신청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절차를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통해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84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신청</w:t>
            </w:r>
          </w:p>
          <w:p>
            <w:pPr>
              <w:pStyle w:val="TableParagraph"/>
              <w:tabs>
                <w:tab w:pos="471" w:val="left" w:leader="none"/>
              </w:tabs>
              <w:spacing w:line="240" w:lineRule="auto" w:before="98"/>
              <w:ind w:left="1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오프라인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강좌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수강신청과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동일함(이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과정을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거치지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않고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84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K-MOOC사이트에서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수강신청만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할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경우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학점을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받을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없음)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13" w:hRule="exact"/>
        </w:trPr>
        <w:tc>
          <w:tcPr>
            <w:tcW w:w="1395" w:type="dxa"/>
            <w:tcBorders>
              <w:top w:val="single" w:sz="3" w:space="0" w:color="000000"/>
              <w:left w:val="single" w:sz="9" w:space="0" w:color="000000"/>
              <w:bottom w:val="nil" w:sz="6" w:space="0" w:color="auto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42" w:lineRule="exact"/>
              <w:ind w:right="55"/>
              <w:jc w:val="center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②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1" w:val="left" w:leader="none"/>
              </w:tabs>
              <w:spacing w:line="242" w:lineRule="exact"/>
              <w:ind w:left="171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FF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함초롬돋움" w:hAnsi="함초롬돋움" w:cs="함초롬돋움" w:eastAsia="함초롬돋움"/>
                <w:b/>
                <w:bCs/>
                <w:color w:val="FF0000"/>
                <w:sz w:val="20"/>
                <w:szCs w:val="20"/>
              </w:rPr>
              <w:t>아이디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는 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30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반드시</w:t>
            </w:r>
            <w:r>
              <w:rPr>
                <w:rFonts w:ascii="함초롬돋움" w:hAnsi="함초롬돋움" w:cs="함초롬돋움" w:eastAsia="함초롬돋움"/>
                <w:b/>
                <w:bCs/>
                <w:color w:val="FF0000"/>
                <w:sz w:val="20"/>
                <w:szCs w:val="20"/>
              </w:rPr>
              <w:t>‘DGU-본인학번’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으로 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31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가입해야 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31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함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1395" w:type="dxa"/>
            <w:tcBorders>
              <w:top w:val="nil" w:sz="6" w:space="0" w:color="auto"/>
              <w:left w:val="single" w:sz="9" w:space="0" w:color="000000"/>
              <w:bottom w:val="nil" w:sz="6" w:space="0" w:color="auto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93" w:lineRule="exact"/>
              <w:ind w:left="204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/>
                <w:b/>
                <w:spacing w:val="-2"/>
                <w:w w:val="115"/>
                <w:sz w:val="20"/>
              </w:rPr>
              <w:t>K</w:t>
            </w:r>
            <w:r>
              <w:rPr>
                <w:rFonts w:ascii="함초롬돋움"/>
                <w:b/>
                <w:spacing w:val="-1"/>
                <w:w w:val="115"/>
                <w:sz w:val="20"/>
              </w:rPr>
              <w:t>-</w:t>
            </w:r>
            <w:r>
              <w:rPr>
                <w:rFonts w:ascii="함초롬돋움"/>
                <w:b/>
                <w:spacing w:val="-2"/>
                <w:w w:val="115"/>
                <w:sz w:val="20"/>
              </w:rPr>
              <w:t>MOOC</w:t>
            </w:r>
            <w:r>
              <w:rPr>
                <w:rFonts w:ascii="함초롬돋움"/>
                <w:sz w:val="20"/>
              </w:rPr>
            </w:r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93" w:lineRule="exact"/>
              <w:ind w:left="471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w w:val="110"/>
                <w:sz w:val="20"/>
                <w:szCs w:val="20"/>
              </w:rPr>
              <w:t>*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spacing w:val="7"/>
                <w:w w:val="110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w w:val="110"/>
                <w:sz w:val="20"/>
                <w:szCs w:val="20"/>
              </w:rPr>
              <w:t>DGU(영문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spacing w:val="8"/>
                <w:w w:val="110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w w:val="110"/>
                <w:sz w:val="20"/>
                <w:szCs w:val="20"/>
              </w:rPr>
              <w:t>헷갈리지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spacing w:val="8"/>
                <w:w w:val="110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w w:val="110"/>
                <w:sz w:val="20"/>
                <w:szCs w:val="20"/>
              </w:rPr>
              <w:t>않도록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spacing w:val="8"/>
                <w:w w:val="110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w w:val="110"/>
                <w:sz w:val="20"/>
                <w:szCs w:val="20"/>
              </w:rPr>
              <w:t>주의)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spacing w:val="8"/>
                <w:w w:val="110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color w:val="0000FF"/>
                <w:w w:val="110"/>
                <w:sz w:val="20"/>
                <w:szCs w:val="20"/>
              </w:rPr>
              <w:t>-(하이픈)본인학번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1395" w:type="dxa"/>
            <w:tcBorders>
              <w:top w:val="nil" w:sz="6" w:space="0" w:color="auto"/>
              <w:left w:val="single" w:sz="9" w:space="0" w:color="000000"/>
              <w:bottom w:val="nil" w:sz="6" w:space="0" w:color="auto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97" w:lineRule="exact"/>
              <w:ind w:right="55"/>
              <w:jc w:val="center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pacing w:val="1"/>
                <w:sz w:val="20"/>
                <w:szCs w:val="20"/>
              </w:rPr>
              <w:t>가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입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1" w:val="left" w:leader="none"/>
              </w:tabs>
              <w:spacing w:line="240" w:lineRule="auto" w:before="18"/>
              <w:ind w:left="1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기존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학습자는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사이트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아이디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클릭-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개인정보&gt;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1395" w:type="dxa"/>
            <w:tcBorders>
              <w:top w:val="nil" w:sz="6" w:space="0" w:color="auto"/>
              <w:left w:val="single" w:sz="9" w:space="0" w:color="000000"/>
              <w:bottom w:val="nil" w:sz="6" w:space="0" w:color="auto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93" w:lineRule="exact"/>
              <w:ind w:right="55"/>
              <w:jc w:val="center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및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설정화면에서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‘실명’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적는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칸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옆에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‘홍길동(DGU-본인학번)’으로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09" w:hRule="exact"/>
        </w:trPr>
        <w:tc>
          <w:tcPr>
            <w:tcW w:w="1395" w:type="dxa"/>
            <w:tcBorders>
              <w:top w:val="nil" w:sz="6" w:space="0" w:color="auto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97" w:lineRule="exact"/>
              <w:ind w:left="262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수강신청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수정해야함</w:t>
            </w:r>
          </w:p>
        </w:tc>
      </w:tr>
      <w:tr>
        <w:trPr>
          <w:trHeight w:val="391" w:hRule="exact"/>
        </w:trPr>
        <w:tc>
          <w:tcPr>
            <w:tcW w:w="1395" w:type="dxa"/>
            <w:tcBorders>
              <w:top w:val="single" w:sz="3" w:space="0" w:color="000000"/>
              <w:left w:val="single" w:sz="9" w:space="0" w:color="000000"/>
              <w:bottom w:val="nil" w:sz="6" w:space="0" w:color="auto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318" w:lineRule="exact" w:before="69"/>
              <w:ind w:left="363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오리엔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399" w:val="left" w:leader="none"/>
              </w:tabs>
              <w:spacing w:line="236" w:lineRule="exact"/>
              <w:ind w:left="99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0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스마트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LM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S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각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강좌별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강의실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접속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–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설문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오리엔테이션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필수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참석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1395" w:type="dxa"/>
            <w:vMerge w:val="restart"/>
            <w:tcBorders>
              <w:top w:val="nil" w:sz="6" w:space="0" w:color="auto"/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40" w:lineRule="auto" w:before="42"/>
              <w:ind w:left="363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테이션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399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수강신청</w:t>
            </w:r>
            <w:r>
              <w:rPr>
                <w:rFonts w:ascii="한컴돋움" w:hAnsi="한컴돋움" w:cs="한컴돋움" w:eastAsia="한컴돋움"/>
                <w:spacing w:val="-1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및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학습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평가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방법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안내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,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참여시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과제점수에서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감점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3"/>
                <w:sz w:val="20"/>
                <w:szCs w:val="20"/>
              </w:rPr>
              <w:t>2점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205" w:hRule="exact"/>
        </w:trPr>
        <w:tc>
          <w:tcPr>
            <w:tcW w:w="1395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88" w:lineRule="exact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강좌별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오리엔테이션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진행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13" w:hRule="exact"/>
        </w:trPr>
        <w:tc>
          <w:tcPr>
            <w:tcW w:w="1395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③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540" w:val="left" w:leader="none"/>
              </w:tabs>
              <w:spacing w:line="238" w:lineRule="exact"/>
              <w:ind w:left="2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0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K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M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OOC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사이트는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U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T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C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(+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9시간하면</w:t>
            </w:r>
            <w:r>
              <w:rPr>
                <w:rFonts w:ascii="한컴돋움" w:hAnsi="한컴돋움" w:cs="한컴돋움" w:eastAsia="한컴돋움"/>
                <w:spacing w:val="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한국시간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pacing w:val="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시간과</w:t>
            </w:r>
            <w:r>
              <w:rPr>
                <w:rFonts w:ascii="한컴돋움" w:hAnsi="한컴돋움" w:cs="한컴돋움" w:eastAsia="한컴돋움"/>
                <w:spacing w:val="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KT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C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한국시간</w:t>
            </w:r>
            <w:r>
              <w:rPr>
                <w:rFonts w:ascii="한컴돋움" w:hAnsi="한컴돋움" w:cs="한컴돋움" w:eastAsia="한컴돋움"/>
                <w:spacing w:val="-4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5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pacing w:val="-6"/>
                <w:w w:val="95"/>
                <w:sz w:val="20"/>
                <w:szCs w:val="20"/>
              </w:rPr>
              <w:t>시간을</w:t>
            </w:r>
            <w:r>
              <w:rPr>
                <w:rFonts w:ascii="한컴돋움" w:hAnsi="한컴돋움" w:cs="한컴돋움" w:eastAsia="한컴돋움"/>
                <w:spacing w:val="14"/>
                <w:w w:val="9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w w:val="95"/>
                <w:sz w:val="20"/>
                <w:szCs w:val="20"/>
              </w:rPr>
              <w:t>구분해야함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540" w:val="left" w:leader="none"/>
              </w:tabs>
              <w:spacing w:line="240" w:lineRule="auto" w:before="18"/>
              <w:ind w:left="2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매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 주차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 월요일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 09:00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오픈 됨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매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 주차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수강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종료일은 반복학습을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5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위해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설정되어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있지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않지만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첫</w:t>
            </w:r>
            <w:r>
              <w:rPr>
                <w:rFonts w:ascii="한컴돋움" w:hAnsi="한컴돋움" w:cs="한컴돋움" w:eastAsia="한컴돋움"/>
                <w:color w:val="FF0000"/>
                <w:spacing w:val="-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수강은</w:t>
            </w:r>
            <w:r>
              <w:rPr>
                <w:rFonts w:ascii="한컴돋움" w:hAnsi="한컴돋움" w:cs="한컴돋움" w:eastAsia="한컴돋움"/>
                <w:color w:val="FF0000"/>
                <w:spacing w:val="-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반드시</w:t>
            </w:r>
            <w:r>
              <w:rPr>
                <w:rFonts w:ascii="한컴돋움" w:hAnsi="한컴돋움" w:cs="한컴돋움" w:eastAsia="한컴돋움"/>
                <w:color w:val="FF0000"/>
                <w:spacing w:val="-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1주일</w:t>
            </w:r>
            <w:r>
              <w:rPr>
                <w:rFonts w:ascii="한컴돋움" w:hAnsi="한컴돋움" w:cs="한컴돋움" w:eastAsia="한컴돋움"/>
                <w:color w:val="FF0000"/>
                <w:spacing w:val="-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1"/>
                <w:sz w:val="20"/>
                <w:szCs w:val="20"/>
              </w:rPr>
              <w:t>내로</w:t>
            </w:r>
            <w:r>
              <w:rPr>
                <w:rFonts w:ascii="한컴돋움" w:hAnsi="한컴돋움" w:cs="한컴돋움" w:eastAsia="한컴돋움"/>
                <w:color w:val="FF0000"/>
                <w:spacing w:val="-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수강해야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5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FF0000"/>
                <w:spacing w:val="1"/>
                <w:sz w:val="20"/>
                <w:szCs w:val="20"/>
              </w:rPr>
              <w:t>함,</w:t>
            </w:r>
            <w:r>
              <w:rPr>
                <w:rFonts w:ascii="한컴돋움" w:hAnsi="한컴돋움" w:cs="한컴돋움" w:eastAsia="한컴돋움"/>
                <w:color w:val="FF0000"/>
                <w:spacing w:val="-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만일</w:t>
            </w:r>
            <w:r>
              <w:rPr>
                <w:rFonts w:ascii="한컴돋움" w:hAnsi="한컴돋움" w:cs="한컴돋움" w:eastAsia="한컴돋움"/>
                <w:color w:val="FF0000"/>
                <w:spacing w:val="-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본인의</w:t>
            </w:r>
            <w:r>
              <w:rPr>
                <w:rFonts w:ascii="한컴돋움" w:hAnsi="한컴돋움" w:cs="한컴돋움" w:eastAsia="한컴돋움"/>
                <w:color w:val="FF0000"/>
                <w:spacing w:val="-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선택으로</w:t>
            </w:r>
            <w:r>
              <w:rPr>
                <w:rFonts w:ascii="한컴돋움" w:hAnsi="한컴돋움" w:cs="한컴돋움" w:eastAsia="한컴돋움"/>
                <w:color w:val="FF0000"/>
                <w:spacing w:val="-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미루어</w:t>
            </w:r>
            <w:r>
              <w:rPr>
                <w:rFonts w:ascii="한컴돋움" w:hAnsi="한컴돋움" w:cs="한컴돋움" w:eastAsia="한컴돋움"/>
                <w:color w:val="FF0000"/>
                <w:spacing w:val="-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학습하다가</w:t>
            </w:r>
            <w:r>
              <w:rPr>
                <w:rFonts w:ascii="한컴돋움" w:hAnsi="한컴돋움" w:cs="한컴돋움" w:eastAsia="한컴돋움"/>
                <w:color w:val="FF0000"/>
                <w:spacing w:val="-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갑자기</w:t>
            </w:r>
            <w:r>
              <w:rPr>
                <w:rFonts w:ascii="한컴돋움" w:hAnsi="한컴돋움" w:cs="한컴돋움" w:eastAsia="한컴돋움"/>
                <w:color w:val="FF0000"/>
                <w:spacing w:val="-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강의</w:t>
            </w:r>
            <w:r>
              <w:rPr>
                <w:rFonts w:ascii="한컴돋움" w:hAnsi="한컴돋움" w:cs="한컴돋움" w:eastAsia="한컴돋움"/>
                <w:color w:val="FF0000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구성이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1395" w:type="dxa"/>
            <w:vMerge/>
            <w:tcBorders>
              <w:left w:val="single" w:sz="9" w:space="0" w:color="000000"/>
              <w:bottom w:val="nil" w:sz="6" w:space="0" w:color="auto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5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FF0000"/>
                <w:spacing w:val="1"/>
                <w:sz w:val="20"/>
                <w:szCs w:val="20"/>
              </w:rPr>
              <w:t>닫힐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경우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수강하지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못했다고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하여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재개설을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요청할</w:t>
            </w:r>
            <w:r>
              <w:rPr>
                <w:rFonts w:ascii="한컴돋움" w:hAnsi="한컴돋움" w:cs="한컴돋움" w:eastAsia="한컴돋움"/>
                <w:color w:val="FF0000"/>
                <w:spacing w:val="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수 </w:t>
            </w:r>
            <w:r>
              <w:rPr>
                <w:rFonts w:ascii="한컴돋움" w:hAnsi="한컴돋움" w:cs="한컴돋움" w:eastAsia="한컴돋움"/>
                <w:color w:val="FF0000"/>
                <w:spacing w:val="2"/>
                <w:sz w:val="20"/>
                <w:szCs w:val="20"/>
              </w:rPr>
              <w:t>없음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1395" w:type="dxa"/>
            <w:vMerge w:val="restart"/>
            <w:tcBorders>
              <w:top w:val="nil" w:sz="6" w:space="0" w:color="auto"/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78" w:lineRule="exact"/>
              <w:ind w:left="288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학습하기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540" w:val="left" w:leader="none"/>
              </w:tabs>
              <w:spacing w:line="240" w:lineRule="auto" w:before="18"/>
              <w:ind w:left="2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K-M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OOC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사이트에서의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및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중간고사,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기말고사는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5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pacing w:val="2"/>
                <w:w w:val="95"/>
                <w:sz w:val="20"/>
                <w:szCs w:val="20"/>
              </w:rPr>
              <w:t>강좌별로</w:t>
            </w:r>
            <w:r>
              <w:rPr>
                <w:rFonts w:ascii="한컴돋움" w:hAnsi="한컴돋움" w:cs="한컴돋움" w:eastAsia="한컴돋움"/>
                <w:spacing w:val="24"/>
                <w:w w:val="9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w w:val="95"/>
                <w:sz w:val="20"/>
                <w:szCs w:val="20"/>
              </w:rPr>
              <w:t>다름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540" w:val="left" w:leader="none"/>
              </w:tabs>
              <w:spacing w:line="240" w:lineRule="auto" w:before="18"/>
              <w:ind w:left="2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0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K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M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OOC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8"/>
                <w:sz w:val="20"/>
                <w:szCs w:val="20"/>
              </w:rPr>
              <w:t>사이트에서의</w:t>
            </w:r>
            <w:r>
              <w:rPr>
                <w:rFonts w:ascii="한컴돋움" w:hAnsi="한컴돋움" w:cs="한컴돋움" w:eastAsia="한컴돋움"/>
                <w:spacing w:val="-1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및</w:t>
            </w:r>
            <w:r>
              <w:rPr>
                <w:rFonts w:ascii="한컴돋움" w:hAnsi="한컴돋움" w:cs="한컴돋움" w:eastAsia="한컴돋움"/>
                <w:spacing w:val="-1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시험은</w:t>
            </w:r>
            <w:r>
              <w:rPr>
                <w:rFonts w:ascii="한컴돋움" w:hAnsi="한컴돋움" w:cs="한컴돋움" w:eastAsia="한컴돋움"/>
                <w:spacing w:val="-1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정해진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일정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내에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5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학습완료</w:t>
            </w:r>
            <w:r>
              <w:rPr>
                <w:rFonts w:ascii="한컴돋움" w:hAnsi="한컴돋움" w:cs="한컴돋움" w:eastAsia="한컴돋움"/>
                <w:spacing w:val="-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해야</w:t>
            </w:r>
            <w:r>
              <w:rPr>
                <w:rFonts w:ascii="한컴돋움" w:hAnsi="한컴돋움" w:cs="한컴돋움" w:eastAsia="한컴돋움"/>
                <w:spacing w:val="-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함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540" w:val="left" w:leader="none"/>
              </w:tabs>
              <w:spacing w:line="240" w:lineRule="auto" w:before="18"/>
              <w:ind w:left="2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K-M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OOC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사이트에서의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학습요소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외에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오프라인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과제,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오프라인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시험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04" w:hRule="exact"/>
        </w:trPr>
        <w:tc>
          <w:tcPr>
            <w:tcW w:w="1395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54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등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강좌별로</w:t>
            </w:r>
            <w:r>
              <w:rPr>
                <w:rFonts w:ascii="한컴돋움" w:hAnsi="한컴돋움" w:cs="한컴돋움" w:eastAsia="한컴돋움"/>
                <w:spacing w:val="-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다름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13" w:hRule="exact"/>
        </w:trPr>
        <w:tc>
          <w:tcPr>
            <w:tcW w:w="1395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④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1" w:val="left" w:leader="none"/>
              </w:tabs>
              <w:spacing w:line="238" w:lineRule="exact"/>
              <w:ind w:left="1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이수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기준: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평가항목별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합계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60점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이상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/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미이수</w:t>
            </w:r>
            <w:r>
              <w:rPr>
                <w:rFonts w:ascii="한컴돋움" w:hAnsi="한컴돋움" w:cs="한컴돋움" w:eastAsia="한컴돋움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2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불가,</w:t>
            </w:r>
            <w:r>
              <w:rPr>
                <w:rFonts w:ascii="한컴돋움" w:hAnsi="한컴돋움" w:cs="한컴돋움" w:eastAsia="한컴돋움"/>
                <w:spacing w:val="2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F처리됨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(*구성요소</w:t>
            </w:r>
            <w:r>
              <w:rPr>
                <w:rFonts w:ascii="한컴돋움" w:hAnsi="한컴돋움" w:cs="한컴돋움" w:eastAsia="한컴돋움"/>
                <w:color w:val="FF0000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각</w:t>
            </w:r>
            <w:r>
              <w:rPr>
                <w:rFonts w:ascii="한컴돋움" w:hAnsi="한컴돋움" w:cs="한컴돋움" w:eastAsia="한컴돋움"/>
                <w:color w:val="FF0000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비율은</w:t>
            </w:r>
            <w:r>
              <w:rPr>
                <w:rFonts w:ascii="한컴돋움" w:hAnsi="한컴돋움" w:cs="한컴돋움" w:eastAsia="한컴돋움"/>
                <w:color w:val="FF0000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강좌별로</w:t>
            </w:r>
            <w:r>
              <w:rPr>
                <w:rFonts w:ascii="한컴돋움" w:hAnsi="한컴돋움" w:cs="한컴돋움" w:eastAsia="한컴돋움"/>
                <w:color w:val="FF0000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확인,</w:t>
            </w:r>
            <w:r>
              <w:rPr>
                <w:rFonts w:ascii="한컴돋움" w:hAnsi="한컴돋움" w:cs="한컴돋움" w:eastAsia="한컴돋움"/>
                <w:color w:val="FF0000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변경될</w:t>
            </w:r>
            <w:r>
              <w:rPr>
                <w:rFonts w:ascii="한컴돋움" w:hAnsi="한컴돋움" w:cs="한컴돋움" w:eastAsia="한컴돋움"/>
                <w:color w:val="FF0000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수</w:t>
            </w:r>
            <w:r>
              <w:rPr>
                <w:rFonts w:ascii="한컴돋움" w:hAnsi="한컴돋움" w:cs="한컴돋움" w:eastAsia="한컴돋움"/>
                <w:color w:val="FF0000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FF0000"/>
                <w:sz w:val="20"/>
                <w:szCs w:val="20"/>
              </w:rPr>
              <w:t>있음)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8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수업참여도(비율%-강좌별로</w:t>
            </w:r>
            <w:r>
              <w:rPr>
                <w:rFonts w:ascii="한컴돋움" w:hAnsi="한컴돋움" w:cs="한컴돋움" w:eastAsia="한컴돋움"/>
                <w:spacing w:val="8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다름)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77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3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오리엔테이션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주차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참여,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9" w:hRule="exact"/>
        </w:trPr>
        <w:tc>
          <w:tcPr>
            <w:tcW w:w="1395" w:type="dxa"/>
            <w:vMerge/>
            <w:tcBorders>
              <w:left w:val="single" w:sz="9" w:space="0" w:color="000000"/>
              <w:bottom w:val="nil" w:sz="6" w:space="0" w:color="auto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969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8주차</w:t>
            </w:r>
            <w:r>
              <w:rPr>
                <w:rFonts w:ascii="한컴돋움" w:hAnsi="한컴돋움" w:cs="한컴돋움" w:eastAsia="한컴돋움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학습자만족도조사</w:t>
            </w:r>
            <w:r>
              <w:rPr>
                <w:rFonts w:ascii="한컴돋움" w:hAnsi="한컴돋움" w:cs="한컴돋움" w:eastAsia="한컴돋움"/>
                <w:spacing w:val="2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참여</w:t>
            </w:r>
            <w:r>
              <w:rPr>
                <w:rFonts w:ascii="한컴돋움" w:hAnsi="한컴돋움" w:cs="한컴돋움" w:eastAsia="한컴돋움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등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1" w:hRule="exact"/>
        </w:trPr>
        <w:tc>
          <w:tcPr>
            <w:tcW w:w="1395" w:type="dxa"/>
            <w:vMerge w:val="restart"/>
            <w:tcBorders>
              <w:top w:val="nil" w:sz="6" w:space="0" w:color="auto"/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77" w:lineRule="exact"/>
              <w:ind w:left="288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평가하기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9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-38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주차별</w:t>
            </w:r>
            <w:r>
              <w:rPr>
                <w:rFonts w:ascii="한컴돋움" w:hAnsi="한컴돋움" w:cs="한컴돋움" w:eastAsia="한컴돋움"/>
                <w:spacing w:val="-38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퀴즈(비율%-강좌별로</w:t>
            </w:r>
            <w:r>
              <w:rPr>
                <w:rFonts w:ascii="한컴돋움" w:hAnsi="한컴돋움" w:cs="한컴돋움" w:eastAsia="한컴돋움"/>
                <w:spacing w:val="-38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다름):</w:t>
            </w:r>
            <w:r>
              <w:rPr>
                <w:rFonts w:ascii="한컴돋움" w:hAnsi="한컴돋움" w:cs="한컴돋움" w:eastAsia="한컴돋움"/>
                <w:spacing w:val="-38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-38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1~13주차</w:t>
            </w:r>
            <w:r>
              <w:rPr>
                <w:rFonts w:ascii="한컴돋움" w:hAnsi="한컴돋움" w:cs="한컴돋움" w:eastAsia="한컴돋움"/>
                <w:spacing w:val="-38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퀴즈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-35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과제(비율%-강좌별로</w:t>
            </w:r>
            <w:r>
              <w:rPr>
                <w:rFonts w:ascii="한컴돋움" w:hAnsi="한컴돋움" w:cs="한컴돋움" w:eastAsia="한컴돋움"/>
                <w:spacing w:val="-34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다름):</w:t>
            </w:r>
            <w:r>
              <w:rPr>
                <w:rFonts w:ascii="한컴돋움" w:hAnsi="한컴돋움" w:cs="한컴돋움" w:eastAsia="한컴돋움"/>
                <w:spacing w:val="-35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-34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1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중간고사(비율%-강좌별로</w:t>
            </w:r>
            <w:r>
              <w:rPr>
                <w:rFonts w:ascii="한컴돋움" w:hAnsi="한컴돋움" w:cs="한컴돋움" w:eastAsia="한컴돋움"/>
                <w:spacing w:val="1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다름):</w:t>
            </w:r>
            <w:r>
              <w:rPr>
                <w:rFonts w:ascii="한컴돋움" w:hAnsi="한컴돋움" w:cs="한컴돋움" w:eastAsia="한컴돋움"/>
                <w:spacing w:val="1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1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1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기말고사(비율%-강좌별로</w:t>
            </w:r>
            <w:r>
              <w:rPr>
                <w:rFonts w:ascii="한컴돋움" w:hAnsi="한컴돋움" w:cs="한컴돋움" w:eastAsia="한컴돋움"/>
                <w:spacing w:val="1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다름):</w:t>
            </w:r>
            <w:r>
              <w:rPr>
                <w:rFonts w:ascii="한컴돋움" w:hAnsi="한컴돋움" w:cs="한컴돋움" w:eastAsia="한컴돋움"/>
                <w:spacing w:val="1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1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1395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1" w:val="left" w:leader="none"/>
              </w:tabs>
              <w:spacing w:line="240" w:lineRule="auto" w:before="18"/>
              <w:ind w:left="1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각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강좌별로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이수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구성요소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부여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비율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및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최종학점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04" w:hRule="exact"/>
        </w:trPr>
        <w:tc>
          <w:tcPr>
            <w:tcW w:w="1395" w:type="dxa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065" w:type="dxa"/>
            <w:tcBorders>
              <w:top w:val="nil" w:sz="6" w:space="0" w:color="auto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비율은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다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를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있음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spacing w:line="20" w:lineRule="atLeast"/>
        <w:ind w:left="11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34.95pt;height:1.1pt;mso-position-horizontal-relative:char;mso-position-vertical-relative:line" coordorigin="0,0" coordsize="8699,22">
            <v:group style="position:absolute;left:11;top:11;width:8677;height:2" coordorigin="11,11" coordsize="8677,2">
              <v:shape style="position:absolute;left:11;top:11;width:8677;height:2" coordorigin="11,11" coordsize="8677,0" path="m11,11l8687,11e" filled="false" stroked="true" strokeweight="1.07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0760" w:h="14740"/>
          <w:pgMar w:header="0" w:footer="417" w:top="1060" w:bottom="600" w:left="110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group style="position:absolute;margin-left:102.072998pt;margin-top:182.509995pt;width:.85pt;height:505.7pt;mso-position-horizontal-relative:page;mso-position-vertical-relative:page;z-index:-338032" coordorigin="2041,3650" coordsize="17,10114">
            <v:group style="position:absolute;left:2046;top:3655;width:8;height:2" coordorigin="2046,3655" coordsize="8,2">
              <v:shape style="position:absolute;left:2046;top:3655;width:8;height:2" coordorigin="2046,3655" coordsize="8,0" path="m2046,3655l2053,3655e" filled="false" stroked="true" strokeweight=".48pt" strokecolor="#000000">
                <v:path arrowok="t"/>
              </v:shape>
            </v:group>
            <v:group style="position:absolute;left:2046;top:3679;width:8;height:2" coordorigin="2046,3679" coordsize="8,2">
              <v:shape style="position:absolute;left:2046;top:3679;width:8;height:2" coordorigin="2046,3679" coordsize="8,0" path="m2046,3679l2053,3679e" filled="false" stroked="true" strokeweight=".48pt" strokecolor="#000000">
                <v:path arrowok="t"/>
              </v:shape>
            </v:group>
            <v:group style="position:absolute;left:2046;top:3703;width:8;height:2" coordorigin="2046,3703" coordsize="8,2">
              <v:shape style="position:absolute;left:2046;top:3703;width:8;height:2" coordorigin="2046,3703" coordsize="8,0" path="m2046,3703l2053,3703e" filled="false" stroked="true" strokeweight=".48pt" strokecolor="#000000">
                <v:path arrowok="t"/>
              </v:shape>
            </v:group>
            <v:group style="position:absolute;left:2046;top:3727;width:8;height:2" coordorigin="2046,3727" coordsize="8,2">
              <v:shape style="position:absolute;left:2046;top:3727;width:8;height:2" coordorigin="2046,3727" coordsize="8,0" path="m2046,3727l2053,3727e" filled="false" stroked="true" strokeweight=".48pt" strokecolor="#000000">
                <v:path arrowok="t"/>
              </v:shape>
            </v:group>
            <v:group style="position:absolute;left:2046;top:3751;width:8;height:2" coordorigin="2046,3751" coordsize="8,2">
              <v:shape style="position:absolute;left:2046;top:3751;width:8;height:2" coordorigin="2046,3751" coordsize="8,0" path="m2046,3751l2053,3751e" filled="false" stroked="true" strokeweight=".48pt" strokecolor="#000000">
                <v:path arrowok="t"/>
              </v:shape>
            </v:group>
            <v:group style="position:absolute;left:2046;top:3775;width:8;height:2" coordorigin="2046,3775" coordsize="8,2">
              <v:shape style="position:absolute;left:2046;top:3775;width:8;height:2" coordorigin="2046,3775" coordsize="8,0" path="m2046,3775l2053,3775e" filled="false" stroked="true" strokeweight=".48pt" strokecolor="#000000">
                <v:path arrowok="t"/>
              </v:shape>
            </v:group>
            <v:group style="position:absolute;left:2046;top:3799;width:8;height:2" coordorigin="2046,3799" coordsize="8,2">
              <v:shape style="position:absolute;left:2046;top:3799;width:8;height:2" coordorigin="2046,3799" coordsize="8,0" path="m2046,3799l2053,3799e" filled="false" stroked="true" strokeweight=".48pt" strokecolor="#000000">
                <v:path arrowok="t"/>
              </v:shape>
            </v:group>
            <v:group style="position:absolute;left:2046;top:3823;width:8;height:2" coordorigin="2046,3823" coordsize="8,2">
              <v:shape style="position:absolute;left:2046;top:3823;width:8;height:2" coordorigin="2046,3823" coordsize="8,0" path="m2046,3823l2053,3823e" filled="false" stroked="true" strokeweight=".48pt" strokecolor="#000000">
                <v:path arrowok="t"/>
              </v:shape>
            </v:group>
            <v:group style="position:absolute;left:2046;top:3847;width:8;height:2" coordorigin="2046,3847" coordsize="8,2">
              <v:shape style="position:absolute;left:2046;top:3847;width:8;height:2" coordorigin="2046,3847" coordsize="8,0" path="m2046,3847l2053,3847e" filled="false" stroked="true" strokeweight=".48pt" strokecolor="#000000">
                <v:path arrowok="t"/>
              </v:shape>
            </v:group>
            <v:group style="position:absolute;left:2046;top:3871;width:8;height:2" coordorigin="2046,3871" coordsize="8,2">
              <v:shape style="position:absolute;left:2046;top:3871;width:8;height:2" coordorigin="2046,3871" coordsize="8,0" path="m2046,3871l2053,3871e" filled="false" stroked="true" strokeweight=".479pt" strokecolor="#000000">
                <v:path arrowok="t"/>
              </v:shape>
            </v:group>
            <v:group style="position:absolute;left:2046;top:3895;width:8;height:2" coordorigin="2046,3895" coordsize="8,2">
              <v:shape style="position:absolute;left:2046;top:3895;width:8;height:2" coordorigin="2046,3895" coordsize="8,0" path="m2046,3895l2053,3895e" filled="false" stroked="true" strokeweight=".48pt" strokecolor="#000000">
                <v:path arrowok="t"/>
              </v:shape>
            </v:group>
            <v:group style="position:absolute;left:2046;top:3919;width:8;height:2" coordorigin="2046,3919" coordsize="8,2">
              <v:shape style="position:absolute;left:2046;top:3919;width:8;height:2" coordorigin="2046,3919" coordsize="8,0" path="m2046,3919l2053,3919e" filled="false" stroked="true" strokeweight=".48pt" strokecolor="#000000">
                <v:path arrowok="t"/>
              </v:shape>
            </v:group>
            <v:group style="position:absolute;left:2046;top:3943;width:8;height:2" coordorigin="2046,3943" coordsize="8,2">
              <v:shape style="position:absolute;left:2046;top:3943;width:8;height:2" coordorigin="2046,3943" coordsize="8,0" path="m2046,3943l2053,3943e" filled="false" stroked="true" strokeweight=".48pt" strokecolor="#000000">
                <v:path arrowok="t"/>
              </v:shape>
            </v:group>
            <v:group style="position:absolute;left:2046;top:3967;width:8;height:2" coordorigin="2046,3967" coordsize="8,2">
              <v:shape style="position:absolute;left:2046;top:3967;width:8;height:2" coordorigin="2046,3967" coordsize="8,0" path="m2046,3967l2053,3967e" filled="false" stroked="true" strokeweight=".48pt" strokecolor="#000000">
                <v:path arrowok="t"/>
              </v:shape>
            </v:group>
            <v:group style="position:absolute;left:2046;top:3991;width:8;height:2" coordorigin="2046,3991" coordsize="8,2">
              <v:shape style="position:absolute;left:2046;top:3991;width:8;height:2" coordorigin="2046,3991" coordsize="8,0" path="m2046,3991l2053,3991e" filled="false" stroked="true" strokeweight=".48pt" strokecolor="#000000">
                <v:path arrowok="t"/>
              </v:shape>
            </v:group>
            <v:group style="position:absolute;left:2046;top:4015;width:8;height:2" coordorigin="2046,4015" coordsize="8,2">
              <v:shape style="position:absolute;left:2046;top:4015;width:8;height:2" coordorigin="2046,4015" coordsize="8,0" path="m2046,4015l2053,4015e" filled="false" stroked="true" strokeweight=".48pt" strokecolor="#000000">
                <v:path arrowok="t"/>
              </v:shape>
            </v:group>
            <v:group style="position:absolute;left:2046;top:4039;width:8;height:2" coordorigin="2046,4039" coordsize="8,2">
              <v:shape style="position:absolute;left:2046;top:4039;width:8;height:2" coordorigin="2046,4039" coordsize="8,0" path="m2046,4039l2053,4039e" filled="false" stroked="true" strokeweight=".48pt" strokecolor="#000000">
                <v:path arrowok="t"/>
              </v:shape>
            </v:group>
            <v:group style="position:absolute;left:2046;top:4063;width:8;height:2" coordorigin="2046,4063" coordsize="8,2">
              <v:shape style="position:absolute;left:2046;top:4063;width:8;height:2" coordorigin="2046,4063" coordsize="8,0" path="m2046,4063l2053,4063e" filled="false" stroked="true" strokeweight=".48pt" strokecolor="#000000">
                <v:path arrowok="t"/>
              </v:shape>
            </v:group>
            <v:group style="position:absolute;left:2046;top:4135;width:8;height:2" coordorigin="2046,4135" coordsize="8,2">
              <v:shape style="position:absolute;left:2046;top:4135;width:8;height:2" coordorigin="2046,4135" coordsize="8,0" path="m2046,4135l2053,4135e" filled="false" stroked="true" strokeweight=".48pt" strokecolor="#000000">
                <v:path arrowok="t"/>
              </v:shape>
            </v:group>
            <v:group style="position:absolute;left:2046;top:4159;width:8;height:2" coordorigin="2046,4159" coordsize="8,2">
              <v:shape style="position:absolute;left:2046;top:4159;width:8;height:2" coordorigin="2046,4159" coordsize="8,0" path="m2046,4159l2053,4159e" filled="false" stroked="true" strokeweight=".48pt" strokecolor="#000000">
                <v:path arrowok="t"/>
              </v:shape>
            </v:group>
            <v:group style="position:absolute;left:2046;top:4183;width:8;height:2" coordorigin="2046,4183" coordsize="8,2">
              <v:shape style="position:absolute;left:2046;top:4183;width:8;height:2" coordorigin="2046,4183" coordsize="8,0" path="m2046,4183l2053,4183e" filled="false" stroked="true" strokeweight=".48pt" strokecolor="#000000">
                <v:path arrowok="t"/>
              </v:shape>
            </v:group>
            <v:group style="position:absolute;left:2046;top:4207;width:8;height:2" coordorigin="2046,4207" coordsize="8,2">
              <v:shape style="position:absolute;left:2046;top:4207;width:8;height:2" coordorigin="2046,4207" coordsize="8,0" path="m2046,4207l2053,4207e" filled="false" stroked="true" strokeweight=".48pt" strokecolor="#000000">
                <v:path arrowok="t"/>
              </v:shape>
            </v:group>
            <v:group style="position:absolute;left:2046;top:4231;width:8;height:2" coordorigin="2046,4231" coordsize="8,2">
              <v:shape style="position:absolute;left:2046;top:4231;width:8;height:2" coordorigin="2046,4231" coordsize="8,0" path="m2046,4231l2053,4231e" filled="false" stroked="true" strokeweight=".48pt" strokecolor="#000000">
                <v:path arrowok="t"/>
              </v:shape>
            </v:group>
            <v:group style="position:absolute;left:2046;top:4255;width:8;height:2" coordorigin="2046,4255" coordsize="8,2">
              <v:shape style="position:absolute;left:2046;top:4255;width:8;height:2" coordorigin="2046,4255" coordsize="8,0" path="m2046,4255l2053,4255e" filled="false" stroked="true" strokeweight=".48pt" strokecolor="#000000">
                <v:path arrowok="t"/>
              </v:shape>
            </v:group>
            <v:group style="position:absolute;left:2046;top:4279;width:8;height:2" coordorigin="2046,4279" coordsize="8,2">
              <v:shape style="position:absolute;left:2046;top:4279;width:8;height:2" coordorigin="2046,4279" coordsize="8,0" path="m2046,4279l2053,4279e" filled="false" stroked="true" strokeweight=".48pt" strokecolor="#000000">
                <v:path arrowok="t"/>
              </v:shape>
            </v:group>
            <v:group style="position:absolute;left:2046;top:4303;width:8;height:2" coordorigin="2046,4303" coordsize="8,2">
              <v:shape style="position:absolute;left:2046;top:4303;width:8;height:2" coordorigin="2046,4303" coordsize="8,0" path="m2046,4303l2053,4303e" filled="false" stroked="true" strokeweight=".48pt" strokecolor="#000000">
                <v:path arrowok="t"/>
              </v:shape>
            </v:group>
            <v:group style="position:absolute;left:2046;top:4327;width:8;height:2" coordorigin="2046,4327" coordsize="8,2">
              <v:shape style="position:absolute;left:2046;top:4327;width:8;height:2" coordorigin="2046,4327" coordsize="8,0" path="m2046,4327l2053,4327e" filled="false" stroked="true" strokeweight=".48pt" strokecolor="#000000">
                <v:path arrowok="t"/>
              </v:shape>
            </v:group>
            <v:group style="position:absolute;left:2046;top:4351;width:8;height:2" coordorigin="2046,4351" coordsize="8,2">
              <v:shape style="position:absolute;left:2046;top:4351;width:8;height:2" coordorigin="2046,4351" coordsize="8,0" path="m2046,4351l2053,4351e" filled="false" stroked="true" strokeweight=".48pt" strokecolor="#000000">
                <v:path arrowok="t"/>
              </v:shape>
            </v:group>
            <v:group style="position:absolute;left:2046;top:4375;width:8;height:2" coordorigin="2046,4375" coordsize="8,2">
              <v:shape style="position:absolute;left:2046;top:4375;width:8;height:2" coordorigin="2046,4375" coordsize="8,0" path="m2046,4375l2053,4375e" filled="false" stroked="true" strokeweight=".48pt" strokecolor="#000000">
                <v:path arrowok="t"/>
              </v:shape>
            </v:group>
            <v:group style="position:absolute;left:2046;top:4399;width:8;height:2" coordorigin="2046,4399" coordsize="8,2">
              <v:shape style="position:absolute;left:2046;top:4399;width:8;height:2" coordorigin="2046,4399" coordsize="8,0" path="m2046,4399l2053,4399e" filled="false" stroked="true" strokeweight=".48pt" strokecolor="#000000">
                <v:path arrowok="t"/>
              </v:shape>
            </v:group>
            <v:group style="position:absolute;left:2046;top:4423;width:8;height:2" coordorigin="2046,4423" coordsize="8,2">
              <v:shape style="position:absolute;left:2046;top:4423;width:8;height:2" coordorigin="2046,4423" coordsize="8,0" path="m2046,4423l2053,4423e" filled="false" stroked="true" strokeweight=".48pt" strokecolor="#000000">
                <v:path arrowok="t"/>
              </v:shape>
            </v:group>
            <v:group style="position:absolute;left:2046;top:4447;width:8;height:2" coordorigin="2046,4447" coordsize="8,2">
              <v:shape style="position:absolute;left:2046;top:4447;width:8;height:2" coordorigin="2046,4447" coordsize="8,0" path="m2046,4447l2053,4447e" filled="false" stroked="true" strokeweight=".48pt" strokecolor="#000000">
                <v:path arrowok="t"/>
              </v:shape>
            </v:group>
            <v:group style="position:absolute;left:2046;top:4471;width:8;height:2" coordorigin="2046,4471" coordsize="8,2">
              <v:shape style="position:absolute;left:2046;top:4471;width:8;height:2" coordorigin="2046,4471" coordsize="8,0" path="m2046,4471l2053,4471e" filled="false" stroked="true" strokeweight=".48pt" strokecolor="#000000">
                <v:path arrowok="t"/>
              </v:shape>
            </v:group>
            <v:group style="position:absolute;left:2046;top:4495;width:8;height:2" coordorigin="2046,4495" coordsize="8,2">
              <v:shape style="position:absolute;left:2046;top:4495;width:8;height:2" coordorigin="2046,4495" coordsize="8,0" path="m2046,4495l2053,4495e" filled="false" stroked="true" strokeweight=".48pt" strokecolor="#000000">
                <v:path arrowok="t"/>
              </v:shape>
            </v:group>
            <v:group style="position:absolute;left:2046;top:4519;width:8;height:2" coordorigin="2046,4519" coordsize="8,2">
              <v:shape style="position:absolute;left:2046;top:4519;width:8;height:2" coordorigin="2046,4519" coordsize="8,0" path="m2046,4519l2053,4519e" filled="false" stroked="true" strokeweight=".48pt" strokecolor="#000000">
                <v:path arrowok="t"/>
              </v:shape>
            </v:group>
            <v:group style="position:absolute;left:2046;top:4543;width:8;height:2" coordorigin="2046,4543" coordsize="8,2">
              <v:shape style="position:absolute;left:2046;top:4543;width:8;height:2" coordorigin="2046,4543" coordsize="8,0" path="m2046,4543l2053,4543e" filled="false" stroked="true" strokeweight=".48pt" strokecolor="#000000">
                <v:path arrowok="t"/>
              </v:shape>
            </v:group>
            <v:group style="position:absolute;left:2046;top:4567;width:8;height:2" coordorigin="2046,4567" coordsize="8,2">
              <v:shape style="position:absolute;left:2046;top:4567;width:8;height:2" coordorigin="2046,4567" coordsize="8,0" path="m2046,4567l2053,4567e" filled="false" stroked="true" strokeweight=".48pt" strokecolor="#000000">
                <v:path arrowok="t"/>
              </v:shape>
            </v:group>
            <v:group style="position:absolute;left:2046;top:4591;width:8;height:2" coordorigin="2046,4591" coordsize="8,2">
              <v:shape style="position:absolute;left:2046;top:4591;width:8;height:2" coordorigin="2046,4591" coordsize="8,0" path="m2046,4591l2053,4591e" filled="false" stroked="true" strokeweight=".48pt" strokecolor="#000000">
                <v:path arrowok="t"/>
              </v:shape>
            </v:group>
            <v:group style="position:absolute;left:2046;top:4615;width:8;height:2" coordorigin="2046,4615" coordsize="8,2">
              <v:shape style="position:absolute;left:2046;top:4615;width:8;height:2" coordorigin="2046,4615" coordsize="8,0" path="m2046,4615l2053,4615e" filled="false" stroked="true" strokeweight=".479pt" strokecolor="#000000">
                <v:path arrowok="t"/>
              </v:shape>
            </v:group>
            <v:group style="position:absolute;left:2046;top:4639;width:8;height:2" coordorigin="2046,4639" coordsize="8,2">
              <v:shape style="position:absolute;left:2046;top:4639;width:8;height:2" coordorigin="2046,4639" coordsize="8,0" path="m2046,4639l2053,4639e" filled="false" stroked="true" strokeweight=".48pt" strokecolor="#000000">
                <v:path arrowok="t"/>
              </v:shape>
            </v:group>
            <v:group style="position:absolute;left:2046;top:4663;width:8;height:2" coordorigin="2046,4663" coordsize="8,2">
              <v:shape style="position:absolute;left:2046;top:4663;width:8;height:2" coordorigin="2046,4663" coordsize="8,0" path="m2046,4663l2053,4663e" filled="false" stroked="true" strokeweight=".48pt" strokecolor="#000000">
                <v:path arrowok="t"/>
              </v:shape>
            </v:group>
            <v:group style="position:absolute;left:2046;top:4687;width:8;height:2" coordorigin="2046,4687" coordsize="8,2">
              <v:shape style="position:absolute;left:2046;top:4687;width:8;height:2" coordorigin="2046,4687" coordsize="8,0" path="m2046,4687l2053,4687e" filled="false" stroked="true" strokeweight=".48pt" strokecolor="#000000">
                <v:path arrowok="t"/>
              </v:shape>
            </v:group>
            <v:group style="position:absolute;left:2046;top:4711;width:8;height:2" coordorigin="2046,4711" coordsize="8,2">
              <v:shape style="position:absolute;left:2046;top:4711;width:8;height:2" coordorigin="2046,4711" coordsize="8,0" path="m2046,4711l2053,4711e" filled="false" stroked="true" strokeweight=".48pt" strokecolor="#000000">
                <v:path arrowok="t"/>
              </v:shape>
            </v:group>
            <v:group style="position:absolute;left:2046;top:4735;width:8;height:2" coordorigin="2046,4735" coordsize="8,2">
              <v:shape style="position:absolute;left:2046;top:4735;width:8;height:2" coordorigin="2046,4735" coordsize="8,0" path="m2046,4735l2053,4735e" filled="false" stroked="true" strokeweight=".48pt" strokecolor="#000000">
                <v:path arrowok="t"/>
              </v:shape>
            </v:group>
            <v:group style="position:absolute;left:2046;top:4759;width:8;height:2" coordorigin="2046,4759" coordsize="8,2">
              <v:shape style="position:absolute;left:2046;top:4759;width:8;height:2" coordorigin="2046,4759" coordsize="8,0" path="m2046,4759l2053,4759e" filled="false" stroked="true" strokeweight=".48pt" strokecolor="#000000">
                <v:path arrowok="t"/>
              </v:shape>
            </v:group>
            <v:group style="position:absolute;left:2046;top:4783;width:8;height:2" coordorigin="2046,4783" coordsize="8,2">
              <v:shape style="position:absolute;left:2046;top:4783;width:8;height:2" coordorigin="2046,4783" coordsize="8,0" path="m2046,4783l2053,4783e" filled="false" stroked="true" strokeweight=".48pt" strokecolor="#000000">
                <v:path arrowok="t"/>
              </v:shape>
            </v:group>
            <v:group style="position:absolute;left:2046;top:4807;width:8;height:2" coordorigin="2046,4807" coordsize="8,2">
              <v:shape style="position:absolute;left:2046;top:4807;width:8;height:2" coordorigin="2046,4807" coordsize="8,0" path="m2046,4807l2053,4807e" filled="false" stroked="true" strokeweight=".48pt" strokecolor="#000000">
                <v:path arrowok="t"/>
              </v:shape>
            </v:group>
            <v:group style="position:absolute;left:2046;top:4831;width:8;height:2" coordorigin="2046,4831" coordsize="8,2">
              <v:shape style="position:absolute;left:2046;top:4831;width:8;height:2" coordorigin="2046,4831" coordsize="8,0" path="m2046,4831l2053,4831e" filled="false" stroked="true" strokeweight=".48pt" strokecolor="#000000">
                <v:path arrowok="t"/>
              </v:shape>
            </v:group>
            <v:group style="position:absolute;left:2046;top:4855;width:8;height:2" coordorigin="2046,4855" coordsize="8,2">
              <v:shape style="position:absolute;left:2046;top:4855;width:8;height:2" coordorigin="2046,4855" coordsize="8,0" path="m2046,4855l2053,4855e" filled="false" stroked="true" strokeweight=".48pt" strokecolor="#000000">
                <v:path arrowok="t"/>
              </v:shape>
            </v:group>
            <v:group style="position:absolute;left:2046;top:4879;width:8;height:2" coordorigin="2046,4879" coordsize="8,2">
              <v:shape style="position:absolute;left:2046;top:4879;width:8;height:2" coordorigin="2046,4879" coordsize="8,0" path="m2046,4879l2053,4879e" filled="false" stroked="true" strokeweight=".48pt" strokecolor="#000000">
                <v:path arrowok="t"/>
              </v:shape>
            </v:group>
            <v:group style="position:absolute;left:2046;top:4903;width:8;height:2" coordorigin="2046,4903" coordsize="8,2">
              <v:shape style="position:absolute;left:2046;top:4903;width:8;height:2" coordorigin="2046,4903" coordsize="8,0" path="m2046,4903l2053,4903e" filled="false" stroked="true" strokeweight=".48pt" strokecolor="#000000">
                <v:path arrowok="t"/>
              </v:shape>
            </v:group>
            <v:group style="position:absolute;left:2046;top:4927;width:8;height:2" coordorigin="2046,4927" coordsize="8,2">
              <v:shape style="position:absolute;left:2046;top:4927;width:8;height:2" coordorigin="2046,4927" coordsize="8,0" path="m2046,4927l2053,4927e" filled="false" stroked="true" strokeweight=".48pt" strokecolor="#000000">
                <v:path arrowok="t"/>
              </v:shape>
            </v:group>
            <v:group style="position:absolute;left:2046;top:4951;width:8;height:2" coordorigin="2046,4951" coordsize="8,2">
              <v:shape style="position:absolute;left:2046;top:4951;width:8;height:2" coordorigin="2046,4951" coordsize="8,0" path="m2046,4951l2053,4951e" filled="false" stroked="true" strokeweight=".48pt" strokecolor="#000000">
                <v:path arrowok="t"/>
              </v:shape>
            </v:group>
            <v:group style="position:absolute;left:2046;top:4975;width:8;height:2" coordorigin="2046,4975" coordsize="8,2">
              <v:shape style="position:absolute;left:2046;top:4975;width:8;height:2" coordorigin="2046,4975" coordsize="8,0" path="m2046,4975l2053,4975e" filled="false" stroked="true" strokeweight=".479pt" strokecolor="#000000">
                <v:path arrowok="t"/>
              </v:shape>
            </v:group>
            <v:group style="position:absolute;left:2046;top:4999;width:8;height:2" coordorigin="2046,4999" coordsize="8,2">
              <v:shape style="position:absolute;left:2046;top:4999;width:8;height:2" coordorigin="2046,4999" coordsize="8,0" path="m2046,4999l2053,4999e" filled="false" stroked="true" strokeweight=".48pt" strokecolor="#000000">
                <v:path arrowok="t"/>
              </v:shape>
            </v:group>
            <v:group style="position:absolute;left:2046;top:5023;width:8;height:2" coordorigin="2046,5023" coordsize="8,2">
              <v:shape style="position:absolute;left:2046;top:5023;width:8;height:2" coordorigin="2046,5023" coordsize="8,0" path="m2046,5023l2053,5023e" filled="false" stroked="true" strokeweight=".48pt" strokecolor="#000000">
                <v:path arrowok="t"/>
              </v:shape>
            </v:group>
            <v:group style="position:absolute;left:2046;top:5047;width:8;height:2" coordorigin="2046,5047" coordsize="8,2">
              <v:shape style="position:absolute;left:2046;top:5047;width:8;height:2" coordorigin="2046,5047" coordsize="8,0" path="m2046,5047l2053,5047e" filled="false" stroked="true" strokeweight=".48pt" strokecolor="#000000">
                <v:path arrowok="t"/>
              </v:shape>
            </v:group>
            <v:group style="position:absolute;left:2046;top:5071;width:8;height:2" coordorigin="2046,5071" coordsize="8,2">
              <v:shape style="position:absolute;left:2046;top:5071;width:8;height:2" coordorigin="2046,5071" coordsize="8,0" path="m2046,5071l2053,5071e" filled="false" stroked="true" strokeweight=".48pt" strokecolor="#000000">
                <v:path arrowok="t"/>
              </v:shape>
            </v:group>
            <v:group style="position:absolute;left:2046;top:5095;width:8;height:2" coordorigin="2046,5095" coordsize="8,2">
              <v:shape style="position:absolute;left:2046;top:5095;width:8;height:2" coordorigin="2046,5095" coordsize="8,0" path="m2046,5095l2053,5095e" filled="false" stroked="true" strokeweight=".48pt" strokecolor="#000000">
                <v:path arrowok="t"/>
              </v:shape>
            </v:group>
            <v:group style="position:absolute;left:2046;top:5119;width:8;height:2" coordorigin="2046,5119" coordsize="8,2">
              <v:shape style="position:absolute;left:2046;top:5119;width:8;height:2" coordorigin="2046,5119" coordsize="8,0" path="m2046,5119l2053,5119e" filled="false" stroked="true" strokeweight=".48pt" strokecolor="#000000">
                <v:path arrowok="t"/>
              </v:shape>
            </v:group>
            <v:group style="position:absolute;left:2046;top:5143;width:8;height:2" coordorigin="2046,5143" coordsize="8,2">
              <v:shape style="position:absolute;left:2046;top:5143;width:8;height:2" coordorigin="2046,5143" coordsize="8,0" path="m2046,5143l2053,5143e" filled="false" stroked="true" strokeweight=".48pt" strokecolor="#000000">
                <v:path arrowok="t"/>
              </v:shape>
            </v:group>
            <v:group style="position:absolute;left:2046;top:5167;width:8;height:2" coordorigin="2046,5167" coordsize="8,2">
              <v:shape style="position:absolute;left:2046;top:5167;width:8;height:2" coordorigin="2046,5167" coordsize="8,0" path="m2046,5167l2053,5167e" filled="false" stroked="true" strokeweight=".48pt" strokecolor="#000000">
                <v:path arrowok="t"/>
              </v:shape>
            </v:group>
            <v:group style="position:absolute;left:2046;top:5191;width:8;height:2" coordorigin="2046,5191" coordsize="8,2">
              <v:shape style="position:absolute;left:2046;top:5191;width:8;height:2" coordorigin="2046,5191" coordsize="8,0" path="m2046,5191l2053,5191e" filled="false" stroked="true" strokeweight=".48pt" strokecolor="#000000">
                <v:path arrowok="t"/>
              </v:shape>
            </v:group>
            <v:group style="position:absolute;left:2046;top:5215;width:8;height:2" coordorigin="2046,5215" coordsize="8,2">
              <v:shape style="position:absolute;left:2046;top:5215;width:8;height:2" coordorigin="2046,5215" coordsize="8,0" path="m2046,5215l2053,5215e" filled="false" stroked="true" strokeweight=".48pt" strokecolor="#000000">
                <v:path arrowok="t"/>
              </v:shape>
            </v:group>
            <v:group style="position:absolute;left:2046;top:5239;width:8;height:2" coordorigin="2046,5239" coordsize="8,2">
              <v:shape style="position:absolute;left:2046;top:5239;width:8;height:2" coordorigin="2046,5239" coordsize="8,0" path="m2046,5239l2053,5239e" filled="false" stroked="true" strokeweight=".48pt" strokecolor="#000000">
                <v:path arrowok="t"/>
              </v:shape>
            </v:group>
            <v:group style="position:absolute;left:2046;top:5263;width:8;height:2" coordorigin="2046,5263" coordsize="8,2">
              <v:shape style="position:absolute;left:2046;top:5263;width:8;height:2" coordorigin="2046,5263" coordsize="8,0" path="m2046,5263l2053,5263e" filled="false" stroked="true" strokeweight=".48pt" strokecolor="#000000">
                <v:path arrowok="t"/>
              </v:shape>
            </v:group>
            <v:group style="position:absolute;left:2046;top:5287;width:8;height:2" coordorigin="2046,5287" coordsize="8,2">
              <v:shape style="position:absolute;left:2046;top:5287;width:8;height:2" coordorigin="2046,5287" coordsize="8,0" path="m2046,5287l2053,5287e" filled="false" stroked="true" strokeweight=".48pt" strokecolor="#000000">
                <v:path arrowok="t"/>
              </v:shape>
            </v:group>
            <v:group style="position:absolute;left:2046;top:5311;width:8;height:2" coordorigin="2046,5311" coordsize="8,2">
              <v:shape style="position:absolute;left:2046;top:5311;width:8;height:2" coordorigin="2046,5311" coordsize="8,0" path="m2046,5311l2053,5311e" filled="false" stroked="true" strokeweight=".48pt" strokecolor="#000000">
                <v:path arrowok="t"/>
              </v:shape>
            </v:group>
            <v:group style="position:absolute;left:2046;top:5335;width:8;height:2" coordorigin="2046,5335" coordsize="8,2">
              <v:shape style="position:absolute;left:2046;top:5335;width:8;height:2" coordorigin="2046,5335" coordsize="8,0" path="m2046,5335l2053,5335e" filled="false" stroked="true" strokeweight=".48pt" strokecolor="#000000">
                <v:path arrowok="t"/>
              </v:shape>
            </v:group>
            <v:group style="position:absolute;left:2046;top:5359;width:8;height:2" coordorigin="2046,5359" coordsize="8,2">
              <v:shape style="position:absolute;left:2046;top:5359;width:8;height:2" coordorigin="2046,5359" coordsize="8,0" path="m2046,5359l2053,5359e" filled="false" stroked="true" strokeweight=".48pt" strokecolor="#000000">
                <v:path arrowok="t"/>
              </v:shape>
            </v:group>
            <v:group style="position:absolute;left:2046;top:5383;width:8;height:2" coordorigin="2046,5383" coordsize="8,2">
              <v:shape style="position:absolute;left:2046;top:5383;width:8;height:2" coordorigin="2046,5383" coordsize="8,0" path="m2046,5383l2053,5383e" filled="false" stroked="true" strokeweight=".48pt" strokecolor="#000000">
                <v:path arrowok="t"/>
              </v:shape>
            </v:group>
            <v:group style="position:absolute;left:2046;top:5407;width:8;height:2" coordorigin="2046,5407" coordsize="8,2">
              <v:shape style="position:absolute;left:2046;top:5407;width:8;height:2" coordorigin="2046,5407" coordsize="8,0" path="m2046,5407l2053,5407e" filled="false" stroked="true" strokeweight=".48pt" strokecolor="#000000">
                <v:path arrowok="t"/>
              </v:shape>
            </v:group>
            <v:group style="position:absolute;left:2046;top:5431;width:8;height:2" coordorigin="2046,5431" coordsize="8,2">
              <v:shape style="position:absolute;left:2046;top:5431;width:8;height:2" coordorigin="2046,5431" coordsize="8,0" path="m2046,5431l2053,5431e" filled="false" stroked="true" strokeweight=".48pt" strokecolor="#000000">
                <v:path arrowok="t"/>
              </v:shape>
            </v:group>
            <v:group style="position:absolute;left:2046;top:5455;width:8;height:2" coordorigin="2046,5455" coordsize="8,2">
              <v:shape style="position:absolute;left:2046;top:5455;width:8;height:2" coordorigin="2046,5455" coordsize="8,0" path="m2046,5455l2053,5455e" filled="false" stroked="true" strokeweight=".48pt" strokecolor="#000000">
                <v:path arrowok="t"/>
              </v:shape>
            </v:group>
            <v:group style="position:absolute;left:2046;top:5479;width:8;height:2" coordorigin="2046,5479" coordsize="8,2">
              <v:shape style="position:absolute;left:2046;top:5479;width:8;height:2" coordorigin="2046,5479" coordsize="8,0" path="m2046,5479l2053,5479e" filled="false" stroked="true" strokeweight=".48pt" strokecolor="#000000">
                <v:path arrowok="t"/>
              </v:shape>
            </v:group>
            <v:group style="position:absolute;left:2046;top:5503;width:8;height:2" coordorigin="2046,5503" coordsize="8,2">
              <v:shape style="position:absolute;left:2046;top:5503;width:8;height:2" coordorigin="2046,5503" coordsize="8,0" path="m2046,5503l2053,5503e" filled="false" stroked="true" strokeweight=".48pt" strokecolor="#000000">
                <v:path arrowok="t"/>
              </v:shape>
            </v:group>
            <v:group style="position:absolute;left:2046;top:5527;width:8;height:2" coordorigin="2046,5527" coordsize="8,2">
              <v:shape style="position:absolute;left:2046;top:5527;width:8;height:2" coordorigin="2046,5527" coordsize="8,0" path="m2046,5527l2053,5527e" filled="false" stroked="true" strokeweight=".48pt" strokecolor="#000000">
                <v:path arrowok="t"/>
              </v:shape>
            </v:group>
            <v:group style="position:absolute;left:2046;top:5551;width:8;height:2" coordorigin="2046,5551" coordsize="8,2">
              <v:shape style="position:absolute;left:2046;top:5551;width:8;height:2" coordorigin="2046,5551" coordsize="8,0" path="m2046,5551l2053,5551e" filled="false" stroked="true" strokeweight=".48pt" strokecolor="#000000">
                <v:path arrowok="t"/>
              </v:shape>
            </v:group>
            <v:group style="position:absolute;left:2046;top:5575;width:8;height:2" coordorigin="2046,5575" coordsize="8,2">
              <v:shape style="position:absolute;left:2046;top:5575;width:8;height:2" coordorigin="2046,5575" coordsize="8,0" path="m2046,5575l2053,5575e" filled="false" stroked="true" strokeweight=".48pt" strokecolor="#000000">
                <v:path arrowok="t"/>
              </v:shape>
            </v:group>
            <v:group style="position:absolute;left:2046;top:5599;width:8;height:2" coordorigin="2046,5599" coordsize="8,2">
              <v:shape style="position:absolute;left:2046;top:5599;width:8;height:2" coordorigin="2046,5599" coordsize="8,0" path="m2046,5599l2053,5599e" filled="false" stroked="true" strokeweight=".48pt" strokecolor="#000000">
                <v:path arrowok="t"/>
              </v:shape>
            </v:group>
            <v:group style="position:absolute;left:2046;top:5623;width:8;height:2" coordorigin="2046,5623" coordsize="8,2">
              <v:shape style="position:absolute;left:2046;top:5623;width:8;height:2" coordorigin="2046,5623" coordsize="8,0" path="m2046,5623l2053,5623e" filled="false" stroked="true" strokeweight=".48pt" strokecolor="#000000">
                <v:path arrowok="t"/>
              </v:shape>
            </v:group>
            <v:group style="position:absolute;left:2046;top:5647;width:8;height:2" coordorigin="2046,5647" coordsize="8,2">
              <v:shape style="position:absolute;left:2046;top:5647;width:8;height:2" coordorigin="2046,5647" coordsize="8,0" path="m2046,5647l2053,5647e" filled="false" stroked="true" strokeweight=".48pt" strokecolor="#000000">
                <v:path arrowok="t"/>
              </v:shape>
            </v:group>
            <v:group style="position:absolute;left:2046;top:5671;width:8;height:2" coordorigin="2046,5671" coordsize="8,2">
              <v:shape style="position:absolute;left:2046;top:5671;width:8;height:2" coordorigin="2046,5671" coordsize="8,0" path="m2046,5671l2053,5671e" filled="false" stroked="true" strokeweight=".48pt" strokecolor="#000000">
                <v:path arrowok="t"/>
              </v:shape>
            </v:group>
            <v:group style="position:absolute;left:2046;top:5695;width:8;height:2" coordorigin="2046,5695" coordsize="8,2">
              <v:shape style="position:absolute;left:2046;top:5695;width:8;height:2" coordorigin="2046,5695" coordsize="8,0" path="m2046,5695l2053,5695e" filled="false" stroked="true" strokeweight=".48pt" strokecolor="#000000">
                <v:path arrowok="t"/>
              </v:shape>
            </v:group>
            <v:group style="position:absolute;left:2046;top:5719;width:8;height:2" coordorigin="2046,5719" coordsize="8,2">
              <v:shape style="position:absolute;left:2046;top:5719;width:8;height:2" coordorigin="2046,5719" coordsize="8,0" path="m2046,5719l2053,5719e" filled="false" stroked="true" strokeweight=".48pt" strokecolor="#000000">
                <v:path arrowok="t"/>
              </v:shape>
            </v:group>
            <v:group style="position:absolute;left:2046;top:5743;width:8;height:2" coordorigin="2046,5743" coordsize="8,2">
              <v:shape style="position:absolute;left:2046;top:5743;width:8;height:2" coordorigin="2046,5743" coordsize="8,0" path="m2046,5743l2053,5743e" filled="false" stroked="true" strokeweight=".48pt" strokecolor="#000000">
                <v:path arrowok="t"/>
              </v:shape>
            </v:group>
            <v:group style="position:absolute;left:2046;top:5767;width:8;height:2" coordorigin="2046,5767" coordsize="8,2">
              <v:shape style="position:absolute;left:2046;top:5767;width:8;height:2" coordorigin="2046,5767" coordsize="8,0" path="m2046,5767l2053,5767e" filled="false" stroked="true" strokeweight=".48pt" strokecolor="#000000">
                <v:path arrowok="t"/>
              </v:shape>
            </v:group>
            <v:group style="position:absolute;left:2046;top:5791;width:8;height:2" coordorigin="2046,5791" coordsize="8,2">
              <v:shape style="position:absolute;left:2046;top:5791;width:8;height:2" coordorigin="2046,5791" coordsize="8,0" path="m2046,5791l2053,5791e" filled="false" stroked="true" strokeweight=".48pt" strokecolor="#000000">
                <v:path arrowok="t"/>
              </v:shape>
            </v:group>
            <v:group style="position:absolute;left:2046;top:5815;width:8;height:2" coordorigin="2046,5815" coordsize="8,2">
              <v:shape style="position:absolute;left:2046;top:5815;width:8;height:2" coordorigin="2046,5815" coordsize="8,0" path="m2046,5815l2053,5815e" filled="false" stroked="true" strokeweight=".48pt" strokecolor="#000000">
                <v:path arrowok="t"/>
              </v:shape>
            </v:group>
            <v:group style="position:absolute;left:2046;top:5839;width:8;height:2" coordorigin="2046,5839" coordsize="8,2">
              <v:shape style="position:absolute;left:2046;top:5839;width:8;height:2" coordorigin="2046,5839" coordsize="8,0" path="m2046,5839l2053,5839e" filled="false" stroked="true" strokeweight=".48pt" strokecolor="#000000">
                <v:path arrowok="t"/>
              </v:shape>
            </v:group>
            <v:group style="position:absolute;left:2046;top:5863;width:8;height:2" coordorigin="2046,5863" coordsize="8,2">
              <v:shape style="position:absolute;left:2046;top:5863;width:8;height:2" coordorigin="2046,5863" coordsize="8,0" path="m2046,5863l2053,5863e" filled="false" stroked="true" strokeweight=".48pt" strokecolor="#000000">
                <v:path arrowok="t"/>
              </v:shape>
            </v:group>
            <v:group style="position:absolute;left:2046;top:5887;width:8;height:2" coordorigin="2046,5887" coordsize="8,2">
              <v:shape style="position:absolute;left:2046;top:5887;width:8;height:2" coordorigin="2046,5887" coordsize="8,0" path="m2046,5887l2053,5887e" filled="false" stroked="true" strokeweight=".48pt" strokecolor="#000000">
                <v:path arrowok="t"/>
              </v:shape>
            </v:group>
            <v:group style="position:absolute;left:2046;top:5911;width:8;height:2" coordorigin="2046,5911" coordsize="8,2">
              <v:shape style="position:absolute;left:2046;top:5911;width:8;height:2" coordorigin="2046,5911" coordsize="8,0" path="m2046,5911l2053,5911e" filled="false" stroked="true" strokeweight=".48pt" strokecolor="#000000">
                <v:path arrowok="t"/>
              </v:shape>
            </v:group>
            <v:group style="position:absolute;left:2046;top:5935;width:8;height:2" coordorigin="2046,5935" coordsize="8,2">
              <v:shape style="position:absolute;left:2046;top:5935;width:8;height:2" coordorigin="2046,5935" coordsize="8,0" path="m2046,5935l2053,5935e" filled="false" stroked="true" strokeweight=".48pt" strokecolor="#000000">
                <v:path arrowok="t"/>
              </v:shape>
            </v:group>
            <v:group style="position:absolute;left:2046;top:5959;width:8;height:2" coordorigin="2046,5959" coordsize="8,2">
              <v:shape style="position:absolute;left:2046;top:5959;width:8;height:2" coordorigin="2046,5959" coordsize="8,0" path="m2046,5959l2053,5959e" filled="false" stroked="true" strokeweight=".48pt" strokecolor="#000000">
                <v:path arrowok="t"/>
              </v:shape>
            </v:group>
            <v:group style="position:absolute;left:2046;top:5983;width:8;height:2" coordorigin="2046,5983" coordsize="8,2">
              <v:shape style="position:absolute;left:2046;top:5983;width:8;height:2" coordorigin="2046,5983" coordsize="8,0" path="m2046,5983l2053,5983e" filled="false" stroked="true" strokeweight=".48pt" strokecolor="#000000">
                <v:path arrowok="t"/>
              </v:shape>
            </v:group>
            <v:group style="position:absolute;left:2046;top:6007;width:8;height:2" coordorigin="2046,6007" coordsize="8,2">
              <v:shape style="position:absolute;left:2046;top:6007;width:8;height:2" coordorigin="2046,6007" coordsize="8,0" path="m2046,6007l2053,6007e" filled="false" stroked="true" strokeweight=".48pt" strokecolor="#000000">
                <v:path arrowok="t"/>
              </v:shape>
            </v:group>
            <v:group style="position:absolute;left:2046;top:6031;width:8;height:2" coordorigin="2046,6031" coordsize="8,2">
              <v:shape style="position:absolute;left:2046;top:6031;width:8;height:2" coordorigin="2046,6031" coordsize="8,0" path="m2046,6031l2053,6031e" filled="false" stroked="true" strokeweight=".48pt" strokecolor="#000000">
                <v:path arrowok="t"/>
              </v:shape>
            </v:group>
            <v:group style="position:absolute;left:2046;top:6055;width:8;height:2" coordorigin="2046,6055" coordsize="8,2">
              <v:shape style="position:absolute;left:2046;top:6055;width:8;height:2" coordorigin="2046,6055" coordsize="8,0" path="m2046,6055l2053,6055e" filled="false" stroked="true" strokeweight=".48pt" strokecolor="#000000">
                <v:path arrowok="t"/>
              </v:shape>
            </v:group>
            <v:group style="position:absolute;left:2046;top:6079;width:8;height:2" coordorigin="2046,6079" coordsize="8,2">
              <v:shape style="position:absolute;left:2046;top:6079;width:8;height:2" coordorigin="2046,6079" coordsize="8,0" path="m2046,6079l2053,6079e" filled="false" stroked="true" strokeweight=".479pt" strokecolor="#000000">
                <v:path arrowok="t"/>
              </v:shape>
            </v:group>
            <v:group style="position:absolute;left:2046;top:6103;width:8;height:2" coordorigin="2046,6103" coordsize="8,2">
              <v:shape style="position:absolute;left:2046;top:6103;width:8;height:2" coordorigin="2046,6103" coordsize="8,0" path="m2046,6103l2053,6103e" filled="false" stroked="true" strokeweight=".48pt" strokecolor="#000000">
                <v:path arrowok="t"/>
              </v:shape>
            </v:group>
            <v:group style="position:absolute;left:2046;top:6127;width:8;height:2" coordorigin="2046,6127" coordsize="8,2">
              <v:shape style="position:absolute;left:2046;top:6127;width:8;height:2" coordorigin="2046,6127" coordsize="8,0" path="m2046,6127l2053,6127e" filled="false" stroked="true" strokeweight=".48pt" strokecolor="#000000">
                <v:path arrowok="t"/>
              </v:shape>
            </v:group>
            <v:group style="position:absolute;left:2046;top:6151;width:8;height:2" coordorigin="2046,6151" coordsize="8,2">
              <v:shape style="position:absolute;left:2046;top:6151;width:8;height:2" coordorigin="2046,6151" coordsize="8,0" path="m2046,6151l2053,6151e" filled="false" stroked="true" strokeweight=".48pt" strokecolor="#000000">
                <v:path arrowok="t"/>
              </v:shape>
            </v:group>
            <v:group style="position:absolute;left:2046;top:6175;width:8;height:2" coordorigin="2046,6175" coordsize="8,2">
              <v:shape style="position:absolute;left:2046;top:6175;width:8;height:2" coordorigin="2046,6175" coordsize="8,0" path="m2046,6175l2053,6175e" filled="false" stroked="true" strokeweight=".48pt" strokecolor="#000000">
                <v:path arrowok="t"/>
              </v:shape>
            </v:group>
            <v:group style="position:absolute;left:2046;top:6199;width:8;height:2" coordorigin="2046,6199" coordsize="8,2">
              <v:shape style="position:absolute;left:2046;top:6199;width:8;height:2" coordorigin="2046,6199" coordsize="8,0" path="m2046,6199l2053,6199e" filled="false" stroked="true" strokeweight=".48pt" strokecolor="#000000">
                <v:path arrowok="t"/>
              </v:shape>
            </v:group>
            <v:group style="position:absolute;left:2046;top:6223;width:8;height:2" coordorigin="2046,6223" coordsize="8,2">
              <v:shape style="position:absolute;left:2046;top:6223;width:8;height:2" coordorigin="2046,6223" coordsize="8,0" path="m2046,6223l2053,6223e" filled="false" stroked="true" strokeweight=".48pt" strokecolor="#000000">
                <v:path arrowok="t"/>
              </v:shape>
            </v:group>
            <v:group style="position:absolute;left:2046;top:6247;width:8;height:2" coordorigin="2046,6247" coordsize="8,2">
              <v:shape style="position:absolute;left:2046;top:6247;width:8;height:2" coordorigin="2046,6247" coordsize="8,0" path="m2046,6247l2053,6247e" filled="false" stroked="true" strokeweight=".48pt" strokecolor="#000000">
                <v:path arrowok="t"/>
              </v:shape>
            </v:group>
            <v:group style="position:absolute;left:2046;top:6271;width:8;height:2" coordorigin="2046,6271" coordsize="8,2">
              <v:shape style="position:absolute;left:2046;top:6271;width:8;height:2" coordorigin="2046,6271" coordsize="8,0" path="m2046,6271l2053,6271e" filled="false" stroked="true" strokeweight=".48pt" strokecolor="#000000">
                <v:path arrowok="t"/>
              </v:shape>
            </v:group>
            <v:group style="position:absolute;left:2046;top:6295;width:8;height:2" coordorigin="2046,6295" coordsize="8,2">
              <v:shape style="position:absolute;left:2046;top:6295;width:8;height:2" coordorigin="2046,6295" coordsize="8,0" path="m2046,6295l2053,6295e" filled="false" stroked="true" strokeweight=".48pt" strokecolor="#000000">
                <v:path arrowok="t"/>
              </v:shape>
            </v:group>
            <v:group style="position:absolute;left:2046;top:6319;width:8;height:2" coordorigin="2046,6319" coordsize="8,2">
              <v:shape style="position:absolute;left:2046;top:6319;width:8;height:2" coordorigin="2046,6319" coordsize="8,0" path="m2046,6319l2053,6319e" filled="false" stroked="true" strokeweight=".48pt" strokecolor="#000000">
                <v:path arrowok="t"/>
              </v:shape>
            </v:group>
            <v:group style="position:absolute;left:2046;top:6343;width:8;height:2" coordorigin="2046,6343" coordsize="8,2">
              <v:shape style="position:absolute;left:2046;top:6343;width:8;height:2" coordorigin="2046,6343" coordsize="8,0" path="m2046,6343l2053,6343e" filled="false" stroked="true" strokeweight=".48pt" strokecolor="#000000">
                <v:path arrowok="t"/>
              </v:shape>
            </v:group>
            <v:group style="position:absolute;left:2046;top:6367;width:8;height:2" coordorigin="2046,6367" coordsize="8,2">
              <v:shape style="position:absolute;left:2046;top:6367;width:8;height:2" coordorigin="2046,6367" coordsize="8,0" path="m2046,6367l2053,6367e" filled="false" stroked="true" strokeweight=".48pt" strokecolor="#000000">
                <v:path arrowok="t"/>
              </v:shape>
            </v:group>
            <v:group style="position:absolute;left:2046;top:6391;width:8;height:2" coordorigin="2046,6391" coordsize="8,2">
              <v:shape style="position:absolute;left:2046;top:6391;width:8;height:2" coordorigin="2046,6391" coordsize="8,0" path="m2046,6391l2053,6391e" filled="false" stroked="true" strokeweight=".48pt" strokecolor="#000000">
                <v:path arrowok="t"/>
              </v:shape>
            </v:group>
            <v:group style="position:absolute;left:2046;top:6415;width:8;height:2" coordorigin="2046,6415" coordsize="8,2">
              <v:shape style="position:absolute;left:2046;top:6415;width:8;height:2" coordorigin="2046,6415" coordsize="8,0" path="m2046,6415l2053,6415e" filled="false" stroked="true" strokeweight=".48pt" strokecolor="#000000">
                <v:path arrowok="t"/>
              </v:shape>
            </v:group>
            <v:group style="position:absolute;left:2046;top:6439;width:8;height:2" coordorigin="2046,6439" coordsize="8,2">
              <v:shape style="position:absolute;left:2046;top:6439;width:8;height:2" coordorigin="2046,6439" coordsize="8,0" path="m2046,6439l2053,6439e" filled="false" stroked="true" strokeweight=".479pt" strokecolor="#000000">
                <v:path arrowok="t"/>
              </v:shape>
            </v:group>
            <v:group style="position:absolute;left:2046;top:6463;width:8;height:2" coordorigin="2046,6463" coordsize="8,2">
              <v:shape style="position:absolute;left:2046;top:6463;width:8;height:2" coordorigin="2046,6463" coordsize="8,0" path="m2046,6463l2053,6463e" filled="false" stroked="true" strokeweight=".48pt" strokecolor="#000000">
                <v:path arrowok="t"/>
              </v:shape>
            </v:group>
            <v:group style="position:absolute;left:2046;top:6487;width:8;height:2" coordorigin="2046,6487" coordsize="8,2">
              <v:shape style="position:absolute;left:2046;top:6487;width:8;height:2" coordorigin="2046,6487" coordsize="8,0" path="m2046,6487l2053,6487e" filled="false" stroked="true" strokeweight=".48pt" strokecolor="#000000">
                <v:path arrowok="t"/>
              </v:shape>
            </v:group>
            <v:group style="position:absolute;left:2046;top:6511;width:8;height:2" coordorigin="2046,6511" coordsize="8,2">
              <v:shape style="position:absolute;left:2046;top:6511;width:8;height:2" coordorigin="2046,6511" coordsize="8,0" path="m2046,6511l2053,6511e" filled="false" stroked="true" strokeweight=".48pt" strokecolor="#000000">
                <v:path arrowok="t"/>
              </v:shape>
            </v:group>
            <v:group style="position:absolute;left:2046;top:6535;width:8;height:2" coordorigin="2046,6535" coordsize="8,2">
              <v:shape style="position:absolute;left:2046;top:6535;width:8;height:2" coordorigin="2046,6535" coordsize="8,0" path="m2046,6535l2053,6535e" filled="false" stroked="true" strokeweight=".48pt" strokecolor="#000000">
                <v:path arrowok="t"/>
              </v:shape>
            </v:group>
            <v:group style="position:absolute;left:2046;top:6559;width:8;height:2" coordorigin="2046,6559" coordsize="8,2">
              <v:shape style="position:absolute;left:2046;top:6559;width:8;height:2" coordorigin="2046,6559" coordsize="8,0" path="m2046,6559l2053,6559e" filled="false" stroked="true" strokeweight=".48pt" strokecolor="#000000">
                <v:path arrowok="t"/>
              </v:shape>
            </v:group>
            <v:group style="position:absolute;left:2046;top:6583;width:8;height:2" coordorigin="2046,6583" coordsize="8,2">
              <v:shape style="position:absolute;left:2046;top:6583;width:8;height:2" coordorigin="2046,6583" coordsize="8,0" path="m2046,6583l2053,6583e" filled="false" stroked="true" strokeweight=".48pt" strokecolor="#000000">
                <v:path arrowok="t"/>
              </v:shape>
            </v:group>
            <v:group style="position:absolute;left:2046;top:6607;width:8;height:2" coordorigin="2046,6607" coordsize="8,2">
              <v:shape style="position:absolute;left:2046;top:6607;width:8;height:2" coordorigin="2046,6607" coordsize="8,0" path="m2046,6607l2053,6607e" filled="false" stroked="true" strokeweight=".48pt" strokecolor="#000000">
                <v:path arrowok="t"/>
              </v:shape>
            </v:group>
            <v:group style="position:absolute;left:2046;top:6631;width:8;height:2" coordorigin="2046,6631" coordsize="8,2">
              <v:shape style="position:absolute;left:2046;top:6631;width:8;height:2" coordorigin="2046,6631" coordsize="8,0" path="m2046,6631l2053,6631e" filled="false" stroked="true" strokeweight=".48pt" strokecolor="#000000">
                <v:path arrowok="t"/>
              </v:shape>
            </v:group>
            <v:group style="position:absolute;left:2046;top:6655;width:8;height:2" coordorigin="2046,6655" coordsize="8,2">
              <v:shape style="position:absolute;left:2046;top:6655;width:8;height:2" coordorigin="2046,6655" coordsize="8,0" path="m2046,6655l2053,6655e" filled="false" stroked="true" strokeweight=".48pt" strokecolor="#000000">
                <v:path arrowok="t"/>
              </v:shape>
            </v:group>
            <v:group style="position:absolute;left:2046;top:6679;width:8;height:2" coordorigin="2046,6679" coordsize="8,2">
              <v:shape style="position:absolute;left:2046;top:6679;width:8;height:2" coordorigin="2046,6679" coordsize="8,0" path="m2046,6679l2053,6679e" filled="false" stroked="true" strokeweight=".48pt" strokecolor="#000000">
                <v:path arrowok="t"/>
              </v:shape>
            </v:group>
            <v:group style="position:absolute;left:2046;top:6703;width:8;height:2" coordorigin="2046,6703" coordsize="8,2">
              <v:shape style="position:absolute;left:2046;top:6703;width:8;height:2" coordorigin="2046,6703" coordsize="8,0" path="m2046,6703l2053,6703e" filled="false" stroked="true" strokeweight=".48pt" strokecolor="#000000">
                <v:path arrowok="t"/>
              </v:shape>
            </v:group>
            <v:group style="position:absolute;left:2046;top:6727;width:8;height:2" coordorigin="2046,6727" coordsize="8,2">
              <v:shape style="position:absolute;left:2046;top:6727;width:8;height:2" coordorigin="2046,6727" coordsize="8,0" path="m2046,6727l2053,6727e" filled="false" stroked="true" strokeweight=".48pt" strokecolor="#000000">
                <v:path arrowok="t"/>
              </v:shape>
            </v:group>
            <v:group style="position:absolute;left:2046;top:6751;width:8;height:2" coordorigin="2046,6751" coordsize="8,2">
              <v:shape style="position:absolute;left:2046;top:6751;width:8;height:2" coordorigin="2046,6751" coordsize="8,0" path="m2046,6751l2053,6751e" filled="false" stroked="true" strokeweight=".48pt" strokecolor="#000000">
                <v:path arrowok="t"/>
              </v:shape>
            </v:group>
            <v:group style="position:absolute;left:2046;top:6775;width:8;height:2" coordorigin="2046,6775" coordsize="8,2">
              <v:shape style="position:absolute;left:2046;top:6775;width:8;height:2" coordorigin="2046,6775" coordsize="8,0" path="m2046,6775l2053,6775e" filled="false" stroked="true" strokeweight=".48pt" strokecolor="#000000">
                <v:path arrowok="t"/>
              </v:shape>
            </v:group>
            <v:group style="position:absolute;left:2046;top:6799;width:8;height:2" coordorigin="2046,6799" coordsize="8,2">
              <v:shape style="position:absolute;left:2046;top:6799;width:8;height:2" coordorigin="2046,6799" coordsize="8,0" path="m2046,6799l2053,6799e" filled="false" stroked="true" strokeweight=".48pt" strokecolor="#000000">
                <v:path arrowok="t"/>
              </v:shape>
            </v:group>
            <v:group style="position:absolute;left:2046;top:6823;width:8;height:2" coordorigin="2046,6823" coordsize="8,2">
              <v:shape style="position:absolute;left:2046;top:6823;width:8;height:2" coordorigin="2046,6823" coordsize="8,0" path="m2046,6823l2053,6823e" filled="false" stroked="true" strokeweight=".48pt" strokecolor="#000000">
                <v:path arrowok="t"/>
              </v:shape>
            </v:group>
            <v:group style="position:absolute;left:2046;top:6847;width:8;height:2" coordorigin="2046,6847" coordsize="8,2">
              <v:shape style="position:absolute;left:2046;top:6847;width:8;height:2" coordorigin="2046,6847" coordsize="8,0" path="m2046,6847l2053,6847e" filled="false" stroked="true" strokeweight=".48pt" strokecolor="#000000">
                <v:path arrowok="t"/>
              </v:shape>
            </v:group>
            <v:group style="position:absolute;left:2046;top:6871;width:8;height:2" coordorigin="2046,6871" coordsize="8,2">
              <v:shape style="position:absolute;left:2046;top:6871;width:8;height:2" coordorigin="2046,6871" coordsize="8,0" path="m2046,6871l2053,6871e" filled="false" stroked="true" strokeweight=".48pt" strokecolor="#000000">
                <v:path arrowok="t"/>
              </v:shape>
            </v:group>
            <v:group style="position:absolute;left:2046;top:6895;width:8;height:2" coordorigin="2046,6895" coordsize="8,2">
              <v:shape style="position:absolute;left:2046;top:6895;width:8;height:2" coordorigin="2046,6895" coordsize="8,0" path="m2046,6895l2053,6895e" filled="false" stroked="true" strokeweight=".48pt" strokecolor="#000000">
                <v:path arrowok="t"/>
              </v:shape>
            </v:group>
            <v:group style="position:absolute;left:2046;top:6919;width:8;height:2" coordorigin="2046,6919" coordsize="8,2">
              <v:shape style="position:absolute;left:2046;top:6919;width:8;height:2" coordorigin="2046,6919" coordsize="8,0" path="m2046,6919l2053,6919e" filled="false" stroked="true" strokeweight=".48pt" strokecolor="#000000">
                <v:path arrowok="t"/>
              </v:shape>
            </v:group>
            <v:group style="position:absolute;left:2046;top:6943;width:8;height:2" coordorigin="2046,6943" coordsize="8,2">
              <v:shape style="position:absolute;left:2046;top:6943;width:8;height:2" coordorigin="2046,6943" coordsize="8,0" path="m2046,6943l2053,6943e" filled="false" stroked="true" strokeweight=".48pt" strokecolor="#000000">
                <v:path arrowok="t"/>
              </v:shape>
            </v:group>
            <v:group style="position:absolute;left:2046;top:6967;width:8;height:2" coordorigin="2046,6967" coordsize="8,2">
              <v:shape style="position:absolute;left:2046;top:6967;width:8;height:2" coordorigin="2046,6967" coordsize="8,0" path="m2046,6967l2053,6967e" filled="false" stroked="true" strokeweight=".48pt" strokecolor="#000000">
                <v:path arrowok="t"/>
              </v:shape>
            </v:group>
            <v:group style="position:absolute;left:2046;top:6991;width:8;height:2" coordorigin="2046,6991" coordsize="8,2">
              <v:shape style="position:absolute;left:2046;top:6991;width:8;height:2" coordorigin="2046,6991" coordsize="8,0" path="m2046,6991l2053,6991e" filled="false" stroked="true" strokeweight=".48pt" strokecolor="#000000">
                <v:path arrowok="t"/>
              </v:shape>
            </v:group>
            <v:group style="position:absolute;left:2046;top:7015;width:8;height:2" coordorigin="2046,7015" coordsize="8,2">
              <v:shape style="position:absolute;left:2046;top:7015;width:8;height:2" coordorigin="2046,7015" coordsize="8,0" path="m2046,7015l2053,7015e" filled="false" stroked="true" strokeweight=".48pt" strokecolor="#000000">
                <v:path arrowok="t"/>
              </v:shape>
            </v:group>
            <v:group style="position:absolute;left:2046;top:7039;width:8;height:2" coordorigin="2046,7039" coordsize="8,2">
              <v:shape style="position:absolute;left:2046;top:7039;width:8;height:2" coordorigin="2046,7039" coordsize="8,0" path="m2046,7039l2053,7039e" filled="false" stroked="true" strokeweight=".48pt" strokecolor="#000000">
                <v:path arrowok="t"/>
              </v:shape>
            </v:group>
            <v:group style="position:absolute;left:2046;top:7063;width:8;height:2" coordorigin="2046,7063" coordsize="8,2">
              <v:shape style="position:absolute;left:2046;top:7063;width:8;height:2" coordorigin="2046,7063" coordsize="8,0" path="m2046,7063l2053,7063e" filled="false" stroked="true" strokeweight=".48pt" strokecolor="#000000">
                <v:path arrowok="t"/>
              </v:shape>
            </v:group>
            <v:group style="position:absolute;left:2046;top:7087;width:8;height:2" coordorigin="2046,7087" coordsize="8,2">
              <v:shape style="position:absolute;left:2046;top:7087;width:8;height:2" coordorigin="2046,7087" coordsize="8,0" path="m2046,7087l2053,7087e" filled="false" stroked="true" strokeweight=".48pt" strokecolor="#000000">
                <v:path arrowok="t"/>
              </v:shape>
            </v:group>
            <v:group style="position:absolute;left:2046;top:7111;width:8;height:2" coordorigin="2046,7111" coordsize="8,2">
              <v:shape style="position:absolute;left:2046;top:7111;width:8;height:2" coordorigin="2046,7111" coordsize="8,0" path="m2046,7111l2053,7111e" filled="false" stroked="true" strokeweight=".48pt" strokecolor="#000000">
                <v:path arrowok="t"/>
              </v:shape>
            </v:group>
            <v:group style="position:absolute;left:2046;top:7135;width:8;height:2" coordorigin="2046,7135" coordsize="8,2">
              <v:shape style="position:absolute;left:2046;top:7135;width:8;height:2" coordorigin="2046,7135" coordsize="8,0" path="m2046,7135l2053,7135e" filled="false" stroked="true" strokeweight=".48pt" strokecolor="#000000">
                <v:path arrowok="t"/>
              </v:shape>
            </v:group>
            <v:group style="position:absolute;left:2046;top:7159;width:8;height:2" coordorigin="2046,7159" coordsize="8,2">
              <v:shape style="position:absolute;left:2046;top:7159;width:8;height:2" coordorigin="2046,7159" coordsize="8,0" path="m2046,7159l2053,7159e" filled="false" stroked="true" strokeweight=".48pt" strokecolor="#000000">
                <v:path arrowok="t"/>
              </v:shape>
            </v:group>
            <v:group style="position:absolute;left:2046;top:7183;width:8;height:2" coordorigin="2046,7183" coordsize="8,2">
              <v:shape style="position:absolute;left:2046;top:7183;width:8;height:2" coordorigin="2046,7183" coordsize="8,0" path="m2046,7183l2053,7183e" filled="false" stroked="true" strokeweight=".479pt" strokecolor="#000000">
                <v:path arrowok="t"/>
              </v:shape>
            </v:group>
            <v:group style="position:absolute;left:2046;top:7207;width:8;height:2" coordorigin="2046,7207" coordsize="8,2">
              <v:shape style="position:absolute;left:2046;top:7207;width:8;height:2" coordorigin="2046,7207" coordsize="8,0" path="m2046,7207l2053,7207e" filled="false" stroked="true" strokeweight=".48pt" strokecolor="#000000">
                <v:path arrowok="t"/>
              </v:shape>
            </v:group>
            <v:group style="position:absolute;left:2046;top:7231;width:8;height:2" coordorigin="2046,7231" coordsize="8,2">
              <v:shape style="position:absolute;left:2046;top:7231;width:8;height:2" coordorigin="2046,7231" coordsize="8,0" path="m2046,7231l2053,7231e" filled="false" stroked="true" strokeweight=".48pt" strokecolor="#000000">
                <v:path arrowok="t"/>
              </v:shape>
            </v:group>
            <v:group style="position:absolute;left:2046;top:7255;width:8;height:2" coordorigin="2046,7255" coordsize="8,2">
              <v:shape style="position:absolute;left:2046;top:7255;width:8;height:2" coordorigin="2046,7255" coordsize="8,0" path="m2046,7255l2053,7255e" filled="false" stroked="true" strokeweight=".48pt" strokecolor="#000000">
                <v:path arrowok="t"/>
              </v:shape>
            </v:group>
            <v:group style="position:absolute;left:2046;top:7279;width:8;height:2" coordorigin="2046,7279" coordsize="8,2">
              <v:shape style="position:absolute;left:2046;top:7279;width:8;height:2" coordorigin="2046,7279" coordsize="8,0" path="m2046,7279l2053,7279e" filled="false" stroked="true" strokeweight=".48pt" strokecolor="#000000">
                <v:path arrowok="t"/>
              </v:shape>
            </v:group>
            <v:group style="position:absolute;left:2046;top:7303;width:8;height:2" coordorigin="2046,7303" coordsize="8,2">
              <v:shape style="position:absolute;left:2046;top:7303;width:8;height:2" coordorigin="2046,7303" coordsize="8,0" path="m2046,7303l2053,7303e" filled="false" stroked="true" strokeweight=".48pt" strokecolor="#000000">
                <v:path arrowok="t"/>
              </v:shape>
            </v:group>
            <v:group style="position:absolute;left:2046;top:7327;width:8;height:2" coordorigin="2046,7327" coordsize="8,2">
              <v:shape style="position:absolute;left:2046;top:7327;width:8;height:2" coordorigin="2046,7327" coordsize="8,0" path="m2046,7327l2053,7327e" filled="false" stroked="true" strokeweight=".48pt" strokecolor="#000000">
                <v:path arrowok="t"/>
              </v:shape>
            </v:group>
            <v:group style="position:absolute;left:2046;top:7351;width:8;height:2" coordorigin="2046,7351" coordsize="8,2">
              <v:shape style="position:absolute;left:2046;top:7351;width:8;height:2" coordorigin="2046,7351" coordsize="8,0" path="m2046,7351l2053,7351e" filled="false" stroked="true" strokeweight=".48pt" strokecolor="#000000">
                <v:path arrowok="t"/>
              </v:shape>
            </v:group>
            <v:group style="position:absolute;left:2046;top:7375;width:8;height:2" coordorigin="2046,7375" coordsize="8,2">
              <v:shape style="position:absolute;left:2046;top:7375;width:8;height:2" coordorigin="2046,7375" coordsize="8,0" path="m2046,7375l2053,7375e" filled="false" stroked="true" strokeweight=".48pt" strokecolor="#000000">
                <v:path arrowok="t"/>
              </v:shape>
            </v:group>
            <v:group style="position:absolute;left:2046;top:7399;width:8;height:2" coordorigin="2046,7399" coordsize="8,2">
              <v:shape style="position:absolute;left:2046;top:7399;width:8;height:2" coordorigin="2046,7399" coordsize="8,0" path="m2046,7399l2053,7399e" filled="false" stroked="true" strokeweight=".48pt" strokecolor="#000000">
                <v:path arrowok="t"/>
              </v:shape>
            </v:group>
            <v:group style="position:absolute;left:2046;top:7423;width:8;height:2" coordorigin="2046,7423" coordsize="8,2">
              <v:shape style="position:absolute;left:2046;top:7423;width:8;height:2" coordorigin="2046,7423" coordsize="8,0" path="m2046,7423l2053,7423e" filled="false" stroked="true" strokeweight=".48pt" strokecolor="#000000">
                <v:path arrowok="t"/>
              </v:shape>
            </v:group>
            <v:group style="position:absolute;left:2046;top:7447;width:8;height:2" coordorigin="2046,7447" coordsize="8,2">
              <v:shape style="position:absolute;left:2046;top:7447;width:8;height:2" coordorigin="2046,7447" coordsize="8,0" path="m2046,7447l2053,7447e" filled="false" stroked="true" strokeweight=".48pt" strokecolor="#000000">
                <v:path arrowok="t"/>
              </v:shape>
            </v:group>
            <v:group style="position:absolute;left:2046;top:7471;width:8;height:2" coordorigin="2046,7471" coordsize="8,2">
              <v:shape style="position:absolute;left:2046;top:7471;width:8;height:2" coordorigin="2046,7471" coordsize="8,0" path="m2046,7471l2053,7471e" filled="false" stroked="true" strokeweight=".48pt" strokecolor="#000000">
                <v:path arrowok="t"/>
              </v:shape>
            </v:group>
            <v:group style="position:absolute;left:2046;top:7495;width:8;height:2" coordorigin="2046,7495" coordsize="8,2">
              <v:shape style="position:absolute;left:2046;top:7495;width:8;height:2" coordorigin="2046,7495" coordsize="8,0" path="m2046,7495l2053,7495e" filled="false" stroked="true" strokeweight=".48pt" strokecolor="#000000">
                <v:path arrowok="t"/>
              </v:shape>
            </v:group>
            <v:group style="position:absolute;left:2046;top:7519;width:8;height:2" coordorigin="2046,7519" coordsize="8,2">
              <v:shape style="position:absolute;left:2046;top:7519;width:8;height:2" coordorigin="2046,7519" coordsize="8,0" path="m2046,7519l2053,7519e" filled="false" stroked="true" strokeweight=".48pt" strokecolor="#000000">
                <v:path arrowok="t"/>
              </v:shape>
            </v:group>
            <v:group style="position:absolute;left:2046;top:7543;width:8;height:2" coordorigin="2046,7543" coordsize="8,2">
              <v:shape style="position:absolute;left:2046;top:7543;width:8;height:2" coordorigin="2046,7543" coordsize="8,0" path="m2046,7543l2053,7543e" filled="false" stroked="true" strokeweight=".48pt" strokecolor="#000000">
                <v:path arrowok="t"/>
              </v:shape>
            </v:group>
            <v:group style="position:absolute;left:2046;top:7567;width:8;height:2" coordorigin="2046,7567" coordsize="8,2">
              <v:shape style="position:absolute;left:2046;top:7567;width:8;height:2" coordorigin="2046,7567" coordsize="8,0" path="m2046,7567l2053,7567e" filled="false" stroked="true" strokeweight=".48pt" strokecolor="#000000">
                <v:path arrowok="t"/>
              </v:shape>
            </v:group>
            <v:group style="position:absolute;left:2046;top:7591;width:8;height:2" coordorigin="2046,7591" coordsize="8,2">
              <v:shape style="position:absolute;left:2046;top:7591;width:8;height:2" coordorigin="2046,7591" coordsize="8,0" path="m2046,7591l2053,7591e" filled="false" stroked="true" strokeweight=".48pt" strokecolor="#000000">
                <v:path arrowok="t"/>
              </v:shape>
            </v:group>
            <v:group style="position:absolute;left:2046;top:7615;width:8;height:2" coordorigin="2046,7615" coordsize="8,2">
              <v:shape style="position:absolute;left:2046;top:7615;width:8;height:2" coordorigin="2046,7615" coordsize="8,0" path="m2046,7615l2053,7615e" filled="false" stroked="true" strokeweight=".48pt" strokecolor="#000000">
                <v:path arrowok="t"/>
              </v:shape>
            </v:group>
            <v:group style="position:absolute;left:2046;top:7639;width:8;height:2" coordorigin="2046,7639" coordsize="8,2">
              <v:shape style="position:absolute;left:2046;top:7639;width:8;height:2" coordorigin="2046,7639" coordsize="8,0" path="m2046,7639l2053,7639e" filled="false" stroked="true" strokeweight=".48pt" strokecolor="#000000">
                <v:path arrowok="t"/>
              </v:shape>
            </v:group>
            <v:group style="position:absolute;left:2046;top:7663;width:8;height:2" coordorigin="2046,7663" coordsize="8,2">
              <v:shape style="position:absolute;left:2046;top:7663;width:8;height:2" coordorigin="2046,7663" coordsize="8,0" path="m2046,7663l2053,7663e" filled="false" stroked="true" strokeweight=".48pt" strokecolor="#000000">
                <v:path arrowok="t"/>
              </v:shape>
            </v:group>
            <v:group style="position:absolute;left:2046;top:7687;width:8;height:2" coordorigin="2046,7687" coordsize="8,2">
              <v:shape style="position:absolute;left:2046;top:7687;width:8;height:2" coordorigin="2046,7687" coordsize="8,0" path="m2046,7687l2053,7687e" filled="false" stroked="true" strokeweight=".48pt" strokecolor="#000000">
                <v:path arrowok="t"/>
              </v:shape>
            </v:group>
            <v:group style="position:absolute;left:2046;top:7711;width:8;height:2" coordorigin="2046,7711" coordsize="8,2">
              <v:shape style="position:absolute;left:2046;top:7711;width:8;height:2" coordorigin="2046,7711" coordsize="8,0" path="m2046,7711l2053,7711e" filled="false" stroked="true" strokeweight=".48pt" strokecolor="#000000">
                <v:path arrowok="t"/>
              </v:shape>
            </v:group>
            <v:group style="position:absolute;left:2046;top:7735;width:8;height:2" coordorigin="2046,7735" coordsize="8,2">
              <v:shape style="position:absolute;left:2046;top:7735;width:8;height:2" coordorigin="2046,7735" coordsize="8,0" path="m2046,7735l2053,7735e" filled="false" stroked="true" strokeweight=".48pt" strokecolor="#000000">
                <v:path arrowok="t"/>
              </v:shape>
            </v:group>
            <v:group style="position:absolute;left:2046;top:7759;width:8;height:2" coordorigin="2046,7759" coordsize="8,2">
              <v:shape style="position:absolute;left:2046;top:7759;width:8;height:2" coordorigin="2046,7759" coordsize="8,0" path="m2046,7759l2053,7759e" filled="false" stroked="true" strokeweight=".48pt" strokecolor="#000000">
                <v:path arrowok="t"/>
              </v:shape>
            </v:group>
            <v:group style="position:absolute;left:2046;top:7783;width:8;height:2" coordorigin="2046,7783" coordsize="8,2">
              <v:shape style="position:absolute;left:2046;top:7783;width:8;height:2" coordorigin="2046,7783" coordsize="8,0" path="m2046,7783l2053,7783e" filled="false" stroked="true" strokeweight=".48pt" strokecolor="#000000">
                <v:path arrowok="t"/>
              </v:shape>
            </v:group>
            <v:group style="position:absolute;left:2046;top:7807;width:8;height:2" coordorigin="2046,7807" coordsize="8,2">
              <v:shape style="position:absolute;left:2046;top:7807;width:8;height:2" coordorigin="2046,7807" coordsize="8,0" path="m2046,7807l2053,7807e" filled="false" stroked="true" strokeweight=".48pt" strokecolor="#000000">
                <v:path arrowok="t"/>
              </v:shape>
            </v:group>
            <v:group style="position:absolute;left:2046;top:7831;width:8;height:2" coordorigin="2046,7831" coordsize="8,2">
              <v:shape style="position:absolute;left:2046;top:7831;width:8;height:2" coordorigin="2046,7831" coordsize="8,0" path="m2046,7831l2053,7831e" filled="false" stroked="true" strokeweight=".48pt" strokecolor="#000000">
                <v:path arrowok="t"/>
              </v:shape>
            </v:group>
            <v:group style="position:absolute;left:2046;top:7855;width:8;height:2" coordorigin="2046,7855" coordsize="8,2">
              <v:shape style="position:absolute;left:2046;top:7855;width:8;height:2" coordorigin="2046,7855" coordsize="8,0" path="m2046,7855l2053,7855e" filled="false" stroked="true" strokeweight=".48pt" strokecolor="#000000">
                <v:path arrowok="t"/>
              </v:shape>
            </v:group>
            <v:group style="position:absolute;left:2046;top:7879;width:8;height:2" coordorigin="2046,7879" coordsize="8,2">
              <v:shape style="position:absolute;left:2046;top:7879;width:8;height:2" coordorigin="2046,7879" coordsize="8,0" path="m2046,7879l2053,7879e" filled="false" stroked="true" strokeweight=".48pt" strokecolor="#000000">
                <v:path arrowok="t"/>
              </v:shape>
            </v:group>
            <v:group style="position:absolute;left:2046;top:7903;width:8;height:2" coordorigin="2046,7903" coordsize="8,2">
              <v:shape style="position:absolute;left:2046;top:7903;width:8;height:2" coordorigin="2046,7903" coordsize="8,0" path="m2046,7903l2053,7903e" filled="false" stroked="true" strokeweight=".48pt" strokecolor="#000000">
                <v:path arrowok="t"/>
              </v:shape>
            </v:group>
            <v:group style="position:absolute;left:2046;top:7927;width:8;height:2" coordorigin="2046,7927" coordsize="8,2">
              <v:shape style="position:absolute;left:2046;top:7927;width:8;height:2" coordorigin="2046,7927" coordsize="8,0" path="m2046,7927l2053,7927e" filled="false" stroked="true" strokeweight=".479pt" strokecolor="#000000">
                <v:path arrowok="t"/>
              </v:shape>
            </v:group>
            <v:group style="position:absolute;left:2046;top:7951;width:8;height:2" coordorigin="2046,7951" coordsize="8,2">
              <v:shape style="position:absolute;left:2046;top:7951;width:8;height:2" coordorigin="2046,7951" coordsize="8,0" path="m2046,7951l2053,7951e" filled="false" stroked="true" strokeweight=".48pt" strokecolor="#000000">
                <v:path arrowok="t"/>
              </v:shape>
            </v:group>
            <v:group style="position:absolute;left:2046;top:7975;width:8;height:2" coordorigin="2046,7975" coordsize="8,2">
              <v:shape style="position:absolute;left:2046;top:7975;width:8;height:2" coordorigin="2046,7975" coordsize="8,0" path="m2046,7975l2053,7975e" filled="false" stroked="true" strokeweight=".48pt" strokecolor="#000000">
                <v:path arrowok="t"/>
              </v:shape>
            </v:group>
            <v:group style="position:absolute;left:2046;top:7999;width:8;height:2" coordorigin="2046,7999" coordsize="8,2">
              <v:shape style="position:absolute;left:2046;top:7999;width:8;height:2" coordorigin="2046,7999" coordsize="8,0" path="m2046,7999l2053,7999e" filled="false" stroked="true" strokeweight=".48pt" strokecolor="#000000">
                <v:path arrowok="t"/>
              </v:shape>
            </v:group>
            <v:group style="position:absolute;left:2046;top:8023;width:8;height:2" coordorigin="2046,8023" coordsize="8,2">
              <v:shape style="position:absolute;left:2046;top:8023;width:8;height:2" coordorigin="2046,8023" coordsize="8,0" path="m2046,8023l2053,8023e" filled="false" stroked="true" strokeweight=".48pt" strokecolor="#000000">
                <v:path arrowok="t"/>
              </v:shape>
            </v:group>
            <v:group style="position:absolute;left:2046;top:8047;width:8;height:2" coordorigin="2046,8047" coordsize="8,2">
              <v:shape style="position:absolute;left:2046;top:8047;width:8;height:2" coordorigin="2046,8047" coordsize="8,0" path="m2046,8047l2053,8047e" filled="false" stroked="true" strokeweight=".48pt" strokecolor="#000000">
                <v:path arrowok="t"/>
              </v:shape>
            </v:group>
            <v:group style="position:absolute;left:2046;top:8071;width:8;height:2" coordorigin="2046,8071" coordsize="8,2">
              <v:shape style="position:absolute;left:2046;top:8071;width:8;height:2" coordorigin="2046,8071" coordsize="8,0" path="m2046,8071l2053,8071e" filled="false" stroked="true" strokeweight=".48pt" strokecolor="#000000">
                <v:path arrowok="t"/>
              </v:shape>
            </v:group>
            <v:group style="position:absolute;left:2046;top:8095;width:8;height:2" coordorigin="2046,8095" coordsize="8,2">
              <v:shape style="position:absolute;left:2046;top:8095;width:8;height:2" coordorigin="2046,8095" coordsize="8,0" path="m2046,8095l2053,8095e" filled="false" stroked="true" strokeweight=".48pt" strokecolor="#000000">
                <v:path arrowok="t"/>
              </v:shape>
            </v:group>
            <v:group style="position:absolute;left:2046;top:8119;width:8;height:2" coordorigin="2046,8119" coordsize="8,2">
              <v:shape style="position:absolute;left:2046;top:8119;width:8;height:2" coordorigin="2046,8119" coordsize="8,0" path="m2046,8119l2053,8119e" filled="false" stroked="true" strokeweight=".48pt" strokecolor="#000000">
                <v:path arrowok="t"/>
              </v:shape>
            </v:group>
            <v:group style="position:absolute;left:2046;top:8143;width:8;height:2" coordorigin="2046,8143" coordsize="8,2">
              <v:shape style="position:absolute;left:2046;top:8143;width:8;height:2" coordorigin="2046,8143" coordsize="8,0" path="m2046,8143l2053,8143e" filled="false" stroked="true" strokeweight=".48pt" strokecolor="#000000">
                <v:path arrowok="t"/>
              </v:shape>
            </v:group>
            <v:group style="position:absolute;left:2046;top:8167;width:8;height:2" coordorigin="2046,8167" coordsize="8,2">
              <v:shape style="position:absolute;left:2046;top:8167;width:8;height:2" coordorigin="2046,8167" coordsize="8,0" path="m2046,8167l2053,8167e" filled="false" stroked="true" strokeweight=".48pt" strokecolor="#000000">
                <v:path arrowok="t"/>
              </v:shape>
            </v:group>
            <v:group style="position:absolute;left:2046;top:8191;width:8;height:2" coordorigin="2046,8191" coordsize="8,2">
              <v:shape style="position:absolute;left:2046;top:8191;width:8;height:2" coordorigin="2046,8191" coordsize="8,0" path="m2046,8191l2053,8191e" filled="false" stroked="true" strokeweight=".48pt" strokecolor="#000000">
                <v:path arrowok="t"/>
              </v:shape>
            </v:group>
            <v:group style="position:absolute;left:2046;top:8215;width:8;height:2" coordorigin="2046,8215" coordsize="8,2">
              <v:shape style="position:absolute;left:2046;top:8215;width:8;height:2" coordorigin="2046,8215" coordsize="8,0" path="m2046,8215l2053,8215e" filled="false" stroked="true" strokeweight=".48pt" strokecolor="#000000">
                <v:path arrowok="t"/>
              </v:shape>
            </v:group>
            <v:group style="position:absolute;left:2046;top:8239;width:8;height:2" coordorigin="2046,8239" coordsize="8,2">
              <v:shape style="position:absolute;left:2046;top:8239;width:8;height:2" coordorigin="2046,8239" coordsize="8,0" path="m2046,8239l2053,8239e" filled="false" stroked="true" strokeweight=".48pt" strokecolor="#000000">
                <v:path arrowok="t"/>
              </v:shape>
            </v:group>
            <v:group style="position:absolute;left:2046;top:8263;width:8;height:2" coordorigin="2046,8263" coordsize="8,2">
              <v:shape style="position:absolute;left:2046;top:8263;width:8;height:2" coordorigin="2046,8263" coordsize="8,0" path="m2046,8263l2053,8263e" filled="false" stroked="true" strokeweight=".48pt" strokecolor="#000000">
                <v:path arrowok="t"/>
              </v:shape>
            </v:group>
            <v:group style="position:absolute;left:2046;top:8287;width:8;height:2" coordorigin="2046,8287" coordsize="8,2">
              <v:shape style="position:absolute;left:2046;top:8287;width:8;height:2" coordorigin="2046,8287" coordsize="8,0" path="m2046,8287l2053,8287e" filled="false" stroked="true" strokeweight=".479pt" strokecolor="#000000">
                <v:path arrowok="t"/>
              </v:shape>
            </v:group>
            <v:group style="position:absolute;left:2046;top:8311;width:8;height:2" coordorigin="2046,8311" coordsize="8,2">
              <v:shape style="position:absolute;left:2046;top:8311;width:8;height:2" coordorigin="2046,8311" coordsize="8,0" path="m2046,8311l2053,8311e" filled="false" stroked="true" strokeweight=".48pt" strokecolor="#000000">
                <v:path arrowok="t"/>
              </v:shape>
            </v:group>
            <v:group style="position:absolute;left:2046;top:8335;width:8;height:2" coordorigin="2046,8335" coordsize="8,2">
              <v:shape style="position:absolute;left:2046;top:8335;width:8;height:2" coordorigin="2046,8335" coordsize="8,0" path="m2046,8335l2053,8335e" filled="false" stroked="true" strokeweight=".48pt" strokecolor="#000000">
                <v:path arrowok="t"/>
              </v:shape>
            </v:group>
            <v:group style="position:absolute;left:2046;top:8359;width:8;height:2" coordorigin="2046,8359" coordsize="8,2">
              <v:shape style="position:absolute;left:2046;top:8359;width:8;height:2" coordorigin="2046,8359" coordsize="8,0" path="m2046,8359l2053,8359e" filled="false" stroked="true" strokeweight=".48pt" strokecolor="#000000">
                <v:path arrowok="t"/>
              </v:shape>
            </v:group>
            <v:group style="position:absolute;left:2046;top:8383;width:8;height:2" coordorigin="2046,8383" coordsize="8,2">
              <v:shape style="position:absolute;left:2046;top:8383;width:8;height:2" coordorigin="2046,8383" coordsize="8,0" path="m2046,8383l2053,8383e" filled="false" stroked="true" strokeweight=".48pt" strokecolor="#000000">
                <v:path arrowok="t"/>
              </v:shape>
            </v:group>
            <v:group style="position:absolute;left:2046;top:8407;width:8;height:2" coordorigin="2046,8407" coordsize="8,2">
              <v:shape style="position:absolute;left:2046;top:8407;width:8;height:2" coordorigin="2046,8407" coordsize="8,0" path="m2046,8407l2053,8407e" filled="false" stroked="true" strokeweight=".48pt" strokecolor="#000000">
                <v:path arrowok="t"/>
              </v:shape>
            </v:group>
            <v:group style="position:absolute;left:2046;top:8431;width:8;height:2" coordorigin="2046,8431" coordsize="8,2">
              <v:shape style="position:absolute;left:2046;top:8431;width:8;height:2" coordorigin="2046,8431" coordsize="8,0" path="m2046,8431l2053,8431e" filled="false" stroked="true" strokeweight=".48pt" strokecolor="#000000">
                <v:path arrowok="t"/>
              </v:shape>
            </v:group>
            <v:group style="position:absolute;left:2046;top:8455;width:8;height:2" coordorigin="2046,8455" coordsize="8,2">
              <v:shape style="position:absolute;left:2046;top:8455;width:8;height:2" coordorigin="2046,8455" coordsize="8,0" path="m2046,8455l2053,8455e" filled="false" stroked="true" strokeweight=".48pt" strokecolor="#000000">
                <v:path arrowok="t"/>
              </v:shape>
            </v:group>
            <v:group style="position:absolute;left:2046;top:8479;width:8;height:2" coordorigin="2046,8479" coordsize="8,2">
              <v:shape style="position:absolute;left:2046;top:8479;width:8;height:2" coordorigin="2046,8479" coordsize="8,0" path="m2046,8479l2053,8479e" filled="false" stroked="true" strokeweight=".48pt" strokecolor="#000000">
                <v:path arrowok="t"/>
              </v:shape>
            </v:group>
            <v:group style="position:absolute;left:2046;top:8503;width:8;height:2" coordorigin="2046,8503" coordsize="8,2">
              <v:shape style="position:absolute;left:2046;top:8503;width:8;height:2" coordorigin="2046,8503" coordsize="8,0" path="m2046,8503l2053,8503e" filled="false" stroked="true" strokeweight=".48pt" strokecolor="#000000">
                <v:path arrowok="t"/>
              </v:shape>
            </v:group>
            <v:group style="position:absolute;left:2046;top:8527;width:8;height:2" coordorigin="2046,8527" coordsize="8,2">
              <v:shape style="position:absolute;left:2046;top:8527;width:8;height:2" coordorigin="2046,8527" coordsize="8,0" path="m2046,8527l2053,8527e" filled="false" stroked="true" strokeweight=".48pt" strokecolor="#000000">
                <v:path arrowok="t"/>
              </v:shape>
            </v:group>
            <v:group style="position:absolute;left:2046;top:8551;width:8;height:2" coordorigin="2046,8551" coordsize="8,2">
              <v:shape style="position:absolute;left:2046;top:8551;width:8;height:2" coordorigin="2046,8551" coordsize="8,0" path="m2046,8551l2053,8551e" filled="false" stroked="true" strokeweight=".48pt" strokecolor="#000000">
                <v:path arrowok="t"/>
              </v:shape>
            </v:group>
            <v:group style="position:absolute;left:2046;top:8575;width:8;height:2" coordorigin="2046,8575" coordsize="8,2">
              <v:shape style="position:absolute;left:2046;top:8575;width:8;height:2" coordorigin="2046,8575" coordsize="8,0" path="m2046,8575l2053,8575e" filled="false" stroked="true" strokeweight=".48pt" strokecolor="#000000">
                <v:path arrowok="t"/>
              </v:shape>
            </v:group>
            <v:group style="position:absolute;left:2046;top:8599;width:8;height:2" coordorigin="2046,8599" coordsize="8,2">
              <v:shape style="position:absolute;left:2046;top:8599;width:8;height:2" coordorigin="2046,8599" coordsize="8,0" path="m2046,8599l2053,8599e" filled="false" stroked="true" strokeweight=".48pt" strokecolor="#000000">
                <v:path arrowok="t"/>
              </v:shape>
            </v:group>
            <v:group style="position:absolute;left:2046;top:8623;width:8;height:2" coordorigin="2046,8623" coordsize="8,2">
              <v:shape style="position:absolute;left:2046;top:8623;width:8;height:2" coordorigin="2046,8623" coordsize="8,0" path="m2046,8623l2053,8623e" filled="false" stroked="true" strokeweight=".48pt" strokecolor="#000000">
                <v:path arrowok="t"/>
              </v:shape>
            </v:group>
            <v:group style="position:absolute;left:2046;top:8647;width:8;height:2" coordorigin="2046,8647" coordsize="8,2">
              <v:shape style="position:absolute;left:2046;top:8647;width:8;height:2" coordorigin="2046,8647" coordsize="8,0" path="m2046,8647l2053,8647e" filled="false" stroked="true" strokeweight=".48pt" strokecolor="#000000">
                <v:path arrowok="t"/>
              </v:shape>
            </v:group>
            <v:group style="position:absolute;left:2046;top:8671;width:8;height:2" coordorigin="2046,8671" coordsize="8,2">
              <v:shape style="position:absolute;left:2046;top:8671;width:8;height:2" coordorigin="2046,8671" coordsize="8,0" path="m2046,8671l2053,8671e" filled="false" stroked="true" strokeweight=".48pt" strokecolor="#000000">
                <v:path arrowok="t"/>
              </v:shape>
            </v:group>
            <v:group style="position:absolute;left:2046;top:8695;width:8;height:2" coordorigin="2046,8695" coordsize="8,2">
              <v:shape style="position:absolute;left:2046;top:8695;width:8;height:2" coordorigin="2046,8695" coordsize="8,0" path="m2046,8695l2053,8695e" filled="false" stroked="true" strokeweight=".48pt" strokecolor="#000000">
                <v:path arrowok="t"/>
              </v:shape>
            </v:group>
            <v:group style="position:absolute;left:2046;top:8719;width:8;height:2" coordorigin="2046,8719" coordsize="8,2">
              <v:shape style="position:absolute;left:2046;top:8719;width:8;height:2" coordorigin="2046,8719" coordsize="8,0" path="m2046,8719l2053,8719e" filled="false" stroked="true" strokeweight=".48pt" strokecolor="#000000">
                <v:path arrowok="t"/>
              </v:shape>
            </v:group>
            <v:group style="position:absolute;left:2046;top:8743;width:8;height:2" coordorigin="2046,8743" coordsize="8,2">
              <v:shape style="position:absolute;left:2046;top:8743;width:8;height:2" coordorigin="2046,8743" coordsize="8,0" path="m2046,8743l2053,8743e" filled="false" stroked="true" strokeweight=".48pt" strokecolor="#000000">
                <v:path arrowok="t"/>
              </v:shape>
            </v:group>
            <v:group style="position:absolute;left:2046;top:8767;width:8;height:2" coordorigin="2046,8767" coordsize="8,2">
              <v:shape style="position:absolute;left:2046;top:8767;width:8;height:2" coordorigin="2046,8767" coordsize="8,0" path="m2046,8767l2053,8767e" filled="false" stroked="true" strokeweight=".48pt" strokecolor="#000000">
                <v:path arrowok="t"/>
              </v:shape>
            </v:group>
            <v:group style="position:absolute;left:2046;top:8791;width:8;height:2" coordorigin="2046,8791" coordsize="8,2">
              <v:shape style="position:absolute;left:2046;top:8791;width:8;height:2" coordorigin="2046,8791" coordsize="8,0" path="m2046,8791l2053,8791e" filled="false" stroked="true" strokeweight=".48pt" strokecolor="#000000">
                <v:path arrowok="t"/>
              </v:shape>
            </v:group>
            <v:group style="position:absolute;left:2046;top:8815;width:8;height:2" coordorigin="2046,8815" coordsize="8,2">
              <v:shape style="position:absolute;left:2046;top:8815;width:8;height:2" coordorigin="2046,8815" coordsize="8,0" path="m2046,8815l2053,8815e" filled="false" stroked="true" strokeweight=".48pt" strokecolor="#000000">
                <v:path arrowok="t"/>
              </v:shape>
            </v:group>
            <v:group style="position:absolute;left:2046;top:8839;width:8;height:2" coordorigin="2046,8839" coordsize="8,2">
              <v:shape style="position:absolute;left:2046;top:8839;width:8;height:2" coordorigin="2046,8839" coordsize="8,0" path="m2046,8839l2053,8839e" filled="false" stroked="true" strokeweight=".48pt" strokecolor="#000000">
                <v:path arrowok="t"/>
              </v:shape>
            </v:group>
            <v:group style="position:absolute;left:2046;top:8863;width:8;height:2" coordorigin="2046,8863" coordsize="8,2">
              <v:shape style="position:absolute;left:2046;top:8863;width:8;height:2" coordorigin="2046,8863" coordsize="8,0" path="m2046,8863l2053,8863e" filled="false" stroked="true" strokeweight=".48pt" strokecolor="#000000">
                <v:path arrowok="t"/>
              </v:shape>
            </v:group>
            <v:group style="position:absolute;left:2046;top:8887;width:8;height:2" coordorigin="2046,8887" coordsize="8,2">
              <v:shape style="position:absolute;left:2046;top:8887;width:8;height:2" coordorigin="2046,8887" coordsize="8,0" path="m2046,8887l2053,8887e" filled="false" stroked="true" strokeweight=".48pt" strokecolor="#000000">
                <v:path arrowok="t"/>
              </v:shape>
            </v:group>
            <v:group style="position:absolute;left:2046;top:8911;width:8;height:2" coordorigin="2046,8911" coordsize="8,2">
              <v:shape style="position:absolute;left:2046;top:8911;width:8;height:2" coordorigin="2046,8911" coordsize="8,0" path="m2046,8911l2053,8911e" filled="false" stroked="true" strokeweight=".48pt" strokecolor="#000000">
                <v:path arrowok="t"/>
              </v:shape>
            </v:group>
            <v:group style="position:absolute;left:2046;top:8935;width:8;height:2" coordorigin="2046,8935" coordsize="8,2">
              <v:shape style="position:absolute;left:2046;top:8935;width:8;height:2" coordorigin="2046,8935" coordsize="8,0" path="m2046,8935l2053,8935e" filled="false" stroked="true" strokeweight=".48pt" strokecolor="#000000">
                <v:path arrowok="t"/>
              </v:shape>
            </v:group>
            <v:group style="position:absolute;left:2046;top:8959;width:8;height:2" coordorigin="2046,8959" coordsize="8,2">
              <v:shape style="position:absolute;left:2046;top:8959;width:8;height:2" coordorigin="2046,8959" coordsize="8,0" path="m2046,8959l2053,8959e" filled="false" stroked="true" strokeweight=".48pt" strokecolor="#000000">
                <v:path arrowok="t"/>
              </v:shape>
            </v:group>
            <v:group style="position:absolute;left:2046;top:8983;width:8;height:2" coordorigin="2046,8983" coordsize="8,2">
              <v:shape style="position:absolute;left:2046;top:8983;width:8;height:2" coordorigin="2046,8983" coordsize="8,0" path="m2046,8983l2053,8983e" filled="false" stroked="true" strokeweight=".48pt" strokecolor="#000000">
                <v:path arrowok="t"/>
              </v:shape>
            </v:group>
            <v:group style="position:absolute;left:2046;top:9007;width:8;height:2" coordorigin="2046,9007" coordsize="8,2">
              <v:shape style="position:absolute;left:2046;top:9007;width:8;height:2" coordorigin="2046,9007" coordsize="8,0" path="m2046,9007l2053,9007e" filled="false" stroked="true" strokeweight=".48pt" strokecolor="#000000">
                <v:path arrowok="t"/>
              </v:shape>
            </v:group>
            <v:group style="position:absolute;left:2046;top:9031;width:8;height:2" coordorigin="2046,9031" coordsize="8,2">
              <v:shape style="position:absolute;left:2046;top:9031;width:8;height:2" coordorigin="2046,9031" coordsize="8,0" path="m2046,9031l2053,9031e" filled="false" stroked="true" strokeweight=".479pt" strokecolor="#000000">
                <v:path arrowok="t"/>
              </v:shape>
            </v:group>
            <v:group style="position:absolute;left:2046;top:9055;width:8;height:2" coordorigin="2046,9055" coordsize="8,2">
              <v:shape style="position:absolute;left:2046;top:9055;width:8;height:2" coordorigin="2046,9055" coordsize="8,0" path="m2046,9055l2053,9055e" filled="false" stroked="true" strokeweight=".48pt" strokecolor="#000000">
                <v:path arrowok="t"/>
              </v:shape>
            </v:group>
            <v:group style="position:absolute;left:2046;top:9079;width:8;height:2" coordorigin="2046,9079" coordsize="8,2">
              <v:shape style="position:absolute;left:2046;top:9079;width:8;height:2" coordorigin="2046,9079" coordsize="8,0" path="m2046,9079l2053,9079e" filled="false" stroked="true" strokeweight=".48pt" strokecolor="#000000">
                <v:path arrowok="t"/>
              </v:shape>
            </v:group>
            <v:group style="position:absolute;left:2046;top:9103;width:8;height:2" coordorigin="2046,9103" coordsize="8,2">
              <v:shape style="position:absolute;left:2046;top:9103;width:8;height:2" coordorigin="2046,9103" coordsize="8,0" path="m2046,9103l2053,9103e" filled="false" stroked="true" strokeweight=".48pt" strokecolor="#000000">
                <v:path arrowok="t"/>
              </v:shape>
            </v:group>
            <v:group style="position:absolute;left:2046;top:9127;width:8;height:2" coordorigin="2046,9127" coordsize="8,2">
              <v:shape style="position:absolute;left:2046;top:9127;width:8;height:2" coordorigin="2046,9127" coordsize="8,0" path="m2046,9127l2053,9127e" filled="false" stroked="true" strokeweight=".48pt" strokecolor="#000000">
                <v:path arrowok="t"/>
              </v:shape>
            </v:group>
            <v:group style="position:absolute;left:2046;top:9151;width:8;height:2" coordorigin="2046,9151" coordsize="8,2">
              <v:shape style="position:absolute;left:2046;top:9151;width:8;height:2" coordorigin="2046,9151" coordsize="8,0" path="m2046,9151l2053,9151e" filled="false" stroked="true" strokeweight=".48pt" strokecolor="#000000">
                <v:path arrowok="t"/>
              </v:shape>
            </v:group>
            <v:group style="position:absolute;left:2046;top:9175;width:8;height:2" coordorigin="2046,9175" coordsize="8,2">
              <v:shape style="position:absolute;left:2046;top:9175;width:8;height:2" coordorigin="2046,9175" coordsize="8,0" path="m2046,9175l2053,9175e" filled="false" stroked="true" strokeweight=".48pt" strokecolor="#000000">
                <v:path arrowok="t"/>
              </v:shape>
            </v:group>
            <v:group style="position:absolute;left:2046;top:9199;width:8;height:2" coordorigin="2046,9199" coordsize="8,2">
              <v:shape style="position:absolute;left:2046;top:9199;width:8;height:2" coordorigin="2046,9199" coordsize="8,0" path="m2046,9199l2053,9199e" filled="false" stroked="true" strokeweight=".48pt" strokecolor="#000000">
                <v:path arrowok="t"/>
              </v:shape>
            </v:group>
            <v:group style="position:absolute;left:2046;top:9223;width:8;height:2" coordorigin="2046,9223" coordsize="8,2">
              <v:shape style="position:absolute;left:2046;top:9223;width:8;height:2" coordorigin="2046,9223" coordsize="8,0" path="m2046,9223l2053,9223e" filled="false" stroked="true" strokeweight=".48pt" strokecolor="#000000">
                <v:path arrowok="t"/>
              </v:shape>
            </v:group>
            <v:group style="position:absolute;left:2046;top:9247;width:8;height:2" coordorigin="2046,9247" coordsize="8,2">
              <v:shape style="position:absolute;left:2046;top:9247;width:8;height:2" coordorigin="2046,9247" coordsize="8,0" path="m2046,9247l2053,9247e" filled="false" stroked="true" strokeweight=".48pt" strokecolor="#000000">
                <v:path arrowok="t"/>
              </v:shape>
            </v:group>
            <v:group style="position:absolute;left:2046;top:9271;width:8;height:2" coordorigin="2046,9271" coordsize="8,2">
              <v:shape style="position:absolute;left:2046;top:9271;width:8;height:2" coordorigin="2046,9271" coordsize="8,0" path="m2046,9271l2053,9271e" filled="false" stroked="true" strokeweight=".48pt" strokecolor="#000000">
                <v:path arrowok="t"/>
              </v:shape>
            </v:group>
            <v:group style="position:absolute;left:2046;top:9295;width:8;height:2" coordorigin="2046,9295" coordsize="8,2">
              <v:shape style="position:absolute;left:2046;top:9295;width:8;height:2" coordorigin="2046,9295" coordsize="8,0" path="m2046,9295l2053,9295e" filled="false" stroked="true" strokeweight=".48pt" strokecolor="#000000">
                <v:path arrowok="t"/>
              </v:shape>
            </v:group>
            <v:group style="position:absolute;left:2046;top:9319;width:8;height:2" coordorigin="2046,9319" coordsize="8,2">
              <v:shape style="position:absolute;left:2046;top:9319;width:8;height:2" coordorigin="2046,9319" coordsize="8,0" path="m2046,9319l2053,9319e" filled="false" stroked="true" strokeweight=".48pt" strokecolor="#000000">
                <v:path arrowok="t"/>
              </v:shape>
            </v:group>
            <v:group style="position:absolute;left:2046;top:9343;width:8;height:2" coordorigin="2046,9343" coordsize="8,2">
              <v:shape style="position:absolute;left:2046;top:9343;width:8;height:2" coordorigin="2046,9343" coordsize="8,0" path="m2046,9343l2053,9343e" filled="false" stroked="true" strokeweight=".48pt" strokecolor="#000000">
                <v:path arrowok="t"/>
              </v:shape>
            </v:group>
            <v:group style="position:absolute;left:2046;top:9367;width:8;height:2" coordorigin="2046,9367" coordsize="8,2">
              <v:shape style="position:absolute;left:2046;top:9367;width:8;height:2" coordorigin="2046,9367" coordsize="8,0" path="m2046,9367l2053,9367e" filled="false" stroked="true" strokeweight=".48pt" strokecolor="#000000">
                <v:path arrowok="t"/>
              </v:shape>
            </v:group>
            <v:group style="position:absolute;left:2046;top:9391;width:8;height:2" coordorigin="2046,9391" coordsize="8,2">
              <v:shape style="position:absolute;left:2046;top:9391;width:8;height:2" coordorigin="2046,9391" coordsize="8,0" path="m2046,9391l2053,9391e" filled="false" stroked="true" strokeweight=".48pt" strokecolor="#000000">
                <v:path arrowok="t"/>
              </v:shape>
            </v:group>
            <v:group style="position:absolute;left:2046;top:9415;width:8;height:2" coordorigin="2046,9415" coordsize="8,2">
              <v:shape style="position:absolute;left:2046;top:9415;width:8;height:2" coordorigin="2046,9415" coordsize="8,0" path="m2046,9415l2053,9415e" filled="false" stroked="true" strokeweight=".48pt" strokecolor="#000000">
                <v:path arrowok="t"/>
              </v:shape>
            </v:group>
            <v:group style="position:absolute;left:2046;top:9439;width:8;height:2" coordorigin="2046,9439" coordsize="8,2">
              <v:shape style="position:absolute;left:2046;top:9439;width:8;height:2" coordorigin="2046,9439" coordsize="8,0" path="m2046,9439l2053,9439e" filled="false" stroked="true" strokeweight=".48pt" strokecolor="#000000">
                <v:path arrowok="t"/>
              </v:shape>
            </v:group>
            <v:group style="position:absolute;left:2046;top:9463;width:8;height:2" coordorigin="2046,9463" coordsize="8,2">
              <v:shape style="position:absolute;left:2046;top:9463;width:8;height:2" coordorigin="2046,9463" coordsize="8,0" path="m2046,9463l2053,9463e" filled="false" stroked="true" strokeweight=".48pt" strokecolor="#000000">
                <v:path arrowok="t"/>
              </v:shape>
            </v:group>
            <v:group style="position:absolute;left:2046;top:9487;width:8;height:2" coordorigin="2046,9487" coordsize="8,2">
              <v:shape style="position:absolute;left:2046;top:9487;width:8;height:2" coordorigin="2046,9487" coordsize="8,0" path="m2046,9487l2053,9487e" filled="false" stroked="true" strokeweight=".48pt" strokecolor="#000000">
                <v:path arrowok="t"/>
              </v:shape>
            </v:group>
            <v:group style="position:absolute;left:2046;top:9511;width:8;height:2" coordorigin="2046,9511" coordsize="8,2">
              <v:shape style="position:absolute;left:2046;top:9511;width:8;height:2" coordorigin="2046,9511" coordsize="8,0" path="m2046,9511l2053,9511e" filled="false" stroked="true" strokeweight=".48pt" strokecolor="#000000">
                <v:path arrowok="t"/>
              </v:shape>
            </v:group>
            <v:group style="position:absolute;left:2046;top:9535;width:8;height:2" coordorigin="2046,9535" coordsize="8,2">
              <v:shape style="position:absolute;left:2046;top:9535;width:8;height:2" coordorigin="2046,9535" coordsize="8,0" path="m2046,9535l2053,9535e" filled="false" stroked="true" strokeweight=".48pt" strokecolor="#000000">
                <v:path arrowok="t"/>
              </v:shape>
            </v:group>
            <v:group style="position:absolute;left:2046;top:9559;width:8;height:2" coordorigin="2046,9559" coordsize="8,2">
              <v:shape style="position:absolute;left:2046;top:9559;width:8;height:2" coordorigin="2046,9559" coordsize="8,0" path="m2046,9559l2053,9559e" filled="false" stroked="true" strokeweight=".48pt" strokecolor="#000000">
                <v:path arrowok="t"/>
              </v:shape>
            </v:group>
            <v:group style="position:absolute;left:2046;top:9583;width:8;height:2" coordorigin="2046,9583" coordsize="8,2">
              <v:shape style="position:absolute;left:2046;top:9583;width:8;height:2" coordorigin="2046,9583" coordsize="8,0" path="m2046,9583l2053,9583e" filled="false" stroked="true" strokeweight=".48pt" strokecolor="#000000">
                <v:path arrowok="t"/>
              </v:shape>
            </v:group>
            <v:group style="position:absolute;left:2046;top:9607;width:8;height:2" coordorigin="2046,9607" coordsize="8,2">
              <v:shape style="position:absolute;left:2046;top:9607;width:8;height:2" coordorigin="2046,9607" coordsize="8,0" path="m2046,9607l2053,9607e" filled="false" stroked="true" strokeweight=".48pt" strokecolor="#000000">
                <v:path arrowok="t"/>
              </v:shape>
            </v:group>
            <v:group style="position:absolute;left:2046;top:9631;width:8;height:2" coordorigin="2046,9631" coordsize="8,2">
              <v:shape style="position:absolute;left:2046;top:9631;width:8;height:2" coordorigin="2046,9631" coordsize="8,0" path="m2046,9631l2053,9631e" filled="false" stroked="true" strokeweight=".48pt" strokecolor="#000000">
                <v:path arrowok="t"/>
              </v:shape>
            </v:group>
            <v:group style="position:absolute;left:2046;top:9655;width:8;height:2" coordorigin="2046,9655" coordsize="8,2">
              <v:shape style="position:absolute;left:2046;top:9655;width:8;height:2" coordorigin="2046,9655" coordsize="8,0" path="m2046,9655l2053,9655e" filled="false" stroked="true" strokeweight=".48pt" strokecolor="#000000">
                <v:path arrowok="t"/>
              </v:shape>
            </v:group>
            <v:group style="position:absolute;left:2046;top:9679;width:8;height:2" coordorigin="2046,9679" coordsize="8,2">
              <v:shape style="position:absolute;left:2046;top:9679;width:8;height:2" coordorigin="2046,9679" coordsize="8,0" path="m2046,9679l2053,9679e" filled="false" stroked="true" strokeweight=".48pt" strokecolor="#000000">
                <v:path arrowok="t"/>
              </v:shape>
            </v:group>
            <v:group style="position:absolute;left:2046;top:9703;width:8;height:2" coordorigin="2046,9703" coordsize="8,2">
              <v:shape style="position:absolute;left:2046;top:9703;width:8;height:2" coordorigin="2046,9703" coordsize="8,0" path="m2046,9703l2053,9703e" filled="false" stroked="true" strokeweight=".48pt" strokecolor="#000000">
                <v:path arrowok="t"/>
              </v:shape>
            </v:group>
            <v:group style="position:absolute;left:2046;top:9727;width:8;height:2" coordorigin="2046,9727" coordsize="8,2">
              <v:shape style="position:absolute;left:2046;top:9727;width:8;height:2" coordorigin="2046,9727" coordsize="8,0" path="m2046,9727l2053,9727e" filled="false" stroked="true" strokeweight=".48pt" strokecolor="#000000">
                <v:path arrowok="t"/>
              </v:shape>
            </v:group>
            <v:group style="position:absolute;left:2046;top:9751;width:8;height:2" coordorigin="2046,9751" coordsize="8,2">
              <v:shape style="position:absolute;left:2046;top:9751;width:8;height:2" coordorigin="2046,9751" coordsize="8,0" path="m2046,9751l2053,9751e" filled="false" stroked="true" strokeweight=".48pt" strokecolor="#000000">
                <v:path arrowok="t"/>
              </v:shape>
            </v:group>
            <v:group style="position:absolute;left:2046;top:9775;width:8;height:2" coordorigin="2046,9775" coordsize="8,2">
              <v:shape style="position:absolute;left:2046;top:9775;width:8;height:2" coordorigin="2046,9775" coordsize="8,0" path="m2046,9775l2053,9775e" filled="false" stroked="true" strokeweight=".48pt" strokecolor="#000000">
                <v:path arrowok="t"/>
              </v:shape>
            </v:group>
            <v:group style="position:absolute;left:2046;top:9799;width:8;height:2" coordorigin="2046,9799" coordsize="8,2">
              <v:shape style="position:absolute;left:2046;top:9799;width:8;height:2" coordorigin="2046,9799" coordsize="8,0" path="m2046,9799l2053,9799e" filled="false" stroked="true" strokeweight=".48pt" strokecolor="#000000">
                <v:path arrowok="t"/>
              </v:shape>
            </v:group>
            <v:group style="position:absolute;left:2046;top:9823;width:8;height:2" coordorigin="2046,9823" coordsize="8,2">
              <v:shape style="position:absolute;left:2046;top:9823;width:8;height:2" coordorigin="2046,9823" coordsize="8,0" path="m2046,9823l2053,9823e" filled="false" stroked="true" strokeweight=".48pt" strokecolor="#000000">
                <v:path arrowok="t"/>
              </v:shape>
            </v:group>
            <v:group style="position:absolute;left:2046;top:9847;width:8;height:2" coordorigin="2046,9847" coordsize="8,2">
              <v:shape style="position:absolute;left:2046;top:9847;width:8;height:2" coordorigin="2046,9847" coordsize="8,0" path="m2046,9847l2053,9847e" filled="false" stroked="true" strokeweight=".48pt" strokecolor="#000000">
                <v:path arrowok="t"/>
              </v:shape>
            </v:group>
            <v:group style="position:absolute;left:2046;top:9871;width:8;height:2" coordorigin="2046,9871" coordsize="8,2">
              <v:shape style="position:absolute;left:2046;top:9871;width:8;height:2" coordorigin="2046,9871" coordsize="8,0" path="m2046,9871l2053,9871e" filled="false" stroked="true" strokeweight=".48pt" strokecolor="#000000">
                <v:path arrowok="t"/>
              </v:shape>
            </v:group>
            <v:group style="position:absolute;left:2046;top:9895;width:8;height:2" coordorigin="2046,9895" coordsize="8,2">
              <v:shape style="position:absolute;left:2046;top:9895;width:8;height:2" coordorigin="2046,9895" coordsize="8,0" path="m2046,9895l2053,9895e" filled="false" stroked="true" strokeweight=".48pt" strokecolor="#000000">
                <v:path arrowok="t"/>
              </v:shape>
            </v:group>
            <v:group style="position:absolute;left:2046;top:9919;width:8;height:2" coordorigin="2046,9919" coordsize="8,2">
              <v:shape style="position:absolute;left:2046;top:9919;width:8;height:2" coordorigin="2046,9919" coordsize="8,0" path="m2046,9919l2053,9919e" filled="false" stroked="true" strokeweight=".48pt" strokecolor="#000000">
                <v:path arrowok="t"/>
              </v:shape>
            </v:group>
            <v:group style="position:absolute;left:2046;top:9943;width:8;height:2" coordorigin="2046,9943" coordsize="8,2">
              <v:shape style="position:absolute;left:2046;top:9943;width:8;height:2" coordorigin="2046,9943" coordsize="8,0" path="m2046,9943l2053,9943e" filled="false" stroked="true" strokeweight=".48pt" strokecolor="#000000">
                <v:path arrowok="t"/>
              </v:shape>
            </v:group>
            <v:group style="position:absolute;left:2046;top:9967;width:8;height:2" coordorigin="2046,9967" coordsize="8,2">
              <v:shape style="position:absolute;left:2046;top:9967;width:8;height:2" coordorigin="2046,9967" coordsize="8,0" path="m2046,9967l2053,9967e" filled="false" stroked="true" strokeweight=".48pt" strokecolor="#000000">
                <v:path arrowok="t"/>
              </v:shape>
            </v:group>
            <v:group style="position:absolute;left:2046;top:9991;width:8;height:2" coordorigin="2046,9991" coordsize="8,2">
              <v:shape style="position:absolute;left:2046;top:9991;width:8;height:2" coordorigin="2046,9991" coordsize="8,0" path="m2046,9991l2053,9991e" filled="false" stroked="true" strokeweight=".48pt" strokecolor="#000000">
                <v:path arrowok="t"/>
              </v:shape>
            </v:group>
            <v:group style="position:absolute;left:2046;top:10015;width:8;height:2" coordorigin="2046,10015" coordsize="8,2">
              <v:shape style="position:absolute;left:2046;top:10015;width:8;height:2" coordorigin="2046,10015" coordsize="8,0" path="m2046,10015l2053,10015e" filled="false" stroked="true" strokeweight=".48pt" strokecolor="#000000">
                <v:path arrowok="t"/>
              </v:shape>
            </v:group>
            <v:group style="position:absolute;left:2046;top:10039;width:8;height:2" coordorigin="2046,10039" coordsize="8,2">
              <v:shape style="position:absolute;left:2046;top:10039;width:8;height:2" coordorigin="2046,10039" coordsize="8,0" path="m2046,10039l2053,10039e" filled="false" stroked="true" strokeweight=".48pt" strokecolor="#000000">
                <v:path arrowok="t"/>
              </v:shape>
            </v:group>
            <v:group style="position:absolute;left:2046;top:10063;width:8;height:2" coordorigin="2046,10063" coordsize="8,2">
              <v:shape style="position:absolute;left:2046;top:10063;width:8;height:2" coordorigin="2046,10063" coordsize="8,0" path="m2046,10063l2053,10063e" filled="false" stroked="true" strokeweight=".48pt" strokecolor="#000000">
                <v:path arrowok="t"/>
              </v:shape>
            </v:group>
            <v:group style="position:absolute;left:2046;top:10087;width:8;height:2" coordorigin="2046,10087" coordsize="8,2">
              <v:shape style="position:absolute;left:2046;top:10087;width:8;height:2" coordorigin="2046,10087" coordsize="8,0" path="m2046,10087l2053,10087e" filled="false" stroked="true" strokeweight=".48pt" strokecolor="#000000">
                <v:path arrowok="t"/>
              </v:shape>
            </v:group>
            <v:group style="position:absolute;left:2046;top:10111;width:8;height:2" coordorigin="2046,10111" coordsize="8,2">
              <v:shape style="position:absolute;left:2046;top:10111;width:8;height:2" coordorigin="2046,10111" coordsize="8,0" path="m2046,10111l2053,10111e" filled="false" stroked="true" strokeweight=".48pt" strokecolor="#000000">
                <v:path arrowok="t"/>
              </v:shape>
            </v:group>
            <v:group style="position:absolute;left:2046;top:10135;width:8;height:2" coordorigin="2046,10135" coordsize="8,2">
              <v:shape style="position:absolute;left:2046;top:10135;width:8;height:2" coordorigin="2046,10135" coordsize="8,0" path="m2046,10135l2053,10135e" filled="false" stroked="true" strokeweight=".48pt" strokecolor="#000000">
                <v:path arrowok="t"/>
              </v:shape>
            </v:group>
            <v:group style="position:absolute;left:2046;top:10159;width:8;height:2" coordorigin="2046,10159" coordsize="8,2">
              <v:shape style="position:absolute;left:2046;top:10159;width:8;height:2" coordorigin="2046,10159" coordsize="8,0" path="m2046,10159l2053,10159e" filled="false" stroked="true" strokeweight=".48pt" strokecolor="#000000">
                <v:path arrowok="t"/>
              </v:shape>
            </v:group>
            <v:group style="position:absolute;left:2046;top:10183;width:8;height:2" coordorigin="2046,10183" coordsize="8,2">
              <v:shape style="position:absolute;left:2046;top:10183;width:8;height:2" coordorigin="2046,10183" coordsize="8,0" path="m2046,10183l2053,10183e" filled="false" stroked="true" strokeweight=".48pt" strokecolor="#000000">
                <v:path arrowok="t"/>
              </v:shape>
            </v:group>
            <v:group style="position:absolute;left:2046;top:10207;width:8;height:2" coordorigin="2046,10207" coordsize="8,2">
              <v:shape style="position:absolute;left:2046;top:10207;width:8;height:2" coordorigin="2046,10207" coordsize="8,0" path="m2046,10207l2053,10207e" filled="false" stroked="true" strokeweight=".48pt" strokecolor="#000000">
                <v:path arrowok="t"/>
              </v:shape>
            </v:group>
            <v:group style="position:absolute;left:2046;top:10231;width:8;height:2" coordorigin="2046,10231" coordsize="8,2">
              <v:shape style="position:absolute;left:2046;top:10231;width:8;height:2" coordorigin="2046,10231" coordsize="8,0" path="m2046,10231l2053,10231e" filled="false" stroked="true" strokeweight=".48pt" strokecolor="#000000">
                <v:path arrowok="t"/>
              </v:shape>
            </v:group>
            <v:group style="position:absolute;left:2046;top:10255;width:8;height:2" coordorigin="2046,10255" coordsize="8,2">
              <v:shape style="position:absolute;left:2046;top:10255;width:8;height:2" coordorigin="2046,10255" coordsize="8,0" path="m2046,10255l2053,10255e" filled="false" stroked="true" strokeweight=".48pt" strokecolor="#000000">
                <v:path arrowok="t"/>
              </v:shape>
            </v:group>
            <v:group style="position:absolute;left:2046;top:10279;width:8;height:2" coordorigin="2046,10279" coordsize="8,2">
              <v:shape style="position:absolute;left:2046;top:10279;width:8;height:2" coordorigin="2046,10279" coordsize="8,0" path="m2046,10279l2053,10279e" filled="false" stroked="true" strokeweight=".48pt" strokecolor="#000000">
                <v:path arrowok="t"/>
              </v:shape>
            </v:group>
            <v:group style="position:absolute;left:2046;top:10303;width:8;height:2" coordorigin="2046,10303" coordsize="8,2">
              <v:shape style="position:absolute;left:2046;top:10303;width:8;height:2" coordorigin="2046,10303" coordsize="8,0" path="m2046,10303l2053,10303e" filled="false" stroked="true" strokeweight=".48pt" strokecolor="#000000">
                <v:path arrowok="t"/>
              </v:shape>
            </v:group>
            <v:group style="position:absolute;left:2046;top:10327;width:8;height:2" coordorigin="2046,10327" coordsize="8,2">
              <v:shape style="position:absolute;left:2046;top:10327;width:8;height:2" coordorigin="2046,10327" coordsize="8,0" path="m2046,10327l2053,10327e" filled="false" stroked="true" strokeweight=".48pt" strokecolor="#000000">
                <v:path arrowok="t"/>
              </v:shape>
            </v:group>
            <v:group style="position:absolute;left:2046;top:10351;width:8;height:2" coordorigin="2046,10351" coordsize="8,2">
              <v:shape style="position:absolute;left:2046;top:10351;width:8;height:2" coordorigin="2046,10351" coordsize="8,0" path="m2046,10351l2053,10351e" filled="false" stroked="true" strokeweight=".48pt" strokecolor="#000000">
                <v:path arrowok="t"/>
              </v:shape>
            </v:group>
            <v:group style="position:absolute;left:2046;top:10375;width:8;height:2" coordorigin="2046,10375" coordsize="8,2">
              <v:shape style="position:absolute;left:2046;top:10375;width:8;height:2" coordorigin="2046,10375" coordsize="8,0" path="m2046,10375l2053,10375e" filled="false" stroked="true" strokeweight=".48pt" strokecolor="#000000">
                <v:path arrowok="t"/>
              </v:shape>
            </v:group>
            <v:group style="position:absolute;left:2046;top:10399;width:8;height:2" coordorigin="2046,10399" coordsize="8,2">
              <v:shape style="position:absolute;left:2046;top:10399;width:8;height:2" coordorigin="2046,10399" coordsize="8,0" path="m2046,10399l2053,10399e" filled="false" stroked="true" strokeweight=".48pt" strokecolor="#000000">
                <v:path arrowok="t"/>
              </v:shape>
            </v:group>
            <v:group style="position:absolute;left:2046;top:10423;width:8;height:2" coordorigin="2046,10423" coordsize="8,2">
              <v:shape style="position:absolute;left:2046;top:10423;width:8;height:2" coordorigin="2046,10423" coordsize="8,0" path="m2046,10423l2053,10423e" filled="false" stroked="true" strokeweight=".48pt" strokecolor="#000000">
                <v:path arrowok="t"/>
              </v:shape>
            </v:group>
            <v:group style="position:absolute;left:2046;top:10447;width:8;height:2" coordorigin="2046,10447" coordsize="8,2">
              <v:shape style="position:absolute;left:2046;top:10447;width:8;height:2" coordorigin="2046,10447" coordsize="8,0" path="m2046,10447l2053,10447e" filled="false" stroked="true" strokeweight=".48pt" strokecolor="#000000">
                <v:path arrowok="t"/>
              </v:shape>
            </v:group>
            <v:group style="position:absolute;left:2046;top:10471;width:8;height:2" coordorigin="2046,10471" coordsize="8,2">
              <v:shape style="position:absolute;left:2046;top:10471;width:8;height:2" coordorigin="2046,10471" coordsize="8,0" path="m2046,10471l2053,10471e" filled="false" stroked="true" strokeweight=".48pt" strokecolor="#000000">
                <v:path arrowok="t"/>
              </v:shape>
            </v:group>
            <v:group style="position:absolute;left:2046;top:10495;width:8;height:2" coordorigin="2046,10495" coordsize="8,2">
              <v:shape style="position:absolute;left:2046;top:10495;width:8;height:2" coordorigin="2046,10495" coordsize="8,0" path="m2046,10495l2053,10495e" filled="false" stroked="true" strokeweight=".479pt" strokecolor="#000000">
                <v:path arrowok="t"/>
              </v:shape>
            </v:group>
            <v:group style="position:absolute;left:2046;top:10519;width:8;height:2" coordorigin="2046,10519" coordsize="8,2">
              <v:shape style="position:absolute;left:2046;top:10519;width:8;height:2" coordorigin="2046,10519" coordsize="8,0" path="m2046,10519l2053,10519e" filled="false" stroked="true" strokeweight=".48pt" strokecolor="#000000">
                <v:path arrowok="t"/>
              </v:shape>
            </v:group>
            <v:group style="position:absolute;left:2046;top:10543;width:8;height:2" coordorigin="2046,10543" coordsize="8,2">
              <v:shape style="position:absolute;left:2046;top:10543;width:8;height:2" coordorigin="2046,10543" coordsize="8,0" path="m2046,10543l2053,10543e" filled="false" stroked="true" strokeweight=".48pt" strokecolor="#000000">
                <v:path arrowok="t"/>
              </v:shape>
            </v:group>
            <v:group style="position:absolute;left:2046;top:10567;width:8;height:2" coordorigin="2046,10567" coordsize="8,2">
              <v:shape style="position:absolute;left:2046;top:10567;width:8;height:2" coordorigin="2046,10567" coordsize="8,0" path="m2046,10567l2053,10567e" filled="false" stroked="true" strokeweight=".48pt" strokecolor="#000000">
                <v:path arrowok="t"/>
              </v:shape>
            </v:group>
            <v:group style="position:absolute;left:2046;top:10591;width:8;height:2" coordorigin="2046,10591" coordsize="8,2">
              <v:shape style="position:absolute;left:2046;top:10591;width:8;height:2" coordorigin="2046,10591" coordsize="8,0" path="m2046,10591l2053,10591e" filled="false" stroked="true" strokeweight=".48pt" strokecolor="#000000">
                <v:path arrowok="t"/>
              </v:shape>
            </v:group>
            <v:group style="position:absolute;left:2046;top:10615;width:8;height:2" coordorigin="2046,10615" coordsize="8,2">
              <v:shape style="position:absolute;left:2046;top:10615;width:8;height:2" coordorigin="2046,10615" coordsize="8,0" path="m2046,10615l2053,10615e" filled="false" stroked="true" strokeweight=".48pt" strokecolor="#000000">
                <v:path arrowok="t"/>
              </v:shape>
            </v:group>
            <v:group style="position:absolute;left:2046;top:10639;width:8;height:2" coordorigin="2046,10639" coordsize="8,2">
              <v:shape style="position:absolute;left:2046;top:10639;width:8;height:2" coordorigin="2046,10639" coordsize="8,0" path="m2046,10639l2053,10639e" filled="false" stroked="true" strokeweight=".48pt" strokecolor="#000000">
                <v:path arrowok="t"/>
              </v:shape>
            </v:group>
            <v:group style="position:absolute;left:2046;top:10663;width:8;height:2" coordorigin="2046,10663" coordsize="8,2">
              <v:shape style="position:absolute;left:2046;top:10663;width:8;height:2" coordorigin="2046,10663" coordsize="8,0" path="m2046,10663l2053,10663e" filled="false" stroked="true" strokeweight=".48pt" strokecolor="#000000">
                <v:path arrowok="t"/>
              </v:shape>
            </v:group>
            <v:group style="position:absolute;left:2046;top:10687;width:8;height:2" coordorigin="2046,10687" coordsize="8,2">
              <v:shape style="position:absolute;left:2046;top:10687;width:8;height:2" coordorigin="2046,10687" coordsize="8,0" path="m2046,10687l2053,10687e" filled="false" stroked="true" strokeweight=".48pt" strokecolor="#000000">
                <v:path arrowok="t"/>
              </v:shape>
            </v:group>
            <v:group style="position:absolute;left:2046;top:10711;width:8;height:2" coordorigin="2046,10711" coordsize="8,2">
              <v:shape style="position:absolute;left:2046;top:10711;width:8;height:2" coordorigin="2046,10711" coordsize="8,0" path="m2046,10711l2053,10711e" filled="false" stroked="true" strokeweight=".48pt" strokecolor="#000000">
                <v:path arrowok="t"/>
              </v:shape>
            </v:group>
            <v:group style="position:absolute;left:2046;top:10735;width:8;height:2" coordorigin="2046,10735" coordsize="8,2">
              <v:shape style="position:absolute;left:2046;top:10735;width:8;height:2" coordorigin="2046,10735" coordsize="8,0" path="m2046,10735l2053,10735e" filled="false" stroked="true" strokeweight=".48pt" strokecolor="#000000">
                <v:path arrowok="t"/>
              </v:shape>
            </v:group>
            <v:group style="position:absolute;left:2046;top:10759;width:8;height:2" coordorigin="2046,10759" coordsize="8,2">
              <v:shape style="position:absolute;left:2046;top:10759;width:8;height:2" coordorigin="2046,10759" coordsize="8,0" path="m2046,10759l2053,10759e" filled="false" stroked="true" strokeweight=".48pt" strokecolor="#000000">
                <v:path arrowok="t"/>
              </v:shape>
            </v:group>
            <v:group style="position:absolute;left:2046;top:10783;width:8;height:2" coordorigin="2046,10783" coordsize="8,2">
              <v:shape style="position:absolute;left:2046;top:10783;width:8;height:2" coordorigin="2046,10783" coordsize="8,0" path="m2046,10783l2053,10783e" filled="false" stroked="true" strokeweight=".48pt" strokecolor="#000000">
                <v:path arrowok="t"/>
              </v:shape>
            </v:group>
            <v:group style="position:absolute;left:2046;top:10807;width:8;height:2" coordorigin="2046,10807" coordsize="8,2">
              <v:shape style="position:absolute;left:2046;top:10807;width:8;height:2" coordorigin="2046,10807" coordsize="8,0" path="m2046,10807l2053,10807e" filled="false" stroked="true" strokeweight=".48pt" strokecolor="#000000">
                <v:path arrowok="t"/>
              </v:shape>
            </v:group>
            <v:group style="position:absolute;left:2046;top:10831;width:8;height:2" coordorigin="2046,10831" coordsize="8,2">
              <v:shape style="position:absolute;left:2046;top:10831;width:8;height:2" coordorigin="2046,10831" coordsize="8,0" path="m2046,10831l2053,10831e" filled="false" stroked="true" strokeweight=".48pt" strokecolor="#000000">
                <v:path arrowok="t"/>
              </v:shape>
            </v:group>
            <v:group style="position:absolute;left:2046;top:10855;width:8;height:2" coordorigin="2046,10855" coordsize="8,2">
              <v:shape style="position:absolute;left:2046;top:10855;width:8;height:2" coordorigin="2046,10855" coordsize="8,0" path="m2046,10855l2053,10855e" filled="false" stroked="true" strokeweight=".48pt" strokecolor="#000000">
                <v:path arrowok="t"/>
              </v:shape>
            </v:group>
            <v:group style="position:absolute;left:2046;top:10879;width:8;height:2" coordorigin="2046,10879" coordsize="8,2">
              <v:shape style="position:absolute;left:2046;top:10879;width:8;height:2" coordorigin="2046,10879" coordsize="8,0" path="m2046,10879l2053,10879e" filled="false" stroked="true" strokeweight=".48pt" strokecolor="#000000">
                <v:path arrowok="t"/>
              </v:shape>
            </v:group>
            <v:group style="position:absolute;left:2046;top:10903;width:8;height:2" coordorigin="2046,10903" coordsize="8,2">
              <v:shape style="position:absolute;left:2046;top:10903;width:8;height:2" coordorigin="2046,10903" coordsize="8,0" path="m2046,10903l2053,10903e" filled="false" stroked="true" strokeweight=".48pt" strokecolor="#000000">
                <v:path arrowok="t"/>
              </v:shape>
            </v:group>
            <v:group style="position:absolute;left:2046;top:10927;width:8;height:2" coordorigin="2046,10927" coordsize="8,2">
              <v:shape style="position:absolute;left:2046;top:10927;width:8;height:2" coordorigin="2046,10927" coordsize="8,0" path="m2046,10927l2053,10927e" filled="false" stroked="true" strokeweight=".48pt" strokecolor="#000000">
                <v:path arrowok="t"/>
              </v:shape>
            </v:group>
            <v:group style="position:absolute;left:2046;top:10951;width:8;height:2" coordorigin="2046,10951" coordsize="8,2">
              <v:shape style="position:absolute;left:2046;top:10951;width:8;height:2" coordorigin="2046,10951" coordsize="8,0" path="m2046,10951l2053,10951e" filled="false" stroked="true" strokeweight=".48pt" strokecolor="#000000">
                <v:path arrowok="t"/>
              </v:shape>
            </v:group>
            <v:group style="position:absolute;left:2046;top:10975;width:8;height:2" coordorigin="2046,10975" coordsize="8,2">
              <v:shape style="position:absolute;left:2046;top:10975;width:8;height:2" coordorigin="2046,10975" coordsize="8,0" path="m2046,10975l2053,10975e" filled="false" stroked="true" strokeweight=".48pt" strokecolor="#000000">
                <v:path arrowok="t"/>
              </v:shape>
            </v:group>
            <v:group style="position:absolute;left:2046;top:10999;width:8;height:2" coordorigin="2046,10999" coordsize="8,2">
              <v:shape style="position:absolute;left:2046;top:10999;width:8;height:2" coordorigin="2046,10999" coordsize="8,0" path="m2046,10999l2053,10999e" filled="false" stroked="true" strokeweight=".48pt" strokecolor="#000000">
                <v:path arrowok="t"/>
              </v:shape>
            </v:group>
            <v:group style="position:absolute;left:2046;top:11023;width:8;height:2" coordorigin="2046,11023" coordsize="8,2">
              <v:shape style="position:absolute;left:2046;top:11023;width:8;height:2" coordorigin="2046,11023" coordsize="8,0" path="m2046,11023l2053,11023e" filled="false" stroked="true" strokeweight=".48pt" strokecolor="#000000">
                <v:path arrowok="t"/>
              </v:shape>
            </v:group>
            <v:group style="position:absolute;left:2046;top:11047;width:8;height:2" coordorigin="2046,11047" coordsize="8,2">
              <v:shape style="position:absolute;left:2046;top:11047;width:8;height:2" coordorigin="2046,11047" coordsize="8,0" path="m2046,11047l2053,11047e" filled="false" stroked="true" strokeweight=".48pt" strokecolor="#000000">
                <v:path arrowok="t"/>
              </v:shape>
            </v:group>
            <v:group style="position:absolute;left:2046;top:11071;width:8;height:2" coordorigin="2046,11071" coordsize="8,2">
              <v:shape style="position:absolute;left:2046;top:11071;width:8;height:2" coordorigin="2046,11071" coordsize="8,0" path="m2046,11071l2053,11071e" filled="false" stroked="true" strokeweight=".48pt" strokecolor="#000000">
                <v:path arrowok="t"/>
              </v:shape>
            </v:group>
            <v:group style="position:absolute;left:2046;top:11095;width:8;height:2" coordorigin="2046,11095" coordsize="8,2">
              <v:shape style="position:absolute;left:2046;top:11095;width:8;height:2" coordorigin="2046,11095" coordsize="8,0" path="m2046,11095l2053,11095e" filled="false" stroked="true" strokeweight=".48pt" strokecolor="#000000">
                <v:path arrowok="t"/>
              </v:shape>
            </v:group>
            <v:group style="position:absolute;left:2046;top:11119;width:8;height:2" coordorigin="2046,11119" coordsize="8,2">
              <v:shape style="position:absolute;left:2046;top:11119;width:8;height:2" coordorigin="2046,11119" coordsize="8,0" path="m2046,11119l2053,11119e" filled="false" stroked="true" strokeweight=".48pt" strokecolor="#000000">
                <v:path arrowok="t"/>
              </v:shape>
            </v:group>
            <v:group style="position:absolute;left:2046;top:11143;width:8;height:2" coordorigin="2046,11143" coordsize="8,2">
              <v:shape style="position:absolute;left:2046;top:11143;width:8;height:2" coordorigin="2046,11143" coordsize="8,0" path="m2046,11143l2053,11143e" filled="false" stroked="true" strokeweight=".48pt" strokecolor="#000000">
                <v:path arrowok="t"/>
              </v:shape>
            </v:group>
            <v:group style="position:absolute;left:2046;top:11167;width:8;height:2" coordorigin="2046,11167" coordsize="8,2">
              <v:shape style="position:absolute;left:2046;top:11167;width:8;height:2" coordorigin="2046,11167" coordsize="8,0" path="m2046,11167l2053,11167e" filled="false" stroked="true" strokeweight=".48pt" strokecolor="#000000">
                <v:path arrowok="t"/>
              </v:shape>
            </v:group>
            <v:group style="position:absolute;left:2046;top:11191;width:8;height:2" coordorigin="2046,11191" coordsize="8,2">
              <v:shape style="position:absolute;left:2046;top:11191;width:8;height:2" coordorigin="2046,11191" coordsize="8,0" path="m2046,11191l2053,11191e" filled="false" stroked="true" strokeweight=".48pt" strokecolor="#000000">
                <v:path arrowok="t"/>
              </v:shape>
            </v:group>
            <v:group style="position:absolute;left:2046;top:11215;width:8;height:2" coordorigin="2046,11215" coordsize="8,2">
              <v:shape style="position:absolute;left:2046;top:11215;width:8;height:2" coordorigin="2046,11215" coordsize="8,0" path="m2046,11215l2053,11215e" filled="false" stroked="true" strokeweight=".48pt" strokecolor="#000000">
                <v:path arrowok="t"/>
              </v:shape>
            </v:group>
            <v:group style="position:absolute;left:2046;top:11239;width:8;height:2" coordorigin="2046,11239" coordsize="8,2">
              <v:shape style="position:absolute;left:2046;top:11239;width:8;height:2" coordorigin="2046,11239" coordsize="8,0" path="m2046,11239l2053,11239e" filled="false" stroked="true" strokeweight=".479pt" strokecolor="#000000">
                <v:path arrowok="t"/>
              </v:shape>
            </v:group>
            <v:group style="position:absolute;left:2046;top:11263;width:8;height:2" coordorigin="2046,11263" coordsize="8,2">
              <v:shape style="position:absolute;left:2046;top:11263;width:8;height:2" coordorigin="2046,11263" coordsize="8,0" path="m2046,11263l2053,11263e" filled="false" stroked="true" strokeweight=".48pt" strokecolor="#000000">
                <v:path arrowok="t"/>
              </v:shape>
            </v:group>
            <v:group style="position:absolute;left:2046;top:11287;width:8;height:2" coordorigin="2046,11287" coordsize="8,2">
              <v:shape style="position:absolute;left:2046;top:11287;width:8;height:2" coordorigin="2046,11287" coordsize="8,0" path="m2046,11287l2053,11287e" filled="false" stroked="true" strokeweight=".48pt" strokecolor="#000000">
                <v:path arrowok="t"/>
              </v:shape>
            </v:group>
            <v:group style="position:absolute;left:2046;top:11311;width:8;height:2" coordorigin="2046,11311" coordsize="8,2">
              <v:shape style="position:absolute;left:2046;top:11311;width:8;height:2" coordorigin="2046,11311" coordsize="8,0" path="m2046,11311l2053,11311e" filled="false" stroked="true" strokeweight=".48pt" strokecolor="#000000">
                <v:path arrowok="t"/>
              </v:shape>
            </v:group>
            <v:group style="position:absolute;left:2046;top:11335;width:8;height:2" coordorigin="2046,11335" coordsize="8,2">
              <v:shape style="position:absolute;left:2046;top:11335;width:8;height:2" coordorigin="2046,11335" coordsize="8,0" path="m2046,11335l2053,11335e" filled="false" stroked="true" strokeweight=".48pt" strokecolor="#000000">
                <v:path arrowok="t"/>
              </v:shape>
            </v:group>
            <v:group style="position:absolute;left:2046;top:11359;width:8;height:2" coordorigin="2046,11359" coordsize="8,2">
              <v:shape style="position:absolute;left:2046;top:11359;width:8;height:2" coordorigin="2046,11359" coordsize="8,0" path="m2046,11359l2053,11359e" filled="false" stroked="true" strokeweight=".48pt" strokecolor="#000000">
                <v:path arrowok="t"/>
              </v:shape>
            </v:group>
            <v:group style="position:absolute;left:2046;top:11383;width:8;height:2" coordorigin="2046,11383" coordsize="8,2">
              <v:shape style="position:absolute;left:2046;top:11383;width:8;height:2" coordorigin="2046,11383" coordsize="8,0" path="m2046,11383l2053,11383e" filled="false" stroked="true" strokeweight=".48pt" strokecolor="#000000">
                <v:path arrowok="t"/>
              </v:shape>
            </v:group>
            <v:group style="position:absolute;left:2046;top:11407;width:8;height:2" coordorigin="2046,11407" coordsize="8,2">
              <v:shape style="position:absolute;left:2046;top:11407;width:8;height:2" coordorigin="2046,11407" coordsize="8,0" path="m2046,11407l2053,11407e" filled="false" stroked="true" strokeweight=".48pt" strokecolor="#000000">
                <v:path arrowok="t"/>
              </v:shape>
            </v:group>
            <v:group style="position:absolute;left:2046;top:11431;width:8;height:2" coordorigin="2046,11431" coordsize="8,2">
              <v:shape style="position:absolute;left:2046;top:11431;width:8;height:2" coordorigin="2046,11431" coordsize="8,0" path="m2046,11431l2053,11431e" filled="false" stroked="true" strokeweight=".48pt" strokecolor="#000000">
                <v:path arrowok="t"/>
              </v:shape>
            </v:group>
            <v:group style="position:absolute;left:2046;top:11455;width:8;height:2" coordorigin="2046,11455" coordsize="8,2">
              <v:shape style="position:absolute;left:2046;top:11455;width:8;height:2" coordorigin="2046,11455" coordsize="8,0" path="m2046,11455l2053,11455e" filled="false" stroked="true" strokeweight=".48pt" strokecolor="#000000">
                <v:path arrowok="t"/>
              </v:shape>
            </v:group>
            <v:group style="position:absolute;left:2046;top:11479;width:8;height:2" coordorigin="2046,11479" coordsize="8,2">
              <v:shape style="position:absolute;left:2046;top:11479;width:8;height:2" coordorigin="2046,11479" coordsize="8,0" path="m2046,11479l2053,11479e" filled="false" stroked="true" strokeweight=".48pt" strokecolor="#000000">
                <v:path arrowok="t"/>
              </v:shape>
            </v:group>
            <v:group style="position:absolute;left:2046;top:11503;width:8;height:2" coordorigin="2046,11503" coordsize="8,2">
              <v:shape style="position:absolute;left:2046;top:11503;width:8;height:2" coordorigin="2046,11503" coordsize="8,0" path="m2046,11503l2053,11503e" filled="false" stroked="true" strokeweight=".48pt" strokecolor="#000000">
                <v:path arrowok="t"/>
              </v:shape>
            </v:group>
            <v:group style="position:absolute;left:2046;top:11527;width:8;height:2" coordorigin="2046,11527" coordsize="8,2">
              <v:shape style="position:absolute;left:2046;top:11527;width:8;height:2" coordorigin="2046,11527" coordsize="8,0" path="m2046,11527l2053,11527e" filled="false" stroked="true" strokeweight=".48pt" strokecolor="#000000">
                <v:path arrowok="t"/>
              </v:shape>
            </v:group>
            <v:group style="position:absolute;left:2046;top:11551;width:8;height:2" coordorigin="2046,11551" coordsize="8,2">
              <v:shape style="position:absolute;left:2046;top:11551;width:8;height:2" coordorigin="2046,11551" coordsize="8,0" path="m2046,11551l2053,11551e" filled="false" stroked="true" strokeweight=".48pt" strokecolor="#000000">
                <v:path arrowok="t"/>
              </v:shape>
            </v:group>
            <v:group style="position:absolute;left:2046;top:11575;width:8;height:2" coordorigin="2046,11575" coordsize="8,2">
              <v:shape style="position:absolute;left:2046;top:11575;width:8;height:2" coordorigin="2046,11575" coordsize="8,0" path="m2046,11575l2053,11575e" filled="false" stroked="true" strokeweight=".48pt" strokecolor="#000000">
                <v:path arrowok="t"/>
              </v:shape>
            </v:group>
            <v:group style="position:absolute;left:2046;top:11599;width:8;height:2" coordorigin="2046,11599" coordsize="8,2">
              <v:shape style="position:absolute;left:2046;top:11599;width:8;height:2" coordorigin="2046,11599" coordsize="8,0" path="m2046,11599l2053,11599e" filled="false" stroked="true" strokeweight=".48pt" strokecolor="#000000">
                <v:path arrowok="t"/>
              </v:shape>
            </v:group>
            <v:group style="position:absolute;left:2046;top:11623;width:8;height:2" coordorigin="2046,11623" coordsize="8,2">
              <v:shape style="position:absolute;left:2046;top:11623;width:8;height:2" coordorigin="2046,11623" coordsize="8,0" path="m2046,11623l2053,11623e" filled="false" stroked="true" strokeweight=".48pt" strokecolor="#000000">
                <v:path arrowok="t"/>
              </v:shape>
            </v:group>
            <v:group style="position:absolute;left:2046;top:11647;width:8;height:2" coordorigin="2046,11647" coordsize="8,2">
              <v:shape style="position:absolute;left:2046;top:11647;width:8;height:2" coordorigin="2046,11647" coordsize="8,0" path="m2046,11647l2053,11647e" filled="false" stroked="true" strokeweight=".48pt" strokecolor="#000000">
                <v:path arrowok="t"/>
              </v:shape>
            </v:group>
            <v:group style="position:absolute;left:2046;top:11671;width:8;height:2" coordorigin="2046,11671" coordsize="8,2">
              <v:shape style="position:absolute;left:2046;top:11671;width:8;height:2" coordorigin="2046,11671" coordsize="8,0" path="m2046,11671l2053,11671e" filled="false" stroked="true" strokeweight=".48pt" strokecolor="#000000">
                <v:path arrowok="t"/>
              </v:shape>
            </v:group>
            <v:group style="position:absolute;left:2046;top:11695;width:8;height:2" coordorigin="2046,11695" coordsize="8,2">
              <v:shape style="position:absolute;left:2046;top:11695;width:8;height:2" coordorigin="2046,11695" coordsize="8,0" path="m2046,11695l2053,11695e" filled="false" stroked="true" strokeweight=".48pt" strokecolor="#000000">
                <v:path arrowok="t"/>
              </v:shape>
            </v:group>
            <v:group style="position:absolute;left:2046;top:11719;width:8;height:2" coordorigin="2046,11719" coordsize="8,2">
              <v:shape style="position:absolute;left:2046;top:11719;width:8;height:2" coordorigin="2046,11719" coordsize="8,0" path="m2046,11719l2053,11719e" filled="false" stroked="true" strokeweight=".48pt" strokecolor="#000000">
                <v:path arrowok="t"/>
              </v:shape>
            </v:group>
            <v:group style="position:absolute;left:2046;top:11743;width:8;height:2" coordorigin="2046,11743" coordsize="8,2">
              <v:shape style="position:absolute;left:2046;top:11743;width:8;height:2" coordorigin="2046,11743" coordsize="8,0" path="m2046,11743l2053,11743e" filled="false" stroked="true" strokeweight=".48pt" strokecolor="#000000">
                <v:path arrowok="t"/>
              </v:shape>
            </v:group>
            <v:group style="position:absolute;left:2046;top:11767;width:8;height:2" coordorigin="2046,11767" coordsize="8,2">
              <v:shape style="position:absolute;left:2046;top:11767;width:8;height:2" coordorigin="2046,11767" coordsize="8,0" path="m2046,11767l2053,11767e" filled="false" stroked="true" strokeweight=".48pt" strokecolor="#000000">
                <v:path arrowok="t"/>
              </v:shape>
            </v:group>
            <v:group style="position:absolute;left:2046;top:11791;width:8;height:2" coordorigin="2046,11791" coordsize="8,2">
              <v:shape style="position:absolute;left:2046;top:11791;width:8;height:2" coordorigin="2046,11791" coordsize="8,0" path="m2046,11791l2053,11791e" filled="false" stroked="true" strokeweight=".48pt" strokecolor="#000000">
                <v:path arrowok="t"/>
              </v:shape>
            </v:group>
            <v:group style="position:absolute;left:2046;top:11815;width:8;height:2" coordorigin="2046,11815" coordsize="8,2">
              <v:shape style="position:absolute;left:2046;top:11815;width:8;height:2" coordorigin="2046,11815" coordsize="8,0" path="m2046,11815l2053,11815e" filled="false" stroked="true" strokeweight=".48pt" strokecolor="#000000">
                <v:path arrowok="t"/>
              </v:shape>
            </v:group>
            <v:group style="position:absolute;left:2046;top:11839;width:8;height:2" coordorigin="2046,11839" coordsize="8,2">
              <v:shape style="position:absolute;left:2046;top:11839;width:8;height:2" coordorigin="2046,11839" coordsize="8,0" path="m2046,11839l2053,11839e" filled="false" stroked="true" strokeweight=".48pt" strokecolor="#000000">
                <v:path arrowok="t"/>
              </v:shape>
            </v:group>
            <v:group style="position:absolute;left:2046;top:11863;width:8;height:2" coordorigin="2046,11863" coordsize="8,2">
              <v:shape style="position:absolute;left:2046;top:11863;width:8;height:2" coordorigin="2046,11863" coordsize="8,0" path="m2046,11863l2053,11863e" filled="false" stroked="true" strokeweight=".48pt" strokecolor="#000000">
                <v:path arrowok="t"/>
              </v:shape>
            </v:group>
            <v:group style="position:absolute;left:2046;top:11887;width:8;height:2" coordorigin="2046,11887" coordsize="8,2">
              <v:shape style="position:absolute;left:2046;top:11887;width:8;height:2" coordorigin="2046,11887" coordsize="8,0" path="m2046,11887l2053,11887e" filled="false" stroked="true" strokeweight=".48pt" strokecolor="#000000">
                <v:path arrowok="t"/>
              </v:shape>
            </v:group>
            <v:group style="position:absolute;left:2046;top:11911;width:8;height:2" coordorigin="2046,11911" coordsize="8,2">
              <v:shape style="position:absolute;left:2046;top:11911;width:8;height:2" coordorigin="2046,11911" coordsize="8,0" path="m2046,11911l2053,11911e" filled="false" stroked="true" strokeweight=".48pt" strokecolor="#000000">
                <v:path arrowok="t"/>
              </v:shape>
            </v:group>
            <v:group style="position:absolute;left:2046;top:11935;width:8;height:2" coordorigin="2046,11935" coordsize="8,2">
              <v:shape style="position:absolute;left:2046;top:11935;width:8;height:2" coordorigin="2046,11935" coordsize="8,0" path="m2046,11935l2053,11935e" filled="false" stroked="true" strokeweight=".48pt" strokecolor="#000000">
                <v:path arrowok="t"/>
              </v:shape>
            </v:group>
            <v:group style="position:absolute;left:2046;top:11959;width:8;height:2" coordorigin="2046,11959" coordsize="8,2">
              <v:shape style="position:absolute;left:2046;top:11959;width:8;height:2" coordorigin="2046,11959" coordsize="8,0" path="m2046,11959l2053,11959e" filled="false" stroked="true" strokeweight=".48pt" strokecolor="#000000">
                <v:path arrowok="t"/>
              </v:shape>
            </v:group>
            <v:group style="position:absolute;left:2046;top:11983;width:8;height:2" coordorigin="2046,11983" coordsize="8,2">
              <v:shape style="position:absolute;left:2046;top:11983;width:8;height:2" coordorigin="2046,11983" coordsize="8,0" path="m2046,11983l2053,11983e" filled="false" stroked="true" strokeweight=".479pt" strokecolor="#000000">
                <v:path arrowok="t"/>
              </v:shape>
            </v:group>
            <v:group style="position:absolute;left:2046;top:12007;width:8;height:2" coordorigin="2046,12007" coordsize="8,2">
              <v:shape style="position:absolute;left:2046;top:12007;width:8;height:2" coordorigin="2046,12007" coordsize="8,0" path="m2046,12007l2053,12007e" filled="false" stroked="true" strokeweight=".48pt" strokecolor="#000000">
                <v:path arrowok="t"/>
              </v:shape>
            </v:group>
            <v:group style="position:absolute;left:2046;top:12031;width:8;height:2" coordorigin="2046,12031" coordsize="8,2">
              <v:shape style="position:absolute;left:2046;top:12031;width:8;height:2" coordorigin="2046,12031" coordsize="8,0" path="m2046,12031l2053,12031e" filled="false" stroked="true" strokeweight=".48pt" strokecolor="#000000">
                <v:path arrowok="t"/>
              </v:shape>
            </v:group>
            <v:group style="position:absolute;left:2046;top:12055;width:8;height:2" coordorigin="2046,12055" coordsize="8,2">
              <v:shape style="position:absolute;left:2046;top:12055;width:8;height:2" coordorigin="2046,12055" coordsize="8,0" path="m2046,12055l2053,12055e" filled="false" stroked="true" strokeweight=".48pt" strokecolor="#000000">
                <v:path arrowok="t"/>
              </v:shape>
            </v:group>
            <v:group style="position:absolute;left:2046;top:12079;width:8;height:2" coordorigin="2046,12079" coordsize="8,2">
              <v:shape style="position:absolute;left:2046;top:12079;width:8;height:2" coordorigin="2046,12079" coordsize="8,0" path="m2046,12079l2053,12079e" filled="false" stroked="true" strokeweight=".48pt" strokecolor="#000000">
                <v:path arrowok="t"/>
              </v:shape>
            </v:group>
            <v:group style="position:absolute;left:2046;top:12103;width:8;height:2" coordorigin="2046,12103" coordsize="8,2">
              <v:shape style="position:absolute;left:2046;top:12103;width:8;height:2" coordorigin="2046,12103" coordsize="8,0" path="m2046,12103l2053,12103e" filled="false" stroked="true" strokeweight=".48pt" strokecolor="#000000">
                <v:path arrowok="t"/>
              </v:shape>
            </v:group>
            <v:group style="position:absolute;left:2046;top:12127;width:8;height:2" coordorigin="2046,12127" coordsize="8,2">
              <v:shape style="position:absolute;left:2046;top:12127;width:8;height:2" coordorigin="2046,12127" coordsize="8,0" path="m2046,12127l2053,12127e" filled="false" stroked="true" strokeweight=".48pt" strokecolor="#000000">
                <v:path arrowok="t"/>
              </v:shape>
            </v:group>
            <v:group style="position:absolute;left:2046;top:12151;width:8;height:2" coordorigin="2046,12151" coordsize="8,2">
              <v:shape style="position:absolute;left:2046;top:12151;width:8;height:2" coordorigin="2046,12151" coordsize="8,0" path="m2046,12151l2053,12151e" filled="false" stroked="true" strokeweight=".48pt" strokecolor="#000000">
                <v:path arrowok="t"/>
              </v:shape>
            </v:group>
            <v:group style="position:absolute;left:2046;top:12175;width:8;height:2" coordorigin="2046,12175" coordsize="8,2">
              <v:shape style="position:absolute;left:2046;top:12175;width:8;height:2" coordorigin="2046,12175" coordsize="8,0" path="m2046,12175l2053,12175e" filled="false" stroked="true" strokeweight=".48pt" strokecolor="#000000">
                <v:path arrowok="t"/>
              </v:shape>
            </v:group>
            <v:group style="position:absolute;left:2046;top:12199;width:8;height:2" coordorigin="2046,12199" coordsize="8,2">
              <v:shape style="position:absolute;left:2046;top:12199;width:8;height:2" coordorigin="2046,12199" coordsize="8,0" path="m2046,12199l2053,12199e" filled="false" stroked="true" strokeweight=".48pt" strokecolor="#000000">
                <v:path arrowok="t"/>
              </v:shape>
            </v:group>
            <v:group style="position:absolute;left:2046;top:12223;width:8;height:2" coordorigin="2046,12223" coordsize="8,2">
              <v:shape style="position:absolute;left:2046;top:12223;width:8;height:2" coordorigin="2046,12223" coordsize="8,0" path="m2046,12223l2053,12223e" filled="false" stroked="true" strokeweight=".48pt" strokecolor="#000000">
                <v:path arrowok="t"/>
              </v:shape>
            </v:group>
            <v:group style="position:absolute;left:2046;top:12247;width:8;height:2" coordorigin="2046,12247" coordsize="8,2">
              <v:shape style="position:absolute;left:2046;top:12247;width:8;height:2" coordorigin="2046,12247" coordsize="8,0" path="m2046,12247l2053,12247e" filled="false" stroked="true" strokeweight=".48pt" strokecolor="#000000">
                <v:path arrowok="t"/>
              </v:shape>
            </v:group>
            <v:group style="position:absolute;left:2046;top:12271;width:8;height:2" coordorigin="2046,12271" coordsize="8,2">
              <v:shape style="position:absolute;left:2046;top:12271;width:8;height:2" coordorigin="2046,12271" coordsize="8,0" path="m2046,12271l2053,12271e" filled="false" stroked="true" strokeweight=".48pt" strokecolor="#000000">
                <v:path arrowok="t"/>
              </v:shape>
            </v:group>
            <v:group style="position:absolute;left:2046;top:12295;width:8;height:2" coordorigin="2046,12295" coordsize="8,2">
              <v:shape style="position:absolute;left:2046;top:12295;width:8;height:2" coordorigin="2046,12295" coordsize="8,0" path="m2046,12295l2053,12295e" filled="false" stroked="true" strokeweight=".48pt" strokecolor="#000000">
                <v:path arrowok="t"/>
              </v:shape>
            </v:group>
            <v:group style="position:absolute;left:2046;top:12319;width:8;height:2" coordorigin="2046,12319" coordsize="8,2">
              <v:shape style="position:absolute;left:2046;top:12319;width:8;height:2" coordorigin="2046,12319" coordsize="8,0" path="m2046,12319l2053,12319e" filled="false" stroked="true" strokeweight=".48pt" strokecolor="#000000">
                <v:path arrowok="t"/>
              </v:shape>
            </v:group>
            <v:group style="position:absolute;left:2046;top:12343;width:8;height:2" coordorigin="2046,12343" coordsize="8,2">
              <v:shape style="position:absolute;left:2046;top:12343;width:8;height:2" coordorigin="2046,12343" coordsize="8,0" path="m2046,12343l2053,12343e" filled="false" stroked="true" strokeweight=".479pt" strokecolor="#000000">
                <v:path arrowok="t"/>
              </v:shape>
            </v:group>
            <v:group style="position:absolute;left:2046;top:12367;width:8;height:2" coordorigin="2046,12367" coordsize="8,2">
              <v:shape style="position:absolute;left:2046;top:12367;width:8;height:2" coordorigin="2046,12367" coordsize="8,0" path="m2046,12367l2053,12367e" filled="false" stroked="true" strokeweight=".48pt" strokecolor="#000000">
                <v:path arrowok="t"/>
              </v:shape>
            </v:group>
            <v:group style="position:absolute;left:2046;top:12391;width:8;height:2" coordorigin="2046,12391" coordsize="8,2">
              <v:shape style="position:absolute;left:2046;top:12391;width:8;height:2" coordorigin="2046,12391" coordsize="8,0" path="m2046,12391l2053,12391e" filled="false" stroked="true" strokeweight=".48pt" strokecolor="#000000">
                <v:path arrowok="t"/>
              </v:shape>
            </v:group>
            <v:group style="position:absolute;left:2046;top:12415;width:8;height:2" coordorigin="2046,12415" coordsize="8,2">
              <v:shape style="position:absolute;left:2046;top:12415;width:8;height:2" coordorigin="2046,12415" coordsize="8,0" path="m2046,12415l2053,12415e" filled="false" stroked="true" strokeweight=".48pt" strokecolor="#000000">
                <v:path arrowok="t"/>
              </v:shape>
            </v:group>
            <v:group style="position:absolute;left:2046;top:12439;width:8;height:2" coordorigin="2046,12439" coordsize="8,2">
              <v:shape style="position:absolute;left:2046;top:12439;width:8;height:2" coordorigin="2046,12439" coordsize="8,0" path="m2046,12439l2053,12439e" filled="false" stroked="true" strokeweight=".48pt" strokecolor="#000000">
                <v:path arrowok="t"/>
              </v:shape>
            </v:group>
            <v:group style="position:absolute;left:2046;top:12463;width:8;height:2" coordorigin="2046,12463" coordsize="8,2">
              <v:shape style="position:absolute;left:2046;top:12463;width:8;height:2" coordorigin="2046,12463" coordsize="8,0" path="m2046,12463l2053,12463e" filled="false" stroked="true" strokeweight=".48pt" strokecolor="#000000">
                <v:path arrowok="t"/>
              </v:shape>
            </v:group>
            <v:group style="position:absolute;left:2046;top:12487;width:8;height:2" coordorigin="2046,12487" coordsize="8,2">
              <v:shape style="position:absolute;left:2046;top:12487;width:8;height:2" coordorigin="2046,12487" coordsize="8,0" path="m2046,12487l2053,12487e" filled="false" stroked="true" strokeweight=".48pt" strokecolor="#000000">
                <v:path arrowok="t"/>
              </v:shape>
            </v:group>
            <v:group style="position:absolute;left:2046;top:12511;width:8;height:2" coordorigin="2046,12511" coordsize="8,2">
              <v:shape style="position:absolute;left:2046;top:12511;width:8;height:2" coordorigin="2046,12511" coordsize="8,0" path="m2046,12511l2053,12511e" filled="false" stroked="true" strokeweight=".48pt" strokecolor="#000000">
                <v:path arrowok="t"/>
              </v:shape>
            </v:group>
            <v:group style="position:absolute;left:2046;top:12535;width:8;height:2" coordorigin="2046,12535" coordsize="8,2">
              <v:shape style="position:absolute;left:2046;top:12535;width:8;height:2" coordorigin="2046,12535" coordsize="8,0" path="m2046,12535l2053,12535e" filled="false" stroked="true" strokeweight=".48pt" strokecolor="#000000">
                <v:path arrowok="t"/>
              </v:shape>
            </v:group>
            <v:group style="position:absolute;left:2046;top:12559;width:8;height:2" coordorigin="2046,12559" coordsize="8,2">
              <v:shape style="position:absolute;left:2046;top:12559;width:8;height:2" coordorigin="2046,12559" coordsize="8,0" path="m2046,12559l2053,12559e" filled="false" stroked="true" strokeweight=".48pt" strokecolor="#000000">
                <v:path arrowok="t"/>
              </v:shape>
            </v:group>
            <v:group style="position:absolute;left:2046;top:12583;width:8;height:2" coordorigin="2046,12583" coordsize="8,2">
              <v:shape style="position:absolute;left:2046;top:12583;width:8;height:2" coordorigin="2046,12583" coordsize="8,0" path="m2046,12583l2053,12583e" filled="false" stroked="true" strokeweight=".48pt" strokecolor="#000000">
                <v:path arrowok="t"/>
              </v:shape>
            </v:group>
            <v:group style="position:absolute;left:2046;top:12607;width:8;height:2" coordorigin="2046,12607" coordsize="8,2">
              <v:shape style="position:absolute;left:2046;top:12607;width:8;height:2" coordorigin="2046,12607" coordsize="8,0" path="m2046,12607l2053,12607e" filled="false" stroked="true" strokeweight=".48pt" strokecolor="#000000">
                <v:path arrowok="t"/>
              </v:shape>
            </v:group>
            <v:group style="position:absolute;left:2046;top:12631;width:8;height:2" coordorigin="2046,12631" coordsize="8,2">
              <v:shape style="position:absolute;left:2046;top:12631;width:8;height:2" coordorigin="2046,12631" coordsize="8,0" path="m2046,12631l2053,12631e" filled="false" stroked="true" strokeweight=".48pt" strokecolor="#000000">
                <v:path arrowok="t"/>
              </v:shape>
            </v:group>
            <v:group style="position:absolute;left:2046;top:12655;width:8;height:2" coordorigin="2046,12655" coordsize="8,2">
              <v:shape style="position:absolute;left:2046;top:12655;width:8;height:2" coordorigin="2046,12655" coordsize="8,0" path="m2046,12655l2053,12655e" filled="false" stroked="true" strokeweight=".48pt" strokecolor="#000000">
                <v:path arrowok="t"/>
              </v:shape>
            </v:group>
            <v:group style="position:absolute;left:2046;top:12679;width:8;height:2" coordorigin="2046,12679" coordsize="8,2">
              <v:shape style="position:absolute;left:2046;top:12679;width:8;height:2" coordorigin="2046,12679" coordsize="8,0" path="m2046,12679l2053,12679e" filled="false" stroked="true" strokeweight=".48pt" strokecolor="#000000">
                <v:path arrowok="t"/>
              </v:shape>
            </v:group>
            <v:group style="position:absolute;left:2046;top:12703;width:8;height:2" coordorigin="2046,12703" coordsize="8,2">
              <v:shape style="position:absolute;left:2046;top:12703;width:8;height:2" coordorigin="2046,12703" coordsize="8,0" path="m2046,12703l2053,12703e" filled="false" stroked="true" strokeweight=".479pt" strokecolor="#000000">
                <v:path arrowok="t"/>
              </v:shape>
            </v:group>
            <v:group style="position:absolute;left:2046;top:12726;width:8;height:2" coordorigin="2046,12726" coordsize="8,2">
              <v:shape style="position:absolute;left:2046;top:12726;width:8;height:2" coordorigin="2046,12726" coordsize="8,0" path="m2046,12726l2053,12726e" filled="false" stroked="true" strokeweight=".48pt" strokecolor="#000000">
                <v:path arrowok="t"/>
              </v:shape>
            </v:group>
            <v:group style="position:absolute;left:2046;top:12751;width:8;height:2" coordorigin="2046,12751" coordsize="8,2">
              <v:shape style="position:absolute;left:2046;top:12751;width:8;height:2" coordorigin="2046,12751" coordsize="8,0" path="m2046,12751l2053,12751e" filled="false" stroked="true" strokeweight=".48pt" strokecolor="#000000">
                <v:path arrowok="t"/>
              </v:shape>
            </v:group>
            <v:group style="position:absolute;left:2046;top:12774;width:8;height:2" coordorigin="2046,12774" coordsize="8,2">
              <v:shape style="position:absolute;left:2046;top:12774;width:8;height:2" coordorigin="2046,12774" coordsize="8,0" path="m2046,12774l2053,12774e" filled="false" stroked="true" strokeweight=".48pt" strokecolor="#000000">
                <v:path arrowok="t"/>
              </v:shape>
            </v:group>
            <v:group style="position:absolute;left:2046;top:12799;width:8;height:2" coordorigin="2046,12799" coordsize="8,2">
              <v:shape style="position:absolute;left:2046;top:12799;width:8;height:2" coordorigin="2046,12799" coordsize="8,0" path="m2046,12799l2053,12799e" filled="false" stroked="true" strokeweight=".48pt" strokecolor="#000000">
                <v:path arrowok="t"/>
              </v:shape>
            </v:group>
            <v:group style="position:absolute;left:2046;top:12822;width:8;height:2" coordorigin="2046,12822" coordsize="8,2">
              <v:shape style="position:absolute;left:2046;top:12822;width:8;height:2" coordorigin="2046,12822" coordsize="8,0" path="m2046,12822l2053,12822e" filled="false" stroked="true" strokeweight=".48pt" strokecolor="#000000">
                <v:path arrowok="t"/>
              </v:shape>
            </v:group>
            <v:group style="position:absolute;left:2046;top:12846;width:8;height:2" coordorigin="2046,12846" coordsize="8,2">
              <v:shape style="position:absolute;left:2046;top:12846;width:8;height:2" coordorigin="2046,12846" coordsize="8,0" path="m2046,12846l2053,12846e" filled="false" stroked="true" strokeweight=".48pt" strokecolor="#000000">
                <v:path arrowok="t"/>
              </v:shape>
            </v:group>
            <v:group style="position:absolute;left:2046;top:12871;width:8;height:2" coordorigin="2046,12871" coordsize="8,2">
              <v:shape style="position:absolute;left:2046;top:12871;width:8;height:2" coordorigin="2046,12871" coordsize="8,0" path="m2046,12871l2053,12871e" filled="false" stroked="true" strokeweight=".48pt" strokecolor="#000000">
                <v:path arrowok="t"/>
              </v:shape>
            </v:group>
            <v:group style="position:absolute;left:2046;top:12894;width:8;height:2" coordorigin="2046,12894" coordsize="8,2">
              <v:shape style="position:absolute;left:2046;top:12894;width:8;height:2" coordorigin="2046,12894" coordsize="8,0" path="m2046,12894l2053,12894e" filled="false" stroked="true" strokeweight=".48pt" strokecolor="#000000">
                <v:path arrowok="t"/>
              </v:shape>
            </v:group>
            <v:group style="position:absolute;left:2046;top:12919;width:8;height:2" coordorigin="2046,12919" coordsize="8,2">
              <v:shape style="position:absolute;left:2046;top:12919;width:8;height:2" coordorigin="2046,12919" coordsize="8,0" path="m2046,12919l2053,12919e" filled="false" stroked="true" strokeweight=".48pt" strokecolor="#000000">
                <v:path arrowok="t"/>
              </v:shape>
            </v:group>
            <v:group style="position:absolute;left:2046;top:12942;width:8;height:2" coordorigin="2046,12942" coordsize="8,2">
              <v:shape style="position:absolute;left:2046;top:12942;width:8;height:2" coordorigin="2046,12942" coordsize="8,0" path="m2046,12942l2053,12942e" filled="false" stroked="true" strokeweight=".48pt" strokecolor="#000000">
                <v:path arrowok="t"/>
              </v:shape>
            </v:group>
            <v:group style="position:absolute;left:2046;top:12966;width:8;height:2" coordorigin="2046,12966" coordsize="8,2">
              <v:shape style="position:absolute;left:2046;top:12966;width:8;height:2" coordorigin="2046,12966" coordsize="8,0" path="m2046,12966l2053,12966e" filled="false" stroked="true" strokeweight=".48pt" strokecolor="#000000">
                <v:path arrowok="t"/>
              </v:shape>
            </v:group>
            <v:group style="position:absolute;left:2046;top:12991;width:8;height:2" coordorigin="2046,12991" coordsize="8,2">
              <v:shape style="position:absolute;left:2046;top:12991;width:8;height:2" coordorigin="2046,12991" coordsize="8,0" path="m2046,12991l2053,12991e" filled="false" stroked="true" strokeweight=".48pt" strokecolor="#000000">
                <v:path arrowok="t"/>
              </v:shape>
            </v:group>
            <v:group style="position:absolute;left:2046;top:13014;width:8;height:2" coordorigin="2046,13014" coordsize="8,2">
              <v:shape style="position:absolute;left:2046;top:13014;width:8;height:2" coordorigin="2046,13014" coordsize="8,0" path="m2046,13014l2053,13014e" filled="false" stroked="true" strokeweight=".48pt" strokecolor="#000000">
                <v:path arrowok="t"/>
              </v:shape>
            </v:group>
            <v:group style="position:absolute;left:2046;top:13039;width:8;height:2" coordorigin="2046,13039" coordsize="8,2">
              <v:shape style="position:absolute;left:2046;top:13039;width:8;height:2" coordorigin="2046,13039" coordsize="8,0" path="m2046,13039l2053,13039e" filled="false" stroked="true" strokeweight=".48pt" strokecolor="#000000">
                <v:path arrowok="t"/>
              </v:shape>
            </v:group>
            <v:group style="position:absolute;left:2046;top:13062;width:8;height:2" coordorigin="2046,13062" coordsize="8,2">
              <v:shape style="position:absolute;left:2046;top:13062;width:8;height:2" coordorigin="2046,13062" coordsize="8,0" path="m2046,13062l2053,13062e" filled="false" stroked="true" strokeweight=".48pt" strokecolor="#000000">
                <v:path arrowok="t"/>
              </v:shape>
            </v:group>
            <v:group style="position:absolute;left:2046;top:13086;width:8;height:2" coordorigin="2046,13086" coordsize="8,2">
              <v:shape style="position:absolute;left:2046;top:13086;width:8;height:2" coordorigin="2046,13086" coordsize="8,0" path="m2046,13086l2053,13086e" filled="false" stroked="true" strokeweight=".48pt" strokecolor="#000000">
                <v:path arrowok="t"/>
              </v:shape>
            </v:group>
            <v:group style="position:absolute;left:2046;top:13110;width:8;height:2" coordorigin="2046,13110" coordsize="8,2">
              <v:shape style="position:absolute;left:2046;top:13110;width:8;height:2" coordorigin="2046,13110" coordsize="8,0" path="m2046,13110l2053,13110e" filled="false" stroked="true" strokeweight=".48pt" strokecolor="#000000">
                <v:path arrowok="t"/>
              </v:shape>
            </v:group>
            <v:group style="position:absolute;left:2046;top:13134;width:8;height:2" coordorigin="2046,13134" coordsize="8,2">
              <v:shape style="position:absolute;left:2046;top:13134;width:8;height:2" coordorigin="2046,13134" coordsize="8,0" path="m2046,13134l2053,13134e" filled="false" stroked="true" strokeweight=".48pt" strokecolor="#000000">
                <v:path arrowok="t"/>
              </v:shape>
            </v:group>
            <v:group style="position:absolute;left:2046;top:13158;width:8;height:2" coordorigin="2046,13158" coordsize="8,2">
              <v:shape style="position:absolute;left:2046;top:13158;width:8;height:2" coordorigin="2046,13158" coordsize="8,0" path="m2046,13158l2053,13158e" filled="false" stroked="true" strokeweight=".48pt" strokecolor="#000000">
                <v:path arrowok="t"/>
              </v:shape>
            </v:group>
            <v:group style="position:absolute;left:2046;top:13182;width:8;height:2" coordorigin="2046,13182" coordsize="8,2">
              <v:shape style="position:absolute;left:2046;top:13182;width:8;height:2" coordorigin="2046,13182" coordsize="8,0" path="m2046,13182l2053,13182e" filled="false" stroked="true" strokeweight=".48pt" strokecolor="#000000">
                <v:path arrowok="t"/>
              </v:shape>
            </v:group>
            <v:group style="position:absolute;left:2046;top:13206;width:8;height:2" coordorigin="2046,13206" coordsize="8,2">
              <v:shape style="position:absolute;left:2046;top:13206;width:8;height:2" coordorigin="2046,13206" coordsize="8,0" path="m2046,13206l2053,13206e" filled="false" stroked="true" strokeweight=".48pt" strokecolor="#000000">
                <v:path arrowok="t"/>
              </v:shape>
            </v:group>
            <v:group style="position:absolute;left:2046;top:13230;width:8;height:2" coordorigin="2046,13230" coordsize="8,2">
              <v:shape style="position:absolute;left:2046;top:13230;width:8;height:2" coordorigin="2046,13230" coordsize="8,0" path="m2046,13230l2053,13230e" filled="false" stroked="true" strokeweight=".48pt" strokecolor="#000000">
                <v:path arrowok="t"/>
              </v:shape>
            </v:group>
            <v:group style="position:absolute;left:2046;top:13254;width:8;height:2" coordorigin="2046,13254" coordsize="8,2">
              <v:shape style="position:absolute;left:2046;top:13254;width:8;height:2" coordorigin="2046,13254" coordsize="8,0" path="m2046,13254l2053,13254e" filled="false" stroked="true" strokeweight=".48pt" strokecolor="#000000">
                <v:path arrowok="t"/>
              </v:shape>
            </v:group>
            <v:group style="position:absolute;left:2046;top:13278;width:8;height:2" coordorigin="2046,13278" coordsize="8,2">
              <v:shape style="position:absolute;left:2046;top:13278;width:8;height:2" coordorigin="2046,13278" coordsize="8,0" path="m2046,13278l2053,13278e" filled="false" stroked="true" strokeweight=".48pt" strokecolor="#000000">
                <v:path arrowok="t"/>
              </v:shape>
            </v:group>
            <v:group style="position:absolute;left:2046;top:13302;width:8;height:2" coordorigin="2046,13302" coordsize="8,2">
              <v:shape style="position:absolute;left:2046;top:13302;width:8;height:2" coordorigin="2046,13302" coordsize="8,0" path="m2046,13302l2053,13302e" filled="false" stroked="true" strokeweight=".48pt" strokecolor="#000000">
                <v:path arrowok="t"/>
              </v:shape>
            </v:group>
            <v:group style="position:absolute;left:2046;top:13326;width:8;height:2" coordorigin="2046,13326" coordsize="8,2">
              <v:shape style="position:absolute;left:2046;top:13326;width:8;height:2" coordorigin="2046,13326" coordsize="8,0" path="m2046,13326l2053,13326e" filled="false" stroked="true" strokeweight=".48pt" strokecolor="#000000">
                <v:path arrowok="t"/>
              </v:shape>
            </v:group>
            <v:group style="position:absolute;left:2046;top:13350;width:8;height:2" coordorigin="2046,13350" coordsize="8,2">
              <v:shape style="position:absolute;left:2046;top:13350;width:8;height:2" coordorigin="2046,13350" coordsize="8,0" path="m2046,13350l2053,13350e" filled="false" stroked="true" strokeweight=".48pt" strokecolor="#000000">
                <v:path arrowok="t"/>
              </v:shape>
            </v:group>
            <v:group style="position:absolute;left:2046;top:13374;width:8;height:2" coordorigin="2046,13374" coordsize="8,2">
              <v:shape style="position:absolute;left:2046;top:13374;width:8;height:2" coordorigin="2046,13374" coordsize="8,0" path="m2046,13374l2053,13374e" filled="false" stroked="true" strokeweight=".48pt" strokecolor="#000000">
                <v:path arrowok="t"/>
              </v:shape>
            </v:group>
            <v:group style="position:absolute;left:2046;top:13398;width:8;height:2" coordorigin="2046,13398" coordsize="8,2">
              <v:shape style="position:absolute;left:2046;top:13398;width:8;height:2" coordorigin="2046,13398" coordsize="8,0" path="m2046,13398l2053,13398e" filled="false" stroked="true" strokeweight=".48pt" strokecolor="#000000">
                <v:path arrowok="t"/>
              </v:shape>
            </v:group>
            <v:group style="position:absolute;left:2046;top:13422;width:8;height:2" coordorigin="2046,13422" coordsize="8,2">
              <v:shape style="position:absolute;left:2046;top:13422;width:8;height:2" coordorigin="2046,13422" coordsize="8,0" path="m2046,13422l2053,13422e" filled="false" stroked="true" strokeweight=".48pt" strokecolor="#000000">
                <v:path arrowok="t"/>
              </v:shape>
            </v:group>
            <v:group style="position:absolute;left:2046;top:13446;width:8;height:2" coordorigin="2046,13446" coordsize="8,2">
              <v:shape style="position:absolute;left:2046;top:13446;width:8;height:2" coordorigin="2046,13446" coordsize="8,0" path="m2046,13446l2053,13446e" filled="false" stroked="true" strokeweight=".48pt" strokecolor="#000000">
                <v:path arrowok="t"/>
              </v:shape>
            </v:group>
            <v:group style="position:absolute;left:2046;top:13470;width:8;height:2" coordorigin="2046,13470" coordsize="8,2">
              <v:shape style="position:absolute;left:2046;top:13470;width:8;height:2" coordorigin="2046,13470" coordsize="8,0" path="m2046,13470l2053,13470e" filled="false" stroked="true" strokeweight=".48pt" strokecolor="#000000">
                <v:path arrowok="t"/>
              </v:shape>
            </v:group>
            <v:group style="position:absolute;left:2046;top:13494;width:8;height:2" coordorigin="2046,13494" coordsize="8,2">
              <v:shape style="position:absolute;left:2046;top:13494;width:8;height:2" coordorigin="2046,13494" coordsize="8,0" path="m2046,13494l2053,13494e" filled="false" stroked="true" strokeweight=".48pt" strokecolor="#000000">
                <v:path arrowok="t"/>
              </v:shape>
            </v:group>
            <v:group style="position:absolute;left:2046;top:13518;width:8;height:2" coordorigin="2046,13518" coordsize="8,2">
              <v:shape style="position:absolute;left:2046;top:13518;width:8;height:2" coordorigin="2046,13518" coordsize="8,0" path="m2046,13518l2053,13518e" filled="false" stroked="true" strokeweight=".48pt" strokecolor="#000000">
                <v:path arrowok="t"/>
              </v:shape>
            </v:group>
            <v:group style="position:absolute;left:2046;top:13542;width:8;height:2" coordorigin="2046,13542" coordsize="8,2">
              <v:shape style="position:absolute;left:2046;top:13542;width:8;height:2" coordorigin="2046,13542" coordsize="8,0" path="m2046,13542l2053,13542e" filled="false" stroked="true" strokeweight=".48pt" strokecolor="#000000">
                <v:path arrowok="t"/>
              </v:shape>
            </v:group>
            <v:group style="position:absolute;left:2046;top:13566;width:8;height:2" coordorigin="2046,13566" coordsize="8,2">
              <v:shape style="position:absolute;left:2046;top:13566;width:8;height:2" coordorigin="2046,13566" coordsize="8,0" path="m2046,13566l2053,13566e" filled="false" stroked="true" strokeweight=".48pt" strokecolor="#000000">
                <v:path arrowok="t"/>
              </v:shape>
            </v:group>
            <v:group style="position:absolute;left:2046;top:13590;width:8;height:2" coordorigin="2046,13590" coordsize="8,2">
              <v:shape style="position:absolute;left:2046;top:13590;width:8;height:2" coordorigin="2046,13590" coordsize="8,0" path="m2046,13590l2053,13590e" filled="false" stroked="true" strokeweight=".48pt" strokecolor="#000000">
                <v:path arrowok="t"/>
              </v:shape>
            </v:group>
            <v:group style="position:absolute;left:2046;top:13614;width:8;height:2" coordorigin="2046,13614" coordsize="8,2">
              <v:shape style="position:absolute;left:2046;top:13614;width:8;height:2" coordorigin="2046,13614" coordsize="8,0" path="m2046,13614l2053,13614e" filled="false" stroked="true" strokeweight=".48pt" strokecolor="#000000">
                <v:path arrowok="t"/>
              </v:shape>
            </v:group>
            <v:group style="position:absolute;left:2046;top:13638;width:8;height:2" coordorigin="2046,13638" coordsize="8,2">
              <v:shape style="position:absolute;left:2046;top:13638;width:8;height:2" coordorigin="2046,13638" coordsize="8,0" path="m2046,13638l2053,13638e" filled="false" stroked="true" strokeweight=".48pt" strokecolor="#000000">
                <v:path arrowok="t"/>
              </v:shape>
            </v:group>
            <v:group style="position:absolute;left:2046;top:13662;width:8;height:2" coordorigin="2046,13662" coordsize="8,2">
              <v:shape style="position:absolute;left:2046;top:13662;width:8;height:2" coordorigin="2046,13662" coordsize="8,0" path="m2046,13662l2053,13662e" filled="false" stroked="true" strokeweight=".48pt" strokecolor="#000000">
                <v:path arrowok="t"/>
              </v:shape>
            </v:group>
            <v:group style="position:absolute;left:2046;top:13686;width:8;height:2" coordorigin="2046,13686" coordsize="8,2">
              <v:shape style="position:absolute;left:2046;top:13686;width:8;height:2" coordorigin="2046,13686" coordsize="8,0" path="m2046,13686l2053,13686e" filled="false" stroked="true" strokeweight=".48pt" strokecolor="#000000">
                <v:path arrowok="t"/>
              </v:shape>
            </v:group>
            <v:group style="position:absolute;left:2046;top:13710;width:8;height:2" coordorigin="2046,13710" coordsize="8,2">
              <v:shape style="position:absolute;left:2046;top:13710;width:8;height:2" coordorigin="2046,13710" coordsize="8,0" path="m2046,13710l2053,13710e" filled="false" stroked="true" strokeweight=".48pt" strokecolor="#000000">
                <v:path arrowok="t"/>
              </v:shape>
            </v:group>
            <v:group style="position:absolute;left:2046;top:13734;width:8;height:2" coordorigin="2046,13734" coordsize="8,2">
              <v:shape style="position:absolute;left:2046;top:13734;width:8;height:2" coordorigin="2046,13734" coordsize="8,0" path="m2046,13734l2053,13734e" filled="false" stroked="true" strokeweight=".48pt" strokecolor="#000000">
                <v:path arrowok="t"/>
              </v:shape>
            </v:group>
            <v:group style="position:absolute;left:2046;top:13758;width:8;height:2" coordorigin="2046,13758" coordsize="8,2">
              <v:shape style="position:absolute;left:2046;top:13758;width:8;height:2" coordorigin="2046,13758" coordsize="8,0" path="m2046,13758l2053,13758e" filled="false" stroked="true" strokeweight=".48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03.966995pt;margin-top:182.509995pt;width:.85pt;height:505.7pt;mso-position-horizontal-relative:page;mso-position-vertical-relative:page;z-index:-338008" coordorigin="4079,3650" coordsize="17,10114">
            <v:group style="position:absolute;left:4084;top:3655;width:8;height:2" coordorigin="4084,3655" coordsize="8,2">
              <v:shape style="position:absolute;left:4084;top:3655;width:8;height:2" coordorigin="4084,3655" coordsize="8,0" path="m4084,3655l4091,3655e" filled="false" stroked="true" strokeweight=".48pt" strokecolor="#000000">
                <v:path arrowok="t"/>
              </v:shape>
            </v:group>
            <v:group style="position:absolute;left:4084;top:3679;width:8;height:2" coordorigin="4084,3679" coordsize="8,2">
              <v:shape style="position:absolute;left:4084;top:3679;width:8;height:2" coordorigin="4084,3679" coordsize="8,0" path="m4084,3679l4091,3679e" filled="false" stroked="true" strokeweight=".48pt" strokecolor="#000000">
                <v:path arrowok="t"/>
              </v:shape>
            </v:group>
            <v:group style="position:absolute;left:4084;top:3703;width:8;height:2" coordorigin="4084,3703" coordsize="8,2">
              <v:shape style="position:absolute;left:4084;top:3703;width:8;height:2" coordorigin="4084,3703" coordsize="8,0" path="m4084,3703l4091,3703e" filled="false" stroked="true" strokeweight=".48pt" strokecolor="#000000">
                <v:path arrowok="t"/>
              </v:shape>
            </v:group>
            <v:group style="position:absolute;left:4084;top:3727;width:8;height:2" coordorigin="4084,3727" coordsize="8,2">
              <v:shape style="position:absolute;left:4084;top:3727;width:8;height:2" coordorigin="4084,3727" coordsize="8,0" path="m4084,3727l4091,3727e" filled="false" stroked="true" strokeweight=".48pt" strokecolor="#000000">
                <v:path arrowok="t"/>
              </v:shape>
            </v:group>
            <v:group style="position:absolute;left:4084;top:3751;width:8;height:2" coordorigin="4084,3751" coordsize="8,2">
              <v:shape style="position:absolute;left:4084;top:3751;width:8;height:2" coordorigin="4084,3751" coordsize="8,0" path="m4084,3751l4091,3751e" filled="false" stroked="true" strokeweight=".48pt" strokecolor="#000000">
                <v:path arrowok="t"/>
              </v:shape>
            </v:group>
            <v:group style="position:absolute;left:4084;top:3775;width:8;height:2" coordorigin="4084,3775" coordsize="8,2">
              <v:shape style="position:absolute;left:4084;top:3775;width:8;height:2" coordorigin="4084,3775" coordsize="8,0" path="m4084,3775l4091,3775e" filled="false" stroked="true" strokeweight=".48pt" strokecolor="#000000">
                <v:path arrowok="t"/>
              </v:shape>
            </v:group>
            <v:group style="position:absolute;left:4084;top:3799;width:8;height:2" coordorigin="4084,3799" coordsize="8,2">
              <v:shape style="position:absolute;left:4084;top:3799;width:8;height:2" coordorigin="4084,3799" coordsize="8,0" path="m4084,3799l4091,3799e" filled="false" stroked="true" strokeweight=".48pt" strokecolor="#000000">
                <v:path arrowok="t"/>
              </v:shape>
            </v:group>
            <v:group style="position:absolute;left:4084;top:3823;width:8;height:2" coordorigin="4084,3823" coordsize="8,2">
              <v:shape style="position:absolute;left:4084;top:3823;width:8;height:2" coordorigin="4084,3823" coordsize="8,0" path="m4084,3823l4091,3823e" filled="false" stroked="true" strokeweight=".48pt" strokecolor="#000000">
                <v:path arrowok="t"/>
              </v:shape>
            </v:group>
            <v:group style="position:absolute;left:4084;top:3847;width:8;height:2" coordorigin="4084,3847" coordsize="8,2">
              <v:shape style="position:absolute;left:4084;top:3847;width:8;height:2" coordorigin="4084,3847" coordsize="8,0" path="m4084,3847l4091,3847e" filled="false" stroked="true" strokeweight=".48pt" strokecolor="#000000">
                <v:path arrowok="t"/>
              </v:shape>
            </v:group>
            <v:group style="position:absolute;left:4084;top:3871;width:8;height:2" coordorigin="4084,3871" coordsize="8,2">
              <v:shape style="position:absolute;left:4084;top:3871;width:8;height:2" coordorigin="4084,3871" coordsize="8,0" path="m4084,3871l4091,3871e" filled="false" stroked="true" strokeweight=".479pt" strokecolor="#000000">
                <v:path arrowok="t"/>
              </v:shape>
            </v:group>
            <v:group style="position:absolute;left:4084;top:3895;width:8;height:2" coordorigin="4084,3895" coordsize="8,2">
              <v:shape style="position:absolute;left:4084;top:3895;width:8;height:2" coordorigin="4084,3895" coordsize="8,0" path="m4084,3895l4091,3895e" filled="false" stroked="true" strokeweight=".48pt" strokecolor="#000000">
                <v:path arrowok="t"/>
              </v:shape>
            </v:group>
            <v:group style="position:absolute;left:4084;top:3919;width:8;height:2" coordorigin="4084,3919" coordsize="8,2">
              <v:shape style="position:absolute;left:4084;top:3919;width:8;height:2" coordorigin="4084,3919" coordsize="8,0" path="m4084,3919l4091,3919e" filled="false" stroked="true" strokeweight=".48pt" strokecolor="#000000">
                <v:path arrowok="t"/>
              </v:shape>
            </v:group>
            <v:group style="position:absolute;left:4084;top:3943;width:8;height:2" coordorigin="4084,3943" coordsize="8,2">
              <v:shape style="position:absolute;left:4084;top:3943;width:8;height:2" coordorigin="4084,3943" coordsize="8,0" path="m4084,3943l4091,3943e" filled="false" stroked="true" strokeweight=".48pt" strokecolor="#000000">
                <v:path arrowok="t"/>
              </v:shape>
            </v:group>
            <v:group style="position:absolute;left:4084;top:3967;width:8;height:2" coordorigin="4084,3967" coordsize="8,2">
              <v:shape style="position:absolute;left:4084;top:3967;width:8;height:2" coordorigin="4084,3967" coordsize="8,0" path="m4084,3967l4091,3967e" filled="false" stroked="true" strokeweight=".48pt" strokecolor="#000000">
                <v:path arrowok="t"/>
              </v:shape>
            </v:group>
            <v:group style="position:absolute;left:4084;top:3991;width:8;height:2" coordorigin="4084,3991" coordsize="8,2">
              <v:shape style="position:absolute;left:4084;top:3991;width:8;height:2" coordorigin="4084,3991" coordsize="8,0" path="m4084,3991l4091,3991e" filled="false" stroked="true" strokeweight=".48pt" strokecolor="#000000">
                <v:path arrowok="t"/>
              </v:shape>
            </v:group>
            <v:group style="position:absolute;left:4084;top:4015;width:8;height:2" coordorigin="4084,4015" coordsize="8,2">
              <v:shape style="position:absolute;left:4084;top:4015;width:8;height:2" coordorigin="4084,4015" coordsize="8,0" path="m4084,4015l4091,4015e" filled="false" stroked="true" strokeweight=".48pt" strokecolor="#000000">
                <v:path arrowok="t"/>
              </v:shape>
            </v:group>
            <v:group style="position:absolute;left:4084;top:4039;width:8;height:2" coordorigin="4084,4039" coordsize="8,2">
              <v:shape style="position:absolute;left:4084;top:4039;width:8;height:2" coordorigin="4084,4039" coordsize="8,0" path="m4084,4039l4091,4039e" filled="false" stroked="true" strokeweight=".48pt" strokecolor="#000000">
                <v:path arrowok="t"/>
              </v:shape>
            </v:group>
            <v:group style="position:absolute;left:4084;top:4063;width:8;height:2" coordorigin="4084,4063" coordsize="8,2">
              <v:shape style="position:absolute;left:4084;top:4063;width:8;height:2" coordorigin="4084,4063" coordsize="8,0" path="m4084,4063l4091,4063e" filled="false" stroked="true" strokeweight=".48pt" strokecolor="#000000">
                <v:path arrowok="t"/>
              </v:shape>
            </v:group>
            <v:group style="position:absolute;left:4084;top:4135;width:8;height:2" coordorigin="4084,4135" coordsize="8,2">
              <v:shape style="position:absolute;left:4084;top:4135;width:8;height:2" coordorigin="4084,4135" coordsize="8,0" path="m4084,4135l4091,4135e" filled="false" stroked="true" strokeweight=".48pt" strokecolor="#000000">
                <v:path arrowok="t"/>
              </v:shape>
            </v:group>
            <v:group style="position:absolute;left:4084;top:4159;width:8;height:2" coordorigin="4084,4159" coordsize="8,2">
              <v:shape style="position:absolute;left:4084;top:4159;width:8;height:2" coordorigin="4084,4159" coordsize="8,0" path="m4084,4159l4091,4159e" filled="false" stroked="true" strokeweight=".48pt" strokecolor="#000000">
                <v:path arrowok="t"/>
              </v:shape>
            </v:group>
            <v:group style="position:absolute;left:4084;top:4183;width:8;height:2" coordorigin="4084,4183" coordsize="8,2">
              <v:shape style="position:absolute;left:4084;top:4183;width:8;height:2" coordorigin="4084,4183" coordsize="8,0" path="m4084,4183l4091,4183e" filled="false" stroked="true" strokeweight=".48pt" strokecolor="#000000">
                <v:path arrowok="t"/>
              </v:shape>
            </v:group>
            <v:group style="position:absolute;left:4084;top:4207;width:8;height:2" coordorigin="4084,4207" coordsize="8,2">
              <v:shape style="position:absolute;left:4084;top:4207;width:8;height:2" coordorigin="4084,4207" coordsize="8,0" path="m4084,4207l4091,4207e" filled="false" stroked="true" strokeweight=".48pt" strokecolor="#000000">
                <v:path arrowok="t"/>
              </v:shape>
            </v:group>
            <v:group style="position:absolute;left:4084;top:4231;width:8;height:2" coordorigin="4084,4231" coordsize="8,2">
              <v:shape style="position:absolute;left:4084;top:4231;width:8;height:2" coordorigin="4084,4231" coordsize="8,0" path="m4084,4231l4091,4231e" filled="false" stroked="true" strokeweight=".48pt" strokecolor="#000000">
                <v:path arrowok="t"/>
              </v:shape>
            </v:group>
            <v:group style="position:absolute;left:4084;top:4255;width:8;height:2" coordorigin="4084,4255" coordsize="8,2">
              <v:shape style="position:absolute;left:4084;top:4255;width:8;height:2" coordorigin="4084,4255" coordsize="8,0" path="m4084,4255l4091,4255e" filled="false" stroked="true" strokeweight=".48pt" strokecolor="#000000">
                <v:path arrowok="t"/>
              </v:shape>
            </v:group>
            <v:group style="position:absolute;left:4084;top:4279;width:8;height:2" coordorigin="4084,4279" coordsize="8,2">
              <v:shape style="position:absolute;left:4084;top:4279;width:8;height:2" coordorigin="4084,4279" coordsize="8,0" path="m4084,4279l4091,4279e" filled="false" stroked="true" strokeweight=".48pt" strokecolor="#000000">
                <v:path arrowok="t"/>
              </v:shape>
            </v:group>
            <v:group style="position:absolute;left:4084;top:4303;width:8;height:2" coordorigin="4084,4303" coordsize="8,2">
              <v:shape style="position:absolute;left:4084;top:4303;width:8;height:2" coordorigin="4084,4303" coordsize="8,0" path="m4084,4303l4091,4303e" filled="false" stroked="true" strokeweight=".48pt" strokecolor="#000000">
                <v:path arrowok="t"/>
              </v:shape>
            </v:group>
            <v:group style="position:absolute;left:4084;top:4327;width:8;height:2" coordorigin="4084,4327" coordsize="8,2">
              <v:shape style="position:absolute;left:4084;top:4327;width:8;height:2" coordorigin="4084,4327" coordsize="8,0" path="m4084,4327l4091,4327e" filled="false" stroked="true" strokeweight=".48pt" strokecolor="#000000">
                <v:path arrowok="t"/>
              </v:shape>
            </v:group>
            <v:group style="position:absolute;left:4084;top:4351;width:8;height:2" coordorigin="4084,4351" coordsize="8,2">
              <v:shape style="position:absolute;left:4084;top:4351;width:8;height:2" coordorigin="4084,4351" coordsize="8,0" path="m4084,4351l4091,4351e" filled="false" stroked="true" strokeweight=".48pt" strokecolor="#000000">
                <v:path arrowok="t"/>
              </v:shape>
            </v:group>
            <v:group style="position:absolute;left:4084;top:4375;width:8;height:2" coordorigin="4084,4375" coordsize="8,2">
              <v:shape style="position:absolute;left:4084;top:4375;width:8;height:2" coordorigin="4084,4375" coordsize="8,0" path="m4084,4375l4091,4375e" filled="false" stroked="true" strokeweight=".48pt" strokecolor="#000000">
                <v:path arrowok="t"/>
              </v:shape>
            </v:group>
            <v:group style="position:absolute;left:4084;top:4399;width:8;height:2" coordorigin="4084,4399" coordsize="8,2">
              <v:shape style="position:absolute;left:4084;top:4399;width:8;height:2" coordorigin="4084,4399" coordsize="8,0" path="m4084,4399l4091,4399e" filled="false" stroked="true" strokeweight=".48pt" strokecolor="#000000">
                <v:path arrowok="t"/>
              </v:shape>
            </v:group>
            <v:group style="position:absolute;left:4084;top:4423;width:8;height:2" coordorigin="4084,4423" coordsize="8,2">
              <v:shape style="position:absolute;left:4084;top:4423;width:8;height:2" coordorigin="4084,4423" coordsize="8,0" path="m4084,4423l4091,4423e" filled="false" stroked="true" strokeweight=".48pt" strokecolor="#000000">
                <v:path arrowok="t"/>
              </v:shape>
            </v:group>
            <v:group style="position:absolute;left:4084;top:4447;width:8;height:2" coordorigin="4084,4447" coordsize="8,2">
              <v:shape style="position:absolute;left:4084;top:4447;width:8;height:2" coordorigin="4084,4447" coordsize="8,0" path="m4084,4447l4091,4447e" filled="false" stroked="true" strokeweight=".48pt" strokecolor="#000000">
                <v:path arrowok="t"/>
              </v:shape>
            </v:group>
            <v:group style="position:absolute;left:4084;top:4471;width:8;height:2" coordorigin="4084,4471" coordsize="8,2">
              <v:shape style="position:absolute;left:4084;top:4471;width:8;height:2" coordorigin="4084,4471" coordsize="8,0" path="m4084,4471l4091,4471e" filled="false" stroked="true" strokeweight=".48pt" strokecolor="#000000">
                <v:path arrowok="t"/>
              </v:shape>
            </v:group>
            <v:group style="position:absolute;left:4084;top:4495;width:8;height:2" coordorigin="4084,4495" coordsize="8,2">
              <v:shape style="position:absolute;left:4084;top:4495;width:8;height:2" coordorigin="4084,4495" coordsize="8,0" path="m4084,4495l4091,4495e" filled="false" stroked="true" strokeweight=".48pt" strokecolor="#000000">
                <v:path arrowok="t"/>
              </v:shape>
            </v:group>
            <v:group style="position:absolute;left:4084;top:4519;width:8;height:2" coordorigin="4084,4519" coordsize="8,2">
              <v:shape style="position:absolute;left:4084;top:4519;width:8;height:2" coordorigin="4084,4519" coordsize="8,0" path="m4084,4519l4091,4519e" filled="false" stroked="true" strokeweight=".48pt" strokecolor="#000000">
                <v:path arrowok="t"/>
              </v:shape>
            </v:group>
            <v:group style="position:absolute;left:4084;top:4543;width:8;height:2" coordorigin="4084,4543" coordsize="8,2">
              <v:shape style="position:absolute;left:4084;top:4543;width:8;height:2" coordorigin="4084,4543" coordsize="8,0" path="m4084,4543l4091,4543e" filled="false" stroked="true" strokeweight=".48pt" strokecolor="#000000">
                <v:path arrowok="t"/>
              </v:shape>
            </v:group>
            <v:group style="position:absolute;left:4084;top:4567;width:8;height:2" coordorigin="4084,4567" coordsize="8,2">
              <v:shape style="position:absolute;left:4084;top:4567;width:8;height:2" coordorigin="4084,4567" coordsize="8,0" path="m4084,4567l4091,4567e" filled="false" stroked="true" strokeweight=".48pt" strokecolor="#000000">
                <v:path arrowok="t"/>
              </v:shape>
            </v:group>
            <v:group style="position:absolute;left:4084;top:4591;width:8;height:2" coordorigin="4084,4591" coordsize="8,2">
              <v:shape style="position:absolute;left:4084;top:4591;width:8;height:2" coordorigin="4084,4591" coordsize="8,0" path="m4084,4591l4091,4591e" filled="false" stroked="true" strokeweight=".48pt" strokecolor="#000000">
                <v:path arrowok="t"/>
              </v:shape>
            </v:group>
            <v:group style="position:absolute;left:4084;top:4615;width:8;height:2" coordorigin="4084,4615" coordsize="8,2">
              <v:shape style="position:absolute;left:4084;top:4615;width:8;height:2" coordorigin="4084,4615" coordsize="8,0" path="m4084,4615l4091,4615e" filled="false" stroked="true" strokeweight=".479pt" strokecolor="#000000">
                <v:path arrowok="t"/>
              </v:shape>
            </v:group>
            <v:group style="position:absolute;left:4084;top:4639;width:8;height:2" coordorigin="4084,4639" coordsize="8,2">
              <v:shape style="position:absolute;left:4084;top:4639;width:8;height:2" coordorigin="4084,4639" coordsize="8,0" path="m4084,4639l4091,4639e" filled="false" stroked="true" strokeweight=".48pt" strokecolor="#000000">
                <v:path arrowok="t"/>
              </v:shape>
            </v:group>
            <v:group style="position:absolute;left:4084;top:4663;width:8;height:2" coordorigin="4084,4663" coordsize="8,2">
              <v:shape style="position:absolute;left:4084;top:4663;width:8;height:2" coordorigin="4084,4663" coordsize="8,0" path="m4084,4663l4091,4663e" filled="false" stroked="true" strokeweight=".48pt" strokecolor="#000000">
                <v:path arrowok="t"/>
              </v:shape>
            </v:group>
            <v:group style="position:absolute;left:4084;top:4687;width:8;height:2" coordorigin="4084,4687" coordsize="8,2">
              <v:shape style="position:absolute;left:4084;top:4687;width:8;height:2" coordorigin="4084,4687" coordsize="8,0" path="m4084,4687l4091,4687e" filled="false" stroked="true" strokeweight=".48pt" strokecolor="#000000">
                <v:path arrowok="t"/>
              </v:shape>
            </v:group>
            <v:group style="position:absolute;left:4084;top:4711;width:8;height:2" coordorigin="4084,4711" coordsize="8,2">
              <v:shape style="position:absolute;left:4084;top:4711;width:8;height:2" coordorigin="4084,4711" coordsize="8,0" path="m4084,4711l4091,4711e" filled="false" stroked="true" strokeweight=".48pt" strokecolor="#000000">
                <v:path arrowok="t"/>
              </v:shape>
            </v:group>
            <v:group style="position:absolute;left:4084;top:4735;width:8;height:2" coordorigin="4084,4735" coordsize="8,2">
              <v:shape style="position:absolute;left:4084;top:4735;width:8;height:2" coordorigin="4084,4735" coordsize="8,0" path="m4084,4735l4091,4735e" filled="false" stroked="true" strokeweight=".48pt" strokecolor="#000000">
                <v:path arrowok="t"/>
              </v:shape>
            </v:group>
            <v:group style="position:absolute;left:4084;top:4759;width:8;height:2" coordorigin="4084,4759" coordsize="8,2">
              <v:shape style="position:absolute;left:4084;top:4759;width:8;height:2" coordorigin="4084,4759" coordsize="8,0" path="m4084,4759l4091,4759e" filled="false" stroked="true" strokeweight=".48pt" strokecolor="#000000">
                <v:path arrowok="t"/>
              </v:shape>
            </v:group>
            <v:group style="position:absolute;left:4084;top:4783;width:8;height:2" coordorigin="4084,4783" coordsize="8,2">
              <v:shape style="position:absolute;left:4084;top:4783;width:8;height:2" coordorigin="4084,4783" coordsize="8,0" path="m4084,4783l4091,4783e" filled="false" stroked="true" strokeweight=".48pt" strokecolor="#000000">
                <v:path arrowok="t"/>
              </v:shape>
            </v:group>
            <v:group style="position:absolute;left:4084;top:4807;width:8;height:2" coordorigin="4084,4807" coordsize="8,2">
              <v:shape style="position:absolute;left:4084;top:4807;width:8;height:2" coordorigin="4084,4807" coordsize="8,0" path="m4084,4807l4091,4807e" filled="false" stroked="true" strokeweight=".48pt" strokecolor="#000000">
                <v:path arrowok="t"/>
              </v:shape>
            </v:group>
            <v:group style="position:absolute;left:4084;top:4831;width:8;height:2" coordorigin="4084,4831" coordsize="8,2">
              <v:shape style="position:absolute;left:4084;top:4831;width:8;height:2" coordorigin="4084,4831" coordsize="8,0" path="m4084,4831l4091,4831e" filled="false" stroked="true" strokeweight=".48pt" strokecolor="#000000">
                <v:path arrowok="t"/>
              </v:shape>
            </v:group>
            <v:group style="position:absolute;left:4084;top:4855;width:8;height:2" coordorigin="4084,4855" coordsize="8,2">
              <v:shape style="position:absolute;left:4084;top:4855;width:8;height:2" coordorigin="4084,4855" coordsize="8,0" path="m4084,4855l4091,4855e" filled="false" stroked="true" strokeweight=".48pt" strokecolor="#000000">
                <v:path arrowok="t"/>
              </v:shape>
            </v:group>
            <v:group style="position:absolute;left:4084;top:4879;width:8;height:2" coordorigin="4084,4879" coordsize="8,2">
              <v:shape style="position:absolute;left:4084;top:4879;width:8;height:2" coordorigin="4084,4879" coordsize="8,0" path="m4084,4879l4091,4879e" filled="false" stroked="true" strokeweight=".48pt" strokecolor="#000000">
                <v:path arrowok="t"/>
              </v:shape>
            </v:group>
            <v:group style="position:absolute;left:4084;top:4903;width:8;height:2" coordorigin="4084,4903" coordsize="8,2">
              <v:shape style="position:absolute;left:4084;top:4903;width:8;height:2" coordorigin="4084,4903" coordsize="8,0" path="m4084,4903l4091,4903e" filled="false" stroked="true" strokeweight=".48pt" strokecolor="#000000">
                <v:path arrowok="t"/>
              </v:shape>
            </v:group>
            <v:group style="position:absolute;left:4084;top:4927;width:8;height:2" coordorigin="4084,4927" coordsize="8,2">
              <v:shape style="position:absolute;left:4084;top:4927;width:8;height:2" coordorigin="4084,4927" coordsize="8,0" path="m4084,4927l4091,4927e" filled="false" stroked="true" strokeweight=".48pt" strokecolor="#000000">
                <v:path arrowok="t"/>
              </v:shape>
            </v:group>
            <v:group style="position:absolute;left:4084;top:4951;width:8;height:2" coordorigin="4084,4951" coordsize="8,2">
              <v:shape style="position:absolute;left:4084;top:4951;width:8;height:2" coordorigin="4084,4951" coordsize="8,0" path="m4084,4951l4091,4951e" filled="false" stroked="true" strokeweight=".48pt" strokecolor="#000000">
                <v:path arrowok="t"/>
              </v:shape>
            </v:group>
            <v:group style="position:absolute;left:4084;top:4975;width:8;height:2" coordorigin="4084,4975" coordsize="8,2">
              <v:shape style="position:absolute;left:4084;top:4975;width:8;height:2" coordorigin="4084,4975" coordsize="8,0" path="m4084,4975l4091,4975e" filled="false" stroked="true" strokeweight=".479pt" strokecolor="#000000">
                <v:path arrowok="t"/>
              </v:shape>
            </v:group>
            <v:group style="position:absolute;left:4084;top:4999;width:8;height:2" coordorigin="4084,4999" coordsize="8,2">
              <v:shape style="position:absolute;left:4084;top:4999;width:8;height:2" coordorigin="4084,4999" coordsize="8,0" path="m4084,4999l4091,4999e" filled="false" stroked="true" strokeweight=".48pt" strokecolor="#000000">
                <v:path arrowok="t"/>
              </v:shape>
            </v:group>
            <v:group style="position:absolute;left:4084;top:5023;width:8;height:2" coordorigin="4084,5023" coordsize="8,2">
              <v:shape style="position:absolute;left:4084;top:5023;width:8;height:2" coordorigin="4084,5023" coordsize="8,0" path="m4084,5023l4091,5023e" filled="false" stroked="true" strokeweight=".48pt" strokecolor="#000000">
                <v:path arrowok="t"/>
              </v:shape>
            </v:group>
            <v:group style="position:absolute;left:4084;top:5047;width:8;height:2" coordorigin="4084,5047" coordsize="8,2">
              <v:shape style="position:absolute;left:4084;top:5047;width:8;height:2" coordorigin="4084,5047" coordsize="8,0" path="m4084,5047l4091,5047e" filled="false" stroked="true" strokeweight=".48pt" strokecolor="#000000">
                <v:path arrowok="t"/>
              </v:shape>
            </v:group>
            <v:group style="position:absolute;left:4084;top:5071;width:8;height:2" coordorigin="4084,5071" coordsize="8,2">
              <v:shape style="position:absolute;left:4084;top:5071;width:8;height:2" coordorigin="4084,5071" coordsize="8,0" path="m4084,5071l4091,5071e" filled="false" stroked="true" strokeweight=".48pt" strokecolor="#000000">
                <v:path arrowok="t"/>
              </v:shape>
            </v:group>
            <v:group style="position:absolute;left:4084;top:5095;width:8;height:2" coordorigin="4084,5095" coordsize="8,2">
              <v:shape style="position:absolute;left:4084;top:5095;width:8;height:2" coordorigin="4084,5095" coordsize="8,0" path="m4084,5095l4091,5095e" filled="false" stroked="true" strokeweight=".48pt" strokecolor="#000000">
                <v:path arrowok="t"/>
              </v:shape>
            </v:group>
            <v:group style="position:absolute;left:4084;top:5119;width:8;height:2" coordorigin="4084,5119" coordsize="8,2">
              <v:shape style="position:absolute;left:4084;top:5119;width:8;height:2" coordorigin="4084,5119" coordsize="8,0" path="m4084,5119l4091,5119e" filled="false" stroked="true" strokeweight=".48pt" strokecolor="#000000">
                <v:path arrowok="t"/>
              </v:shape>
            </v:group>
            <v:group style="position:absolute;left:4084;top:5143;width:8;height:2" coordorigin="4084,5143" coordsize="8,2">
              <v:shape style="position:absolute;left:4084;top:5143;width:8;height:2" coordorigin="4084,5143" coordsize="8,0" path="m4084,5143l4091,5143e" filled="false" stroked="true" strokeweight=".48pt" strokecolor="#000000">
                <v:path arrowok="t"/>
              </v:shape>
            </v:group>
            <v:group style="position:absolute;left:4084;top:5167;width:8;height:2" coordorigin="4084,5167" coordsize="8,2">
              <v:shape style="position:absolute;left:4084;top:5167;width:8;height:2" coordorigin="4084,5167" coordsize="8,0" path="m4084,5167l4091,5167e" filled="false" stroked="true" strokeweight=".48pt" strokecolor="#000000">
                <v:path arrowok="t"/>
              </v:shape>
            </v:group>
            <v:group style="position:absolute;left:4084;top:5191;width:8;height:2" coordorigin="4084,5191" coordsize="8,2">
              <v:shape style="position:absolute;left:4084;top:5191;width:8;height:2" coordorigin="4084,5191" coordsize="8,0" path="m4084,5191l4091,5191e" filled="false" stroked="true" strokeweight=".48pt" strokecolor="#000000">
                <v:path arrowok="t"/>
              </v:shape>
            </v:group>
            <v:group style="position:absolute;left:4084;top:5215;width:8;height:2" coordorigin="4084,5215" coordsize="8,2">
              <v:shape style="position:absolute;left:4084;top:5215;width:8;height:2" coordorigin="4084,5215" coordsize="8,0" path="m4084,5215l4091,5215e" filled="false" stroked="true" strokeweight=".48pt" strokecolor="#000000">
                <v:path arrowok="t"/>
              </v:shape>
            </v:group>
            <v:group style="position:absolute;left:4084;top:5239;width:8;height:2" coordorigin="4084,5239" coordsize="8,2">
              <v:shape style="position:absolute;left:4084;top:5239;width:8;height:2" coordorigin="4084,5239" coordsize="8,0" path="m4084,5239l4091,5239e" filled="false" stroked="true" strokeweight=".48pt" strokecolor="#000000">
                <v:path arrowok="t"/>
              </v:shape>
            </v:group>
            <v:group style="position:absolute;left:4084;top:5263;width:8;height:2" coordorigin="4084,5263" coordsize="8,2">
              <v:shape style="position:absolute;left:4084;top:5263;width:8;height:2" coordorigin="4084,5263" coordsize="8,0" path="m4084,5263l4091,5263e" filled="false" stroked="true" strokeweight=".48pt" strokecolor="#000000">
                <v:path arrowok="t"/>
              </v:shape>
            </v:group>
            <v:group style="position:absolute;left:4084;top:5287;width:8;height:2" coordorigin="4084,5287" coordsize="8,2">
              <v:shape style="position:absolute;left:4084;top:5287;width:8;height:2" coordorigin="4084,5287" coordsize="8,0" path="m4084,5287l4091,5287e" filled="false" stroked="true" strokeweight=".48pt" strokecolor="#000000">
                <v:path arrowok="t"/>
              </v:shape>
            </v:group>
            <v:group style="position:absolute;left:4084;top:5311;width:8;height:2" coordorigin="4084,5311" coordsize="8,2">
              <v:shape style="position:absolute;left:4084;top:5311;width:8;height:2" coordorigin="4084,5311" coordsize="8,0" path="m4084,5311l4091,5311e" filled="false" stroked="true" strokeweight=".48pt" strokecolor="#000000">
                <v:path arrowok="t"/>
              </v:shape>
            </v:group>
            <v:group style="position:absolute;left:4084;top:5335;width:8;height:2" coordorigin="4084,5335" coordsize="8,2">
              <v:shape style="position:absolute;left:4084;top:5335;width:8;height:2" coordorigin="4084,5335" coordsize="8,0" path="m4084,5335l4091,5335e" filled="false" stroked="true" strokeweight=".48pt" strokecolor="#000000">
                <v:path arrowok="t"/>
              </v:shape>
            </v:group>
            <v:group style="position:absolute;left:4084;top:5359;width:8;height:2" coordorigin="4084,5359" coordsize="8,2">
              <v:shape style="position:absolute;left:4084;top:5359;width:8;height:2" coordorigin="4084,5359" coordsize="8,0" path="m4084,5359l4091,5359e" filled="false" stroked="true" strokeweight=".48pt" strokecolor="#000000">
                <v:path arrowok="t"/>
              </v:shape>
            </v:group>
            <v:group style="position:absolute;left:4084;top:5383;width:8;height:2" coordorigin="4084,5383" coordsize="8,2">
              <v:shape style="position:absolute;left:4084;top:5383;width:8;height:2" coordorigin="4084,5383" coordsize="8,0" path="m4084,5383l4091,5383e" filled="false" stroked="true" strokeweight=".48pt" strokecolor="#000000">
                <v:path arrowok="t"/>
              </v:shape>
            </v:group>
            <v:group style="position:absolute;left:4084;top:5407;width:8;height:2" coordorigin="4084,5407" coordsize="8,2">
              <v:shape style="position:absolute;left:4084;top:5407;width:8;height:2" coordorigin="4084,5407" coordsize="8,0" path="m4084,5407l4091,5407e" filled="false" stroked="true" strokeweight=".48pt" strokecolor="#000000">
                <v:path arrowok="t"/>
              </v:shape>
            </v:group>
            <v:group style="position:absolute;left:4084;top:5431;width:8;height:2" coordorigin="4084,5431" coordsize="8,2">
              <v:shape style="position:absolute;left:4084;top:5431;width:8;height:2" coordorigin="4084,5431" coordsize="8,0" path="m4084,5431l4091,5431e" filled="false" stroked="true" strokeweight=".48pt" strokecolor="#000000">
                <v:path arrowok="t"/>
              </v:shape>
            </v:group>
            <v:group style="position:absolute;left:4084;top:5455;width:8;height:2" coordorigin="4084,5455" coordsize="8,2">
              <v:shape style="position:absolute;left:4084;top:5455;width:8;height:2" coordorigin="4084,5455" coordsize="8,0" path="m4084,5455l4091,5455e" filled="false" stroked="true" strokeweight=".48pt" strokecolor="#000000">
                <v:path arrowok="t"/>
              </v:shape>
            </v:group>
            <v:group style="position:absolute;left:4084;top:5479;width:8;height:2" coordorigin="4084,5479" coordsize="8,2">
              <v:shape style="position:absolute;left:4084;top:5479;width:8;height:2" coordorigin="4084,5479" coordsize="8,0" path="m4084,5479l4091,5479e" filled="false" stroked="true" strokeweight=".48pt" strokecolor="#000000">
                <v:path arrowok="t"/>
              </v:shape>
            </v:group>
            <v:group style="position:absolute;left:4084;top:5503;width:8;height:2" coordorigin="4084,5503" coordsize="8,2">
              <v:shape style="position:absolute;left:4084;top:5503;width:8;height:2" coordorigin="4084,5503" coordsize="8,0" path="m4084,5503l4091,5503e" filled="false" stroked="true" strokeweight=".48pt" strokecolor="#000000">
                <v:path arrowok="t"/>
              </v:shape>
            </v:group>
            <v:group style="position:absolute;left:4084;top:5527;width:8;height:2" coordorigin="4084,5527" coordsize="8,2">
              <v:shape style="position:absolute;left:4084;top:5527;width:8;height:2" coordorigin="4084,5527" coordsize="8,0" path="m4084,5527l4091,5527e" filled="false" stroked="true" strokeweight=".48pt" strokecolor="#000000">
                <v:path arrowok="t"/>
              </v:shape>
            </v:group>
            <v:group style="position:absolute;left:4084;top:5551;width:8;height:2" coordorigin="4084,5551" coordsize="8,2">
              <v:shape style="position:absolute;left:4084;top:5551;width:8;height:2" coordorigin="4084,5551" coordsize="8,0" path="m4084,5551l4091,5551e" filled="false" stroked="true" strokeweight=".48pt" strokecolor="#000000">
                <v:path arrowok="t"/>
              </v:shape>
            </v:group>
            <v:group style="position:absolute;left:4084;top:5575;width:8;height:2" coordorigin="4084,5575" coordsize="8,2">
              <v:shape style="position:absolute;left:4084;top:5575;width:8;height:2" coordorigin="4084,5575" coordsize="8,0" path="m4084,5575l4091,5575e" filled="false" stroked="true" strokeweight=".48pt" strokecolor="#000000">
                <v:path arrowok="t"/>
              </v:shape>
            </v:group>
            <v:group style="position:absolute;left:4084;top:5599;width:8;height:2" coordorigin="4084,5599" coordsize="8,2">
              <v:shape style="position:absolute;left:4084;top:5599;width:8;height:2" coordorigin="4084,5599" coordsize="8,0" path="m4084,5599l4091,5599e" filled="false" stroked="true" strokeweight=".48pt" strokecolor="#000000">
                <v:path arrowok="t"/>
              </v:shape>
            </v:group>
            <v:group style="position:absolute;left:4084;top:5623;width:8;height:2" coordorigin="4084,5623" coordsize="8,2">
              <v:shape style="position:absolute;left:4084;top:5623;width:8;height:2" coordorigin="4084,5623" coordsize="8,0" path="m4084,5623l4091,5623e" filled="false" stroked="true" strokeweight=".48pt" strokecolor="#000000">
                <v:path arrowok="t"/>
              </v:shape>
            </v:group>
            <v:group style="position:absolute;left:4084;top:5647;width:8;height:2" coordorigin="4084,5647" coordsize="8,2">
              <v:shape style="position:absolute;left:4084;top:5647;width:8;height:2" coordorigin="4084,5647" coordsize="8,0" path="m4084,5647l4091,5647e" filled="false" stroked="true" strokeweight=".48pt" strokecolor="#000000">
                <v:path arrowok="t"/>
              </v:shape>
            </v:group>
            <v:group style="position:absolute;left:4084;top:5671;width:8;height:2" coordorigin="4084,5671" coordsize="8,2">
              <v:shape style="position:absolute;left:4084;top:5671;width:8;height:2" coordorigin="4084,5671" coordsize="8,0" path="m4084,5671l4091,5671e" filled="false" stroked="true" strokeweight=".48pt" strokecolor="#000000">
                <v:path arrowok="t"/>
              </v:shape>
            </v:group>
            <v:group style="position:absolute;left:4084;top:5695;width:8;height:2" coordorigin="4084,5695" coordsize="8,2">
              <v:shape style="position:absolute;left:4084;top:5695;width:8;height:2" coordorigin="4084,5695" coordsize="8,0" path="m4084,5695l4091,5695e" filled="false" stroked="true" strokeweight=".48pt" strokecolor="#000000">
                <v:path arrowok="t"/>
              </v:shape>
            </v:group>
            <v:group style="position:absolute;left:4084;top:5719;width:8;height:2" coordorigin="4084,5719" coordsize="8,2">
              <v:shape style="position:absolute;left:4084;top:5719;width:8;height:2" coordorigin="4084,5719" coordsize="8,0" path="m4084,5719l4091,5719e" filled="false" stroked="true" strokeweight=".48pt" strokecolor="#000000">
                <v:path arrowok="t"/>
              </v:shape>
            </v:group>
            <v:group style="position:absolute;left:4084;top:5743;width:8;height:2" coordorigin="4084,5743" coordsize="8,2">
              <v:shape style="position:absolute;left:4084;top:5743;width:8;height:2" coordorigin="4084,5743" coordsize="8,0" path="m4084,5743l4091,5743e" filled="false" stroked="true" strokeweight=".48pt" strokecolor="#000000">
                <v:path arrowok="t"/>
              </v:shape>
            </v:group>
            <v:group style="position:absolute;left:4084;top:5767;width:8;height:2" coordorigin="4084,5767" coordsize="8,2">
              <v:shape style="position:absolute;left:4084;top:5767;width:8;height:2" coordorigin="4084,5767" coordsize="8,0" path="m4084,5767l4091,5767e" filled="false" stroked="true" strokeweight=".48pt" strokecolor="#000000">
                <v:path arrowok="t"/>
              </v:shape>
            </v:group>
            <v:group style="position:absolute;left:4084;top:5791;width:8;height:2" coordorigin="4084,5791" coordsize="8,2">
              <v:shape style="position:absolute;left:4084;top:5791;width:8;height:2" coordorigin="4084,5791" coordsize="8,0" path="m4084,5791l4091,5791e" filled="false" stroked="true" strokeweight=".48pt" strokecolor="#000000">
                <v:path arrowok="t"/>
              </v:shape>
            </v:group>
            <v:group style="position:absolute;left:4084;top:5815;width:8;height:2" coordorigin="4084,5815" coordsize="8,2">
              <v:shape style="position:absolute;left:4084;top:5815;width:8;height:2" coordorigin="4084,5815" coordsize="8,0" path="m4084,5815l4091,5815e" filled="false" stroked="true" strokeweight=".48pt" strokecolor="#000000">
                <v:path arrowok="t"/>
              </v:shape>
            </v:group>
            <v:group style="position:absolute;left:4084;top:5839;width:8;height:2" coordorigin="4084,5839" coordsize="8,2">
              <v:shape style="position:absolute;left:4084;top:5839;width:8;height:2" coordorigin="4084,5839" coordsize="8,0" path="m4084,5839l4091,5839e" filled="false" stroked="true" strokeweight=".48pt" strokecolor="#000000">
                <v:path arrowok="t"/>
              </v:shape>
            </v:group>
            <v:group style="position:absolute;left:4084;top:5863;width:8;height:2" coordorigin="4084,5863" coordsize="8,2">
              <v:shape style="position:absolute;left:4084;top:5863;width:8;height:2" coordorigin="4084,5863" coordsize="8,0" path="m4084,5863l4091,5863e" filled="false" stroked="true" strokeweight=".48pt" strokecolor="#000000">
                <v:path arrowok="t"/>
              </v:shape>
            </v:group>
            <v:group style="position:absolute;left:4084;top:5887;width:8;height:2" coordorigin="4084,5887" coordsize="8,2">
              <v:shape style="position:absolute;left:4084;top:5887;width:8;height:2" coordorigin="4084,5887" coordsize="8,0" path="m4084,5887l4091,5887e" filled="false" stroked="true" strokeweight=".48pt" strokecolor="#000000">
                <v:path arrowok="t"/>
              </v:shape>
            </v:group>
            <v:group style="position:absolute;left:4084;top:5911;width:8;height:2" coordorigin="4084,5911" coordsize="8,2">
              <v:shape style="position:absolute;left:4084;top:5911;width:8;height:2" coordorigin="4084,5911" coordsize="8,0" path="m4084,5911l4091,5911e" filled="false" stroked="true" strokeweight=".48pt" strokecolor="#000000">
                <v:path arrowok="t"/>
              </v:shape>
            </v:group>
            <v:group style="position:absolute;left:4084;top:5935;width:8;height:2" coordorigin="4084,5935" coordsize="8,2">
              <v:shape style="position:absolute;left:4084;top:5935;width:8;height:2" coordorigin="4084,5935" coordsize="8,0" path="m4084,5935l4091,5935e" filled="false" stroked="true" strokeweight=".48pt" strokecolor="#000000">
                <v:path arrowok="t"/>
              </v:shape>
            </v:group>
            <v:group style="position:absolute;left:4084;top:5959;width:8;height:2" coordorigin="4084,5959" coordsize="8,2">
              <v:shape style="position:absolute;left:4084;top:5959;width:8;height:2" coordorigin="4084,5959" coordsize="8,0" path="m4084,5959l4091,5959e" filled="false" stroked="true" strokeweight=".48pt" strokecolor="#000000">
                <v:path arrowok="t"/>
              </v:shape>
            </v:group>
            <v:group style="position:absolute;left:4084;top:5983;width:8;height:2" coordorigin="4084,5983" coordsize="8,2">
              <v:shape style="position:absolute;left:4084;top:5983;width:8;height:2" coordorigin="4084,5983" coordsize="8,0" path="m4084,5983l4091,5983e" filled="false" stroked="true" strokeweight=".48pt" strokecolor="#000000">
                <v:path arrowok="t"/>
              </v:shape>
            </v:group>
            <v:group style="position:absolute;left:4084;top:6007;width:8;height:2" coordorigin="4084,6007" coordsize="8,2">
              <v:shape style="position:absolute;left:4084;top:6007;width:8;height:2" coordorigin="4084,6007" coordsize="8,0" path="m4084,6007l4091,6007e" filled="false" stroked="true" strokeweight=".48pt" strokecolor="#000000">
                <v:path arrowok="t"/>
              </v:shape>
            </v:group>
            <v:group style="position:absolute;left:4084;top:6031;width:8;height:2" coordorigin="4084,6031" coordsize="8,2">
              <v:shape style="position:absolute;left:4084;top:6031;width:8;height:2" coordorigin="4084,6031" coordsize="8,0" path="m4084,6031l4091,6031e" filled="false" stroked="true" strokeweight=".48pt" strokecolor="#000000">
                <v:path arrowok="t"/>
              </v:shape>
            </v:group>
            <v:group style="position:absolute;left:4084;top:6055;width:8;height:2" coordorigin="4084,6055" coordsize="8,2">
              <v:shape style="position:absolute;left:4084;top:6055;width:8;height:2" coordorigin="4084,6055" coordsize="8,0" path="m4084,6055l4091,6055e" filled="false" stroked="true" strokeweight=".48pt" strokecolor="#000000">
                <v:path arrowok="t"/>
              </v:shape>
            </v:group>
            <v:group style="position:absolute;left:4084;top:6079;width:8;height:2" coordorigin="4084,6079" coordsize="8,2">
              <v:shape style="position:absolute;left:4084;top:6079;width:8;height:2" coordorigin="4084,6079" coordsize="8,0" path="m4084,6079l4091,6079e" filled="false" stroked="true" strokeweight=".479pt" strokecolor="#000000">
                <v:path arrowok="t"/>
              </v:shape>
            </v:group>
            <v:group style="position:absolute;left:4084;top:6103;width:8;height:2" coordorigin="4084,6103" coordsize="8,2">
              <v:shape style="position:absolute;left:4084;top:6103;width:8;height:2" coordorigin="4084,6103" coordsize="8,0" path="m4084,6103l4091,6103e" filled="false" stroked="true" strokeweight=".48pt" strokecolor="#000000">
                <v:path arrowok="t"/>
              </v:shape>
            </v:group>
            <v:group style="position:absolute;left:4084;top:6127;width:8;height:2" coordorigin="4084,6127" coordsize="8,2">
              <v:shape style="position:absolute;left:4084;top:6127;width:8;height:2" coordorigin="4084,6127" coordsize="8,0" path="m4084,6127l4091,6127e" filled="false" stroked="true" strokeweight=".48pt" strokecolor="#000000">
                <v:path arrowok="t"/>
              </v:shape>
            </v:group>
            <v:group style="position:absolute;left:4084;top:6151;width:8;height:2" coordorigin="4084,6151" coordsize="8,2">
              <v:shape style="position:absolute;left:4084;top:6151;width:8;height:2" coordorigin="4084,6151" coordsize="8,0" path="m4084,6151l4091,6151e" filled="false" stroked="true" strokeweight=".48pt" strokecolor="#000000">
                <v:path arrowok="t"/>
              </v:shape>
            </v:group>
            <v:group style="position:absolute;left:4084;top:6175;width:8;height:2" coordorigin="4084,6175" coordsize="8,2">
              <v:shape style="position:absolute;left:4084;top:6175;width:8;height:2" coordorigin="4084,6175" coordsize="8,0" path="m4084,6175l4091,6175e" filled="false" stroked="true" strokeweight=".48pt" strokecolor="#000000">
                <v:path arrowok="t"/>
              </v:shape>
            </v:group>
            <v:group style="position:absolute;left:4084;top:6199;width:8;height:2" coordorigin="4084,6199" coordsize="8,2">
              <v:shape style="position:absolute;left:4084;top:6199;width:8;height:2" coordorigin="4084,6199" coordsize="8,0" path="m4084,6199l4091,6199e" filled="false" stroked="true" strokeweight=".48pt" strokecolor="#000000">
                <v:path arrowok="t"/>
              </v:shape>
            </v:group>
            <v:group style="position:absolute;left:4084;top:6223;width:8;height:2" coordorigin="4084,6223" coordsize="8,2">
              <v:shape style="position:absolute;left:4084;top:6223;width:8;height:2" coordorigin="4084,6223" coordsize="8,0" path="m4084,6223l4091,6223e" filled="false" stroked="true" strokeweight=".48pt" strokecolor="#000000">
                <v:path arrowok="t"/>
              </v:shape>
            </v:group>
            <v:group style="position:absolute;left:4084;top:6247;width:8;height:2" coordorigin="4084,6247" coordsize="8,2">
              <v:shape style="position:absolute;left:4084;top:6247;width:8;height:2" coordorigin="4084,6247" coordsize="8,0" path="m4084,6247l4091,6247e" filled="false" stroked="true" strokeweight=".48pt" strokecolor="#000000">
                <v:path arrowok="t"/>
              </v:shape>
            </v:group>
            <v:group style="position:absolute;left:4084;top:6271;width:8;height:2" coordorigin="4084,6271" coordsize="8,2">
              <v:shape style="position:absolute;left:4084;top:6271;width:8;height:2" coordorigin="4084,6271" coordsize="8,0" path="m4084,6271l4091,6271e" filled="false" stroked="true" strokeweight=".48pt" strokecolor="#000000">
                <v:path arrowok="t"/>
              </v:shape>
            </v:group>
            <v:group style="position:absolute;left:4084;top:6295;width:8;height:2" coordorigin="4084,6295" coordsize="8,2">
              <v:shape style="position:absolute;left:4084;top:6295;width:8;height:2" coordorigin="4084,6295" coordsize="8,0" path="m4084,6295l4091,6295e" filled="false" stroked="true" strokeweight=".48pt" strokecolor="#000000">
                <v:path arrowok="t"/>
              </v:shape>
            </v:group>
            <v:group style="position:absolute;left:4084;top:6319;width:8;height:2" coordorigin="4084,6319" coordsize="8,2">
              <v:shape style="position:absolute;left:4084;top:6319;width:8;height:2" coordorigin="4084,6319" coordsize="8,0" path="m4084,6319l4091,6319e" filled="false" stroked="true" strokeweight=".48pt" strokecolor="#000000">
                <v:path arrowok="t"/>
              </v:shape>
            </v:group>
            <v:group style="position:absolute;left:4084;top:6343;width:8;height:2" coordorigin="4084,6343" coordsize="8,2">
              <v:shape style="position:absolute;left:4084;top:6343;width:8;height:2" coordorigin="4084,6343" coordsize="8,0" path="m4084,6343l4091,6343e" filled="false" stroked="true" strokeweight=".48pt" strokecolor="#000000">
                <v:path arrowok="t"/>
              </v:shape>
            </v:group>
            <v:group style="position:absolute;left:4084;top:6367;width:8;height:2" coordorigin="4084,6367" coordsize="8,2">
              <v:shape style="position:absolute;left:4084;top:6367;width:8;height:2" coordorigin="4084,6367" coordsize="8,0" path="m4084,6367l4091,6367e" filled="false" stroked="true" strokeweight=".48pt" strokecolor="#000000">
                <v:path arrowok="t"/>
              </v:shape>
            </v:group>
            <v:group style="position:absolute;left:4084;top:6391;width:8;height:2" coordorigin="4084,6391" coordsize="8,2">
              <v:shape style="position:absolute;left:4084;top:6391;width:8;height:2" coordorigin="4084,6391" coordsize="8,0" path="m4084,6391l4091,6391e" filled="false" stroked="true" strokeweight=".48pt" strokecolor="#000000">
                <v:path arrowok="t"/>
              </v:shape>
            </v:group>
            <v:group style="position:absolute;left:4084;top:6415;width:8;height:2" coordorigin="4084,6415" coordsize="8,2">
              <v:shape style="position:absolute;left:4084;top:6415;width:8;height:2" coordorigin="4084,6415" coordsize="8,0" path="m4084,6415l4091,6415e" filled="false" stroked="true" strokeweight=".48pt" strokecolor="#000000">
                <v:path arrowok="t"/>
              </v:shape>
            </v:group>
            <v:group style="position:absolute;left:4084;top:6439;width:8;height:2" coordorigin="4084,6439" coordsize="8,2">
              <v:shape style="position:absolute;left:4084;top:6439;width:8;height:2" coordorigin="4084,6439" coordsize="8,0" path="m4084,6439l4091,6439e" filled="false" stroked="true" strokeweight=".479pt" strokecolor="#000000">
                <v:path arrowok="t"/>
              </v:shape>
            </v:group>
            <v:group style="position:absolute;left:4084;top:6463;width:8;height:2" coordorigin="4084,6463" coordsize="8,2">
              <v:shape style="position:absolute;left:4084;top:6463;width:8;height:2" coordorigin="4084,6463" coordsize="8,0" path="m4084,6463l4091,6463e" filled="false" stroked="true" strokeweight=".48pt" strokecolor="#000000">
                <v:path arrowok="t"/>
              </v:shape>
            </v:group>
            <v:group style="position:absolute;left:4084;top:6487;width:8;height:2" coordorigin="4084,6487" coordsize="8,2">
              <v:shape style="position:absolute;left:4084;top:6487;width:8;height:2" coordorigin="4084,6487" coordsize="8,0" path="m4084,6487l4091,6487e" filled="false" stroked="true" strokeweight=".48pt" strokecolor="#000000">
                <v:path arrowok="t"/>
              </v:shape>
            </v:group>
            <v:group style="position:absolute;left:4084;top:6511;width:8;height:2" coordorigin="4084,6511" coordsize="8,2">
              <v:shape style="position:absolute;left:4084;top:6511;width:8;height:2" coordorigin="4084,6511" coordsize="8,0" path="m4084,6511l4091,6511e" filled="false" stroked="true" strokeweight=".48pt" strokecolor="#000000">
                <v:path arrowok="t"/>
              </v:shape>
            </v:group>
            <v:group style="position:absolute;left:4084;top:6535;width:8;height:2" coordorigin="4084,6535" coordsize="8,2">
              <v:shape style="position:absolute;left:4084;top:6535;width:8;height:2" coordorigin="4084,6535" coordsize="8,0" path="m4084,6535l4091,6535e" filled="false" stroked="true" strokeweight=".48pt" strokecolor="#000000">
                <v:path arrowok="t"/>
              </v:shape>
            </v:group>
            <v:group style="position:absolute;left:4084;top:6559;width:8;height:2" coordorigin="4084,6559" coordsize="8,2">
              <v:shape style="position:absolute;left:4084;top:6559;width:8;height:2" coordorigin="4084,6559" coordsize="8,0" path="m4084,6559l4091,6559e" filled="false" stroked="true" strokeweight=".48pt" strokecolor="#000000">
                <v:path arrowok="t"/>
              </v:shape>
            </v:group>
            <v:group style="position:absolute;left:4084;top:6583;width:8;height:2" coordorigin="4084,6583" coordsize="8,2">
              <v:shape style="position:absolute;left:4084;top:6583;width:8;height:2" coordorigin="4084,6583" coordsize="8,0" path="m4084,6583l4091,6583e" filled="false" stroked="true" strokeweight=".48pt" strokecolor="#000000">
                <v:path arrowok="t"/>
              </v:shape>
            </v:group>
            <v:group style="position:absolute;left:4084;top:6607;width:8;height:2" coordorigin="4084,6607" coordsize="8,2">
              <v:shape style="position:absolute;left:4084;top:6607;width:8;height:2" coordorigin="4084,6607" coordsize="8,0" path="m4084,6607l4091,6607e" filled="false" stroked="true" strokeweight=".48pt" strokecolor="#000000">
                <v:path arrowok="t"/>
              </v:shape>
            </v:group>
            <v:group style="position:absolute;left:4084;top:6631;width:8;height:2" coordorigin="4084,6631" coordsize="8,2">
              <v:shape style="position:absolute;left:4084;top:6631;width:8;height:2" coordorigin="4084,6631" coordsize="8,0" path="m4084,6631l4091,6631e" filled="false" stroked="true" strokeweight=".48pt" strokecolor="#000000">
                <v:path arrowok="t"/>
              </v:shape>
            </v:group>
            <v:group style="position:absolute;left:4084;top:6655;width:8;height:2" coordorigin="4084,6655" coordsize="8,2">
              <v:shape style="position:absolute;left:4084;top:6655;width:8;height:2" coordorigin="4084,6655" coordsize="8,0" path="m4084,6655l4091,6655e" filled="false" stroked="true" strokeweight=".48pt" strokecolor="#000000">
                <v:path arrowok="t"/>
              </v:shape>
            </v:group>
            <v:group style="position:absolute;left:4084;top:6679;width:8;height:2" coordorigin="4084,6679" coordsize="8,2">
              <v:shape style="position:absolute;left:4084;top:6679;width:8;height:2" coordorigin="4084,6679" coordsize="8,0" path="m4084,6679l4091,6679e" filled="false" stroked="true" strokeweight=".48pt" strokecolor="#000000">
                <v:path arrowok="t"/>
              </v:shape>
            </v:group>
            <v:group style="position:absolute;left:4084;top:6703;width:8;height:2" coordorigin="4084,6703" coordsize="8,2">
              <v:shape style="position:absolute;left:4084;top:6703;width:8;height:2" coordorigin="4084,6703" coordsize="8,0" path="m4084,6703l4091,6703e" filled="false" stroked="true" strokeweight=".48pt" strokecolor="#000000">
                <v:path arrowok="t"/>
              </v:shape>
            </v:group>
            <v:group style="position:absolute;left:4084;top:6727;width:8;height:2" coordorigin="4084,6727" coordsize="8,2">
              <v:shape style="position:absolute;left:4084;top:6727;width:8;height:2" coordorigin="4084,6727" coordsize="8,0" path="m4084,6727l4091,6727e" filled="false" stroked="true" strokeweight=".48pt" strokecolor="#000000">
                <v:path arrowok="t"/>
              </v:shape>
            </v:group>
            <v:group style="position:absolute;left:4084;top:6751;width:8;height:2" coordorigin="4084,6751" coordsize="8,2">
              <v:shape style="position:absolute;left:4084;top:6751;width:8;height:2" coordorigin="4084,6751" coordsize="8,0" path="m4084,6751l4091,6751e" filled="false" stroked="true" strokeweight=".48pt" strokecolor="#000000">
                <v:path arrowok="t"/>
              </v:shape>
            </v:group>
            <v:group style="position:absolute;left:4084;top:6775;width:8;height:2" coordorigin="4084,6775" coordsize="8,2">
              <v:shape style="position:absolute;left:4084;top:6775;width:8;height:2" coordorigin="4084,6775" coordsize="8,0" path="m4084,6775l4091,6775e" filled="false" stroked="true" strokeweight=".48pt" strokecolor="#000000">
                <v:path arrowok="t"/>
              </v:shape>
            </v:group>
            <v:group style="position:absolute;left:4084;top:6799;width:8;height:2" coordorigin="4084,6799" coordsize="8,2">
              <v:shape style="position:absolute;left:4084;top:6799;width:8;height:2" coordorigin="4084,6799" coordsize="8,0" path="m4084,6799l4091,6799e" filled="false" stroked="true" strokeweight=".48pt" strokecolor="#000000">
                <v:path arrowok="t"/>
              </v:shape>
            </v:group>
            <v:group style="position:absolute;left:4084;top:6823;width:8;height:2" coordorigin="4084,6823" coordsize="8,2">
              <v:shape style="position:absolute;left:4084;top:6823;width:8;height:2" coordorigin="4084,6823" coordsize="8,0" path="m4084,6823l4091,6823e" filled="false" stroked="true" strokeweight=".48pt" strokecolor="#000000">
                <v:path arrowok="t"/>
              </v:shape>
            </v:group>
            <v:group style="position:absolute;left:4084;top:6847;width:8;height:2" coordorigin="4084,6847" coordsize="8,2">
              <v:shape style="position:absolute;left:4084;top:6847;width:8;height:2" coordorigin="4084,6847" coordsize="8,0" path="m4084,6847l4091,6847e" filled="false" stroked="true" strokeweight=".48pt" strokecolor="#000000">
                <v:path arrowok="t"/>
              </v:shape>
            </v:group>
            <v:group style="position:absolute;left:4084;top:6871;width:8;height:2" coordorigin="4084,6871" coordsize="8,2">
              <v:shape style="position:absolute;left:4084;top:6871;width:8;height:2" coordorigin="4084,6871" coordsize="8,0" path="m4084,6871l4091,6871e" filled="false" stroked="true" strokeweight=".48pt" strokecolor="#000000">
                <v:path arrowok="t"/>
              </v:shape>
            </v:group>
            <v:group style="position:absolute;left:4084;top:6895;width:8;height:2" coordorigin="4084,6895" coordsize="8,2">
              <v:shape style="position:absolute;left:4084;top:6895;width:8;height:2" coordorigin="4084,6895" coordsize="8,0" path="m4084,6895l4091,6895e" filled="false" stroked="true" strokeweight=".48pt" strokecolor="#000000">
                <v:path arrowok="t"/>
              </v:shape>
            </v:group>
            <v:group style="position:absolute;left:4084;top:6919;width:8;height:2" coordorigin="4084,6919" coordsize="8,2">
              <v:shape style="position:absolute;left:4084;top:6919;width:8;height:2" coordorigin="4084,6919" coordsize="8,0" path="m4084,6919l4091,6919e" filled="false" stroked="true" strokeweight=".48pt" strokecolor="#000000">
                <v:path arrowok="t"/>
              </v:shape>
            </v:group>
            <v:group style="position:absolute;left:4084;top:6943;width:8;height:2" coordorigin="4084,6943" coordsize="8,2">
              <v:shape style="position:absolute;left:4084;top:6943;width:8;height:2" coordorigin="4084,6943" coordsize="8,0" path="m4084,6943l4091,6943e" filled="false" stroked="true" strokeweight=".48pt" strokecolor="#000000">
                <v:path arrowok="t"/>
              </v:shape>
            </v:group>
            <v:group style="position:absolute;left:4084;top:6967;width:8;height:2" coordorigin="4084,6967" coordsize="8,2">
              <v:shape style="position:absolute;left:4084;top:6967;width:8;height:2" coordorigin="4084,6967" coordsize="8,0" path="m4084,6967l4091,6967e" filled="false" stroked="true" strokeweight=".48pt" strokecolor="#000000">
                <v:path arrowok="t"/>
              </v:shape>
            </v:group>
            <v:group style="position:absolute;left:4084;top:6991;width:8;height:2" coordorigin="4084,6991" coordsize="8,2">
              <v:shape style="position:absolute;left:4084;top:6991;width:8;height:2" coordorigin="4084,6991" coordsize="8,0" path="m4084,6991l4091,6991e" filled="false" stroked="true" strokeweight=".48pt" strokecolor="#000000">
                <v:path arrowok="t"/>
              </v:shape>
            </v:group>
            <v:group style="position:absolute;left:4084;top:7015;width:8;height:2" coordorigin="4084,7015" coordsize="8,2">
              <v:shape style="position:absolute;left:4084;top:7015;width:8;height:2" coordorigin="4084,7015" coordsize="8,0" path="m4084,7015l4091,7015e" filled="false" stroked="true" strokeweight=".48pt" strokecolor="#000000">
                <v:path arrowok="t"/>
              </v:shape>
            </v:group>
            <v:group style="position:absolute;left:4084;top:7039;width:8;height:2" coordorigin="4084,7039" coordsize="8,2">
              <v:shape style="position:absolute;left:4084;top:7039;width:8;height:2" coordorigin="4084,7039" coordsize="8,0" path="m4084,7039l4091,7039e" filled="false" stroked="true" strokeweight=".48pt" strokecolor="#000000">
                <v:path arrowok="t"/>
              </v:shape>
            </v:group>
            <v:group style="position:absolute;left:4084;top:7063;width:8;height:2" coordorigin="4084,7063" coordsize="8,2">
              <v:shape style="position:absolute;left:4084;top:7063;width:8;height:2" coordorigin="4084,7063" coordsize="8,0" path="m4084,7063l4091,7063e" filled="false" stroked="true" strokeweight=".48pt" strokecolor="#000000">
                <v:path arrowok="t"/>
              </v:shape>
            </v:group>
            <v:group style="position:absolute;left:4084;top:7087;width:8;height:2" coordorigin="4084,7087" coordsize="8,2">
              <v:shape style="position:absolute;left:4084;top:7087;width:8;height:2" coordorigin="4084,7087" coordsize="8,0" path="m4084,7087l4091,7087e" filled="false" stroked="true" strokeweight=".48pt" strokecolor="#000000">
                <v:path arrowok="t"/>
              </v:shape>
            </v:group>
            <v:group style="position:absolute;left:4084;top:7111;width:8;height:2" coordorigin="4084,7111" coordsize="8,2">
              <v:shape style="position:absolute;left:4084;top:7111;width:8;height:2" coordorigin="4084,7111" coordsize="8,0" path="m4084,7111l4091,7111e" filled="false" stroked="true" strokeweight=".48pt" strokecolor="#000000">
                <v:path arrowok="t"/>
              </v:shape>
            </v:group>
            <v:group style="position:absolute;left:4084;top:7135;width:8;height:2" coordorigin="4084,7135" coordsize="8,2">
              <v:shape style="position:absolute;left:4084;top:7135;width:8;height:2" coordorigin="4084,7135" coordsize="8,0" path="m4084,7135l4091,7135e" filled="false" stroked="true" strokeweight=".48pt" strokecolor="#000000">
                <v:path arrowok="t"/>
              </v:shape>
            </v:group>
            <v:group style="position:absolute;left:4084;top:7159;width:8;height:2" coordorigin="4084,7159" coordsize="8,2">
              <v:shape style="position:absolute;left:4084;top:7159;width:8;height:2" coordorigin="4084,7159" coordsize="8,0" path="m4084,7159l4091,7159e" filled="false" stroked="true" strokeweight=".48pt" strokecolor="#000000">
                <v:path arrowok="t"/>
              </v:shape>
            </v:group>
            <v:group style="position:absolute;left:4084;top:7183;width:8;height:2" coordorigin="4084,7183" coordsize="8,2">
              <v:shape style="position:absolute;left:4084;top:7183;width:8;height:2" coordorigin="4084,7183" coordsize="8,0" path="m4084,7183l4091,7183e" filled="false" stroked="true" strokeweight=".479pt" strokecolor="#000000">
                <v:path arrowok="t"/>
              </v:shape>
            </v:group>
            <v:group style="position:absolute;left:4084;top:7207;width:8;height:2" coordorigin="4084,7207" coordsize="8,2">
              <v:shape style="position:absolute;left:4084;top:7207;width:8;height:2" coordorigin="4084,7207" coordsize="8,0" path="m4084,7207l4091,7207e" filled="false" stroked="true" strokeweight=".48pt" strokecolor="#000000">
                <v:path arrowok="t"/>
              </v:shape>
            </v:group>
            <v:group style="position:absolute;left:4084;top:7231;width:8;height:2" coordorigin="4084,7231" coordsize="8,2">
              <v:shape style="position:absolute;left:4084;top:7231;width:8;height:2" coordorigin="4084,7231" coordsize="8,0" path="m4084,7231l4091,7231e" filled="false" stroked="true" strokeweight=".48pt" strokecolor="#000000">
                <v:path arrowok="t"/>
              </v:shape>
            </v:group>
            <v:group style="position:absolute;left:4084;top:7255;width:8;height:2" coordorigin="4084,7255" coordsize="8,2">
              <v:shape style="position:absolute;left:4084;top:7255;width:8;height:2" coordorigin="4084,7255" coordsize="8,0" path="m4084,7255l4091,7255e" filled="false" stroked="true" strokeweight=".48pt" strokecolor="#000000">
                <v:path arrowok="t"/>
              </v:shape>
            </v:group>
            <v:group style="position:absolute;left:4084;top:7279;width:8;height:2" coordorigin="4084,7279" coordsize="8,2">
              <v:shape style="position:absolute;left:4084;top:7279;width:8;height:2" coordorigin="4084,7279" coordsize="8,0" path="m4084,7279l4091,7279e" filled="false" stroked="true" strokeweight=".48pt" strokecolor="#000000">
                <v:path arrowok="t"/>
              </v:shape>
            </v:group>
            <v:group style="position:absolute;left:4084;top:7303;width:8;height:2" coordorigin="4084,7303" coordsize="8,2">
              <v:shape style="position:absolute;left:4084;top:7303;width:8;height:2" coordorigin="4084,7303" coordsize="8,0" path="m4084,7303l4091,7303e" filled="false" stroked="true" strokeweight=".48pt" strokecolor="#000000">
                <v:path arrowok="t"/>
              </v:shape>
            </v:group>
            <v:group style="position:absolute;left:4084;top:7327;width:8;height:2" coordorigin="4084,7327" coordsize="8,2">
              <v:shape style="position:absolute;left:4084;top:7327;width:8;height:2" coordorigin="4084,7327" coordsize="8,0" path="m4084,7327l4091,7327e" filled="false" stroked="true" strokeweight=".48pt" strokecolor="#000000">
                <v:path arrowok="t"/>
              </v:shape>
            </v:group>
            <v:group style="position:absolute;left:4084;top:7351;width:8;height:2" coordorigin="4084,7351" coordsize="8,2">
              <v:shape style="position:absolute;left:4084;top:7351;width:8;height:2" coordorigin="4084,7351" coordsize="8,0" path="m4084,7351l4091,7351e" filled="false" stroked="true" strokeweight=".48pt" strokecolor="#000000">
                <v:path arrowok="t"/>
              </v:shape>
            </v:group>
            <v:group style="position:absolute;left:4084;top:7375;width:8;height:2" coordorigin="4084,7375" coordsize="8,2">
              <v:shape style="position:absolute;left:4084;top:7375;width:8;height:2" coordorigin="4084,7375" coordsize="8,0" path="m4084,7375l4091,7375e" filled="false" stroked="true" strokeweight=".48pt" strokecolor="#000000">
                <v:path arrowok="t"/>
              </v:shape>
            </v:group>
            <v:group style="position:absolute;left:4084;top:7399;width:8;height:2" coordorigin="4084,7399" coordsize="8,2">
              <v:shape style="position:absolute;left:4084;top:7399;width:8;height:2" coordorigin="4084,7399" coordsize="8,0" path="m4084,7399l4091,7399e" filled="false" stroked="true" strokeweight=".48pt" strokecolor="#000000">
                <v:path arrowok="t"/>
              </v:shape>
            </v:group>
            <v:group style="position:absolute;left:4084;top:7423;width:8;height:2" coordorigin="4084,7423" coordsize="8,2">
              <v:shape style="position:absolute;left:4084;top:7423;width:8;height:2" coordorigin="4084,7423" coordsize="8,0" path="m4084,7423l4091,7423e" filled="false" stroked="true" strokeweight=".48pt" strokecolor="#000000">
                <v:path arrowok="t"/>
              </v:shape>
            </v:group>
            <v:group style="position:absolute;left:4084;top:7447;width:8;height:2" coordorigin="4084,7447" coordsize="8,2">
              <v:shape style="position:absolute;left:4084;top:7447;width:8;height:2" coordorigin="4084,7447" coordsize="8,0" path="m4084,7447l4091,7447e" filled="false" stroked="true" strokeweight=".48pt" strokecolor="#000000">
                <v:path arrowok="t"/>
              </v:shape>
            </v:group>
            <v:group style="position:absolute;left:4084;top:7471;width:8;height:2" coordorigin="4084,7471" coordsize="8,2">
              <v:shape style="position:absolute;left:4084;top:7471;width:8;height:2" coordorigin="4084,7471" coordsize="8,0" path="m4084,7471l4091,7471e" filled="false" stroked="true" strokeweight=".48pt" strokecolor="#000000">
                <v:path arrowok="t"/>
              </v:shape>
            </v:group>
            <v:group style="position:absolute;left:4084;top:7495;width:8;height:2" coordorigin="4084,7495" coordsize="8,2">
              <v:shape style="position:absolute;left:4084;top:7495;width:8;height:2" coordorigin="4084,7495" coordsize="8,0" path="m4084,7495l4091,7495e" filled="false" stroked="true" strokeweight=".48pt" strokecolor="#000000">
                <v:path arrowok="t"/>
              </v:shape>
            </v:group>
            <v:group style="position:absolute;left:4084;top:7519;width:8;height:2" coordorigin="4084,7519" coordsize="8,2">
              <v:shape style="position:absolute;left:4084;top:7519;width:8;height:2" coordorigin="4084,7519" coordsize="8,0" path="m4084,7519l4091,7519e" filled="false" stroked="true" strokeweight=".48pt" strokecolor="#000000">
                <v:path arrowok="t"/>
              </v:shape>
            </v:group>
            <v:group style="position:absolute;left:4084;top:7543;width:8;height:2" coordorigin="4084,7543" coordsize="8,2">
              <v:shape style="position:absolute;left:4084;top:7543;width:8;height:2" coordorigin="4084,7543" coordsize="8,0" path="m4084,7543l4091,7543e" filled="false" stroked="true" strokeweight=".48pt" strokecolor="#000000">
                <v:path arrowok="t"/>
              </v:shape>
            </v:group>
            <v:group style="position:absolute;left:4084;top:7567;width:8;height:2" coordorigin="4084,7567" coordsize="8,2">
              <v:shape style="position:absolute;left:4084;top:7567;width:8;height:2" coordorigin="4084,7567" coordsize="8,0" path="m4084,7567l4091,7567e" filled="false" stroked="true" strokeweight=".48pt" strokecolor="#000000">
                <v:path arrowok="t"/>
              </v:shape>
            </v:group>
            <v:group style="position:absolute;left:4084;top:7591;width:8;height:2" coordorigin="4084,7591" coordsize="8,2">
              <v:shape style="position:absolute;left:4084;top:7591;width:8;height:2" coordorigin="4084,7591" coordsize="8,0" path="m4084,7591l4091,7591e" filled="false" stroked="true" strokeweight=".48pt" strokecolor="#000000">
                <v:path arrowok="t"/>
              </v:shape>
            </v:group>
            <v:group style="position:absolute;left:4084;top:7615;width:8;height:2" coordorigin="4084,7615" coordsize="8,2">
              <v:shape style="position:absolute;left:4084;top:7615;width:8;height:2" coordorigin="4084,7615" coordsize="8,0" path="m4084,7615l4091,7615e" filled="false" stroked="true" strokeweight=".48pt" strokecolor="#000000">
                <v:path arrowok="t"/>
              </v:shape>
            </v:group>
            <v:group style="position:absolute;left:4084;top:7639;width:8;height:2" coordorigin="4084,7639" coordsize="8,2">
              <v:shape style="position:absolute;left:4084;top:7639;width:8;height:2" coordorigin="4084,7639" coordsize="8,0" path="m4084,7639l4091,7639e" filled="false" stroked="true" strokeweight=".48pt" strokecolor="#000000">
                <v:path arrowok="t"/>
              </v:shape>
            </v:group>
            <v:group style="position:absolute;left:4084;top:7663;width:8;height:2" coordorigin="4084,7663" coordsize="8,2">
              <v:shape style="position:absolute;left:4084;top:7663;width:8;height:2" coordorigin="4084,7663" coordsize="8,0" path="m4084,7663l4091,7663e" filled="false" stroked="true" strokeweight=".48pt" strokecolor="#000000">
                <v:path arrowok="t"/>
              </v:shape>
            </v:group>
            <v:group style="position:absolute;left:4084;top:7687;width:8;height:2" coordorigin="4084,7687" coordsize="8,2">
              <v:shape style="position:absolute;left:4084;top:7687;width:8;height:2" coordorigin="4084,7687" coordsize="8,0" path="m4084,7687l4091,7687e" filled="false" stroked="true" strokeweight=".48pt" strokecolor="#000000">
                <v:path arrowok="t"/>
              </v:shape>
            </v:group>
            <v:group style="position:absolute;left:4084;top:7711;width:8;height:2" coordorigin="4084,7711" coordsize="8,2">
              <v:shape style="position:absolute;left:4084;top:7711;width:8;height:2" coordorigin="4084,7711" coordsize="8,0" path="m4084,7711l4091,7711e" filled="false" stroked="true" strokeweight=".48pt" strokecolor="#000000">
                <v:path arrowok="t"/>
              </v:shape>
            </v:group>
            <v:group style="position:absolute;left:4084;top:7735;width:8;height:2" coordorigin="4084,7735" coordsize="8,2">
              <v:shape style="position:absolute;left:4084;top:7735;width:8;height:2" coordorigin="4084,7735" coordsize="8,0" path="m4084,7735l4091,7735e" filled="false" stroked="true" strokeweight=".48pt" strokecolor="#000000">
                <v:path arrowok="t"/>
              </v:shape>
            </v:group>
            <v:group style="position:absolute;left:4084;top:7759;width:8;height:2" coordorigin="4084,7759" coordsize="8,2">
              <v:shape style="position:absolute;left:4084;top:7759;width:8;height:2" coordorigin="4084,7759" coordsize="8,0" path="m4084,7759l4091,7759e" filled="false" stroked="true" strokeweight=".48pt" strokecolor="#000000">
                <v:path arrowok="t"/>
              </v:shape>
            </v:group>
            <v:group style="position:absolute;left:4084;top:7783;width:8;height:2" coordorigin="4084,7783" coordsize="8,2">
              <v:shape style="position:absolute;left:4084;top:7783;width:8;height:2" coordorigin="4084,7783" coordsize="8,0" path="m4084,7783l4091,7783e" filled="false" stroked="true" strokeweight=".48pt" strokecolor="#000000">
                <v:path arrowok="t"/>
              </v:shape>
            </v:group>
            <v:group style="position:absolute;left:4084;top:7807;width:8;height:2" coordorigin="4084,7807" coordsize="8,2">
              <v:shape style="position:absolute;left:4084;top:7807;width:8;height:2" coordorigin="4084,7807" coordsize="8,0" path="m4084,7807l4091,7807e" filled="false" stroked="true" strokeweight=".48pt" strokecolor="#000000">
                <v:path arrowok="t"/>
              </v:shape>
            </v:group>
            <v:group style="position:absolute;left:4084;top:7831;width:8;height:2" coordorigin="4084,7831" coordsize="8,2">
              <v:shape style="position:absolute;left:4084;top:7831;width:8;height:2" coordorigin="4084,7831" coordsize="8,0" path="m4084,7831l4091,7831e" filled="false" stroked="true" strokeweight=".48pt" strokecolor="#000000">
                <v:path arrowok="t"/>
              </v:shape>
            </v:group>
            <v:group style="position:absolute;left:4084;top:7855;width:8;height:2" coordorigin="4084,7855" coordsize="8,2">
              <v:shape style="position:absolute;left:4084;top:7855;width:8;height:2" coordorigin="4084,7855" coordsize="8,0" path="m4084,7855l4091,7855e" filled="false" stroked="true" strokeweight=".48pt" strokecolor="#000000">
                <v:path arrowok="t"/>
              </v:shape>
            </v:group>
            <v:group style="position:absolute;left:4084;top:7879;width:8;height:2" coordorigin="4084,7879" coordsize="8,2">
              <v:shape style="position:absolute;left:4084;top:7879;width:8;height:2" coordorigin="4084,7879" coordsize="8,0" path="m4084,7879l4091,7879e" filled="false" stroked="true" strokeweight=".48pt" strokecolor="#000000">
                <v:path arrowok="t"/>
              </v:shape>
            </v:group>
            <v:group style="position:absolute;left:4084;top:7903;width:8;height:2" coordorigin="4084,7903" coordsize="8,2">
              <v:shape style="position:absolute;left:4084;top:7903;width:8;height:2" coordorigin="4084,7903" coordsize="8,0" path="m4084,7903l4091,7903e" filled="false" stroked="true" strokeweight=".48pt" strokecolor="#000000">
                <v:path arrowok="t"/>
              </v:shape>
            </v:group>
            <v:group style="position:absolute;left:4084;top:7927;width:8;height:2" coordorigin="4084,7927" coordsize="8,2">
              <v:shape style="position:absolute;left:4084;top:7927;width:8;height:2" coordorigin="4084,7927" coordsize="8,0" path="m4084,7927l4091,7927e" filled="false" stroked="true" strokeweight=".479pt" strokecolor="#000000">
                <v:path arrowok="t"/>
              </v:shape>
            </v:group>
            <v:group style="position:absolute;left:4084;top:7951;width:8;height:2" coordorigin="4084,7951" coordsize="8,2">
              <v:shape style="position:absolute;left:4084;top:7951;width:8;height:2" coordorigin="4084,7951" coordsize="8,0" path="m4084,7951l4091,7951e" filled="false" stroked="true" strokeweight=".48pt" strokecolor="#000000">
                <v:path arrowok="t"/>
              </v:shape>
            </v:group>
            <v:group style="position:absolute;left:4084;top:7975;width:8;height:2" coordorigin="4084,7975" coordsize="8,2">
              <v:shape style="position:absolute;left:4084;top:7975;width:8;height:2" coordorigin="4084,7975" coordsize="8,0" path="m4084,7975l4091,7975e" filled="false" stroked="true" strokeweight=".48pt" strokecolor="#000000">
                <v:path arrowok="t"/>
              </v:shape>
            </v:group>
            <v:group style="position:absolute;left:4084;top:7999;width:8;height:2" coordorigin="4084,7999" coordsize="8,2">
              <v:shape style="position:absolute;left:4084;top:7999;width:8;height:2" coordorigin="4084,7999" coordsize="8,0" path="m4084,7999l4091,7999e" filled="false" stroked="true" strokeweight=".48pt" strokecolor="#000000">
                <v:path arrowok="t"/>
              </v:shape>
            </v:group>
            <v:group style="position:absolute;left:4084;top:8023;width:8;height:2" coordorigin="4084,8023" coordsize="8,2">
              <v:shape style="position:absolute;left:4084;top:8023;width:8;height:2" coordorigin="4084,8023" coordsize="8,0" path="m4084,8023l4091,8023e" filled="false" stroked="true" strokeweight=".48pt" strokecolor="#000000">
                <v:path arrowok="t"/>
              </v:shape>
            </v:group>
            <v:group style="position:absolute;left:4084;top:8047;width:8;height:2" coordorigin="4084,8047" coordsize="8,2">
              <v:shape style="position:absolute;left:4084;top:8047;width:8;height:2" coordorigin="4084,8047" coordsize="8,0" path="m4084,8047l4091,8047e" filled="false" stroked="true" strokeweight=".48pt" strokecolor="#000000">
                <v:path arrowok="t"/>
              </v:shape>
            </v:group>
            <v:group style="position:absolute;left:4084;top:8071;width:8;height:2" coordorigin="4084,8071" coordsize="8,2">
              <v:shape style="position:absolute;left:4084;top:8071;width:8;height:2" coordorigin="4084,8071" coordsize="8,0" path="m4084,8071l4091,8071e" filled="false" stroked="true" strokeweight=".48pt" strokecolor="#000000">
                <v:path arrowok="t"/>
              </v:shape>
            </v:group>
            <v:group style="position:absolute;left:4084;top:8095;width:8;height:2" coordorigin="4084,8095" coordsize="8,2">
              <v:shape style="position:absolute;left:4084;top:8095;width:8;height:2" coordorigin="4084,8095" coordsize="8,0" path="m4084,8095l4091,8095e" filled="false" stroked="true" strokeweight=".48pt" strokecolor="#000000">
                <v:path arrowok="t"/>
              </v:shape>
            </v:group>
            <v:group style="position:absolute;left:4084;top:8119;width:8;height:2" coordorigin="4084,8119" coordsize="8,2">
              <v:shape style="position:absolute;left:4084;top:8119;width:8;height:2" coordorigin="4084,8119" coordsize="8,0" path="m4084,8119l4091,8119e" filled="false" stroked="true" strokeweight=".48pt" strokecolor="#000000">
                <v:path arrowok="t"/>
              </v:shape>
            </v:group>
            <v:group style="position:absolute;left:4084;top:8143;width:8;height:2" coordorigin="4084,8143" coordsize="8,2">
              <v:shape style="position:absolute;left:4084;top:8143;width:8;height:2" coordorigin="4084,8143" coordsize="8,0" path="m4084,8143l4091,8143e" filled="false" stroked="true" strokeweight=".48pt" strokecolor="#000000">
                <v:path arrowok="t"/>
              </v:shape>
            </v:group>
            <v:group style="position:absolute;left:4084;top:8167;width:8;height:2" coordorigin="4084,8167" coordsize="8,2">
              <v:shape style="position:absolute;left:4084;top:8167;width:8;height:2" coordorigin="4084,8167" coordsize="8,0" path="m4084,8167l4091,8167e" filled="false" stroked="true" strokeweight=".48pt" strokecolor="#000000">
                <v:path arrowok="t"/>
              </v:shape>
            </v:group>
            <v:group style="position:absolute;left:4084;top:8191;width:8;height:2" coordorigin="4084,8191" coordsize="8,2">
              <v:shape style="position:absolute;left:4084;top:8191;width:8;height:2" coordorigin="4084,8191" coordsize="8,0" path="m4084,8191l4091,8191e" filled="false" stroked="true" strokeweight=".48pt" strokecolor="#000000">
                <v:path arrowok="t"/>
              </v:shape>
            </v:group>
            <v:group style="position:absolute;left:4084;top:8215;width:8;height:2" coordorigin="4084,8215" coordsize="8,2">
              <v:shape style="position:absolute;left:4084;top:8215;width:8;height:2" coordorigin="4084,8215" coordsize="8,0" path="m4084,8215l4091,8215e" filled="false" stroked="true" strokeweight=".48pt" strokecolor="#000000">
                <v:path arrowok="t"/>
              </v:shape>
            </v:group>
            <v:group style="position:absolute;left:4084;top:8239;width:8;height:2" coordorigin="4084,8239" coordsize="8,2">
              <v:shape style="position:absolute;left:4084;top:8239;width:8;height:2" coordorigin="4084,8239" coordsize="8,0" path="m4084,8239l4091,8239e" filled="false" stroked="true" strokeweight=".48pt" strokecolor="#000000">
                <v:path arrowok="t"/>
              </v:shape>
            </v:group>
            <v:group style="position:absolute;left:4084;top:8263;width:8;height:2" coordorigin="4084,8263" coordsize="8,2">
              <v:shape style="position:absolute;left:4084;top:8263;width:8;height:2" coordorigin="4084,8263" coordsize="8,0" path="m4084,8263l4091,8263e" filled="false" stroked="true" strokeweight=".48pt" strokecolor="#000000">
                <v:path arrowok="t"/>
              </v:shape>
            </v:group>
            <v:group style="position:absolute;left:4084;top:8287;width:8;height:2" coordorigin="4084,8287" coordsize="8,2">
              <v:shape style="position:absolute;left:4084;top:8287;width:8;height:2" coordorigin="4084,8287" coordsize="8,0" path="m4084,8287l4091,8287e" filled="false" stroked="true" strokeweight=".479pt" strokecolor="#000000">
                <v:path arrowok="t"/>
              </v:shape>
            </v:group>
            <v:group style="position:absolute;left:4084;top:8311;width:8;height:2" coordorigin="4084,8311" coordsize="8,2">
              <v:shape style="position:absolute;left:4084;top:8311;width:8;height:2" coordorigin="4084,8311" coordsize="8,0" path="m4084,8311l4091,8311e" filled="false" stroked="true" strokeweight=".48pt" strokecolor="#000000">
                <v:path arrowok="t"/>
              </v:shape>
            </v:group>
            <v:group style="position:absolute;left:4084;top:8335;width:8;height:2" coordorigin="4084,8335" coordsize="8,2">
              <v:shape style="position:absolute;left:4084;top:8335;width:8;height:2" coordorigin="4084,8335" coordsize="8,0" path="m4084,8335l4091,8335e" filled="false" stroked="true" strokeweight=".48pt" strokecolor="#000000">
                <v:path arrowok="t"/>
              </v:shape>
            </v:group>
            <v:group style="position:absolute;left:4084;top:8359;width:8;height:2" coordorigin="4084,8359" coordsize="8,2">
              <v:shape style="position:absolute;left:4084;top:8359;width:8;height:2" coordorigin="4084,8359" coordsize="8,0" path="m4084,8359l4091,8359e" filled="false" stroked="true" strokeweight=".48pt" strokecolor="#000000">
                <v:path arrowok="t"/>
              </v:shape>
            </v:group>
            <v:group style="position:absolute;left:4084;top:8383;width:8;height:2" coordorigin="4084,8383" coordsize="8,2">
              <v:shape style="position:absolute;left:4084;top:8383;width:8;height:2" coordorigin="4084,8383" coordsize="8,0" path="m4084,8383l4091,8383e" filled="false" stroked="true" strokeweight=".48pt" strokecolor="#000000">
                <v:path arrowok="t"/>
              </v:shape>
            </v:group>
            <v:group style="position:absolute;left:4084;top:8407;width:8;height:2" coordorigin="4084,8407" coordsize="8,2">
              <v:shape style="position:absolute;left:4084;top:8407;width:8;height:2" coordorigin="4084,8407" coordsize="8,0" path="m4084,8407l4091,8407e" filled="false" stroked="true" strokeweight=".48pt" strokecolor="#000000">
                <v:path arrowok="t"/>
              </v:shape>
            </v:group>
            <v:group style="position:absolute;left:4084;top:8431;width:8;height:2" coordorigin="4084,8431" coordsize="8,2">
              <v:shape style="position:absolute;left:4084;top:8431;width:8;height:2" coordorigin="4084,8431" coordsize="8,0" path="m4084,8431l4091,8431e" filled="false" stroked="true" strokeweight=".48pt" strokecolor="#000000">
                <v:path arrowok="t"/>
              </v:shape>
            </v:group>
            <v:group style="position:absolute;left:4084;top:8455;width:8;height:2" coordorigin="4084,8455" coordsize="8,2">
              <v:shape style="position:absolute;left:4084;top:8455;width:8;height:2" coordorigin="4084,8455" coordsize="8,0" path="m4084,8455l4091,8455e" filled="false" stroked="true" strokeweight=".48pt" strokecolor="#000000">
                <v:path arrowok="t"/>
              </v:shape>
            </v:group>
            <v:group style="position:absolute;left:4084;top:8479;width:8;height:2" coordorigin="4084,8479" coordsize="8,2">
              <v:shape style="position:absolute;left:4084;top:8479;width:8;height:2" coordorigin="4084,8479" coordsize="8,0" path="m4084,8479l4091,8479e" filled="false" stroked="true" strokeweight=".48pt" strokecolor="#000000">
                <v:path arrowok="t"/>
              </v:shape>
            </v:group>
            <v:group style="position:absolute;left:4084;top:8503;width:8;height:2" coordorigin="4084,8503" coordsize="8,2">
              <v:shape style="position:absolute;left:4084;top:8503;width:8;height:2" coordorigin="4084,8503" coordsize="8,0" path="m4084,8503l4091,8503e" filled="false" stroked="true" strokeweight=".48pt" strokecolor="#000000">
                <v:path arrowok="t"/>
              </v:shape>
            </v:group>
            <v:group style="position:absolute;left:4084;top:8527;width:8;height:2" coordorigin="4084,8527" coordsize="8,2">
              <v:shape style="position:absolute;left:4084;top:8527;width:8;height:2" coordorigin="4084,8527" coordsize="8,0" path="m4084,8527l4091,8527e" filled="false" stroked="true" strokeweight=".48pt" strokecolor="#000000">
                <v:path arrowok="t"/>
              </v:shape>
            </v:group>
            <v:group style="position:absolute;left:4084;top:8551;width:8;height:2" coordorigin="4084,8551" coordsize="8,2">
              <v:shape style="position:absolute;left:4084;top:8551;width:8;height:2" coordorigin="4084,8551" coordsize="8,0" path="m4084,8551l4091,8551e" filled="false" stroked="true" strokeweight=".48pt" strokecolor="#000000">
                <v:path arrowok="t"/>
              </v:shape>
            </v:group>
            <v:group style="position:absolute;left:4084;top:8575;width:8;height:2" coordorigin="4084,8575" coordsize="8,2">
              <v:shape style="position:absolute;left:4084;top:8575;width:8;height:2" coordorigin="4084,8575" coordsize="8,0" path="m4084,8575l4091,8575e" filled="false" stroked="true" strokeweight=".48pt" strokecolor="#000000">
                <v:path arrowok="t"/>
              </v:shape>
            </v:group>
            <v:group style="position:absolute;left:4084;top:8599;width:8;height:2" coordorigin="4084,8599" coordsize="8,2">
              <v:shape style="position:absolute;left:4084;top:8599;width:8;height:2" coordorigin="4084,8599" coordsize="8,0" path="m4084,8599l4091,8599e" filled="false" stroked="true" strokeweight=".48pt" strokecolor="#000000">
                <v:path arrowok="t"/>
              </v:shape>
            </v:group>
            <v:group style="position:absolute;left:4084;top:8623;width:8;height:2" coordorigin="4084,8623" coordsize="8,2">
              <v:shape style="position:absolute;left:4084;top:8623;width:8;height:2" coordorigin="4084,8623" coordsize="8,0" path="m4084,8623l4091,8623e" filled="false" stroked="true" strokeweight=".48pt" strokecolor="#000000">
                <v:path arrowok="t"/>
              </v:shape>
            </v:group>
            <v:group style="position:absolute;left:4084;top:8647;width:8;height:2" coordorigin="4084,8647" coordsize="8,2">
              <v:shape style="position:absolute;left:4084;top:8647;width:8;height:2" coordorigin="4084,8647" coordsize="8,0" path="m4084,8647l4091,8647e" filled="false" stroked="true" strokeweight=".48pt" strokecolor="#000000">
                <v:path arrowok="t"/>
              </v:shape>
            </v:group>
            <v:group style="position:absolute;left:4084;top:8671;width:8;height:2" coordorigin="4084,8671" coordsize="8,2">
              <v:shape style="position:absolute;left:4084;top:8671;width:8;height:2" coordorigin="4084,8671" coordsize="8,0" path="m4084,8671l4091,8671e" filled="false" stroked="true" strokeweight=".48pt" strokecolor="#000000">
                <v:path arrowok="t"/>
              </v:shape>
            </v:group>
            <v:group style="position:absolute;left:4084;top:8695;width:8;height:2" coordorigin="4084,8695" coordsize="8,2">
              <v:shape style="position:absolute;left:4084;top:8695;width:8;height:2" coordorigin="4084,8695" coordsize="8,0" path="m4084,8695l4091,8695e" filled="false" stroked="true" strokeweight=".48pt" strokecolor="#000000">
                <v:path arrowok="t"/>
              </v:shape>
            </v:group>
            <v:group style="position:absolute;left:4084;top:8719;width:8;height:2" coordorigin="4084,8719" coordsize="8,2">
              <v:shape style="position:absolute;left:4084;top:8719;width:8;height:2" coordorigin="4084,8719" coordsize="8,0" path="m4084,8719l4091,8719e" filled="false" stroked="true" strokeweight=".48pt" strokecolor="#000000">
                <v:path arrowok="t"/>
              </v:shape>
            </v:group>
            <v:group style="position:absolute;left:4084;top:8743;width:8;height:2" coordorigin="4084,8743" coordsize="8,2">
              <v:shape style="position:absolute;left:4084;top:8743;width:8;height:2" coordorigin="4084,8743" coordsize="8,0" path="m4084,8743l4091,8743e" filled="false" stroked="true" strokeweight=".48pt" strokecolor="#000000">
                <v:path arrowok="t"/>
              </v:shape>
            </v:group>
            <v:group style="position:absolute;left:4084;top:8767;width:8;height:2" coordorigin="4084,8767" coordsize="8,2">
              <v:shape style="position:absolute;left:4084;top:8767;width:8;height:2" coordorigin="4084,8767" coordsize="8,0" path="m4084,8767l4091,8767e" filled="false" stroked="true" strokeweight=".48pt" strokecolor="#000000">
                <v:path arrowok="t"/>
              </v:shape>
            </v:group>
            <v:group style="position:absolute;left:4084;top:8791;width:8;height:2" coordorigin="4084,8791" coordsize="8,2">
              <v:shape style="position:absolute;left:4084;top:8791;width:8;height:2" coordorigin="4084,8791" coordsize="8,0" path="m4084,8791l4091,8791e" filled="false" stroked="true" strokeweight=".48pt" strokecolor="#000000">
                <v:path arrowok="t"/>
              </v:shape>
            </v:group>
            <v:group style="position:absolute;left:4084;top:8815;width:8;height:2" coordorigin="4084,8815" coordsize="8,2">
              <v:shape style="position:absolute;left:4084;top:8815;width:8;height:2" coordorigin="4084,8815" coordsize="8,0" path="m4084,8815l4091,8815e" filled="false" stroked="true" strokeweight=".48pt" strokecolor="#000000">
                <v:path arrowok="t"/>
              </v:shape>
            </v:group>
            <v:group style="position:absolute;left:4084;top:8839;width:8;height:2" coordorigin="4084,8839" coordsize="8,2">
              <v:shape style="position:absolute;left:4084;top:8839;width:8;height:2" coordorigin="4084,8839" coordsize="8,0" path="m4084,8839l4091,8839e" filled="false" stroked="true" strokeweight=".48pt" strokecolor="#000000">
                <v:path arrowok="t"/>
              </v:shape>
            </v:group>
            <v:group style="position:absolute;left:4084;top:8863;width:8;height:2" coordorigin="4084,8863" coordsize="8,2">
              <v:shape style="position:absolute;left:4084;top:8863;width:8;height:2" coordorigin="4084,8863" coordsize="8,0" path="m4084,8863l4091,8863e" filled="false" stroked="true" strokeweight=".48pt" strokecolor="#000000">
                <v:path arrowok="t"/>
              </v:shape>
            </v:group>
            <v:group style="position:absolute;left:4084;top:8887;width:8;height:2" coordorigin="4084,8887" coordsize="8,2">
              <v:shape style="position:absolute;left:4084;top:8887;width:8;height:2" coordorigin="4084,8887" coordsize="8,0" path="m4084,8887l4091,8887e" filled="false" stroked="true" strokeweight=".48pt" strokecolor="#000000">
                <v:path arrowok="t"/>
              </v:shape>
            </v:group>
            <v:group style="position:absolute;left:4084;top:8911;width:8;height:2" coordorigin="4084,8911" coordsize="8,2">
              <v:shape style="position:absolute;left:4084;top:8911;width:8;height:2" coordorigin="4084,8911" coordsize="8,0" path="m4084,8911l4091,8911e" filled="false" stroked="true" strokeweight=".48pt" strokecolor="#000000">
                <v:path arrowok="t"/>
              </v:shape>
            </v:group>
            <v:group style="position:absolute;left:4084;top:8935;width:8;height:2" coordorigin="4084,8935" coordsize="8,2">
              <v:shape style="position:absolute;left:4084;top:8935;width:8;height:2" coordorigin="4084,8935" coordsize="8,0" path="m4084,8935l4091,8935e" filled="false" stroked="true" strokeweight=".48pt" strokecolor="#000000">
                <v:path arrowok="t"/>
              </v:shape>
            </v:group>
            <v:group style="position:absolute;left:4084;top:8959;width:8;height:2" coordorigin="4084,8959" coordsize="8,2">
              <v:shape style="position:absolute;left:4084;top:8959;width:8;height:2" coordorigin="4084,8959" coordsize="8,0" path="m4084,8959l4091,8959e" filled="false" stroked="true" strokeweight=".48pt" strokecolor="#000000">
                <v:path arrowok="t"/>
              </v:shape>
            </v:group>
            <v:group style="position:absolute;left:4084;top:8983;width:8;height:2" coordorigin="4084,8983" coordsize="8,2">
              <v:shape style="position:absolute;left:4084;top:8983;width:8;height:2" coordorigin="4084,8983" coordsize="8,0" path="m4084,8983l4091,8983e" filled="false" stroked="true" strokeweight=".48pt" strokecolor="#000000">
                <v:path arrowok="t"/>
              </v:shape>
            </v:group>
            <v:group style="position:absolute;left:4084;top:9007;width:8;height:2" coordorigin="4084,9007" coordsize="8,2">
              <v:shape style="position:absolute;left:4084;top:9007;width:8;height:2" coordorigin="4084,9007" coordsize="8,0" path="m4084,9007l4091,9007e" filled="false" stroked="true" strokeweight=".48pt" strokecolor="#000000">
                <v:path arrowok="t"/>
              </v:shape>
            </v:group>
            <v:group style="position:absolute;left:4084;top:9031;width:8;height:2" coordorigin="4084,9031" coordsize="8,2">
              <v:shape style="position:absolute;left:4084;top:9031;width:8;height:2" coordorigin="4084,9031" coordsize="8,0" path="m4084,9031l4091,9031e" filled="false" stroked="true" strokeweight=".479pt" strokecolor="#000000">
                <v:path arrowok="t"/>
              </v:shape>
            </v:group>
            <v:group style="position:absolute;left:4084;top:9055;width:8;height:2" coordorigin="4084,9055" coordsize="8,2">
              <v:shape style="position:absolute;left:4084;top:9055;width:8;height:2" coordorigin="4084,9055" coordsize="8,0" path="m4084,9055l4091,9055e" filled="false" stroked="true" strokeweight=".48pt" strokecolor="#000000">
                <v:path arrowok="t"/>
              </v:shape>
            </v:group>
            <v:group style="position:absolute;left:4084;top:9079;width:8;height:2" coordorigin="4084,9079" coordsize="8,2">
              <v:shape style="position:absolute;left:4084;top:9079;width:8;height:2" coordorigin="4084,9079" coordsize="8,0" path="m4084,9079l4091,9079e" filled="false" stroked="true" strokeweight=".48pt" strokecolor="#000000">
                <v:path arrowok="t"/>
              </v:shape>
            </v:group>
            <v:group style="position:absolute;left:4084;top:9103;width:8;height:2" coordorigin="4084,9103" coordsize="8,2">
              <v:shape style="position:absolute;left:4084;top:9103;width:8;height:2" coordorigin="4084,9103" coordsize="8,0" path="m4084,9103l4091,9103e" filled="false" stroked="true" strokeweight=".48pt" strokecolor="#000000">
                <v:path arrowok="t"/>
              </v:shape>
            </v:group>
            <v:group style="position:absolute;left:4084;top:9127;width:8;height:2" coordorigin="4084,9127" coordsize="8,2">
              <v:shape style="position:absolute;left:4084;top:9127;width:8;height:2" coordorigin="4084,9127" coordsize="8,0" path="m4084,9127l4091,9127e" filled="false" stroked="true" strokeweight=".48pt" strokecolor="#000000">
                <v:path arrowok="t"/>
              </v:shape>
            </v:group>
            <v:group style="position:absolute;left:4084;top:9151;width:8;height:2" coordorigin="4084,9151" coordsize="8,2">
              <v:shape style="position:absolute;left:4084;top:9151;width:8;height:2" coordorigin="4084,9151" coordsize="8,0" path="m4084,9151l4091,9151e" filled="false" stroked="true" strokeweight=".48pt" strokecolor="#000000">
                <v:path arrowok="t"/>
              </v:shape>
            </v:group>
            <v:group style="position:absolute;left:4084;top:9175;width:8;height:2" coordorigin="4084,9175" coordsize="8,2">
              <v:shape style="position:absolute;left:4084;top:9175;width:8;height:2" coordorigin="4084,9175" coordsize="8,0" path="m4084,9175l4091,9175e" filled="false" stroked="true" strokeweight=".48pt" strokecolor="#000000">
                <v:path arrowok="t"/>
              </v:shape>
            </v:group>
            <v:group style="position:absolute;left:4084;top:9199;width:8;height:2" coordorigin="4084,9199" coordsize="8,2">
              <v:shape style="position:absolute;left:4084;top:9199;width:8;height:2" coordorigin="4084,9199" coordsize="8,0" path="m4084,9199l4091,9199e" filled="false" stroked="true" strokeweight=".48pt" strokecolor="#000000">
                <v:path arrowok="t"/>
              </v:shape>
            </v:group>
            <v:group style="position:absolute;left:4084;top:9223;width:8;height:2" coordorigin="4084,9223" coordsize="8,2">
              <v:shape style="position:absolute;left:4084;top:9223;width:8;height:2" coordorigin="4084,9223" coordsize="8,0" path="m4084,9223l4091,9223e" filled="false" stroked="true" strokeweight=".48pt" strokecolor="#000000">
                <v:path arrowok="t"/>
              </v:shape>
            </v:group>
            <v:group style="position:absolute;left:4084;top:9247;width:8;height:2" coordorigin="4084,9247" coordsize="8,2">
              <v:shape style="position:absolute;left:4084;top:9247;width:8;height:2" coordorigin="4084,9247" coordsize="8,0" path="m4084,9247l4091,9247e" filled="false" stroked="true" strokeweight=".48pt" strokecolor="#000000">
                <v:path arrowok="t"/>
              </v:shape>
            </v:group>
            <v:group style="position:absolute;left:4084;top:9271;width:8;height:2" coordorigin="4084,9271" coordsize="8,2">
              <v:shape style="position:absolute;left:4084;top:9271;width:8;height:2" coordorigin="4084,9271" coordsize="8,0" path="m4084,9271l4091,9271e" filled="false" stroked="true" strokeweight=".48pt" strokecolor="#000000">
                <v:path arrowok="t"/>
              </v:shape>
            </v:group>
            <v:group style="position:absolute;left:4084;top:9295;width:8;height:2" coordorigin="4084,9295" coordsize="8,2">
              <v:shape style="position:absolute;left:4084;top:9295;width:8;height:2" coordorigin="4084,9295" coordsize="8,0" path="m4084,9295l4091,9295e" filled="false" stroked="true" strokeweight=".48pt" strokecolor="#000000">
                <v:path arrowok="t"/>
              </v:shape>
            </v:group>
            <v:group style="position:absolute;left:4084;top:9319;width:8;height:2" coordorigin="4084,9319" coordsize="8,2">
              <v:shape style="position:absolute;left:4084;top:9319;width:8;height:2" coordorigin="4084,9319" coordsize="8,0" path="m4084,9319l4091,9319e" filled="false" stroked="true" strokeweight=".48pt" strokecolor="#000000">
                <v:path arrowok="t"/>
              </v:shape>
            </v:group>
            <v:group style="position:absolute;left:4084;top:9343;width:8;height:2" coordorigin="4084,9343" coordsize="8,2">
              <v:shape style="position:absolute;left:4084;top:9343;width:8;height:2" coordorigin="4084,9343" coordsize="8,0" path="m4084,9343l4091,9343e" filled="false" stroked="true" strokeweight=".48pt" strokecolor="#000000">
                <v:path arrowok="t"/>
              </v:shape>
            </v:group>
            <v:group style="position:absolute;left:4084;top:9367;width:8;height:2" coordorigin="4084,9367" coordsize="8,2">
              <v:shape style="position:absolute;left:4084;top:9367;width:8;height:2" coordorigin="4084,9367" coordsize="8,0" path="m4084,9367l4091,9367e" filled="false" stroked="true" strokeweight=".48pt" strokecolor="#000000">
                <v:path arrowok="t"/>
              </v:shape>
            </v:group>
            <v:group style="position:absolute;left:4084;top:9391;width:8;height:2" coordorigin="4084,9391" coordsize="8,2">
              <v:shape style="position:absolute;left:4084;top:9391;width:8;height:2" coordorigin="4084,9391" coordsize="8,0" path="m4084,9391l4091,9391e" filled="false" stroked="true" strokeweight=".48pt" strokecolor="#000000">
                <v:path arrowok="t"/>
              </v:shape>
            </v:group>
            <v:group style="position:absolute;left:4084;top:9415;width:8;height:2" coordorigin="4084,9415" coordsize="8,2">
              <v:shape style="position:absolute;left:4084;top:9415;width:8;height:2" coordorigin="4084,9415" coordsize="8,0" path="m4084,9415l4091,9415e" filled="false" stroked="true" strokeweight=".48pt" strokecolor="#000000">
                <v:path arrowok="t"/>
              </v:shape>
            </v:group>
            <v:group style="position:absolute;left:4084;top:9439;width:8;height:2" coordorigin="4084,9439" coordsize="8,2">
              <v:shape style="position:absolute;left:4084;top:9439;width:8;height:2" coordorigin="4084,9439" coordsize="8,0" path="m4084,9439l4091,9439e" filled="false" stroked="true" strokeweight=".48pt" strokecolor="#000000">
                <v:path arrowok="t"/>
              </v:shape>
            </v:group>
            <v:group style="position:absolute;left:4084;top:9463;width:8;height:2" coordorigin="4084,9463" coordsize="8,2">
              <v:shape style="position:absolute;left:4084;top:9463;width:8;height:2" coordorigin="4084,9463" coordsize="8,0" path="m4084,9463l4091,9463e" filled="false" stroked="true" strokeweight=".48pt" strokecolor="#000000">
                <v:path arrowok="t"/>
              </v:shape>
            </v:group>
            <v:group style="position:absolute;left:4084;top:9487;width:8;height:2" coordorigin="4084,9487" coordsize="8,2">
              <v:shape style="position:absolute;left:4084;top:9487;width:8;height:2" coordorigin="4084,9487" coordsize="8,0" path="m4084,9487l4091,9487e" filled="false" stroked="true" strokeweight=".48pt" strokecolor="#000000">
                <v:path arrowok="t"/>
              </v:shape>
            </v:group>
            <v:group style="position:absolute;left:4084;top:9511;width:8;height:2" coordorigin="4084,9511" coordsize="8,2">
              <v:shape style="position:absolute;left:4084;top:9511;width:8;height:2" coordorigin="4084,9511" coordsize="8,0" path="m4084,9511l4091,9511e" filled="false" stroked="true" strokeweight=".48pt" strokecolor="#000000">
                <v:path arrowok="t"/>
              </v:shape>
            </v:group>
            <v:group style="position:absolute;left:4084;top:9535;width:8;height:2" coordorigin="4084,9535" coordsize="8,2">
              <v:shape style="position:absolute;left:4084;top:9535;width:8;height:2" coordorigin="4084,9535" coordsize="8,0" path="m4084,9535l4091,9535e" filled="false" stroked="true" strokeweight=".48pt" strokecolor="#000000">
                <v:path arrowok="t"/>
              </v:shape>
            </v:group>
            <v:group style="position:absolute;left:4084;top:9559;width:8;height:2" coordorigin="4084,9559" coordsize="8,2">
              <v:shape style="position:absolute;left:4084;top:9559;width:8;height:2" coordorigin="4084,9559" coordsize="8,0" path="m4084,9559l4091,9559e" filled="false" stroked="true" strokeweight=".48pt" strokecolor="#000000">
                <v:path arrowok="t"/>
              </v:shape>
            </v:group>
            <v:group style="position:absolute;left:4084;top:9583;width:8;height:2" coordorigin="4084,9583" coordsize="8,2">
              <v:shape style="position:absolute;left:4084;top:9583;width:8;height:2" coordorigin="4084,9583" coordsize="8,0" path="m4084,9583l4091,9583e" filled="false" stroked="true" strokeweight=".48pt" strokecolor="#000000">
                <v:path arrowok="t"/>
              </v:shape>
            </v:group>
            <v:group style="position:absolute;left:4084;top:9607;width:8;height:2" coordorigin="4084,9607" coordsize="8,2">
              <v:shape style="position:absolute;left:4084;top:9607;width:8;height:2" coordorigin="4084,9607" coordsize="8,0" path="m4084,9607l4091,9607e" filled="false" stroked="true" strokeweight=".48pt" strokecolor="#000000">
                <v:path arrowok="t"/>
              </v:shape>
            </v:group>
            <v:group style="position:absolute;left:4084;top:9631;width:8;height:2" coordorigin="4084,9631" coordsize="8,2">
              <v:shape style="position:absolute;left:4084;top:9631;width:8;height:2" coordorigin="4084,9631" coordsize="8,0" path="m4084,9631l4091,9631e" filled="false" stroked="true" strokeweight=".48pt" strokecolor="#000000">
                <v:path arrowok="t"/>
              </v:shape>
            </v:group>
            <v:group style="position:absolute;left:4084;top:9655;width:8;height:2" coordorigin="4084,9655" coordsize="8,2">
              <v:shape style="position:absolute;left:4084;top:9655;width:8;height:2" coordorigin="4084,9655" coordsize="8,0" path="m4084,9655l4091,9655e" filled="false" stroked="true" strokeweight=".48pt" strokecolor="#000000">
                <v:path arrowok="t"/>
              </v:shape>
            </v:group>
            <v:group style="position:absolute;left:4084;top:9679;width:8;height:2" coordorigin="4084,9679" coordsize="8,2">
              <v:shape style="position:absolute;left:4084;top:9679;width:8;height:2" coordorigin="4084,9679" coordsize="8,0" path="m4084,9679l4091,9679e" filled="false" stroked="true" strokeweight=".48pt" strokecolor="#000000">
                <v:path arrowok="t"/>
              </v:shape>
            </v:group>
            <v:group style="position:absolute;left:4084;top:9703;width:8;height:2" coordorigin="4084,9703" coordsize="8,2">
              <v:shape style="position:absolute;left:4084;top:9703;width:8;height:2" coordorigin="4084,9703" coordsize="8,0" path="m4084,9703l4091,9703e" filled="false" stroked="true" strokeweight=".48pt" strokecolor="#000000">
                <v:path arrowok="t"/>
              </v:shape>
            </v:group>
            <v:group style="position:absolute;left:4084;top:9727;width:8;height:2" coordorigin="4084,9727" coordsize="8,2">
              <v:shape style="position:absolute;left:4084;top:9727;width:8;height:2" coordorigin="4084,9727" coordsize="8,0" path="m4084,9727l4091,9727e" filled="false" stroked="true" strokeweight=".48pt" strokecolor="#000000">
                <v:path arrowok="t"/>
              </v:shape>
            </v:group>
            <v:group style="position:absolute;left:4084;top:9751;width:8;height:2" coordorigin="4084,9751" coordsize="8,2">
              <v:shape style="position:absolute;left:4084;top:9751;width:8;height:2" coordorigin="4084,9751" coordsize="8,0" path="m4084,9751l4091,9751e" filled="false" stroked="true" strokeweight=".48pt" strokecolor="#000000">
                <v:path arrowok="t"/>
              </v:shape>
            </v:group>
            <v:group style="position:absolute;left:4084;top:9775;width:8;height:2" coordorigin="4084,9775" coordsize="8,2">
              <v:shape style="position:absolute;left:4084;top:9775;width:8;height:2" coordorigin="4084,9775" coordsize="8,0" path="m4084,9775l4091,9775e" filled="false" stroked="true" strokeweight=".48pt" strokecolor="#000000">
                <v:path arrowok="t"/>
              </v:shape>
            </v:group>
            <v:group style="position:absolute;left:4084;top:9799;width:8;height:2" coordorigin="4084,9799" coordsize="8,2">
              <v:shape style="position:absolute;left:4084;top:9799;width:8;height:2" coordorigin="4084,9799" coordsize="8,0" path="m4084,9799l4091,9799e" filled="false" stroked="true" strokeweight=".48pt" strokecolor="#000000">
                <v:path arrowok="t"/>
              </v:shape>
            </v:group>
            <v:group style="position:absolute;left:4084;top:9823;width:8;height:2" coordorigin="4084,9823" coordsize="8,2">
              <v:shape style="position:absolute;left:4084;top:9823;width:8;height:2" coordorigin="4084,9823" coordsize="8,0" path="m4084,9823l4091,9823e" filled="false" stroked="true" strokeweight=".48pt" strokecolor="#000000">
                <v:path arrowok="t"/>
              </v:shape>
            </v:group>
            <v:group style="position:absolute;left:4084;top:9847;width:8;height:2" coordorigin="4084,9847" coordsize="8,2">
              <v:shape style="position:absolute;left:4084;top:9847;width:8;height:2" coordorigin="4084,9847" coordsize="8,0" path="m4084,9847l4091,9847e" filled="false" stroked="true" strokeweight=".48pt" strokecolor="#000000">
                <v:path arrowok="t"/>
              </v:shape>
            </v:group>
            <v:group style="position:absolute;left:4084;top:9871;width:8;height:2" coordorigin="4084,9871" coordsize="8,2">
              <v:shape style="position:absolute;left:4084;top:9871;width:8;height:2" coordorigin="4084,9871" coordsize="8,0" path="m4084,9871l4091,9871e" filled="false" stroked="true" strokeweight=".48pt" strokecolor="#000000">
                <v:path arrowok="t"/>
              </v:shape>
            </v:group>
            <v:group style="position:absolute;left:4084;top:9895;width:8;height:2" coordorigin="4084,9895" coordsize="8,2">
              <v:shape style="position:absolute;left:4084;top:9895;width:8;height:2" coordorigin="4084,9895" coordsize="8,0" path="m4084,9895l4091,9895e" filled="false" stroked="true" strokeweight=".48pt" strokecolor="#000000">
                <v:path arrowok="t"/>
              </v:shape>
            </v:group>
            <v:group style="position:absolute;left:4084;top:9919;width:8;height:2" coordorigin="4084,9919" coordsize="8,2">
              <v:shape style="position:absolute;left:4084;top:9919;width:8;height:2" coordorigin="4084,9919" coordsize="8,0" path="m4084,9919l4091,9919e" filled="false" stroked="true" strokeweight=".48pt" strokecolor="#000000">
                <v:path arrowok="t"/>
              </v:shape>
            </v:group>
            <v:group style="position:absolute;left:4084;top:9943;width:8;height:2" coordorigin="4084,9943" coordsize="8,2">
              <v:shape style="position:absolute;left:4084;top:9943;width:8;height:2" coordorigin="4084,9943" coordsize="8,0" path="m4084,9943l4091,9943e" filled="false" stroked="true" strokeweight=".48pt" strokecolor="#000000">
                <v:path arrowok="t"/>
              </v:shape>
            </v:group>
            <v:group style="position:absolute;left:4084;top:9967;width:8;height:2" coordorigin="4084,9967" coordsize="8,2">
              <v:shape style="position:absolute;left:4084;top:9967;width:8;height:2" coordorigin="4084,9967" coordsize="8,0" path="m4084,9967l4091,9967e" filled="false" stroked="true" strokeweight=".48pt" strokecolor="#000000">
                <v:path arrowok="t"/>
              </v:shape>
            </v:group>
            <v:group style="position:absolute;left:4084;top:9991;width:8;height:2" coordorigin="4084,9991" coordsize="8,2">
              <v:shape style="position:absolute;left:4084;top:9991;width:8;height:2" coordorigin="4084,9991" coordsize="8,0" path="m4084,9991l4091,9991e" filled="false" stroked="true" strokeweight=".48pt" strokecolor="#000000">
                <v:path arrowok="t"/>
              </v:shape>
            </v:group>
            <v:group style="position:absolute;left:4084;top:10015;width:8;height:2" coordorigin="4084,10015" coordsize="8,2">
              <v:shape style="position:absolute;left:4084;top:10015;width:8;height:2" coordorigin="4084,10015" coordsize="8,0" path="m4084,10015l4091,10015e" filled="false" stroked="true" strokeweight=".48pt" strokecolor="#000000">
                <v:path arrowok="t"/>
              </v:shape>
            </v:group>
            <v:group style="position:absolute;left:4084;top:10039;width:8;height:2" coordorigin="4084,10039" coordsize="8,2">
              <v:shape style="position:absolute;left:4084;top:10039;width:8;height:2" coordorigin="4084,10039" coordsize="8,0" path="m4084,10039l4091,10039e" filled="false" stroked="true" strokeweight=".48pt" strokecolor="#000000">
                <v:path arrowok="t"/>
              </v:shape>
            </v:group>
            <v:group style="position:absolute;left:4084;top:10063;width:8;height:2" coordorigin="4084,10063" coordsize="8,2">
              <v:shape style="position:absolute;left:4084;top:10063;width:8;height:2" coordorigin="4084,10063" coordsize="8,0" path="m4084,10063l4091,10063e" filled="false" stroked="true" strokeweight=".48pt" strokecolor="#000000">
                <v:path arrowok="t"/>
              </v:shape>
            </v:group>
            <v:group style="position:absolute;left:4084;top:10087;width:8;height:2" coordorigin="4084,10087" coordsize="8,2">
              <v:shape style="position:absolute;left:4084;top:10087;width:8;height:2" coordorigin="4084,10087" coordsize="8,0" path="m4084,10087l4091,10087e" filled="false" stroked="true" strokeweight=".48pt" strokecolor="#000000">
                <v:path arrowok="t"/>
              </v:shape>
            </v:group>
            <v:group style="position:absolute;left:4084;top:10111;width:8;height:2" coordorigin="4084,10111" coordsize="8,2">
              <v:shape style="position:absolute;left:4084;top:10111;width:8;height:2" coordorigin="4084,10111" coordsize="8,0" path="m4084,10111l4091,10111e" filled="false" stroked="true" strokeweight=".48pt" strokecolor="#000000">
                <v:path arrowok="t"/>
              </v:shape>
            </v:group>
            <v:group style="position:absolute;left:4084;top:10135;width:8;height:2" coordorigin="4084,10135" coordsize="8,2">
              <v:shape style="position:absolute;left:4084;top:10135;width:8;height:2" coordorigin="4084,10135" coordsize="8,0" path="m4084,10135l4091,10135e" filled="false" stroked="true" strokeweight=".48pt" strokecolor="#000000">
                <v:path arrowok="t"/>
              </v:shape>
            </v:group>
            <v:group style="position:absolute;left:4084;top:10159;width:8;height:2" coordorigin="4084,10159" coordsize="8,2">
              <v:shape style="position:absolute;left:4084;top:10159;width:8;height:2" coordorigin="4084,10159" coordsize="8,0" path="m4084,10159l4091,10159e" filled="false" stroked="true" strokeweight=".48pt" strokecolor="#000000">
                <v:path arrowok="t"/>
              </v:shape>
            </v:group>
            <v:group style="position:absolute;left:4084;top:10183;width:8;height:2" coordorigin="4084,10183" coordsize="8,2">
              <v:shape style="position:absolute;left:4084;top:10183;width:8;height:2" coordorigin="4084,10183" coordsize="8,0" path="m4084,10183l4091,10183e" filled="false" stroked="true" strokeweight=".48pt" strokecolor="#000000">
                <v:path arrowok="t"/>
              </v:shape>
            </v:group>
            <v:group style="position:absolute;left:4084;top:10207;width:8;height:2" coordorigin="4084,10207" coordsize="8,2">
              <v:shape style="position:absolute;left:4084;top:10207;width:8;height:2" coordorigin="4084,10207" coordsize="8,0" path="m4084,10207l4091,10207e" filled="false" stroked="true" strokeweight=".48pt" strokecolor="#000000">
                <v:path arrowok="t"/>
              </v:shape>
            </v:group>
            <v:group style="position:absolute;left:4084;top:10231;width:8;height:2" coordorigin="4084,10231" coordsize="8,2">
              <v:shape style="position:absolute;left:4084;top:10231;width:8;height:2" coordorigin="4084,10231" coordsize="8,0" path="m4084,10231l4091,10231e" filled="false" stroked="true" strokeweight=".48pt" strokecolor="#000000">
                <v:path arrowok="t"/>
              </v:shape>
            </v:group>
            <v:group style="position:absolute;left:4084;top:10255;width:8;height:2" coordorigin="4084,10255" coordsize="8,2">
              <v:shape style="position:absolute;left:4084;top:10255;width:8;height:2" coordorigin="4084,10255" coordsize="8,0" path="m4084,10255l4091,10255e" filled="false" stroked="true" strokeweight=".48pt" strokecolor="#000000">
                <v:path arrowok="t"/>
              </v:shape>
            </v:group>
            <v:group style="position:absolute;left:4084;top:10279;width:8;height:2" coordorigin="4084,10279" coordsize="8,2">
              <v:shape style="position:absolute;left:4084;top:10279;width:8;height:2" coordorigin="4084,10279" coordsize="8,0" path="m4084,10279l4091,10279e" filled="false" stroked="true" strokeweight=".48pt" strokecolor="#000000">
                <v:path arrowok="t"/>
              </v:shape>
            </v:group>
            <v:group style="position:absolute;left:4084;top:10303;width:8;height:2" coordorigin="4084,10303" coordsize="8,2">
              <v:shape style="position:absolute;left:4084;top:10303;width:8;height:2" coordorigin="4084,10303" coordsize="8,0" path="m4084,10303l4091,10303e" filled="false" stroked="true" strokeweight=".48pt" strokecolor="#000000">
                <v:path arrowok="t"/>
              </v:shape>
            </v:group>
            <v:group style="position:absolute;left:4084;top:10327;width:8;height:2" coordorigin="4084,10327" coordsize="8,2">
              <v:shape style="position:absolute;left:4084;top:10327;width:8;height:2" coordorigin="4084,10327" coordsize="8,0" path="m4084,10327l4091,10327e" filled="false" stroked="true" strokeweight=".48pt" strokecolor="#000000">
                <v:path arrowok="t"/>
              </v:shape>
            </v:group>
            <v:group style="position:absolute;left:4084;top:10351;width:8;height:2" coordorigin="4084,10351" coordsize="8,2">
              <v:shape style="position:absolute;left:4084;top:10351;width:8;height:2" coordorigin="4084,10351" coordsize="8,0" path="m4084,10351l4091,10351e" filled="false" stroked="true" strokeweight=".48pt" strokecolor="#000000">
                <v:path arrowok="t"/>
              </v:shape>
            </v:group>
            <v:group style="position:absolute;left:4084;top:10375;width:8;height:2" coordorigin="4084,10375" coordsize="8,2">
              <v:shape style="position:absolute;left:4084;top:10375;width:8;height:2" coordorigin="4084,10375" coordsize="8,0" path="m4084,10375l4091,10375e" filled="false" stroked="true" strokeweight=".48pt" strokecolor="#000000">
                <v:path arrowok="t"/>
              </v:shape>
            </v:group>
            <v:group style="position:absolute;left:4084;top:10399;width:8;height:2" coordorigin="4084,10399" coordsize="8,2">
              <v:shape style="position:absolute;left:4084;top:10399;width:8;height:2" coordorigin="4084,10399" coordsize="8,0" path="m4084,10399l4091,10399e" filled="false" stroked="true" strokeweight=".48pt" strokecolor="#000000">
                <v:path arrowok="t"/>
              </v:shape>
            </v:group>
            <v:group style="position:absolute;left:4084;top:10423;width:8;height:2" coordorigin="4084,10423" coordsize="8,2">
              <v:shape style="position:absolute;left:4084;top:10423;width:8;height:2" coordorigin="4084,10423" coordsize="8,0" path="m4084,10423l4091,10423e" filled="false" stroked="true" strokeweight=".48pt" strokecolor="#000000">
                <v:path arrowok="t"/>
              </v:shape>
            </v:group>
            <v:group style="position:absolute;left:4084;top:10447;width:8;height:2" coordorigin="4084,10447" coordsize="8,2">
              <v:shape style="position:absolute;left:4084;top:10447;width:8;height:2" coordorigin="4084,10447" coordsize="8,0" path="m4084,10447l4091,10447e" filled="false" stroked="true" strokeweight=".48pt" strokecolor="#000000">
                <v:path arrowok="t"/>
              </v:shape>
            </v:group>
            <v:group style="position:absolute;left:4084;top:10471;width:8;height:2" coordorigin="4084,10471" coordsize="8,2">
              <v:shape style="position:absolute;left:4084;top:10471;width:8;height:2" coordorigin="4084,10471" coordsize="8,0" path="m4084,10471l4091,10471e" filled="false" stroked="true" strokeweight=".48pt" strokecolor="#000000">
                <v:path arrowok="t"/>
              </v:shape>
            </v:group>
            <v:group style="position:absolute;left:4084;top:10495;width:8;height:2" coordorigin="4084,10495" coordsize="8,2">
              <v:shape style="position:absolute;left:4084;top:10495;width:8;height:2" coordorigin="4084,10495" coordsize="8,0" path="m4084,10495l4091,10495e" filled="false" stroked="true" strokeweight=".479pt" strokecolor="#000000">
                <v:path arrowok="t"/>
              </v:shape>
            </v:group>
            <v:group style="position:absolute;left:4084;top:10519;width:8;height:2" coordorigin="4084,10519" coordsize="8,2">
              <v:shape style="position:absolute;left:4084;top:10519;width:8;height:2" coordorigin="4084,10519" coordsize="8,0" path="m4084,10519l4091,10519e" filled="false" stroked="true" strokeweight=".48pt" strokecolor="#000000">
                <v:path arrowok="t"/>
              </v:shape>
            </v:group>
            <v:group style="position:absolute;left:4084;top:10543;width:8;height:2" coordorigin="4084,10543" coordsize="8,2">
              <v:shape style="position:absolute;left:4084;top:10543;width:8;height:2" coordorigin="4084,10543" coordsize="8,0" path="m4084,10543l4091,10543e" filled="false" stroked="true" strokeweight=".48pt" strokecolor="#000000">
                <v:path arrowok="t"/>
              </v:shape>
            </v:group>
            <v:group style="position:absolute;left:4084;top:10567;width:8;height:2" coordorigin="4084,10567" coordsize="8,2">
              <v:shape style="position:absolute;left:4084;top:10567;width:8;height:2" coordorigin="4084,10567" coordsize="8,0" path="m4084,10567l4091,10567e" filled="false" stroked="true" strokeweight=".48pt" strokecolor="#000000">
                <v:path arrowok="t"/>
              </v:shape>
            </v:group>
            <v:group style="position:absolute;left:4084;top:10591;width:8;height:2" coordorigin="4084,10591" coordsize="8,2">
              <v:shape style="position:absolute;left:4084;top:10591;width:8;height:2" coordorigin="4084,10591" coordsize="8,0" path="m4084,10591l4091,10591e" filled="false" stroked="true" strokeweight=".48pt" strokecolor="#000000">
                <v:path arrowok="t"/>
              </v:shape>
            </v:group>
            <v:group style="position:absolute;left:4084;top:10615;width:8;height:2" coordorigin="4084,10615" coordsize="8,2">
              <v:shape style="position:absolute;left:4084;top:10615;width:8;height:2" coordorigin="4084,10615" coordsize="8,0" path="m4084,10615l4091,10615e" filled="false" stroked="true" strokeweight=".48pt" strokecolor="#000000">
                <v:path arrowok="t"/>
              </v:shape>
            </v:group>
            <v:group style="position:absolute;left:4084;top:10639;width:8;height:2" coordorigin="4084,10639" coordsize="8,2">
              <v:shape style="position:absolute;left:4084;top:10639;width:8;height:2" coordorigin="4084,10639" coordsize="8,0" path="m4084,10639l4091,10639e" filled="false" stroked="true" strokeweight=".48pt" strokecolor="#000000">
                <v:path arrowok="t"/>
              </v:shape>
            </v:group>
            <v:group style="position:absolute;left:4084;top:10663;width:8;height:2" coordorigin="4084,10663" coordsize="8,2">
              <v:shape style="position:absolute;left:4084;top:10663;width:8;height:2" coordorigin="4084,10663" coordsize="8,0" path="m4084,10663l4091,10663e" filled="false" stroked="true" strokeweight=".48pt" strokecolor="#000000">
                <v:path arrowok="t"/>
              </v:shape>
            </v:group>
            <v:group style="position:absolute;left:4084;top:10687;width:8;height:2" coordorigin="4084,10687" coordsize="8,2">
              <v:shape style="position:absolute;left:4084;top:10687;width:8;height:2" coordorigin="4084,10687" coordsize="8,0" path="m4084,10687l4091,10687e" filled="false" stroked="true" strokeweight=".48pt" strokecolor="#000000">
                <v:path arrowok="t"/>
              </v:shape>
            </v:group>
            <v:group style="position:absolute;left:4084;top:10711;width:8;height:2" coordorigin="4084,10711" coordsize="8,2">
              <v:shape style="position:absolute;left:4084;top:10711;width:8;height:2" coordorigin="4084,10711" coordsize="8,0" path="m4084,10711l4091,10711e" filled="false" stroked="true" strokeweight=".48pt" strokecolor="#000000">
                <v:path arrowok="t"/>
              </v:shape>
            </v:group>
            <v:group style="position:absolute;left:4084;top:10735;width:8;height:2" coordorigin="4084,10735" coordsize="8,2">
              <v:shape style="position:absolute;left:4084;top:10735;width:8;height:2" coordorigin="4084,10735" coordsize="8,0" path="m4084,10735l4091,10735e" filled="false" stroked="true" strokeweight=".48pt" strokecolor="#000000">
                <v:path arrowok="t"/>
              </v:shape>
            </v:group>
            <v:group style="position:absolute;left:4084;top:10759;width:8;height:2" coordorigin="4084,10759" coordsize="8,2">
              <v:shape style="position:absolute;left:4084;top:10759;width:8;height:2" coordorigin="4084,10759" coordsize="8,0" path="m4084,10759l4091,10759e" filled="false" stroked="true" strokeweight=".48pt" strokecolor="#000000">
                <v:path arrowok="t"/>
              </v:shape>
            </v:group>
            <v:group style="position:absolute;left:4084;top:10783;width:8;height:2" coordorigin="4084,10783" coordsize="8,2">
              <v:shape style="position:absolute;left:4084;top:10783;width:8;height:2" coordorigin="4084,10783" coordsize="8,0" path="m4084,10783l4091,10783e" filled="false" stroked="true" strokeweight=".48pt" strokecolor="#000000">
                <v:path arrowok="t"/>
              </v:shape>
            </v:group>
            <v:group style="position:absolute;left:4084;top:10807;width:8;height:2" coordorigin="4084,10807" coordsize="8,2">
              <v:shape style="position:absolute;left:4084;top:10807;width:8;height:2" coordorigin="4084,10807" coordsize="8,0" path="m4084,10807l4091,10807e" filled="false" stroked="true" strokeweight=".48pt" strokecolor="#000000">
                <v:path arrowok="t"/>
              </v:shape>
            </v:group>
            <v:group style="position:absolute;left:4084;top:10831;width:8;height:2" coordorigin="4084,10831" coordsize="8,2">
              <v:shape style="position:absolute;left:4084;top:10831;width:8;height:2" coordorigin="4084,10831" coordsize="8,0" path="m4084,10831l4091,10831e" filled="false" stroked="true" strokeweight=".48pt" strokecolor="#000000">
                <v:path arrowok="t"/>
              </v:shape>
            </v:group>
            <v:group style="position:absolute;left:4084;top:10855;width:8;height:2" coordorigin="4084,10855" coordsize="8,2">
              <v:shape style="position:absolute;left:4084;top:10855;width:8;height:2" coordorigin="4084,10855" coordsize="8,0" path="m4084,10855l4091,10855e" filled="false" stroked="true" strokeweight=".48pt" strokecolor="#000000">
                <v:path arrowok="t"/>
              </v:shape>
            </v:group>
            <v:group style="position:absolute;left:4084;top:10879;width:8;height:2" coordorigin="4084,10879" coordsize="8,2">
              <v:shape style="position:absolute;left:4084;top:10879;width:8;height:2" coordorigin="4084,10879" coordsize="8,0" path="m4084,10879l4091,10879e" filled="false" stroked="true" strokeweight=".48pt" strokecolor="#000000">
                <v:path arrowok="t"/>
              </v:shape>
            </v:group>
            <v:group style="position:absolute;left:4084;top:10903;width:8;height:2" coordorigin="4084,10903" coordsize="8,2">
              <v:shape style="position:absolute;left:4084;top:10903;width:8;height:2" coordorigin="4084,10903" coordsize="8,0" path="m4084,10903l4091,10903e" filled="false" stroked="true" strokeweight=".48pt" strokecolor="#000000">
                <v:path arrowok="t"/>
              </v:shape>
            </v:group>
            <v:group style="position:absolute;left:4084;top:10927;width:8;height:2" coordorigin="4084,10927" coordsize="8,2">
              <v:shape style="position:absolute;left:4084;top:10927;width:8;height:2" coordorigin="4084,10927" coordsize="8,0" path="m4084,10927l4091,10927e" filled="false" stroked="true" strokeweight=".48pt" strokecolor="#000000">
                <v:path arrowok="t"/>
              </v:shape>
            </v:group>
            <v:group style="position:absolute;left:4084;top:10951;width:8;height:2" coordorigin="4084,10951" coordsize="8,2">
              <v:shape style="position:absolute;left:4084;top:10951;width:8;height:2" coordorigin="4084,10951" coordsize="8,0" path="m4084,10951l4091,10951e" filled="false" stroked="true" strokeweight=".48pt" strokecolor="#000000">
                <v:path arrowok="t"/>
              </v:shape>
            </v:group>
            <v:group style="position:absolute;left:4084;top:10975;width:8;height:2" coordorigin="4084,10975" coordsize="8,2">
              <v:shape style="position:absolute;left:4084;top:10975;width:8;height:2" coordorigin="4084,10975" coordsize="8,0" path="m4084,10975l4091,10975e" filled="false" stroked="true" strokeweight=".48pt" strokecolor="#000000">
                <v:path arrowok="t"/>
              </v:shape>
            </v:group>
            <v:group style="position:absolute;left:4084;top:10999;width:8;height:2" coordorigin="4084,10999" coordsize="8,2">
              <v:shape style="position:absolute;left:4084;top:10999;width:8;height:2" coordorigin="4084,10999" coordsize="8,0" path="m4084,10999l4091,10999e" filled="false" stroked="true" strokeweight=".48pt" strokecolor="#000000">
                <v:path arrowok="t"/>
              </v:shape>
            </v:group>
            <v:group style="position:absolute;left:4084;top:11023;width:8;height:2" coordorigin="4084,11023" coordsize="8,2">
              <v:shape style="position:absolute;left:4084;top:11023;width:8;height:2" coordorigin="4084,11023" coordsize="8,0" path="m4084,11023l4091,11023e" filled="false" stroked="true" strokeweight=".48pt" strokecolor="#000000">
                <v:path arrowok="t"/>
              </v:shape>
            </v:group>
            <v:group style="position:absolute;left:4084;top:11047;width:8;height:2" coordorigin="4084,11047" coordsize="8,2">
              <v:shape style="position:absolute;left:4084;top:11047;width:8;height:2" coordorigin="4084,11047" coordsize="8,0" path="m4084,11047l4091,11047e" filled="false" stroked="true" strokeweight=".48pt" strokecolor="#000000">
                <v:path arrowok="t"/>
              </v:shape>
            </v:group>
            <v:group style="position:absolute;left:4084;top:11071;width:8;height:2" coordorigin="4084,11071" coordsize="8,2">
              <v:shape style="position:absolute;left:4084;top:11071;width:8;height:2" coordorigin="4084,11071" coordsize="8,0" path="m4084,11071l4091,11071e" filled="false" stroked="true" strokeweight=".48pt" strokecolor="#000000">
                <v:path arrowok="t"/>
              </v:shape>
            </v:group>
            <v:group style="position:absolute;left:4084;top:11095;width:8;height:2" coordorigin="4084,11095" coordsize="8,2">
              <v:shape style="position:absolute;left:4084;top:11095;width:8;height:2" coordorigin="4084,11095" coordsize="8,0" path="m4084,11095l4091,11095e" filled="false" stroked="true" strokeweight=".48pt" strokecolor="#000000">
                <v:path arrowok="t"/>
              </v:shape>
            </v:group>
            <v:group style="position:absolute;left:4084;top:11119;width:8;height:2" coordorigin="4084,11119" coordsize="8,2">
              <v:shape style="position:absolute;left:4084;top:11119;width:8;height:2" coordorigin="4084,11119" coordsize="8,0" path="m4084,11119l4091,11119e" filled="false" stroked="true" strokeweight=".48pt" strokecolor="#000000">
                <v:path arrowok="t"/>
              </v:shape>
            </v:group>
            <v:group style="position:absolute;left:4084;top:11143;width:8;height:2" coordorigin="4084,11143" coordsize="8,2">
              <v:shape style="position:absolute;left:4084;top:11143;width:8;height:2" coordorigin="4084,11143" coordsize="8,0" path="m4084,11143l4091,11143e" filled="false" stroked="true" strokeweight=".48pt" strokecolor="#000000">
                <v:path arrowok="t"/>
              </v:shape>
            </v:group>
            <v:group style="position:absolute;left:4084;top:11167;width:8;height:2" coordorigin="4084,11167" coordsize="8,2">
              <v:shape style="position:absolute;left:4084;top:11167;width:8;height:2" coordorigin="4084,11167" coordsize="8,0" path="m4084,11167l4091,11167e" filled="false" stroked="true" strokeweight=".48pt" strokecolor="#000000">
                <v:path arrowok="t"/>
              </v:shape>
            </v:group>
            <v:group style="position:absolute;left:4084;top:11191;width:8;height:2" coordorigin="4084,11191" coordsize="8,2">
              <v:shape style="position:absolute;left:4084;top:11191;width:8;height:2" coordorigin="4084,11191" coordsize="8,0" path="m4084,11191l4091,11191e" filled="false" stroked="true" strokeweight=".48pt" strokecolor="#000000">
                <v:path arrowok="t"/>
              </v:shape>
            </v:group>
            <v:group style="position:absolute;left:4084;top:11215;width:8;height:2" coordorigin="4084,11215" coordsize="8,2">
              <v:shape style="position:absolute;left:4084;top:11215;width:8;height:2" coordorigin="4084,11215" coordsize="8,0" path="m4084,11215l4091,11215e" filled="false" stroked="true" strokeweight=".48pt" strokecolor="#000000">
                <v:path arrowok="t"/>
              </v:shape>
            </v:group>
            <v:group style="position:absolute;left:4084;top:11239;width:8;height:2" coordorigin="4084,11239" coordsize="8,2">
              <v:shape style="position:absolute;left:4084;top:11239;width:8;height:2" coordorigin="4084,11239" coordsize="8,0" path="m4084,11239l4091,11239e" filled="false" stroked="true" strokeweight=".479pt" strokecolor="#000000">
                <v:path arrowok="t"/>
              </v:shape>
            </v:group>
            <v:group style="position:absolute;left:4084;top:11263;width:8;height:2" coordorigin="4084,11263" coordsize="8,2">
              <v:shape style="position:absolute;left:4084;top:11263;width:8;height:2" coordorigin="4084,11263" coordsize="8,0" path="m4084,11263l4091,11263e" filled="false" stroked="true" strokeweight=".48pt" strokecolor="#000000">
                <v:path arrowok="t"/>
              </v:shape>
            </v:group>
            <v:group style="position:absolute;left:4084;top:11287;width:8;height:2" coordorigin="4084,11287" coordsize="8,2">
              <v:shape style="position:absolute;left:4084;top:11287;width:8;height:2" coordorigin="4084,11287" coordsize="8,0" path="m4084,11287l4091,11287e" filled="false" stroked="true" strokeweight=".48pt" strokecolor="#000000">
                <v:path arrowok="t"/>
              </v:shape>
            </v:group>
            <v:group style="position:absolute;left:4084;top:11311;width:8;height:2" coordorigin="4084,11311" coordsize="8,2">
              <v:shape style="position:absolute;left:4084;top:11311;width:8;height:2" coordorigin="4084,11311" coordsize="8,0" path="m4084,11311l4091,11311e" filled="false" stroked="true" strokeweight=".48pt" strokecolor="#000000">
                <v:path arrowok="t"/>
              </v:shape>
            </v:group>
            <v:group style="position:absolute;left:4084;top:11335;width:8;height:2" coordorigin="4084,11335" coordsize="8,2">
              <v:shape style="position:absolute;left:4084;top:11335;width:8;height:2" coordorigin="4084,11335" coordsize="8,0" path="m4084,11335l4091,11335e" filled="false" stroked="true" strokeweight=".48pt" strokecolor="#000000">
                <v:path arrowok="t"/>
              </v:shape>
            </v:group>
            <v:group style="position:absolute;left:4084;top:11359;width:8;height:2" coordorigin="4084,11359" coordsize="8,2">
              <v:shape style="position:absolute;left:4084;top:11359;width:8;height:2" coordorigin="4084,11359" coordsize="8,0" path="m4084,11359l4091,11359e" filled="false" stroked="true" strokeweight=".48pt" strokecolor="#000000">
                <v:path arrowok="t"/>
              </v:shape>
            </v:group>
            <v:group style="position:absolute;left:4084;top:11383;width:8;height:2" coordorigin="4084,11383" coordsize="8,2">
              <v:shape style="position:absolute;left:4084;top:11383;width:8;height:2" coordorigin="4084,11383" coordsize="8,0" path="m4084,11383l4091,11383e" filled="false" stroked="true" strokeweight=".48pt" strokecolor="#000000">
                <v:path arrowok="t"/>
              </v:shape>
            </v:group>
            <v:group style="position:absolute;left:4084;top:11407;width:8;height:2" coordorigin="4084,11407" coordsize="8,2">
              <v:shape style="position:absolute;left:4084;top:11407;width:8;height:2" coordorigin="4084,11407" coordsize="8,0" path="m4084,11407l4091,11407e" filled="false" stroked="true" strokeweight=".48pt" strokecolor="#000000">
                <v:path arrowok="t"/>
              </v:shape>
            </v:group>
            <v:group style="position:absolute;left:4084;top:11431;width:8;height:2" coordorigin="4084,11431" coordsize="8,2">
              <v:shape style="position:absolute;left:4084;top:11431;width:8;height:2" coordorigin="4084,11431" coordsize="8,0" path="m4084,11431l4091,11431e" filled="false" stroked="true" strokeweight=".48pt" strokecolor="#000000">
                <v:path arrowok="t"/>
              </v:shape>
            </v:group>
            <v:group style="position:absolute;left:4084;top:11455;width:8;height:2" coordorigin="4084,11455" coordsize="8,2">
              <v:shape style="position:absolute;left:4084;top:11455;width:8;height:2" coordorigin="4084,11455" coordsize="8,0" path="m4084,11455l4091,11455e" filled="false" stroked="true" strokeweight=".48pt" strokecolor="#000000">
                <v:path arrowok="t"/>
              </v:shape>
            </v:group>
            <v:group style="position:absolute;left:4084;top:11479;width:8;height:2" coordorigin="4084,11479" coordsize="8,2">
              <v:shape style="position:absolute;left:4084;top:11479;width:8;height:2" coordorigin="4084,11479" coordsize="8,0" path="m4084,11479l4091,11479e" filled="false" stroked="true" strokeweight=".48pt" strokecolor="#000000">
                <v:path arrowok="t"/>
              </v:shape>
            </v:group>
            <v:group style="position:absolute;left:4084;top:11503;width:8;height:2" coordorigin="4084,11503" coordsize="8,2">
              <v:shape style="position:absolute;left:4084;top:11503;width:8;height:2" coordorigin="4084,11503" coordsize="8,0" path="m4084,11503l4091,11503e" filled="false" stroked="true" strokeweight=".48pt" strokecolor="#000000">
                <v:path arrowok="t"/>
              </v:shape>
            </v:group>
            <v:group style="position:absolute;left:4084;top:11527;width:8;height:2" coordorigin="4084,11527" coordsize="8,2">
              <v:shape style="position:absolute;left:4084;top:11527;width:8;height:2" coordorigin="4084,11527" coordsize="8,0" path="m4084,11527l4091,11527e" filled="false" stroked="true" strokeweight=".48pt" strokecolor="#000000">
                <v:path arrowok="t"/>
              </v:shape>
            </v:group>
            <v:group style="position:absolute;left:4084;top:11551;width:8;height:2" coordorigin="4084,11551" coordsize="8,2">
              <v:shape style="position:absolute;left:4084;top:11551;width:8;height:2" coordorigin="4084,11551" coordsize="8,0" path="m4084,11551l4091,11551e" filled="false" stroked="true" strokeweight=".48pt" strokecolor="#000000">
                <v:path arrowok="t"/>
              </v:shape>
            </v:group>
            <v:group style="position:absolute;left:4084;top:11575;width:8;height:2" coordorigin="4084,11575" coordsize="8,2">
              <v:shape style="position:absolute;left:4084;top:11575;width:8;height:2" coordorigin="4084,11575" coordsize="8,0" path="m4084,11575l4091,11575e" filled="false" stroked="true" strokeweight=".48pt" strokecolor="#000000">
                <v:path arrowok="t"/>
              </v:shape>
            </v:group>
            <v:group style="position:absolute;left:4084;top:11599;width:8;height:2" coordorigin="4084,11599" coordsize="8,2">
              <v:shape style="position:absolute;left:4084;top:11599;width:8;height:2" coordorigin="4084,11599" coordsize="8,0" path="m4084,11599l4091,11599e" filled="false" stroked="true" strokeweight=".48pt" strokecolor="#000000">
                <v:path arrowok="t"/>
              </v:shape>
            </v:group>
            <v:group style="position:absolute;left:4084;top:11623;width:8;height:2" coordorigin="4084,11623" coordsize="8,2">
              <v:shape style="position:absolute;left:4084;top:11623;width:8;height:2" coordorigin="4084,11623" coordsize="8,0" path="m4084,11623l4091,11623e" filled="false" stroked="true" strokeweight=".48pt" strokecolor="#000000">
                <v:path arrowok="t"/>
              </v:shape>
            </v:group>
            <v:group style="position:absolute;left:4084;top:11647;width:8;height:2" coordorigin="4084,11647" coordsize="8,2">
              <v:shape style="position:absolute;left:4084;top:11647;width:8;height:2" coordorigin="4084,11647" coordsize="8,0" path="m4084,11647l4091,11647e" filled="false" stroked="true" strokeweight=".48pt" strokecolor="#000000">
                <v:path arrowok="t"/>
              </v:shape>
            </v:group>
            <v:group style="position:absolute;left:4084;top:11671;width:8;height:2" coordorigin="4084,11671" coordsize="8,2">
              <v:shape style="position:absolute;left:4084;top:11671;width:8;height:2" coordorigin="4084,11671" coordsize="8,0" path="m4084,11671l4091,11671e" filled="false" stroked="true" strokeweight=".48pt" strokecolor="#000000">
                <v:path arrowok="t"/>
              </v:shape>
            </v:group>
            <v:group style="position:absolute;left:4084;top:11695;width:8;height:2" coordorigin="4084,11695" coordsize="8,2">
              <v:shape style="position:absolute;left:4084;top:11695;width:8;height:2" coordorigin="4084,11695" coordsize="8,0" path="m4084,11695l4091,11695e" filled="false" stroked="true" strokeweight=".48pt" strokecolor="#000000">
                <v:path arrowok="t"/>
              </v:shape>
            </v:group>
            <v:group style="position:absolute;left:4084;top:11719;width:8;height:2" coordorigin="4084,11719" coordsize="8,2">
              <v:shape style="position:absolute;left:4084;top:11719;width:8;height:2" coordorigin="4084,11719" coordsize="8,0" path="m4084,11719l4091,11719e" filled="false" stroked="true" strokeweight=".48pt" strokecolor="#000000">
                <v:path arrowok="t"/>
              </v:shape>
            </v:group>
            <v:group style="position:absolute;left:4084;top:11743;width:8;height:2" coordorigin="4084,11743" coordsize="8,2">
              <v:shape style="position:absolute;left:4084;top:11743;width:8;height:2" coordorigin="4084,11743" coordsize="8,0" path="m4084,11743l4091,11743e" filled="false" stroked="true" strokeweight=".48pt" strokecolor="#000000">
                <v:path arrowok="t"/>
              </v:shape>
            </v:group>
            <v:group style="position:absolute;left:4084;top:11767;width:8;height:2" coordorigin="4084,11767" coordsize="8,2">
              <v:shape style="position:absolute;left:4084;top:11767;width:8;height:2" coordorigin="4084,11767" coordsize="8,0" path="m4084,11767l4091,11767e" filled="false" stroked="true" strokeweight=".48pt" strokecolor="#000000">
                <v:path arrowok="t"/>
              </v:shape>
            </v:group>
            <v:group style="position:absolute;left:4084;top:11791;width:8;height:2" coordorigin="4084,11791" coordsize="8,2">
              <v:shape style="position:absolute;left:4084;top:11791;width:8;height:2" coordorigin="4084,11791" coordsize="8,0" path="m4084,11791l4091,11791e" filled="false" stroked="true" strokeweight=".48pt" strokecolor="#000000">
                <v:path arrowok="t"/>
              </v:shape>
            </v:group>
            <v:group style="position:absolute;left:4084;top:11815;width:8;height:2" coordorigin="4084,11815" coordsize="8,2">
              <v:shape style="position:absolute;left:4084;top:11815;width:8;height:2" coordorigin="4084,11815" coordsize="8,0" path="m4084,11815l4091,11815e" filled="false" stroked="true" strokeweight=".48pt" strokecolor="#000000">
                <v:path arrowok="t"/>
              </v:shape>
            </v:group>
            <v:group style="position:absolute;left:4084;top:11839;width:8;height:2" coordorigin="4084,11839" coordsize="8,2">
              <v:shape style="position:absolute;left:4084;top:11839;width:8;height:2" coordorigin="4084,11839" coordsize="8,0" path="m4084,11839l4091,11839e" filled="false" stroked="true" strokeweight=".48pt" strokecolor="#000000">
                <v:path arrowok="t"/>
              </v:shape>
            </v:group>
            <v:group style="position:absolute;left:4084;top:11863;width:8;height:2" coordorigin="4084,11863" coordsize="8,2">
              <v:shape style="position:absolute;left:4084;top:11863;width:8;height:2" coordorigin="4084,11863" coordsize="8,0" path="m4084,11863l4091,11863e" filled="false" stroked="true" strokeweight=".48pt" strokecolor="#000000">
                <v:path arrowok="t"/>
              </v:shape>
            </v:group>
            <v:group style="position:absolute;left:4084;top:11887;width:8;height:2" coordorigin="4084,11887" coordsize="8,2">
              <v:shape style="position:absolute;left:4084;top:11887;width:8;height:2" coordorigin="4084,11887" coordsize="8,0" path="m4084,11887l4091,11887e" filled="false" stroked="true" strokeweight=".48pt" strokecolor="#000000">
                <v:path arrowok="t"/>
              </v:shape>
            </v:group>
            <v:group style="position:absolute;left:4084;top:11911;width:8;height:2" coordorigin="4084,11911" coordsize="8,2">
              <v:shape style="position:absolute;left:4084;top:11911;width:8;height:2" coordorigin="4084,11911" coordsize="8,0" path="m4084,11911l4091,11911e" filled="false" stroked="true" strokeweight=".48pt" strokecolor="#000000">
                <v:path arrowok="t"/>
              </v:shape>
            </v:group>
            <v:group style="position:absolute;left:4084;top:11935;width:8;height:2" coordorigin="4084,11935" coordsize="8,2">
              <v:shape style="position:absolute;left:4084;top:11935;width:8;height:2" coordorigin="4084,11935" coordsize="8,0" path="m4084,11935l4091,11935e" filled="false" stroked="true" strokeweight=".48pt" strokecolor="#000000">
                <v:path arrowok="t"/>
              </v:shape>
            </v:group>
            <v:group style="position:absolute;left:4084;top:11959;width:8;height:2" coordorigin="4084,11959" coordsize="8,2">
              <v:shape style="position:absolute;left:4084;top:11959;width:8;height:2" coordorigin="4084,11959" coordsize="8,0" path="m4084,11959l4091,11959e" filled="false" stroked="true" strokeweight=".48pt" strokecolor="#000000">
                <v:path arrowok="t"/>
              </v:shape>
            </v:group>
            <v:group style="position:absolute;left:4084;top:11983;width:8;height:2" coordorigin="4084,11983" coordsize="8,2">
              <v:shape style="position:absolute;left:4084;top:11983;width:8;height:2" coordorigin="4084,11983" coordsize="8,0" path="m4084,11983l4091,11983e" filled="false" stroked="true" strokeweight=".479pt" strokecolor="#000000">
                <v:path arrowok="t"/>
              </v:shape>
            </v:group>
            <v:group style="position:absolute;left:4084;top:12007;width:8;height:2" coordorigin="4084,12007" coordsize="8,2">
              <v:shape style="position:absolute;left:4084;top:12007;width:8;height:2" coordorigin="4084,12007" coordsize="8,0" path="m4084,12007l4091,12007e" filled="false" stroked="true" strokeweight=".48pt" strokecolor="#000000">
                <v:path arrowok="t"/>
              </v:shape>
            </v:group>
            <v:group style="position:absolute;left:4084;top:12031;width:8;height:2" coordorigin="4084,12031" coordsize="8,2">
              <v:shape style="position:absolute;left:4084;top:12031;width:8;height:2" coordorigin="4084,12031" coordsize="8,0" path="m4084,12031l4091,12031e" filled="false" stroked="true" strokeweight=".48pt" strokecolor="#000000">
                <v:path arrowok="t"/>
              </v:shape>
            </v:group>
            <v:group style="position:absolute;left:4084;top:12055;width:8;height:2" coordorigin="4084,12055" coordsize="8,2">
              <v:shape style="position:absolute;left:4084;top:12055;width:8;height:2" coordorigin="4084,12055" coordsize="8,0" path="m4084,12055l4091,12055e" filled="false" stroked="true" strokeweight=".48pt" strokecolor="#000000">
                <v:path arrowok="t"/>
              </v:shape>
            </v:group>
            <v:group style="position:absolute;left:4084;top:12079;width:8;height:2" coordorigin="4084,12079" coordsize="8,2">
              <v:shape style="position:absolute;left:4084;top:12079;width:8;height:2" coordorigin="4084,12079" coordsize="8,0" path="m4084,12079l4091,12079e" filled="false" stroked="true" strokeweight=".48pt" strokecolor="#000000">
                <v:path arrowok="t"/>
              </v:shape>
            </v:group>
            <v:group style="position:absolute;left:4084;top:12103;width:8;height:2" coordorigin="4084,12103" coordsize="8,2">
              <v:shape style="position:absolute;left:4084;top:12103;width:8;height:2" coordorigin="4084,12103" coordsize="8,0" path="m4084,12103l4091,12103e" filled="false" stroked="true" strokeweight=".48pt" strokecolor="#000000">
                <v:path arrowok="t"/>
              </v:shape>
            </v:group>
            <v:group style="position:absolute;left:4084;top:12127;width:8;height:2" coordorigin="4084,12127" coordsize="8,2">
              <v:shape style="position:absolute;left:4084;top:12127;width:8;height:2" coordorigin="4084,12127" coordsize="8,0" path="m4084,12127l4091,12127e" filled="false" stroked="true" strokeweight=".48pt" strokecolor="#000000">
                <v:path arrowok="t"/>
              </v:shape>
            </v:group>
            <v:group style="position:absolute;left:4084;top:12151;width:8;height:2" coordorigin="4084,12151" coordsize="8,2">
              <v:shape style="position:absolute;left:4084;top:12151;width:8;height:2" coordorigin="4084,12151" coordsize="8,0" path="m4084,12151l4091,12151e" filled="false" stroked="true" strokeweight=".48pt" strokecolor="#000000">
                <v:path arrowok="t"/>
              </v:shape>
            </v:group>
            <v:group style="position:absolute;left:4084;top:12175;width:8;height:2" coordorigin="4084,12175" coordsize="8,2">
              <v:shape style="position:absolute;left:4084;top:12175;width:8;height:2" coordorigin="4084,12175" coordsize="8,0" path="m4084,12175l4091,12175e" filled="false" stroked="true" strokeweight=".48pt" strokecolor="#000000">
                <v:path arrowok="t"/>
              </v:shape>
            </v:group>
            <v:group style="position:absolute;left:4084;top:12199;width:8;height:2" coordorigin="4084,12199" coordsize="8,2">
              <v:shape style="position:absolute;left:4084;top:12199;width:8;height:2" coordorigin="4084,12199" coordsize="8,0" path="m4084,12199l4091,12199e" filled="false" stroked="true" strokeweight=".48pt" strokecolor="#000000">
                <v:path arrowok="t"/>
              </v:shape>
            </v:group>
            <v:group style="position:absolute;left:4084;top:12223;width:8;height:2" coordorigin="4084,12223" coordsize="8,2">
              <v:shape style="position:absolute;left:4084;top:12223;width:8;height:2" coordorigin="4084,12223" coordsize="8,0" path="m4084,12223l4091,12223e" filled="false" stroked="true" strokeweight=".48pt" strokecolor="#000000">
                <v:path arrowok="t"/>
              </v:shape>
            </v:group>
            <v:group style="position:absolute;left:4084;top:12247;width:8;height:2" coordorigin="4084,12247" coordsize="8,2">
              <v:shape style="position:absolute;left:4084;top:12247;width:8;height:2" coordorigin="4084,12247" coordsize="8,0" path="m4084,12247l4091,12247e" filled="false" stroked="true" strokeweight=".48pt" strokecolor="#000000">
                <v:path arrowok="t"/>
              </v:shape>
            </v:group>
            <v:group style="position:absolute;left:4084;top:12271;width:8;height:2" coordorigin="4084,12271" coordsize="8,2">
              <v:shape style="position:absolute;left:4084;top:12271;width:8;height:2" coordorigin="4084,12271" coordsize="8,0" path="m4084,12271l4091,12271e" filled="false" stroked="true" strokeweight=".48pt" strokecolor="#000000">
                <v:path arrowok="t"/>
              </v:shape>
            </v:group>
            <v:group style="position:absolute;left:4084;top:12295;width:8;height:2" coordorigin="4084,12295" coordsize="8,2">
              <v:shape style="position:absolute;left:4084;top:12295;width:8;height:2" coordorigin="4084,12295" coordsize="8,0" path="m4084,12295l4091,12295e" filled="false" stroked="true" strokeweight=".48pt" strokecolor="#000000">
                <v:path arrowok="t"/>
              </v:shape>
            </v:group>
            <v:group style="position:absolute;left:4084;top:12319;width:8;height:2" coordorigin="4084,12319" coordsize="8,2">
              <v:shape style="position:absolute;left:4084;top:12319;width:8;height:2" coordorigin="4084,12319" coordsize="8,0" path="m4084,12319l4091,12319e" filled="false" stroked="true" strokeweight=".48pt" strokecolor="#000000">
                <v:path arrowok="t"/>
              </v:shape>
            </v:group>
            <v:group style="position:absolute;left:4084;top:12343;width:8;height:2" coordorigin="4084,12343" coordsize="8,2">
              <v:shape style="position:absolute;left:4084;top:12343;width:8;height:2" coordorigin="4084,12343" coordsize="8,0" path="m4084,12343l4091,12343e" filled="false" stroked="true" strokeweight=".479pt" strokecolor="#000000">
                <v:path arrowok="t"/>
              </v:shape>
            </v:group>
            <v:group style="position:absolute;left:4084;top:12367;width:8;height:2" coordorigin="4084,12367" coordsize="8,2">
              <v:shape style="position:absolute;left:4084;top:12367;width:8;height:2" coordorigin="4084,12367" coordsize="8,0" path="m4084,12367l4091,12367e" filled="false" stroked="true" strokeweight=".48pt" strokecolor="#000000">
                <v:path arrowok="t"/>
              </v:shape>
            </v:group>
            <v:group style="position:absolute;left:4084;top:12391;width:8;height:2" coordorigin="4084,12391" coordsize="8,2">
              <v:shape style="position:absolute;left:4084;top:12391;width:8;height:2" coordorigin="4084,12391" coordsize="8,0" path="m4084,12391l4091,12391e" filled="false" stroked="true" strokeweight=".48pt" strokecolor="#000000">
                <v:path arrowok="t"/>
              </v:shape>
            </v:group>
            <v:group style="position:absolute;left:4084;top:12415;width:8;height:2" coordorigin="4084,12415" coordsize="8,2">
              <v:shape style="position:absolute;left:4084;top:12415;width:8;height:2" coordorigin="4084,12415" coordsize="8,0" path="m4084,12415l4091,12415e" filled="false" stroked="true" strokeweight=".48pt" strokecolor="#000000">
                <v:path arrowok="t"/>
              </v:shape>
            </v:group>
            <v:group style="position:absolute;left:4084;top:12439;width:8;height:2" coordorigin="4084,12439" coordsize="8,2">
              <v:shape style="position:absolute;left:4084;top:12439;width:8;height:2" coordorigin="4084,12439" coordsize="8,0" path="m4084,12439l4091,12439e" filled="false" stroked="true" strokeweight=".48pt" strokecolor="#000000">
                <v:path arrowok="t"/>
              </v:shape>
            </v:group>
            <v:group style="position:absolute;left:4084;top:12463;width:8;height:2" coordorigin="4084,12463" coordsize="8,2">
              <v:shape style="position:absolute;left:4084;top:12463;width:8;height:2" coordorigin="4084,12463" coordsize="8,0" path="m4084,12463l4091,12463e" filled="false" stroked="true" strokeweight=".48pt" strokecolor="#000000">
                <v:path arrowok="t"/>
              </v:shape>
            </v:group>
            <v:group style="position:absolute;left:4084;top:12487;width:8;height:2" coordorigin="4084,12487" coordsize="8,2">
              <v:shape style="position:absolute;left:4084;top:12487;width:8;height:2" coordorigin="4084,12487" coordsize="8,0" path="m4084,12487l4091,12487e" filled="false" stroked="true" strokeweight=".48pt" strokecolor="#000000">
                <v:path arrowok="t"/>
              </v:shape>
            </v:group>
            <v:group style="position:absolute;left:4084;top:12511;width:8;height:2" coordorigin="4084,12511" coordsize="8,2">
              <v:shape style="position:absolute;left:4084;top:12511;width:8;height:2" coordorigin="4084,12511" coordsize="8,0" path="m4084,12511l4091,12511e" filled="false" stroked="true" strokeweight=".48pt" strokecolor="#000000">
                <v:path arrowok="t"/>
              </v:shape>
            </v:group>
            <v:group style="position:absolute;left:4084;top:12535;width:8;height:2" coordorigin="4084,12535" coordsize="8,2">
              <v:shape style="position:absolute;left:4084;top:12535;width:8;height:2" coordorigin="4084,12535" coordsize="8,0" path="m4084,12535l4091,12535e" filled="false" stroked="true" strokeweight=".48pt" strokecolor="#000000">
                <v:path arrowok="t"/>
              </v:shape>
            </v:group>
            <v:group style="position:absolute;left:4084;top:12559;width:8;height:2" coordorigin="4084,12559" coordsize="8,2">
              <v:shape style="position:absolute;left:4084;top:12559;width:8;height:2" coordorigin="4084,12559" coordsize="8,0" path="m4084,12559l4091,12559e" filled="false" stroked="true" strokeweight=".48pt" strokecolor="#000000">
                <v:path arrowok="t"/>
              </v:shape>
            </v:group>
            <v:group style="position:absolute;left:4084;top:12583;width:8;height:2" coordorigin="4084,12583" coordsize="8,2">
              <v:shape style="position:absolute;left:4084;top:12583;width:8;height:2" coordorigin="4084,12583" coordsize="8,0" path="m4084,12583l4091,12583e" filled="false" stroked="true" strokeweight=".48pt" strokecolor="#000000">
                <v:path arrowok="t"/>
              </v:shape>
            </v:group>
            <v:group style="position:absolute;left:4084;top:12607;width:8;height:2" coordorigin="4084,12607" coordsize="8,2">
              <v:shape style="position:absolute;left:4084;top:12607;width:8;height:2" coordorigin="4084,12607" coordsize="8,0" path="m4084,12607l4091,12607e" filled="false" stroked="true" strokeweight=".48pt" strokecolor="#000000">
                <v:path arrowok="t"/>
              </v:shape>
            </v:group>
            <v:group style="position:absolute;left:4084;top:12631;width:8;height:2" coordorigin="4084,12631" coordsize="8,2">
              <v:shape style="position:absolute;left:4084;top:12631;width:8;height:2" coordorigin="4084,12631" coordsize="8,0" path="m4084,12631l4091,12631e" filled="false" stroked="true" strokeweight=".48pt" strokecolor="#000000">
                <v:path arrowok="t"/>
              </v:shape>
            </v:group>
            <v:group style="position:absolute;left:4084;top:12655;width:8;height:2" coordorigin="4084,12655" coordsize="8,2">
              <v:shape style="position:absolute;left:4084;top:12655;width:8;height:2" coordorigin="4084,12655" coordsize="8,0" path="m4084,12655l4091,12655e" filled="false" stroked="true" strokeweight=".48pt" strokecolor="#000000">
                <v:path arrowok="t"/>
              </v:shape>
            </v:group>
            <v:group style="position:absolute;left:4084;top:12679;width:8;height:2" coordorigin="4084,12679" coordsize="8,2">
              <v:shape style="position:absolute;left:4084;top:12679;width:8;height:2" coordorigin="4084,12679" coordsize="8,0" path="m4084,12679l4091,12679e" filled="false" stroked="true" strokeweight=".48pt" strokecolor="#000000">
                <v:path arrowok="t"/>
              </v:shape>
            </v:group>
            <v:group style="position:absolute;left:4084;top:12703;width:8;height:2" coordorigin="4084,12703" coordsize="8,2">
              <v:shape style="position:absolute;left:4084;top:12703;width:8;height:2" coordorigin="4084,12703" coordsize="8,0" path="m4084,12703l4091,12703e" filled="false" stroked="true" strokeweight=".479pt" strokecolor="#000000">
                <v:path arrowok="t"/>
              </v:shape>
            </v:group>
            <v:group style="position:absolute;left:4084;top:12726;width:8;height:2" coordorigin="4084,12726" coordsize="8,2">
              <v:shape style="position:absolute;left:4084;top:12726;width:8;height:2" coordorigin="4084,12726" coordsize="8,0" path="m4084,12726l4091,12726e" filled="false" stroked="true" strokeweight=".48pt" strokecolor="#000000">
                <v:path arrowok="t"/>
              </v:shape>
            </v:group>
            <v:group style="position:absolute;left:4084;top:12751;width:8;height:2" coordorigin="4084,12751" coordsize="8,2">
              <v:shape style="position:absolute;left:4084;top:12751;width:8;height:2" coordorigin="4084,12751" coordsize="8,0" path="m4084,12751l4091,12751e" filled="false" stroked="true" strokeweight=".48pt" strokecolor="#000000">
                <v:path arrowok="t"/>
              </v:shape>
            </v:group>
            <v:group style="position:absolute;left:4084;top:12774;width:8;height:2" coordorigin="4084,12774" coordsize="8,2">
              <v:shape style="position:absolute;left:4084;top:12774;width:8;height:2" coordorigin="4084,12774" coordsize="8,0" path="m4084,12774l4091,12774e" filled="false" stroked="true" strokeweight=".48pt" strokecolor="#000000">
                <v:path arrowok="t"/>
              </v:shape>
            </v:group>
            <v:group style="position:absolute;left:4084;top:12799;width:8;height:2" coordorigin="4084,12799" coordsize="8,2">
              <v:shape style="position:absolute;left:4084;top:12799;width:8;height:2" coordorigin="4084,12799" coordsize="8,0" path="m4084,12799l4091,12799e" filled="false" stroked="true" strokeweight=".48pt" strokecolor="#000000">
                <v:path arrowok="t"/>
              </v:shape>
            </v:group>
            <v:group style="position:absolute;left:4084;top:12822;width:8;height:2" coordorigin="4084,12822" coordsize="8,2">
              <v:shape style="position:absolute;left:4084;top:12822;width:8;height:2" coordorigin="4084,12822" coordsize="8,0" path="m4084,12822l4091,12822e" filled="false" stroked="true" strokeweight=".48pt" strokecolor="#000000">
                <v:path arrowok="t"/>
              </v:shape>
            </v:group>
            <v:group style="position:absolute;left:4084;top:12846;width:8;height:2" coordorigin="4084,12846" coordsize="8,2">
              <v:shape style="position:absolute;left:4084;top:12846;width:8;height:2" coordorigin="4084,12846" coordsize="8,0" path="m4084,12846l4091,12846e" filled="false" stroked="true" strokeweight=".48pt" strokecolor="#000000">
                <v:path arrowok="t"/>
              </v:shape>
            </v:group>
            <v:group style="position:absolute;left:4084;top:12871;width:8;height:2" coordorigin="4084,12871" coordsize="8,2">
              <v:shape style="position:absolute;left:4084;top:12871;width:8;height:2" coordorigin="4084,12871" coordsize="8,0" path="m4084,12871l4091,12871e" filled="false" stroked="true" strokeweight=".48pt" strokecolor="#000000">
                <v:path arrowok="t"/>
              </v:shape>
            </v:group>
            <v:group style="position:absolute;left:4084;top:12894;width:8;height:2" coordorigin="4084,12894" coordsize="8,2">
              <v:shape style="position:absolute;left:4084;top:12894;width:8;height:2" coordorigin="4084,12894" coordsize="8,0" path="m4084,12894l4091,12894e" filled="false" stroked="true" strokeweight=".48pt" strokecolor="#000000">
                <v:path arrowok="t"/>
              </v:shape>
            </v:group>
            <v:group style="position:absolute;left:4084;top:12919;width:8;height:2" coordorigin="4084,12919" coordsize="8,2">
              <v:shape style="position:absolute;left:4084;top:12919;width:8;height:2" coordorigin="4084,12919" coordsize="8,0" path="m4084,12919l4091,12919e" filled="false" stroked="true" strokeweight=".48pt" strokecolor="#000000">
                <v:path arrowok="t"/>
              </v:shape>
            </v:group>
            <v:group style="position:absolute;left:4084;top:12942;width:8;height:2" coordorigin="4084,12942" coordsize="8,2">
              <v:shape style="position:absolute;left:4084;top:12942;width:8;height:2" coordorigin="4084,12942" coordsize="8,0" path="m4084,12942l4091,12942e" filled="false" stroked="true" strokeweight=".48pt" strokecolor="#000000">
                <v:path arrowok="t"/>
              </v:shape>
            </v:group>
            <v:group style="position:absolute;left:4084;top:12966;width:8;height:2" coordorigin="4084,12966" coordsize="8,2">
              <v:shape style="position:absolute;left:4084;top:12966;width:8;height:2" coordorigin="4084,12966" coordsize="8,0" path="m4084,12966l4091,12966e" filled="false" stroked="true" strokeweight=".48pt" strokecolor="#000000">
                <v:path arrowok="t"/>
              </v:shape>
            </v:group>
            <v:group style="position:absolute;left:4084;top:12991;width:8;height:2" coordorigin="4084,12991" coordsize="8,2">
              <v:shape style="position:absolute;left:4084;top:12991;width:8;height:2" coordorigin="4084,12991" coordsize="8,0" path="m4084,12991l4091,12991e" filled="false" stroked="true" strokeweight=".48pt" strokecolor="#000000">
                <v:path arrowok="t"/>
              </v:shape>
            </v:group>
            <v:group style="position:absolute;left:4084;top:13014;width:8;height:2" coordorigin="4084,13014" coordsize="8,2">
              <v:shape style="position:absolute;left:4084;top:13014;width:8;height:2" coordorigin="4084,13014" coordsize="8,0" path="m4084,13014l4091,13014e" filled="false" stroked="true" strokeweight=".48pt" strokecolor="#000000">
                <v:path arrowok="t"/>
              </v:shape>
            </v:group>
            <v:group style="position:absolute;left:4084;top:13039;width:8;height:2" coordorigin="4084,13039" coordsize="8,2">
              <v:shape style="position:absolute;left:4084;top:13039;width:8;height:2" coordorigin="4084,13039" coordsize="8,0" path="m4084,13039l4091,13039e" filled="false" stroked="true" strokeweight=".48pt" strokecolor="#000000">
                <v:path arrowok="t"/>
              </v:shape>
            </v:group>
            <v:group style="position:absolute;left:4084;top:13062;width:8;height:2" coordorigin="4084,13062" coordsize="8,2">
              <v:shape style="position:absolute;left:4084;top:13062;width:8;height:2" coordorigin="4084,13062" coordsize="8,0" path="m4084,13062l4091,13062e" filled="false" stroked="true" strokeweight=".48pt" strokecolor="#000000">
                <v:path arrowok="t"/>
              </v:shape>
            </v:group>
            <v:group style="position:absolute;left:4084;top:13086;width:8;height:2" coordorigin="4084,13086" coordsize="8,2">
              <v:shape style="position:absolute;left:4084;top:13086;width:8;height:2" coordorigin="4084,13086" coordsize="8,0" path="m4084,13086l4091,13086e" filled="false" stroked="true" strokeweight=".48pt" strokecolor="#000000">
                <v:path arrowok="t"/>
              </v:shape>
            </v:group>
            <v:group style="position:absolute;left:4084;top:13110;width:8;height:2" coordorigin="4084,13110" coordsize="8,2">
              <v:shape style="position:absolute;left:4084;top:13110;width:8;height:2" coordorigin="4084,13110" coordsize="8,0" path="m4084,13110l4091,13110e" filled="false" stroked="true" strokeweight=".48pt" strokecolor="#000000">
                <v:path arrowok="t"/>
              </v:shape>
            </v:group>
            <v:group style="position:absolute;left:4084;top:13134;width:8;height:2" coordorigin="4084,13134" coordsize="8,2">
              <v:shape style="position:absolute;left:4084;top:13134;width:8;height:2" coordorigin="4084,13134" coordsize="8,0" path="m4084,13134l4091,13134e" filled="false" stroked="true" strokeweight=".48pt" strokecolor="#000000">
                <v:path arrowok="t"/>
              </v:shape>
            </v:group>
            <v:group style="position:absolute;left:4084;top:13158;width:8;height:2" coordorigin="4084,13158" coordsize="8,2">
              <v:shape style="position:absolute;left:4084;top:13158;width:8;height:2" coordorigin="4084,13158" coordsize="8,0" path="m4084,13158l4091,13158e" filled="false" stroked="true" strokeweight=".48pt" strokecolor="#000000">
                <v:path arrowok="t"/>
              </v:shape>
            </v:group>
            <v:group style="position:absolute;left:4084;top:13182;width:8;height:2" coordorigin="4084,13182" coordsize="8,2">
              <v:shape style="position:absolute;left:4084;top:13182;width:8;height:2" coordorigin="4084,13182" coordsize="8,0" path="m4084,13182l4091,13182e" filled="false" stroked="true" strokeweight=".48pt" strokecolor="#000000">
                <v:path arrowok="t"/>
              </v:shape>
            </v:group>
            <v:group style="position:absolute;left:4084;top:13206;width:8;height:2" coordorigin="4084,13206" coordsize="8,2">
              <v:shape style="position:absolute;left:4084;top:13206;width:8;height:2" coordorigin="4084,13206" coordsize="8,0" path="m4084,13206l4091,13206e" filled="false" stroked="true" strokeweight=".48pt" strokecolor="#000000">
                <v:path arrowok="t"/>
              </v:shape>
            </v:group>
            <v:group style="position:absolute;left:4084;top:13230;width:8;height:2" coordorigin="4084,13230" coordsize="8,2">
              <v:shape style="position:absolute;left:4084;top:13230;width:8;height:2" coordorigin="4084,13230" coordsize="8,0" path="m4084,13230l4091,13230e" filled="false" stroked="true" strokeweight=".48pt" strokecolor="#000000">
                <v:path arrowok="t"/>
              </v:shape>
            </v:group>
            <v:group style="position:absolute;left:4084;top:13254;width:8;height:2" coordorigin="4084,13254" coordsize="8,2">
              <v:shape style="position:absolute;left:4084;top:13254;width:8;height:2" coordorigin="4084,13254" coordsize="8,0" path="m4084,13254l4091,13254e" filled="false" stroked="true" strokeweight=".48pt" strokecolor="#000000">
                <v:path arrowok="t"/>
              </v:shape>
            </v:group>
            <v:group style="position:absolute;left:4084;top:13278;width:8;height:2" coordorigin="4084,13278" coordsize="8,2">
              <v:shape style="position:absolute;left:4084;top:13278;width:8;height:2" coordorigin="4084,13278" coordsize="8,0" path="m4084,13278l4091,13278e" filled="false" stroked="true" strokeweight=".48pt" strokecolor="#000000">
                <v:path arrowok="t"/>
              </v:shape>
            </v:group>
            <v:group style="position:absolute;left:4084;top:13302;width:8;height:2" coordorigin="4084,13302" coordsize="8,2">
              <v:shape style="position:absolute;left:4084;top:13302;width:8;height:2" coordorigin="4084,13302" coordsize="8,0" path="m4084,13302l4091,13302e" filled="false" stroked="true" strokeweight=".48pt" strokecolor="#000000">
                <v:path arrowok="t"/>
              </v:shape>
            </v:group>
            <v:group style="position:absolute;left:4084;top:13326;width:8;height:2" coordorigin="4084,13326" coordsize="8,2">
              <v:shape style="position:absolute;left:4084;top:13326;width:8;height:2" coordorigin="4084,13326" coordsize="8,0" path="m4084,13326l4091,13326e" filled="false" stroked="true" strokeweight=".48pt" strokecolor="#000000">
                <v:path arrowok="t"/>
              </v:shape>
            </v:group>
            <v:group style="position:absolute;left:4084;top:13350;width:8;height:2" coordorigin="4084,13350" coordsize="8,2">
              <v:shape style="position:absolute;left:4084;top:13350;width:8;height:2" coordorigin="4084,13350" coordsize="8,0" path="m4084,13350l4091,13350e" filled="false" stroked="true" strokeweight=".48pt" strokecolor="#000000">
                <v:path arrowok="t"/>
              </v:shape>
            </v:group>
            <v:group style="position:absolute;left:4084;top:13374;width:8;height:2" coordorigin="4084,13374" coordsize="8,2">
              <v:shape style="position:absolute;left:4084;top:13374;width:8;height:2" coordorigin="4084,13374" coordsize="8,0" path="m4084,13374l4091,13374e" filled="false" stroked="true" strokeweight=".48pt" strokecolor="#000000">
                <v:path arrowok="t"/>
              </v:shape>
            </v:group>
            <v:group style="position:absolute;left:4084;top:13398;width:8;height:2" coordorigin="4084,13398" coordsize="8,2">
              <v:shape style="position:absolute;left:4084;top:13398;width:8;height:2" coordorigin="4084,13398" coordsize="8,0" path="m4084,13398l4091,13398e" filled="false" stroked="true" strokeweight=".48pt" strokecolor="#000000">
                <v:path arrowok="t"/>
              </v:shape>
            </v:group>
            <v:group style="position:absolute;left:4084;top:13422;width:8;height:2" coordorigin="4084,13422" coordsize="8,2">
              <v:shape style="position:absolute;left:4084;top:13422;width:8;height:2" coordorigin="4084,13422" coordsize="8,0" path="m4084,13422l4091,13422e" filled="false" stroked="true" strokeweight=".48pt" strokecolor="#000000">
                <v:path arrowok="t"/>
              </v:shape>
            </v:group>
            <v:group style="position:absolute;left:4084;top:13446;width:8;height:2" coordorigin="4084,13446" coordsize="8,2">
              <v:shape style="position:absolute;left:4084;top:13446;width:8;height:2" coordorigin="4084,13446" coordsize="8,0" path="m4084,13446l4091,13446e" filled="false" stroked="true" strokeweight=".48pt" strokecolor="#000000">
                <v:path arrowok="t"/>
              </v:shape>
            </v:group>
            <v:group style="position:absolute;left:4084;top:13470;width:8;height:2" coordorigin="4084,13470" coordsize="8,2">
              <v:shape style="position:absolute;left:4084;top:13470;width:8;height:2" coordorigin="4084,13470" coordsize="8,0" path="m4084,13470l4091,13470e" filled="false" stroked="true" strokeweight=".48pt" strokecolor="#000000">
                <v:path arrowok="t"/>
              </v:shape>
            </v:group>
            <v:group style="position:absolute;left:4084;top:13494;width:8;height:2" coordorigin="4084,13494" coordsize="8,2">
              <v:shape style="position:absolute;left:4084;top:13494;width:8;height:2" coordorigin="4084,13494" coordsize="8,0" path="m4084,13494l4091,13494e" filled="false" stroked="true" strokeweight=".48pt" strokecolor="#000000">
                <v:path arrowok="t"/>
              </v:shape>
            </v:group>
            <v:group style="position:absolute;left:4084;top:13518;width:8;height:2" coordorigin="4084,13518" coordsize="8,2">
              <v:shape style="position:absolute;left:4084;top:13518;width:8;height:2" coordorigin="4084,13518" coordsize="8,0" path="m4084,13518l4091,13518e" filled="false" stroked="true" strokeweight=".48pt" strokecolor="#000000">
                <v:path arrowok="t"/>
              </v:shape>
            </v:group>
            <v:group style="position:absolute;left:4084;top:13542;width:8;height:2" coordorigin="4084,13542" coordsize="8,2">
              <v:shape style="position:absolute;left:4084;top:13542;width:8;height:2" coordorigin="4084,13542" coordsize="8,0" path="m4084,13542l4091,13542e" filled="false" stroked="true" strokeweight=".48pt" strokecolor="#000000">
                <v:path arrowok="t"/>
              </v:shape>
            </v:group>
            <v:group style="position:absolute;left:4084;top:13566;width:8;height:2" coordorigin="4084,13566" coordsize="8,2">
              <v:shape style="position:absolute;left:4084;top:13566;width:8;height:2" coordorigin="4084,13566" coordsize="8,0" path="m4084,13566l4091,13566e" filled="false" stroked="true" strokeweight=".48pt" strokecolor="#000000">
                <v:path arrowok="t"/>
              </v:shape>
            </v:group>
            <v:group style="position:absolute;left:4084;top:13590;width:8;height:2" coordorigin="4084,13590" coordsize="8,2">
              <v:shape style="position:absolute;left:4084;top:13590;width:8;height:2" coordorigin="4084,13590" coordsize="8,0" path="m4084,13590l4091,13590e" filled="false" stroked="true" strokeweight=".48pt" strokecolor="#000000">
                <v:path arrowok="t"/>
              </v:shape>
            </v:group>
            <v:group style="position:absolute;left:4084;top:13614;width:8;height:2" coordorigin="4084,13614" coordsize="8,2">
              <v:shape style="position:absolute;left:4084;top:13614;width:8;height:2" coordorigin="4084,13614" coordsize="8,0" path="m4084,13614l4091,13614e" filled="false" stroked="true" strokeweight=".48pt" strokecolor="#000000">
                <v:path arrowok="t"/>
              </v:shape>
            </v:group>
            <v:group style="position:absolute;left:4084;top:13638;width:8;height:2" coordorigin="4084,13638" coordsize="8,2">
              <v:shape style="position:absolute;left:4084;top:13638;width:8;height:2" coordorigin="4084,13638" coordsize="8,0" path="m4084,13638l4091,13638e" filled="false" stroked="true" strokeweight=".48pt" strokecolor="#000000">
                <v:path arrowok="t"/>
              </v:shape>
            </v:group>
            <v:group style="position:absolute;left:4084;top:13662;width:8;height:2" coordorigin="4084,13662" coordsize="8,2">
              <v:shape style="position:absolute;left:4084;top:13662;width:8;height:2" coordorigin="4084,13662" coordsize="8,0" path="m4084,13662l4091,13662e" filled="false" stroked="true" strokeweight=".48pt" strokecolor="#000000">
                <v:path arrowok="t"/>
              </v:shape>
            </v:group>
            <v:group style="position:absolute;left:4084;top:13686;width:8;height:2" coordorigin="4084,13686" coordsize="8,2">
              <v:shape style="position:absolute;left:4084;top:13686;width:8;height:2" coordorigin="4084,13686" coordsize="8,0" path="m4084,13686l4091,13686e" filled="false" stroked="true" strokeweight=".48pt" strokecolor="#000000">
                <v:path arrowok="t"/>
              </v:shape>
            </v:group>
            <v:group style="position:absolute;left:4084;top:13710;width:8;height:2" coordorigin="4084,13710" coordsize="8,2">
              <v:shape style="position:absolute;left:4084;top:13710;width:8;height:2" coordorigin="4084,13710" coordsize="8,0" path="m4084,13710l4091,13710e" filled="false" stroked="true" strokeweight=".48pt" strokecolor="#000000">
                <v:path arrowok="t"/>
              </v:shape>
            </v:group>
            <v:group style="position:absolute;left:4084;top:13734;width:8;height:2" coordorigin="4084,13734" coordsize="8,2">
              <v:shape style="position:absolute;left:4084;top:13734;width:8;height:2" coordorigin="4084,13734" coordsize="8,0" path="m4084,13734l4091,13734e" filled="false" stroked="true" strokeweight=".48pt" strokecolor="#000000">
                <v:path arrowok="t"/>
              </v:shape>
            </v:group>
            <v:group style="position:absolute;left:4084;top:13758;width:8;height:2" coordorigin="4084,13758" coordsize="8,2">
              <v:shape style="position:absolute;left:4084;top:13758;width:8;height:2" coordorigin="4084,13758" coordsize="8,0" path="m4084,13758l4091,13758e" filled="false" stroked="true" strokeweight=".48pt" strokecolor="#000000">
                <v:path arrowok="t"/>
              </v:shape>
            </v:group>
            <v:group style="position:absolute;left:4084;top:3655;width:8;height:2" coordorigin="4084,3655" coordsize="8,2">
              <v:shape style="position:absolute;left:4084;top:3655;width:8;height:2" coordorigin="4084,3655" coordsize="8,0" path="m4084,3655l4091,3655e" filled="false" stroked="true" strokeweight=".48pt" strokecolor="#000000">
                <v:path arrowok="t"/>
              </v:shape>
            </v:group>
            <v:group style="position:absolute;left:4084;top:3679;width:8;height:2" coordorigin="4084,3679" coordsize="8,2">
              <v:shape style="position:absolute;left:4084;top:3679;width:8;height:2" coordorigin="4084,3679" coordsize="8,0" path="m4084,3679l4091,3679e" filled="false" stroked="true" strokeweight=".48pt" strokecolor="#000000">
                <v:path arrowok="t"/>
              </v:shape>
            </v:group>
            <v:group style="position:absolute;left:4084;top:3703;width:8;height:2" coordorigin="4084,3703" coordsize="8,2">
              <v:shape style="position:absolute;left:4084;top:3703;width:8;height:2" coordorigin="4084,3703" coordsize="8,0" path="m4084,3703l4091,3703e" filled="false" stroked="true" strokeweight=".48pt" strokecolor="#000000">
                <v:path arrowok="t"/>
              </v:shape>
            </v:group>
            <v:group style="position:absolute;left:4084;top:3727;width:8;height:2" coordorigin="4084,3727" coordsize="8,2">
              <v:shape style="position:absolute;left:4084;top:3727;width:8;height:2" coordorigin="4084,3727" coordsize="8,0" path="m4084,3727l4091,3727e" filled="false" stroked="true" strokeweight=".48pt" strokecolor="#000000">
                <v:path arrowok="t"/>
              </v:shape>
            </v:group>
            <v:group style="position:absolute;left:4084;top:3751;width:8;height:2" coordorigin="4084,3751" coordsize="8,2">
              <v:shape style="position:absolute;left:4084;top:3751;width:8;height:2" coordorigin="4084,3751" coordsize="8,0" path="m4084,3751l4091,3751e" filled="false" stroked="true" strokeweight=".48pt" strokecolor="#000000">
                <v:path arrowok="t"/>
              </v:shape>
            </v:group>
            <v:group style="position:absolute;left:4084;top:3775;width:8;height:2" coordorigin="4084,3775" coordsize="8,2">
              <v:shape style="position:absolute;left:4084;top:3775;width:8;height:2" coordorigin="4084,3775" coordsize="8,0" path="m4084,3775l4091,3775e" filled="false" stroked="true" strokeweight=".48pt" strokecolor="#000000">
                <v:path arrowok="t"/>
              </v:shape>
            </v:group>
            <v:group style="position:absolute;left:4084;top:3799;width:8;height:2" coordorigin="4084,3799" coordsize="8,2">
              <v:shape style="position:absolute;left:4084;top:3799;width:8;height:2" coordorigin="4084,3799" coordsize="8,0" path="m4084,3799l4091,3799e" filled="false" stroked="true" strokeweight=".48pt" strokecolor="#000000">
                <v:path arrowok="t"/>
              </v:shape>
            </v:group>
            <v:group style="position:absolute;left:4084;top:3823;width:8;height:2" coordorigin="4084,3823" coordsize="8,2">
              <v:shape style="position:absolute;left:4084;top:3823;width:8;height:2" coordorigin="4084,3823" coordsize="8,0" path="m4084,3823l4091,3823e" filled="false" stroked="true" strokeweight=".48pt" strokecolor="#000000">
                <v:path arrowok="t"/>
              </v:shape>
            </v:group>
            <v:group style="position:absolute;left:4084;top:3847;width:8;height:2" coordorigin="4084,3847" coordsize="8,2">
              <v:shape style="position:absolute;left:4084;top:3847;width:8;height:2" coordorigin="4084,3847" coordsize="8,0" path="m4084,3847l4091,3847e" filled="false" stroked="true" strokeweight=".48pt" strokecolor="#000000">
                <v:path arrowok="t"/>
              </v:shape>
            </v:group>
            <v:group style="position:absolute;left:4084;top:3871;width:8;height:2" coordorigin="4084,3871" coordsize="8,2">
              <v:shape style="position:absolute;left:4084;top:3871;width:8;height:2" coordorigin="4084,3871" coordsize="8,0" path="m4084,3871l4091,3871e" filled="false" stroked="true" strokeweight=".479pt" strokecolor="#000000">
                <v:path arrowok="t"/>
              </v:shape>
            </v:group>
            <v:group style="position:absolute;left:4084;top:3895;width:8;height:2" coordorigin="4084,3895" coordsize="8,2">
              <v:shape style="position:absolute;left:4084;top:3895;width:8;height:2" coordorigin="4084,3895" coordsize="8,0" path="m4084,3895l4091,3895e" filled="false" stroked="true" strokeweight=".48pt" strokecolor="#000000">
                <v:path arrowok="t"/>
              </v:shape>
            </v:group>
            <v:group style="position:absolute;left:4084;top:3919;width:8;height:2" coordorigin="4084,3919" coordsize="8,2">
              <v:shape style="position:absolute;left:4084;top:3919;width:8;height:2" coordorigin="4084,3919" coordsize="8,0" path="m4084,3919l4091,3919e" filled="false" stroked="true" strokeweight=".48pt" strokecolor="#000000">
                <v:path arrowok="t"/>
              </v:shape>
            </v:group>
            <v:group style="position:absolute;left:4084;top:3943;width:8;height:2" coordorigin="4084,3943" coordsize="8,2">
              <v:shape style="position:absolute;left:4084;top:3943;width:8;height:2" coordorigin="4084,3943" coordsize="8,0" path="m4084,3943l4091,3943e" filled="false" stroked="true" strokeweight=".48pt" strokecolor="#000000">
                <v:path arrowok="t"/>
              </v:shape>
            </v:group>
            <v:group style="position:absolute;left:4084;top:3967;width:8;height:2" coordorigin="4084,3967" coordsize="8,2">
              <v:shape style="position:absolute;left:4084;top:3967;width:8;height:2" coordorigin="4084,3967" coordsize="8,0" path="m4084,3967l4091,3967e" filled="false" stroked="true" strokeweight=".48pt" strokecolor="#000000">
                <v:path arrowok="t"/>
              </v:shape>
            </v:group>
            <v:group style="position:absolute;left:4084;top:3991;width:8;height:2" coordorigin="4084,3991" coordsize="8,2">
              <v:shape style="position:absolute;left:4084;top:3991;width:8;height:2" coordorigin="4084,3991" coordsize="8,0" path="m4084,3991l4091,3991e" filled="false" stroked="true" strokeweight=".48pt" strokecolor="#000000">
                <v:path arrowok="t"/>
              </v:shape>
            </v:group>
            <v:group style="position:absolute;left:4084;top:4015;width:8;height:2" coordorigin="4084,4015" coordsize="8,2">
              <v:shape style="position:absolute;left:4084;top:4015;width:8;height:2" coordorigin="4084,4015" coordsize="8,0" path="m4084,4015l4091,4015e" filled="false" stroked="true" strokeweight=".48pt" strokecolor="#000000">
                <v:path arrowok="t"/>
              </v:shape>
            </v:group>
            <v:group style="position:absolute;left:4084;top:4039;width:8;height:2" coordorigin="4084,4039" coordsize="8,2">
              <v:shape style="position:absolute;left:4084;top:4039;width:8;height:2" coordorigin="4084,4039" coordsize="8,0" path="m4084,4039l4091,4039e" filled="false" stroked="true" strokeweight=".48pt" strokecolor="#000000">
                <v:path arrowok="t"/>
              </v:shape>
            </v:group>
            <v:group style="position:absolute;left:4084;top:4063;width:8;height:2" coordorigin="4084,4063" coordsize="8,2">
              <v:shape style="position:absolute;left:4084;top:4063;width:8;height:2" coordorigin="4084,4063" coordsize="8,0" path="m4084,4063l4091,4063e" filled="false" stroked="true" strokeweight=".48pt" strokecolor="#000000">
                <v:path arrowok="t"/>
              </v:shape>
            </v:group>
            <v:group style="position:absolute;left:4084;top:4135;width:8;height:2" coordorigin="4084,4135" coordsize="8,2">
              <v:shape style="position:absolute;left:4084;top:4135;width:8;height:2" coordorigin="4084,4135" coordsize="8,0" path="m4084,4135l4091,4135e" filled="false" stroked="true" strokeweight=".48pt" strokecolor="#000000">
                <v:path arrowok="t"/>
              </v:shape>
            </v:group>
            <v:group style="position:absolute;left:4084;top:4159;width:8;height:2" coordorigin="4084,4159" coordsize="8,2">
              <v:shape style="position:absolute;left:4084;top:4159;width:8;height:2" coordorigin="4084,4159" coordsize="8,0" path="m4084,4159l4091,4159e" filled="false" stroked="true" strokeweight=".48pt" strokecolor="#000000">
                <v:path arrowok="t"/>
              </v:shape>
            </v:group>
            <v:group style="position:absolute;left:4084;top:4183;width:8;height:2" coordorigin="4084,4183" coordsize="8,2">
              <v:shape style="position:absolute;left:4084;top:4183;width:8;height:2" coordorigin="4084,4183" coordsize="8,0" path="m4084,4183l4091,4183e" filled="false" stroked="true" strokeweight=".48pt" strokecolor="#000000">
                <v:path arrowok="t"/>
              </v:shape>
            </v:group>
            <v:group style="position:absolute;left:4084;top:4207;width:8;height:2" coordorigin="4084,4207" coordsize="8,2">
              <v:shape style="position:absolute;left:4084;top:4207;width:8;height:2" coordorigin="4084,4207" coordsize="8,0" path="m4084,4207l4091,4207e" filled="false" stroked="true" strokeweight=".48pt" strokecolor="#000000">
                <v:path arrowok="t"/>
              </v:shape>
            </v:group>
            <v:group style="position:absolute;left:4084;top:4231;width:8;height:2" coordorigin="4084,4231" coordsize="8,2">
              <v:shape style="position:absolute;left:4084;top:4231;width:8;height:2" coordorigin="4084,4231" coordsize="8,0" path="m4084,4231l4091,4231e" filled="false" stroked="true" strokeweight=".48pt" strokecolor="#000000">
                <v:path arrowok="t"/>
              </v:shape>
            </v:group>
            <v:group style="position:absolute;left:4084;top:4255;width:8;height:2" coordorigin="4084,4255" coordsize="8,2">
              <v:shape style="position:absolute;left:4084;top:4255;width:8;height:2" coordorigin="4084,4255" coordsize="8,0" path="m4084,4255l4091,4255e" filled="false" stroked="true" strokeweight=".48pt" strokecolor="#000000">
                <v:path arrowok="t"/>
              </v:shape>
            </v:group>
            <v:group style="position:absolute;left:4084;top:4279;width:8;height:2" coordorigin="4084,4279" coordsize="8,2">
              <v:shape style="position:absolute;left:4084;top:4279;width:8;height:2" coordorigin="4084,4279" coordsize="8,0" path="m4084,4279l4091,4279e" filled="false" stroked="true" strokeweight=".48pt" strokecolor="#000000">
                <v:path arrowok="t"/>
              </v:shape>
            </v:group>
            <v:group style="position:absolute;left:4084;top:4303;width:8;height:2" coordorigin="4084,4303" coordsize="8,2">
              <v:shape style="position:absolute;left:4084;top:4303;width:8;height:2" coordorigin="4084,4303" coordsize="8,0" path="m4084,4303l4091,4303e" filled="false" stroked="true" strokeweight=".48pt" strokecolor="#000000">
                <v:path arrowok="t"/>
              </v:shape>
            </v:group>
            <v:group style="position:absolute;left:4084;top:4327;width:8;height:2" coordorigin="4084,4327" coordsize="8,2">
              <v:shape style="position:absolute;left:4084;top:4327;width:8;height:2" coordorigin="4084,4327" coordsize="8,0" path="m4084,4327l4091,4327e" filled="false" stroked="true" strokeweight=".48pt" strokecolor="#000000">
                <v:path arrowok="t"/>
              </v:shape>
            </v:group>
            <v:group style="position:absolute;left:4084;top:4351;width:8;height:2" coordorigin="4084,4351" coordsize="8,2">
              <v:shape style="position:absolute;left:4084;top:4351;width:8;height:2" coordorigin="4084,4351" coordsize="8,0" path="m4084,4351l4091,4351e" filled="false" stroked="true" strokeweight=".48pt" strokecolor="#000000">
                <v:path arrowok="t"/>
              </v:shape>
            </v:group>
            <v:group style="position:absolute;left:4084;top:4375;width:8;height:2" coordorigin="4084,4375" coordsize="8,2">
              <v:shape style="position:absolute;left:4084;top:4375;width:8;height:2" coordorigin="4084,4375" coordsize="8,0" path="m4084,4375l4091,4375e" filled="false" stroked="true" strokeweight=".48pt" strokecolor="#000000">
                <v:path arrowok="t"/>
              </v:shape>
            </v:group>
            <v:group style="position:absolute;left:4084;top:4399;width:8;height:2" coordorigin="4084,4399" coordsize="8,2">
              <v:shape style="position:absolute;left:4084;top:4399;width:8;height:2" coordorigin="4084,4399" coordsize="8,0" path="m4084,4399l4091,4399e" filled="false" stroked="true" strokeweight=".48pt" strokecolor="#000000">
                <v:path arrowok="t"/>
              </v:shape>
            </v:group>
            <v:group style="position:absolute;left:4084;top:4423;width:8;height:2" coordorigin="4084,4423" coordsize="8,2">
              <v:shape style="position:absolute;left:4084;top:4423;width:8;height:2" coordorigin="4084,4423" coordsize="8,0" path="m4084,4423l4091,4423e" filled="false" stroked="true" strokeweight=".48pt" strokecolor="#000000">
                <v:path arrowok="t"/>
              </v:shape>
            </v:group>
            <v:group style="position:absolute;left:4084;top:4447;width:8;height:2" coordorigin="4084,4447" coordsize="8,2">
              <v:shape style="position:absolute;left:4084;top:4447;width:8;height:2" coordorigin="4084,4447" coordsize="8,0" path="m4084,4447l4091,4447e" filled="false" stroked="true" strokeweight=".48pt" strokecolor="#000000">
                <v:path arrowok="t"/>
              </v:shape>
            </v:group>
            <v:group style="position:absolute;left:4084;top:4471;width:8;height:2" coordorigin="4084,4471" coordsize="8,2">
              <v:shape style="position:absolute;left:4084;top:4471;width:8;height:2" coordorigin="4084,4471" coordsize="8,0" path="m4084,4471l4091,4471e" filled="false" stroked="true" strokeweight=".48pt" strokecolor="#000000">
                <v:path arrowok="t"/>
              </v:shape>
            </v:group>
            <v:group style="position:absolute;left:4084;top:4495;width:8;height:2" coordorigin="4084,4495" coordsize="8,2">
              <v:shape style="position:absolute;left:4084;top:4495;width:8;height:2" coordorigin="4084,4495" coordsize="8,0" path="m4084,4495l4091,4495e" filled="false" stroked="true" strokeweight=".48pt" strokecolor="#000000">
                <v:path arrowok="t"/>
              </v:shape>
            </v:group>
            <v:group style="position:absolute;left:4084;top:4519;width:8;height:2" coordorigin="4084,4519" coordsize="8,2">
              <v:shape style="position:absolute;left:4084;top:4519;width:8;height:2" coordorigin="4084,4519" coordsize="8,0" path="m4084,4519l4091,4519e" filled="false" stroked="true" strokeweight=".48pt" strokecolor="#000000">
                <v:path arrowok="t"/>
              </v:shape>
            </v:group>
            <v:group style="position:absolute;left:4084;top:4543;width:8;height:2" coordorigin="4084,4543" coordsize="8,2">
              <v:shape style="position:absolute;left:4084;top:4543;width:8;height:2" coordorigin="4084,4543" coordsize="8,0" path="m4084,4543l4091,4543e" filled="false" stroked="true" strokeweight=".48pt" strokecolor="#000000">
                <v:path arrowok="t"/>
              </v:shape>
            </v:group>
            <v:group style="position:absolute;left:4084;top:4567;width:8;height:2" coordorigin="4084,4567" coordsize="8,2">
              <v:shape style="position:absolute;left:4084;top:4567;width:8;height:2" coordorigin="4084,4567" coordsize="8,0" path="m4084,4567l4091,4567e" filled="false" stroked="true" strokeweight=".48pt" strokecolor="#000000">
                <v:path arrowok="t"/>
              </v:shape>
            </v:group>
            <v:group style="position:absolute;left:4084;top:4591;width:8;height:2" coordorigin="4084,4591" coordsize="8,2">
              <v:shape style="position:absolute;left:4084;top:4591;width:8;height:2" coordorigin="4084,4591" coordsize="8,0" path="m4084,4591l4091,4591e" filled="false" stroked="true" strokeweight=".48pt" strokecolor="#000000">
                <v:path arrowok="t"/>
              </v:shape>
            </v:group>
            <v:group style="position:absolute;left:4084;top:4615;width:8;height:2" coordorigin="4084,4615" coordsize="8,2">
              <v:shape style="position:absolute;left:4084;top:4615;width:8;height:2" coordorigin="4084,4615" coordsize="8,0" path="m4084,4615l4091,4615e" filled="false" stroked="true" strokeweight=".479pt" strokecolor="#000000">
                <v:path arrowok="t"/>
              </v:shape>
            </v:group>
            <v:group style="position:absolute;left:4084;top:4639;width:8;height:2" coordorigin="4084,4639" coordsize="8,2">
              <v:shape style="position:absolute;left:4084;top:4639;width:8;height:2" coordorigin="4084,4639" coordsize="8,0" path="m4084,4639l4091,4639e" filled="false" stroked="true" strokeweight=".48pt" strokecolor="#000000">
                <v:path arrowok="t"/>
              </v:shape>
            </v:group>
            <v:group style="position:absolute;left:4084;top:4663;width:8;height:2" coordorigin="4084,4663" coordsize="8,2">
              <v:shape style="position:absolute;left:4084;top:4663;width:8;height:2" coordorigin="4084,4663" coordsize="8,0" path="m4084,4663l4091,4663e" filled="false" stroked="true" strokeweight=".48pt" strokecolor="#000000">
                <v:path arrowok="t"/>
              </v:shape>
            </v:group>
            <v:group style="position:absolute;left:4084;top:4687;width:8;height:2" coordorigin="4084,4687" coordsize="8,2">
              <v:shape style="position:absolute;left:4084;top:4687;width:8;height:2" coordorigin="4084,4687" coordsize="8,0" path="m4084,4687l4091,4687e" filled="false" stroked="true" strokeweight=".48pt" strokecolor="#000000">
                <v:path arrowok="t"/>
              </v:shape>
            </v:group>
            <v:group style="position:absolute;left:4084;top:4711;width:8;height:2" coordorigin="4084,4711" coordsize="8,2">
              <v:shape style="position:absolute;left:4084;top:4711;width:8;height:2" coordorigin="4084,4711" coordsize="8,0" path="m4084,4711l4091,4711e" filled="false" stroked="true" strokeweight=".48pt" strokecolor="#000000">
                <v:path arrowok="t"/>
              </v:shape>
            </v:group>
            <v:group style="position:absolute;left:4084;top:4735;width:8;height:2" coordorigin="4084,4735" coordsize="8,2">
              <v:shape style="position:absolute;left:4084;top:4735;width:8;height:2" coordorigin="4084,4735" coordsize="8,0" path="m4084,4735l4091,4735e" filled="false" stroked="true" strokeweight=".48pt" strokecolor="#000000">
                <v:path arrowok="t"/>
              </v:shape>
            </v:group>
            <v:group style="position:absolute;left:4084;top:4759;width:8;height:2" coordorigin="4084,4759" coordsize="8,2">
              <v:shape style="position:absolute;left:4084;top:4759;width:8;height:2" coordorigin="4084,4759" coordsize="8,0" path="m4084,4759l4091,4759e" filled="false" stroked="true" strokeweight=".48pt" strokecolor="#000000">
                <v:path arrowok="t"/>
              </v:shape>
            </v:group>
            <v:group style="position:absolute;left:4084;top:4783;width:8;height:2" coordorigin="4084,4783" coordsize="8,2">
              <v:shape style="position:absolute;left:4084;top:4783;width:8;height:2" coordorigin="4084,4783" coordsize="8,0" path="m4084,4783l4091,4783e" filled="false" stroked="true" strokeweight=".48pt" strokecolor="#000000">
                <v:path arrowok="t"/>
              </v:shape>
            </v:group>
            <v:group style="position:absolute;left:4084;top:4807;width:8;height:2" coordorigin="4084,4807" coordsize="8,2">
              <v:shape style="position:absolute;left:4084;top:4807;width:8;height:2" coordorigin="4084,4807" coordsize="8,0" path="m4084,4807l4091,4807e" filled="false" stroked="true" strokeweight=".48pt" strokecolor="#000000">
                <v:path arrowok="t"/>
              </v:shape>
            </v:group>
            <v:group style="position:absolute;left:4084;top:4831;width:8;height:2" coordorigin="4084,4831" coordsize="8,2">
              <v:shape style="position:absolute;left:4084;top:4831;width:8;height:2" coordorigin="4084,4831" coordsize="8,0" path="m4084,4831l4091,4831e" filled="false" stroked="true" strokeweight=".48pt" strokecolor="#000000">
                <v:path arrowok="t"/>
              </v:shape>
            </v:group>
            <v:group style="position:absolute;left:4084;top:4855;width:8;height:2" coordorigin="4084,4855" coordsize="8,2">
              <v:shape style="position:absolute;left:4084;top:4855;width:8;height:2" coordorigin="4084,4855" coordsize="8,0" path="m4084,4855l4091,4855e" filled="false" stroked="true" strokeweight=".48pt" strokecolor="#000000">
                <v:path arrowok="t"/>
              </v:shape>
            </v:group>
            <v:group style="position:absolute;left:4084;top:4879;width:8;height:2" coordorigin="4084,4879" coordsize="8,2">
              <v:shape style="position:absolute;left:4084;top:4879;width:8;height:2" coordorigin="4084,4879" coordsize="8,0" path="m4084,4879l4091,4879e" filled="false" stroked="true" strokeweight=".48pt" strokecolor="#000000">
                <v:path arrowok="t"/>
              </v:shape>
            </v:group>
            <v:group style="position:absolute;left:4084;top:4903;width:8;height:2" coordorigin="4084,4903" coordsize="8,2">
              <v:shape style="position:absolute;left:4084;top:4903;width:8;height:2" coordorigin="4084,4903" coordsize="8,0" path="m4084,4903l4091,4903e" filled="false" stroked="true" strokeweight=".48pt" strokecolor="#000000">
                <v:path arrowok="t"/>
              </v:shape>
            </v:group>
            <v:group style="position:absolute;left:4084;top:4927;width:8;height:2" coordorigin="4084,4927" coordsize="8,2">
              <v:shape style="position:absolute;left:4084;top:4927;width:8;height:2" coordorigin="4084,4927" coordsize="8,0" path="m4084,4927l4091,4927e" filled="false" stroked="true" strokeweight=".48pt" strokecolor="#000000">
                <v:path arrowok="t"/>
              </v:shape>
            </v:group>
            <v:group style="position:absolute;left:4084;top:4951;width:8;height:2" coordorigin="4084,4951" coordsize="8,2">
              <v:shape style="position:absolute;left:4084;top:4951;width:8;height:2" coordorigin="4084,4951" coordsize="8,0" path="m4084,4951l4091,4951e" filled="false" stroked="true" strokeweight=".48pt" strokecolor="#000000">
                <v:path arrowok="t"/>
              </v:shape>
            </v:group>
            <v:group style="position:absolute;left:4084;top:4975;width:8;height:2" coordorigin="4084,4975" coordsize="8,2">
              <v:shape style="position:absolute;left:4084;top:4975;width:8;height:2" coordorigin="4084,4975" coordsize="8,0" path="m4084,4975l4091,4975e" filled="false" stroked="true" strokeweight=".479pt" strokecolor="#000000">
                <v:path arrowok="t"/>
              </v:shape>
            </v:group>
            <v:group style="position:absolute;left:4084;top:4999;width:8;height:2" coordorigin="4084,4999" coordsize="8,2">
              <v:shape style="position:absolute;left:4084;top:4999;width:8;height:2" coordorigin="4084,4999" coordsize="8,0" path="m4084,4999l4091,4999e" filled="false" stroked="true" strokeweight=".48pt" strokecolor="#000000">
                <v:path arrowok="t"/>
              </v:shape>
            </v:group>
            <v:group style="position:absolute;left:4084;top:5023;width:8;height:2" coordorigin="4084,5023" coordsize="8,2">
              <v:shape style="position:absolute;left:4084;top:5023;width:8;height:2" coordorigin="4084,5023" coordsize="8,0" path="m4084,5023l4091,5023e" filled="false" stroked="true" strokeweight=".48pt" strokecolor="#000000">
                <v:path arrowok="t"/>
              </v:shape>
            </v:group>
            <v:group style="position:absolute;left:4084;top:5047;width:8;height:2" coordorigin="4084,5047" coordsize="8,2">
              <v:shape style="position:absolute;left:4084;top:5047;width:8;height:2" coordorigin="4084,5047" coordsize="8,0" path="m4084,5047l4091,5047e" filled="false" stroked="true" strokeweight=".48pt" strokecolor="#000000">
                <v:path arrowok="t"/>
              </v:shape>
            </v:group>
            <v:group style="position:absolute;left:4084;top:5071;width:8;height:2" coordorigin="4084,5071" coordsize="8,2">
              <v:shape style="position:absolute;left:4084;top:5071;width:8;height:2" coordorigin="4084,5071" coordsize="8,0" path="m4084,5071l4091,5071e" filled="false" stroked="true" strokeweight=".48pt" strokecolor="#000000">
                <v:path arrowok="t"/>
              </v:shape>
            </v:group>
            <v:group style="position:absolute;left:4084;top:5095;width:8;height:2" coordorigin="4084,5095" coordsize="8,2">
              <v:shape style="position:absolute;left:4084;top:5095;width:8;height:2" coordorigin="4084,5095" coordsize="8,0" path="m4084,5095l4091,5095e" filled="false" stroked="true" strokeweight=".48pt" strokecolor="#000000">
                <v:path arrowok="t"/>
              </v:shape>
            </v:group>
            <v:group style="position:absolute;left:4084;top:5119;width:8;height:2" coordorigin="4084,5119" coordsize="8,2">
              <v:shape style="position:absolute;left:4084;top:5119;width:8;height:2" coordorigin="4084,5119" coordsize="8,0" path="m4084,5119l4091,5119e" filled="false" stroked="true" strokeweight=".48pt" strokecolor="#000000">
                <v:path arrowok="t"/>
              </v:shape>
            </v:group>
            <v:group style="position:absolute;left:4084;top:5143;width:8;height:2" coordorigin="4084,5143" coordsize="8,2">
              <v:shape style="position:absolute;left:4084;top:5143;width:8;height:2" coordorigin="4084,5143" coordsize="8,0" path="m4084,5143l4091,5143e" filled="false" stroked="true" strokeweight=".48pt" strokecolor="#000000">
                <v:path arrowok="t"/>
              </v:shape>
            </v:group>
            <v:group style="position:absolute;left:4084;top:5167;width:8;height:2" coordorigin="4084,5167" coordsize="8,2">
              <v:shape style="position:absolute;left:4084;top:5167;width:8;height:2" coordorigin="4084,5167" coordsize="8,0" path="m4084,5167l4091,5167e" filled="false" stroked="true" strokeweight=".48pt" strokecolor="#000000">
                <v:path arrowok="t"/>
              </v:shape>
            </v:group>
            <v:group style="position:absolute;left:4084;top:5191;width:8;height:2" coordorigin="4084,5191" coordsize="8,2">
              <v:shape style="position:absolute;left:4084;top:5191;width:8;height:2" coordorigin="4084,5191" coordsize="8,0" path="m4084,5191l4091,5191e" filled="false" stroked="true" strokeweight=".48pt" strokecolor="#000000">
                <v:path arrowok="t"/>
              </v:shape>
            </v:group>
            <v:group style="position:absolute;left:4084;top:5215;width:8;height:2" coordorigin="4084,5215" coordsize="8,2">
              <v:shape style="position:absolute;left:4084;top:5215;width:8;height:2" coordorigin="4084,5215" coordsize="8,0" path="m4084,5215l4091,5215e" filled="false" stroked="true" strokeweight=".48pt" strokecolor="#000000">
                <v:path arrowok="t"/>
              </v:shape>
            </v:group>
            <v:group style="position:absolute;left:4084;top:5239;width:8;height:2" coordorigin="4084,5239" coordsize="8,2">
              <v:shape style="position:absolute;left:4084;top:5239;width:8;height:2" coordorigin="4084,5239" coordsize="8,0" path="m4084,5239l4091,5239e" filled="false" stroked="true" strokeweight=".48pt" strokecolor="#000000">
                <v:path arrowok="t"/>
              </v:shape>
            </v:group>
            <v:group style="position:absolute;left:4084;top:5263;width:8;height:2" coordorigin="4084,5263" coordsize="8,2">
              <v:shape style="position:absolute;left:4084;top:5263;width:8;height:2" coordorigin="4084,5263" coordsize="8,0" path="m4084,5263l4091,5263e" filled="false" stroked="true" strokeweight=".48pt" strokecolor="#000000">
                <v:path arrowok="t"/>
              </v:shape>
            </v:group>
            <v:group style="position:absolute;left:4084;top:5287;width:8;height:2" coordorigin="4084,5287" coordsize="8,2">
              <v:shape style="position:absolute;left:4084;top:5287;width:8;height:2" coordorigin="4084,5287" coordsize="8,0" path="m4084,5287l4091,5287e" filled="false" stroked="true" strokeweight=".48pt" strokecolor="#000000">
                <v:path arrowok="t"/>
              </v:shape>
            </v:group>
            <v:group style="position:absolute;left:4084;top:5311;width:8;height:2" coordorigin="4084,5311" coordsize="8,2">
              <v:shape style="position:absolute;left:4084;top:5311;width:8;height:2" coordorigin="4084,5311" coordsize="8,0" path="m4084,5311l4091,5311e" filled="false" stroked="true" strokeweight=".48pt" strokecolor="#000000">
                <v:path arrowok="t"/>
              </v:shape>
            </v:group>
            <v:group style="position:absolute;left:4084;top:5335;width:8;height:2" coordorigin="4084,5335" coordsize="8,2">
              <v:shape style="position:absolute;left:4084;top:5335;width:8;height:2" coordorigin="4084,5335" coordsize="8,0" path="m4084,5335l4091,5335e" filled="false" stroked="true" strokeweight=".48pt" strokecolor="#000000">
                <v:path arrowok="t"/>
              </v:shape>
            </v:group>
            <v:group style="position:absolute;left:4084;top:5359;width:8;height:2" coordorigin="4084,5359" coordsize="8,2">
              <v:shape style="position:absolute;left:4084;top:5359;width:8;height:2" coordorigin="4084,5359" coordsize="8,0" path="m4084,5359l4091,5359e" filled="false" stroked="true" strokeweight=".48pt" strokecolor="#000000">
                <v:path arrowok="t"/>
              </v:shape>
            </v:group>
            <v:group style="position:absolute;left:4084;top:5383;width:8;height:2" coordorigin="4084,5383" coordsize="8,2">
              <v:shape style="position:absolute;left:4084;top:5383;width:8;height:2" coordorigin="4084,5383" coordsize="8,0" path="m4084,5383l4091,5383e" filled="false" stroked="true" strokeweight=".48pt" strokecolor="#000000">
                <v:path arrowok="t"/>
              </v:shape>
            </v:group>
            <v:group style="position:absolute;left:4084;top:5407;width:8;height:2" coordorigin="4084,5407" coordsize="8,2">
              <v:shape style="position:absolute;left:4084;top:5407;width:8;height:2" coordorigin="4084,5407" coordsize="8,0" path="m4084,5407l4091,5407e" filled="false" stroked="true" strokeweight=".48pt" strokecolor="#000000">
                <v:path arrowok="t"/>
              </v:shape>
            </v:group>
            <v:group style="position:absolute;left:4084;top:5431;width:8;height:2" coordorigin="4084,5431" coordsize="8,2">
              <v:shape style="position:absolute;left:4084;top:5431;width:8;height:2" coordorigin="4084,5431" coordsize="8,0" path="m4084,5431l4091,5431e" filled="false" stroked="true" strokeweight=".48pt" strokecolor="#000000">
                <v:path arrowok="t"/>
              </v:shape>
            </v:group>
            <v:group style="position:absolute;left:4084;top:5455;width:8;height:2" coordorigin="4084,5455" coordsize="8,2">
              <v:shape style="position:absolute;left:4084;top:5455;width:8;height:2" coordorigin="4084,5455" coordsize="8,0" path="m4084,5455l4091,5455e" filled="false" stroked="true" strokeweight=".48pt" strokecolor="#000000">
                <v:path arrowok="t"/>
              </v:shape>
            </v:group>
            <v:group style="position:absolute;left:4084;top:5479;width:8;height:2" coordorigin="4084,5479" coordsize="8,2">
              <v:shape style="position:absolute;left:4084;top:5479;width:8;height:2" coordorigin="4084,5479" coordsize="8,0" path="m4084,5479l4091,5479e" filled="false" stroked="true" strokeweight=".48pt" strokecolor="#000000">
                <v:path arrowok="t"/>
              </v:shape>
            </v:group>
            <v:group style="position:absolute;left:4084;top:5503;width:8;height:2" coordorigin="4084,5503" coordsize="8,2">
              <v:shape style="position:absolute;left:4084;top:5503;width:8;height:2" coordorigin="4084,5503" coordsize="8,0" path="m4084,5503l4091,5503e" filled="false" stroked="true" strokeweight=".48pt" strokecolor="#000000">
                <v:path arrowok="t"/>
              </v:shape>
            </v:group>
            <v:group style="position:absolute;left:4084;top:5527;width:8;height:2" coordorigin="4084,5527" coordsize="8,2">
              <v:shape style="position:absolute;left:4084;top:5527;width:8;height:2" coordorigin="4084,5527" coordsize="8,0" path="m4084,5527l4091,5527e" filled="false" stroked="true" strokeweight=".48pt" strokecolor="#000000">
                <v:path arrowok="t"/>
              </v:shape>
            </v:group>
            <v:group style="position:absolute;left:4084;top:5551;width:8;height:2" coordorigin="4084,5551" coordsize="8,2">
              <v:shape style="position:absolute;left:4084;top:5551;width:8;height:2" coordorigin="4084,5551" coordsize="8,0" path="m4084,5551l4091,5551e" filled="false" stroked="true" strokeweight=".48pt" strokecolor="#000000">
                <v:path arrowok="t"/>
              </v:shape>
            </v:group>
            <v:group style="position:absolute;left:4084;top:5575;width:8;height:2" coordorigin="4084,5575" coordsize="8,2">
              <v:shape style="position:absolute;left:4084;top:5575;width:8;height:2" coordorigin="4084,5575" coordsize="8,0" path="m4084,5575l4091,5575e" filled="false" stroked="true" strokeweight=".48pt" strokecolor="#000000">
                <v:path arrowok="t"/>
              </v:shape>
            </v:group>
            <v:group style="position:absolute;left:4084;top:5599;width:8;height:2" coordorigin="4084,5599" coordsize="8,2">
              <v:shape style="position:absolute;left:4084;top:5599;width:8;height:2" coordorigin="4084,5599" coordsize="8,0" path="m4084,5599l4091,5599e" filled="false" stroked="true" strokeweight=".48pt" strokecolor="#000000">
                <v:path arrowok="t"/>
              </v:shape>
            </v:group>
            <v:group style="position:absolute;left:4084;top:5623;width:8;height:2" coordorigin="4084,5623" coordsize="8,2">
              <v:shape style="position:absolute;left:4084;top:5623;width:8;height:2" coordorigin="4084,5623" coordsize="8,0" path="m4084,5623l4091,5623e" filled="false" stroked="true" strokeweight=".48pt" strokecolor="#000000">
                <v:path arrowok="t"/>
              </v:shape>
            </v:group>
            <v:group style="position:absolute;left:4084;top:5647;width:8;height:2" coordorigin="4084,5647" coordsize="8,2">
              <v:shape style="position:absolute;left:4084;top:5647;width:8;height:2" coordorigin="4084,5647" coordsize="8,0" path="m4084,5647l4091,5647e" filled="false" stroked="true" strokeweight=".48pt" strokecolor="#000000">
                <v:path arrowok="t"/>
              </v:shape>
            </v:group>
            <v:group style="position:absolute;left:4084;top:5671;width:8;height:2" coordorigin="4084,5671" coordsize="8,2">
              <v:shape style="position:absolute;left:4084;top:5671;width:8;height:2" coordorigin="4084,5671" coordsize="8,0" path="m4084,5671l4091,5671e" filled="false" stroked="true" strokeweight=".48pt" strokecolor="#000000">
                <v:path arrowok="t"/>
              </v:shape>
            </v:group>
            <v:group style="position:absolute;left:4084;top:5695;width:8;height:2" coordorigin="4084,5695" coordsize="8,2">
              <v:shape style="position:absolute;left:4084;top:5695;width:8;height:2" coordorigin="4084,5695" coordsize="8,0" path="m4084,5695l4091,5695e" filled="false" stroked="true" strokeweight=".48pt" strokecolor="#000000">
                <v:path arrowok="t"/>
              </v:shape>
            </v:group>
            <v:group style="position:absolute;left:4084;top:5719;width:8;height:2" coordorigin="4084,5719" coordsize="8,2">
              <v:shape style="position:absolute;left:4084;top:5719;width:8;height:2" coordorigin="4084,5719" coordsize="8,0" path="m4084,5719l4091,5719e" filled="false" stroked="true" strokeweight=".48pt" strokecolor="#000000">
                <v:path arrowok="t"/>
              </v:shape>
            </v:group>
            <v:group style="position:absolute;left:4084;top:5743;width:8;height:2" coordorigin="4084,5743" coordsize="8,2">
              <v:shape style="position:absolute;left:4084;top:5743;width:8;height:2" coordorigin="4084,5743" coordsize="8,0" path="m4084,5743l4091,5743e" filled="false" stroked="true" strokeweight=".48pt" strokecolor="#000000">
                <v:path arrowok="t"/>
              </v:shape>
            </v:group>
            <v:group style="position:absolute;left:4084;top:5767;width:8;height:2" coordorigin="4084,5767" coordsize="8,2">
              <v:shape style="position:absolute;left:4084;top:5767;width:8;height:2" coordorigin="4084,5767" coordsize="8,0" path="m4084,5767l4091,5767e" filled="false" stroked="true" strokeweight=".48pt" strokecolor="#000000">
                <v:path arrowok="t"/>
              </v:shape>
            </v:group>
            <v:group style="position:absolute;left:4084;top:5791;width:8;height:2" coordorigin="4084,5791" coordsize="8,2">
              <v:shape style="position:absolute;left:4084;top:5791;width:8;height:2" coordorigin="4084,5791" coordsize="8,0" path="m4084,5791l4091,5791e" filled="false" stroked="true" strokeweight=".48pt" strokecolor="#000000">
                <v:path arrowok="t"/>
              </v:shape>
            </v:group>
            <v:group style="position:absolute;left:4084;top:5815;width:8;height:2" coordorigin="4084,5815" coordsize="8,2">
              <v:shape style="position:absolute;left:4084;top:5815;width:8;height:2" coordorigin="4084,5815" coordsize="8,0" path="m4084,5815l4091,5815e" filled="false" stroked="true" strokeweight=".48pt" strokecolor="#000000">
                <v:path arrowok="t"/>
              </v:shape>
            </v:group>
            <v:group style="position:absolute;left:4084;top:5839;width:8;height:2" coordorigin="4084,5839" coordsize="8,2">
              <v:shape style="position:absolute;left:4084;top:5839;width:8;height:2" coordorigin="4084,5839" coordsize="8,0" path="m4084,5839l4091,5839e" filled="false" stroked="true" strokeweight=".48pt" strokecolor="#000000">
                <v:path arrowok="t"/>
              </v:shape>
            </v:group>
            <v:group style="position:absolute;left:4084;top:5863;width:8;height:2" coordorigin="4084,5863" coordsize="8,2">
              <v:shape style="position:absolute;left:4084;top:5863;width:8;height:2" coordorigin="4084,5863" coordsize="8,0" path="m4084,5863l4091,5863e" filled="false" stroked="true" strokeweight=".48pt" strokecolor="#000000">
                <v:path arrowok="t"/>
              </v:shape>
            </v:group>
            <v:group style="position:absolute;left:4084;top:5887;width:8;height:2" coordorigin="4084,5887" coordsize="8,2">
              <v:shape style="position:absolute;left:4084;top:5887;width:8;height:2" coordorigin="4084,5887" coordsize="8,0" path="m4084,5887l4091,5887e" filled="false" stroked="true" strokeweight=".48pt" strokecolor="#000000">
                <v:path arrowok="t"/>
              </v:shape>
            </v:group>
            <v:group style="position:absolute;left:4084;top:5911;width:8;height:2" coordorigin="4084,5911" coordsize="8,2">
              <v:shape style="position:absolute;left:4084;top:5911;width:8;height:2" coordorigin="4084,5911" coordsize="8,0" path="m4084,5911l4091,5911e" filled="false" stroked="true" strokeweight=".48pt" strokecolor="#000000">
                <v:path arrowok="t"/>
              </v:shape>
            </v:group>
            <v:group style="position:absolute;left:4084;top:5935;width:8;height:2" coordorigin="4084,5935" coordsize="8,2">
              <v:shape style="position:absolute;left:4084;top:5935;width:8;height:2" coordorigin="4084,5935" coordsize="8,0" path="m4084,5935l4091,5935e" filled="false" stroked="true" strokeweight=".48pt" strokecolor="#000000">
                <v:path arrowok="t"/>
              </v:shape>
            </v:group>
            <v:group style="position:absolute;left:4084;top:5959;width:8;height:2" coordorigin="4084,5959" coordsize="8,2">
              <v:shape style="position:absolute;left:4084;top:5959;width:8;height:2" coordorigin="4084,5959" coordsize="8,0" path="m4084,5959l4091,5959e" filled="false" stroked="true" strokeweight=".48pt" strokecolor="#000000">
                <v:path arrowok="t"/>
              </v:shape>
            </v:group>
            <v:group style="position:absolute;left:4084;top:5983;width:8;height:2" coordorigin="4084,5983" coordsize="8,2">
              <v:shape style="position:absolute;left:4084;top:5983;width:8;height:2" coordorigin="4084,5983" coordsize="8,0" path="m4084,5983l4091,5983e" filled="false" stroked="true" strokeweight=".48pt" strokecolor="#000000">
                <v:path arrowok="t"/>
              </v:shape>
            </v:group>
            <v:group style="position:absolute;left:4084;top:6007;width:8;height:2" coordorigin="4084,6007" coordsize="8,2">
              <v:shape style="position:absolute;left:4084;top:6007;width:8;height:2" coordorigin="4084,6007" coordsize="8,0" path="m4084,6007l4091,6007e" filled="false" stroked="true" strokeweight=".48pt" strokecolor="#000000">
                <v:path arrowok="t"/>
              </v:shape>
            </v:group>
            <v:group style="position:absolute;left:4084;top:6031;width:8;height:2" coordorigin="4084,6031" coordsize="8,2">
              <v:shape style="position:absolute;left:4084;top:6031;width:8;height:2" coordorigin="4084,6031" coordsize="8,0" path="m4084,6031l4091,6031e" filled="false" stroked="true" strokeweight=".48pt" strokecolor="#000000">
                <v:path arrowok="t"/>
              </v:shape>
            </v:group>
            <v:group style="position:absolute;left:4084;top:6055;width:8;height:2" coordorigin="4084,6055" coordsize="8,2">
              <v:shape style="position:absolute;left:4084;top:6055;width:8;height:2" coordorigin="4084,6055" coordsize="8,0" path="m4084,6055l4091,6055e" filled="false" stroked="true" strokeweight=".48pt" strokecolor="#000000">
                <v:path arrowok="t"/>
              </v:shape>
            </v:group>
            <v:group style="position:absolute;left:4084;top:6079;width:8;height:2" coordorigin="4084,6079" coordsize="8,2">
              <v:shape style="position:absolute;left:4084;top:6079;width:8;height:2" coordorigin="4084,6079" coordsize="8,0" path="m4084,6079l4091,6079e" filled="false" stroked="true" strokeweight=".479pt" strokecolor="#000000">
                <v:path arrowok="t"/>
              </v:shape>
            </v:group>
            <v:group style="position:absolute;left:4084;top:6103;width:8;height:2" coordorigin="4084,6103" coordsize="8,2">
              <v:shape style="position:absolute;left:4084;top:6103;width:8;height:2" coordorigin="4084,6103" coordsize="8,0" path="m4084,6103l4091,6103e" filled="false" stroked="true" strokeweight=".48pt" strokecolor="#000000">
                <v:path arrowok="t"/>
              </v:shape>
            </v:group>
            <v:group style="position:absolute;left:4084;top:6127;width:8;height:2" coordorigin="4084,6127" coordsize="8,2">
              <v:shape style="position:absolute;left:4084;top:6127;width:8;height:2" coordorigin="4084,6127" coordsize="8,0" path="m4084,6127l4091,6127e" filled="false" stroked="true" strokeweight=".48pt" strokecolor="#000000">
                <v:path arrowok="t"/>
              </v:shape>
            </v:group>
            <v:group style="position:absolute;left:4084;top:6151;width:8;height:2" coordorigin="4084,6151" coordsize="8,2">
              <v:shape style="position:absolute;left:4084;top:6151;width:8;height:2" coordorigin="4084,6151" coordsize="8,0" path="m4084,6151l4091,6151e" filled="false" stroked="true" strokeweight=".48pt" strokecolor="#000000">
                <v:path arrowok="t"/>
              </v:shape>
            </v:group>
            <v:group style="position:absolute;left:4084;top:6175;width:8;height:2" coordorigin="4084,6175" coordsize="8,2">
              <v:shape style="position:absolute;left:4084;top:6175;width:8;height:2" coordorigin="4084,6175" coordsize="8,0" path="m4084,6175l4091,6175e" filled="false" stroked="true" strokeweight=".48pt" strokecolor="#000000">
                <v:path arrowok="t"/>
              </v:shape>
            </v:group>
            <v:group style="position:absolute;left:4084;top:6199;width:8;height:2" coordorigin="4084,6199" coordsize="8,2">
              <v:shape style="position:absolute;left:4084;top:6199;width:8;height:2" coordorigin="4084,6199" coordsize="8,0" path="m4084,6199l4091,6199e" filled="false" stroked="true" strokeweight=".48pt" strokecolor="#000000">
                <v:path arrowok="t"/>
              </v:shape>
            </v:group>
            <v:group style="position:absolute;left:4084;top:6223;width:8;height:2" coordorigin="4084,6223" coordsize="8,2">
              <v:shape style="position:absolute;left:4084;top:6223;width:8;height:2" coordorigin="4084,6223" coordsize="8,0" path="m4084,6223l4091,6223e" filled="false" stroked="true" strokeweight=".48pt" strokecolor="#000000">
                <v:path arrowok="t"/>
              </v:shape>
            </v:group>
            <v:group style="position:absolute;left:4084;top:6247;width:8;height:2" coordorigin="4084,6247" coordsize="8,2">
              <v:shape style="position:absolute;left:4084;top:6247;width:8;height:2" coordorigin="4084,6247" coordsize="8,0" path="m4084,6247l4091,6247e" filled="false" stroked="true" strokeweight=".48pt" strokecolor="#000000">
                <v:path arrowok="t"/>
              </v:shape>
            </v:group>
            <v:group style="position:absolute;left:4084;top:6271;width:8;height:2" coordorigin="4084,6271" coordsize="8,2">
              <v:shape style="position:absolute;left:4084;top:6271;width:8;height:2" coordorigin="4084,6271" coordsize="8,0" path="m4084,6271l4091,6271e" filled="false" stroked="true" strokeweight=".48pt" strokecolor="#000000">
                <v:path arrowok="t"/>
              </v:shape>
            </v:group>
            <v:group style="position:absolute;left:4084;top:6295;width:8;height:2" coordorigin="4084,6295" coordsize="8,2">
              <v:shape style="position:absolute;left:4084;top:6295;width:8;height:2" coordorigin="4084,6295" coordsize="8,0" path="m4084,6295l4091,6295e" filled="false" stroked="true" strokeweight=".48pt" strokecolor="#000000">
                <v:path arrowok="t"/>
              </v:shape>
            </v:group>
            <v:group style="position:absolute;left:4084;top:6319;width:8;height:2" coordorigin="4084,6319" coordsize="8,2">
              <v:shape style="position:absolute;left:4084;top:6319;width:8;height:2" coordorigin="4084,6319" coordsize="8,0" path="m4084,6319l4091,6319e" filled="false" stroked="true" strokeweight=".48pt" strokecolor="#000000">
                <v:path arrowok="t"/>
              </v:shape>
            </v:group>
            <v:group style="position:absolute;left:4084;top:6343;width:8;height:2" coordorigin="4084,6343" coordsize="8,2">
              <v:shape style="position:absolute;left:4084;top:6343;width:8;height:2" coordorigin="4084,6343" coordsize="8,0" path="m4084,6343l4091,6343e" filled="false" stroked="true" strokeweight=".48pt" strokecolor="#000000">
                <v:path arrowok="t"/>
              </v:shape>
            </v:group>
            <v:group style="position:absolute;left:4084;top:6367;width:8;height:2" coordorigin="4084,6367" coordsize="8,2">
              <v:shape style="position:absolute;left:4084;top:6367;width:8;height:2" coordorigin="4084,6367" coordsize="8,0" path="m4084,6367l4091,6367e" filled="false" stroked="true" strokeweight=".48pt" strokecolor="#000000">
                <v:path arrowok="t"/>
              </v:shape>
            </v:group>
            <v:group style="position:absolute;left:4084;top:6391;width:8;height:2" coordorigin="4084,6391" coordsize="8,2">
              <v:shape style="position:absolute;left:4084;top:6391;width:8;height:2" coordorigin="4084,6391" coordsize="8,0" path="m4084,6391l4091,6391e" filled="false" stroked="true" strokeweight=".48pt" strokecolor="#000000">
                <v:path arrowok="t"/>
              </v:shape>
            </v:group>
            <v:group style="position:absolute;left:4084;top:6415;width:8;height:2" coordorigin="4084,6415" coordsize="8,2">
              <v:shape style="position:absolute;left:4084;top:6415;width:8;height:2" coordorigin="4084,6415" coordsize="8,0" path="m4084,6415l4091,6415e" filled="false" stroked="true" strokeweight=".48pt" strokecolor="#000000">
                <v:path arrowok="t"/>
              </v:shape>
            </v:group>
            <v:group style="position:absolute;left:4084;top:6439;width:8;height:2" coordorigin="4084,6439" coordsize="8,2">
              <v:shape style="position:absolute;left:4084;top:6439;width:8;height:2" coordorigin="4084,6439" coordsize="8,0" path="m4084,6439l4091,6439e" filled="false" stroked="true" strokeweight=".479pt" strokecolor="#000000">
                <v:path arrowok="t"/>
              </v:shape>
            </v:group>
            <v:group style="position:absolute;left:4084;top:6463;width:8;height:2" coordorigin="4084,6463" coordsize="8,2">
              <v:shape style="position:absolute;left:4084;top:6463;width:8;height:2" coordorigin="4084,6463" coordsize="8,0" path="m4084,6463l4091,6463e" filled="false" stroked="true" strokeweight=".48pt" strokecolor="#000000">
                <v:path arrowok="t"/>
              </v:shape>
            </v:group>
            <v:group style="position:absolute;left:4084;top:6487;width:8;height:2" coordorigin="4084,6487" coordsize="8,2">
              <v:shape style="position:absolute;left:4084;top:6487;width:8;height:2" coordorigin="4084,6487" coordsize="8,0" path="m4084,6487l4091,6487e" filled="false" stroked="true" strokeweight=".48pt" strokecolor="#000000">
                <v:path arrowok="t"/>
              </v:shape>
            </v:group>
            <v:group style="position:absolute;left:4084;top:6511;width:8;height:2" coordorigin="4084,6511" coordsize="8,2">
              <v:shape style="position:absolute;left:4084;top:6511;width:8;height:2" coordorigin="4084,6511" coordsize="8,0" path="m4084,6511l4091,6511e" filled="false" stroked="true" strokeweight=".48pt" strokecolor="#000000">
                <v:path arrowok="t"/>
              </v:shape>
            </v:group>
            <v:group style="position:absolute;left:4084;top:6535;width:8;height:2" coordorigin="4084,6535" coordsize="8,2">
              <v:shape style="position:absolute;left:4084;top:6535;width:8;height:2" coordorigin="4084,6535" coordsize="8,0" path="m4084,6535l4091,6535e" filled="false" stroked="true" strokeweight=".48pt" strokecolor="#000000">
                <v:path arrowok="t"/>
              </v:shape>
            </v:group>
            <v:group style="position:absolute;left:4084;top:6559;width:8;height:2" coordorigin="4084,6559" coordsize="8,2">
              <v:shape style="position:absolute;left:4084;top:6559;width:8;height:2" coordorigin="4084,6559" coordsize="8,0" path="m4084,6559l4091,6559e" filled="false" stroked="true" strokeweight=".48pt" strokecolor="#000000">
                <v:path arrowok="t"/>
              </v:shape>
            </v:group>
            <v:group style="position:absolute;left:4084;top:6583;width:8;height:2" coordorigin="4084,6583" coordsize="8,2">
              <v:shape style="position:absolute;left:4084;top:6583;width:8;height:2" coordorigin="4084,6583" coordsize="8,0" path="m4084,6583l4091,6583e" filled="false" stroked="true" strokeweight=".48pt" strokecolor="#000000">
                <v:path arrowok="t"/>
              </v:shape>
            </v:group>
            <v:group style="position:absolute;left:4084;top:6607;width:8;height:2" coordorigin="4084,6607" coordsize="8,2">
              <v:shape style="position:absolute;left:4084;top:6607;width:8;height:2" coordorigin="4084,6607" coordsize="8,0" path="m4084,6607l4091,6607e" filled="false" stroked="true" strokeweight=".48pt" strokecolor="#000000">
                <v:path arrowok="t"/>
              </v:shape>
            </v:group>
            <v:group style="position:absolute;left:4084;top:6631;width:8;height:2" coordorigin="4084,6631" coordsize="8,2">
              <v:shape style="position:absolute;left:4084;top:6631;width:8;height:2" coordorigin="4084,6631" coordsize="8,0" path="m4084,6631l4091,6631e" filled="false" stroked="true" strokeweight=".48pt" strokecolor="#000000">
                <v:path arrowok="t"/>
              </v:shape>
            </v:group>
            <v:group style="position:absolute;left:4084;top:6655;width:8;height:2" coordorigin="4084,6655" coordsize="8,2">
              <v:shape style="position:absolute;left:4084;top:6655;width:8;height:2" coordorigin="4084,6655" coordsize="8,0" path="m4084,6655l4091,6655e" filled="false" stroked="true" strokeweight=".48pt" strokecolor="#000000">
                <v:path arrowok="t"/>
              </v:shape>
            </v:group>
            <v:group style="position:absolute;left:4084;top:6679;width:8;height:2" coordorigin="4084,6679" coordsize="8,2">
              <v:shape style="position:absolute;left:4084;top:6679;width:8;height:2" coordorigin="4084,6679" coordsize="8,0" path="m4084,6679l4091,6679e" filled="false" stroked="true" strokeweight=".48pt" strokecolor="#000000">
                <v:path arrowok="t"/>
              </v:shape>
            </v:group>
            <v:group style="position:absolute;left:4084;top:6703;width:8;height:2" coordorigin="4084,6703" coordsize="8,2">
              <v:shape style="position:absolute;left:4084;top:6703;width:8;height:2" coordorigin="4084,6703" coordsize="8,0" path="m4084,6703l4091,6703e" filled="false" stroked="true" strokeweight=".48pt" strokecolor="#000000">
                <v:path arrowok="t"/>
              </v:shape>
            </v:group>
            <v:group style="position:absolute;left:4084;top:6727;width:8;height:2" coordorigin="4084,6727" coordsize="8,2">
              <v:shape style="position:absolute;left:4084;top:6727;width:8;height:2" coordorigin="4084,6727" coordsize="8,0" path="m4084,6727l4091,6727e" filled="false" stroked="true" strokeweight=".48pt" strokecolor="#000000">
                <v:path arrowok="t"/>
              </v:shape>
            </v:group>
            <v:group style="position:absolute;left:4084;top:6751;width:8;height:2" coordorigin="4084,6751" coordsize="8,2">
              <v:shape style="position:absolute;left:4084;top:6751;width:8;height:2" coordorigin="4084,6751" coordsize="8,0" path="m4084,6751l4091,6751e" filled="false" stroked="true" strokeweight=".48pt" strokecolor="#000000">
                <v:path arrowok="t"/>
              </v:shape>
            </v:group>
            <v:group style="position:absolute;left:4084;top:6775;width:8;height:2" coordorigin="4084,6775" coordsize="8,2">
              <v:shape style="position:absolute;left:4084;top:6775;width:8;height:2" coordorigin="4084,6775" coordsize="8,0" path="m4084,6775l4091,6775e" filled="false" stroked="true" strokeweight=".48pt" strokecolor="#000000">
                <v:path arrowok="t"/>
              </v:shape>
            </v:group>
            <v:group style="position:absolute;left:4084;top:6799;width:8;height:2" coordorigin="4084,6799" coordsize="8,2">
              <v:shape style="position:absolute;left:4084;top:6799;width:8;height:2" coordorigin="4084,6799" coordsize="8,0" path="m4084,6799l4091,6799e" filled="false" stroked="true" strokeweight=".48pt" strokecolor="#000000">
                <v:path arrowok="t"/>
              </v:shape>
            </v:group>
            <v:group style="position:absolute;left:4084;top:6823;width:8;height:2" coordorigin="4084,6823" coordsize="8,2">
              <v:shape style="position:absolute;left:4084;top:6823;width:8;height:2" coordorigin="4084,6823" coordsize="8,0" path="m4084,6823l4091,6823e" filled="false" stroked="true" strokeweight=".48pt" strokecolor="#000000">
                <v:path arrowok="t"/>
              </v:shape>
            </v:group>
            <v:group style="position:absolute;left:4084;top:6847;width:8;height:2" coordorigin="4084,6847" coordsize="8,2">
              <v:shape style="position:absolute;left:4084;top:6847;width:8;height:2" coordorigin="4084,6847" coordsize="8,0" path="m4084,6847l4091,6847e" filled="false" stroked="true" strokeweight=".48pt" strokecolor="#000000">
                <v:path arrowok="t"/>
              </v:shape>
            </v:group>
            <v:group style="position:absolute;left:4084;top:6871;width:8;height:2" coordorigin="4084,6871" coordsize="8,2">
              <v:shape style="position:absolute;left:4084;top:6871;width:8;height:2" coordorigin="4084,6871" coordsize="8,0" path="m4084,6871l4091,6871e" filled="false" stroked="true" strokeweight=".48pt" strokecolor="#000000">
                <v:path arrowok="t"/>
              </v:shape>
            </v:group>
            <v:group style="position:absolute;left:4084;top:6895;width:8;height:2" coordorigin="4084,6895" coordsize="8,2">
              <v:shape style="position:absolute;left:4084;top:6895;width:8;height:2" coordorigin="4084,6895" coordsize="8,0" path="m4084,6895l4091,6895e" filled="false" stroked="true" strokeweight=".48pt" strokecolor="#000000">
                <v:path arrowok="t"/>
              </v:shape>
            </v:group>
            <v:group style="position:absolute;left:4084;top:6919;width:8;height:2" coordorigin="4084,6919" coordsize="8,2">
              <v:shape style="position:absolute;left:4084;top:6919;width:8;height:2" coordorigin="4084,6919" coordsize="8,0" path="m4084,6919l4091,6919e" filled="false" stroked="true" strokeweight=".48pt" strokecolor="#000000">
                <v:path arrowok="t"/>
              </v:shape>
            </v:group>
            <v:group style="position:absolute;left:4084;top:6943;width:8;height:2" coordorigin="4084,6943" coordsize="8,2">
              <v:shape style="position:absolute;left:4084;top:6943;width:8;height:2" coordorigin="4084,6943" coordsize="8,0" path="m4084,6943l4091,6943e" filled="false" stroked="true" strokeweight=".48pt" strokecolor="#000000">
                <v:path arrowok="t"/>
              </v:shape>
            </v:group>
            <v:group style="position:absolute;left:4084;top:6967;width:8;height:2" coordorigin="4084,6967" coordsize="8,2">
              <v:shape style="position:absolute;left:4084;top:6967;width:8;height:2" coordorigin="4084,6967" coordsize="8,0" path="m4084,6967l4091,6967e" filled="false" stroked="true" strokeweight=".48pt" strokecolor="#000000">
                <v:path arrowok="t"/>
              </v:shape>
            </v:group>
            <v:group style="position:absolute;left:4084;top:6991;width:8;height:2" coordorigin="4084,6991" coordsize="8,2">
              <v:shape style="position:absolute;left:4084;top:6991;width:8;height:2" coordorigin="4084,6991" coordsize="8,0" path="m4084,6991l4091,6991e" filled="false" stroked="true" strokeweight=".48pt" strokecolor="#000000">
                <v:path arrowok="t"/>
              </v:shape>
            </v:group>
            <v:group style="position:absolute;left:4084;top:7015;width:8;height:2" coordorigin="4084,7015" coordsize="8,2">
              <v:shape style="position:absolute;left:4084;top:7015;width:8;height:2" coordorigin="4084,7015" coordsize="8,0" path="m4084,7015l4091,7015e" filled="false" stroked="true" strokeweight=".48pt" strokecolor="#000000">
                <v:path arrowok="t"/>
              </v:shape>
            </v:group>
            <v:group style="position:absolute;left:4084;top:7039;width:8;height:2" coordorigin="4084,7039" coordsize="8,2">
              <v:shape style="position:absolute;left:4084;top:7039;width:8;height:2" coordorigin="4084,7039" coordsize="8,0" path="m4084,7039l4091,7039e" filled="false" stroked="true" strokeweight=".48pt" strokecolor="#000000">
                <v:path arrowok="t"/>
              </v:shape>
            </v:group>
            <v:group style="position:absolute;left:4084;top:7063;width:8;height:2" coordorigin="4084,7063" coordsize="8,2">
              <v:shape style="position:absolute;left:4084;top:7063;width:8;height:2" coordorigin="4084,7063" coordsize="8,0" path="m4084,7063l4091,7063e" filled="false" stroked="true" strokeweight=".48pt" strokecolor="#000000">
                <v:path arrowok="t"/>
              </v:shape>
            </v:group>
            <v:group style="position:absolute;left:4084;top:7087;width:8;height:2" coordorigin="4084,7087" coordsize="8,2">
              <v:shape style="position:absolute;left:4084;top:7087;width:8;height:2" coordorigin="4084,7087" coordsize="8,0" path="m4084,7087l4091,7087e" filled="false" stroked="true" strokeweight=".48pt" strokecolor="#000000">
                <v:path arrowok="t"/>
              </v:shape>
            </v:group>
            <v:group style="position:absolute;left:4084;top:7111;width:8;height:2" coordorigin="4084,7111" coordsize="8,2">
              <v:shape style="position:absolute;left:4084;top:7111;width:8;height:2" coordorigin="4084,7111" coordsize="8,0" path="m4084,7111l4091,7111e" filled="false" stroked="true" strokeweight=".48pt" strokecolor="#000000">
                <v:path arrowok="t"/>
              </v:shape>
            </v:group>
            <v:group style="position:absolute;left:4084;top:7135;width:8;height:2" coordorigin="4084,7135" coordsize="8,2">
              <v:shape style="position:absolute;left:4084;top:7135;width:8;height:2" coordorigin="4084,7135" coordsize="8,0" path="m4084,7135l4091,7135e" filled="false" stroked="true" strokeweight=".48pt" strokecolor="#000000">
                <v:path arrowok="t"/>
              </v:shape>
            </v:group>
            <v:group style="position:absolute;left:4084;top:7159;width:8;height:2" coordorigin="4084,7159" coordsize="8,2">
              <v:shape style="position:absolute;left:4084;top:7159;width:8;height:2" coordorigin="4084,7159" coordsize="8,0" path="m4084,7159l4091,7159e" filled="false" stroked="true" strokeweight=".48pt" strokecolor="#000000">
                <v:path arrowok="t"/>
              </v:shape>
            </v:group>
            <v:group style="position:absolute;left:4084;top:7183;width:8;height:2" coordorigin="4084,7183" coordsize="8,2">
              <v:shape style="position:absolute;left:4084;top:7183;width:8;height:2" coordorigin="4084,7183" coordsize="8,0" path="m4084,7183l4091,7183e" filled="false" stroked="true" strokeweight=".479pt" strokecolor="#000000">
                <v:path arrowok="t"/>
              </v:shape>
            </v:group>
            <v:group style="position:absolute;left:4084;top:7207;width:8;height:2" coordorigin="4084,7207" coordsize="8,2">
              <v:shape style="position:absolute;left:4084;top:7207;width:8;height:2" coordorigin="4084,7207" coordsize="8,0" path="m4084,7207l4091,7207e" filled="false" stroked="true" strokeweight=".48pt" strokecolor="#000000">
                <v:path arrowok="t"/>
              </v:shape>
            </v:group>
            <v:group style="position:absolute;left:4084;top:7231;width:8;height:2" coordorigin="4084,7231" coordsize="8,2">
              <v:shape style="position:absolute;left:4084;top:7231;width:8;height:2" coordorigin="4084,7231" coordsize="8,0" path="m4084,7231l4091,7231e" filled="false" stroked="true" strokeweight=".48pt" strokecolor="#000000">
                <v:path arrowok="t"/>
              </v:shape>
            </v:group>
            <v:group style="position:absolute;left:4084;top:7255;width:8;height:2" coordorigin="4084,7255" coordsize="8,2">
              <v:shape style="position:absolute;left:4084;top:7255;width:8;height:2" coordorigin="4084,7255" coordsize="8,0" path="m4084,7255l4091,7255e" filled="false" stroked="true" strokeweight=".48pt" strokecolor="#000000">
                <v:path arrowok="t"/>
              </v:shape>
            </v:group>
            <v:group style="position:absolute;left:4084;top:7279;width:8;height:2" coordorigin="4084,7279" coordsize="8,2">
              <v:shape style="position:absolute;left:4084;top:7279;width:8;height:2" coordorigin="4084,7279" coordsize="8,0" path="m4084,7279l4091,7279e" filled="false" stroked="true" strokeweight=".48pt" strokecolor="#000000">
                <v:path arrowok="t"/>
              </v:shape>
            </v:group>
            <v:group style="position:absolute;left:4084;top:7303;width:8;height:2" coordorigin="4084,7303" coordsize="8,2">
              <v:shape style="position:absolute;left:4084;top:7303;width:8;height:2" coordorigin="4084,7303" coordsize="8,0" path="m4084,7303l4091,7303e" filled="false" stroked="true" strokeweight=".48pt" strokecolor="#000000">
                <v:path arrowok="t"/>
              </v:shape>
            </v:group>
            <v:group style="position:absolute;left:4084;top:7327;width:8;height:2" coordorigin="4084,7327" coordsize="8,2">
              <v:shape style="position:absolute;left:4084;top:7327;width:8;height:2" coordorigin="4084,7327" coordsize="8,0" path="m4084,7327l4091,7327e" filled="false" stroked="true" strokeweight=".48pt" strokecolor="#000000">
                <v:path arrowok="t"/>
              </v:shape>
            </v:group>
            <v:group style="position:absolute;left:4084;top:7351;width:8;height:2" coordorigin="4084,7351" coordsize="8,2">
              <v:shape style="position:absolute;left:4084;top:7351;width:8;height:2" coordorigin="4084,7351" coordsize="8,0" path="m4084,7351l4091,7351e" filled="false" stroked="true" strokeweight=".48pt" strokecolor="#000000">
                <v:path arrowok="t"/>
              </v:shape>
            </v:group>
            <v:group style="position:absolute;left:4084;top:7375;width:8;height:2" coordorigin="4084,7375" coordsize="8,2">
              <v:shape style="position:absolute;left:4084;top:7375;width:8;height:2" coordorigin="4084,7375" coordsize="8,0" path="m4084,7375l4091,7375e" filled="false" stroked="true" strokeweight=".48pt" strokecolor="#000000">
                <v:path arrowok="t"/>
              </v:shape>
            </v:group>
            <v:group style="position:absolute;left:4084;top:7399;width:8;height:2" coordorigin="4084,7399" coordsize="8,2">
              <v:shape style="position:absolute;left:4084;top:7399;width:8;height:2" coordorigin="4084,7399" coordsize="8,0" path="m4084,7399l4091,7399e" filled="false" stroked="true" strokeweight=".48pt" strokecolor="#000000">
                <v:path arrowok="t"/>
              </v:shape>
            </v:group>
            <v:group style="position:absolute;left:4084;top:7423;width:8;height:2" coordorigin="4084,7423" coordsize="8,2">
              <v:shape style="position:absolute;left:4084;top:7423;width:8;height:2" coordorigin="4084,7423" coordsize="8,0" path="m4084,7423l4091,7423e" filled="false" stroked="true" strokeweight=".48pt" strokecolor="#000000">
                <v:path arrowok="t"/>
              </v:shape>
            </v:group>
            <v:group style="position:absolute;left:4084;top:7447;width:8;height:2" coordorigin="4084,7447" coordsize="8,2">
              <v:shape style="position:absolute;left:4084;top:7447;width:8;height:2" coordorigin="4084,7447" coordsize="8,0" path="m4084,7447l4091,7447e" filled="false" stroked="true" strokeweight=".48pt" strokecolor="#000000">
                <v:path arrowok="t"/>
              </v:shape>
            </v:group>
            <v:group style="position:absolute;left:4084;top:7471;width:8;height:2" coordorigin="4084,7471" coordsize="8,2">
              <v:shape style="position:absolute;left:4084;top:7471;width:8;height:2" coordorigin="4084,7471" coordsize="8,0" path="m4084,7471l4091,7471e" filled="false" stroked="true" strokeweight=".48pt" strokecolor="#000000">
                <v:path arrowok="t"/>
              </v:shape>
            </v:group>
            <v:group style="position:absolute;left:4084;top:7495;width:8;height:2" coordorigin="4084,7495" coordsize="8,2">
              <v:shape style="position:absolute;left:4084;top:7495;width:8;height:2" coordorigin="4084,7495" coordsize="8,0" path="m4084,7495l4091,7495e" filled="false" stroked="true" strokeweight=".48pt" strokecolor="#000000">
                <v:path arrowok="t"/>
              </v:shape>
            </v:group>
            <v:group style="position:absolute;left:4084;top:7519;width:8;height:2" coordorigin="4084,7519" coordsize="8,2">
              <v:shape style="position:absolute;left:4084;top:7519;width:8;height:2" coordorigin="4084,7519" coordsize="8,0" path="m4084,7519l4091,7519e" filled="false" stroked="true" strokeweight=".48pt" strokecolor="#000000">
                <v:path arrowok="t"/>
              </v:shape>
            </v:group>
            <v:group style="position:absolute;left:4084;top:7543;width:8;height:2" coordorigin="4084,7543" coordsize="8,2">
              <v:shape style="position:absolute;left:4084;top:7543;width:8;height:2" coordorigin="4084,7543" coordsize="8,0" path="m4084,7543l4091,7543e" filled="false" stroked="true" strokeweight=".48pt" strokecolor="#000000">
                <v:path arrowok="t"/>
              </v:shape>
            </v:group>
            <v:group style="position:absolute;left:4084;top:7567;width:8;height:2" coordorigin="4084,7567" coordsize="8,2">
              <v:shape style="position:absolute;left:4084;top:7567;width:8;height:2" coordorigin="4084,7567" coordsize="8,0" path="m4084,7567l4091,7567e" filled="false" stroked="true" strokeweight=".48pt" strokecolor="#000000">
                <v:path arrowok="t"/>
              </v:shape>
            </v:group>
            <v:group style="position:absolute;left:4084;top:7591;width:8;height:2" coordorigin="4084,7591" coordsize="8,2">
              <v:shape style="position:absolute;left:4084;top:7591;width:8;height:2" coordorigin="4084,7591" coordsize="8,0" path="m4084,7591l4091,7591e" filled="false" stroked="true" strokeweight=".48pt" strokecolor="#000000">
                <v:path arrowok="t"/>
              </v:shape>
            </v:group>
            <v:group style="position:absolute;left:4084;top:7615;width:8;height:2" coordorigin="4084,7615" coordsize="8,2">
              <v:shape style="position:absolute;left:4084;top:7615;width:8;height:2" coordorigin="4084,7615" coordsize="8,0" path="m4084,7615l4091,7615e" filled="false" stroked="true" strokeweight=".48pt" strokecolor="#000000">
                <v:path arrowok="t"/>
              </v:shape>
            </v:group>
            <v:group style="position:absolute;left:4084;top:7639;width:8;height:2" coordorigin="4084,7639" coordsize="8,2">
              <v:shape style="position:absolute;left:4084;top:7639;width:8;height:2" coordorigin="4084,7639" coordsize="8,0" path="m4084,7639l4091,7639e" filled="false" stroked="true" strokeweight=".48pt" strokecolor="#000000">
                <v:path arrowok="t"/>
              </v:shape>
            </v:group>
            <v:group style="position:absolute;left:4084;top:7663;width:8;height:2" coordorigin="4084,7663" coordsize="8,2">
              <v:shape style="position:absolute;left:4084;top:7663;width:8;height:2" coordorigin="4084,7663" coordsize="8,0" path="m4084,7663l4091,7663e" filled="false" stroked="true" strokeweight=".48pt" strokecolor="#000000">
                <v:path arrowok="t"/>
              </v:shape>
            </v:group>
            <v:group style="position:absolute;left:4084;top:7687;width:8;height:2" coordorigin="4084,7687" coordsize="8,2">
              <v:shape style="position:absolute;left:4084;top:7687;width:8;height:2" coordorigin="4084,7687" coordsize="8,0" path="m4084,7687l4091,7687e" filled="false" stroked="true" strokeweight=".48pt" strokecolor="#000000">
                <v:path arrowok="t"/>
              </v:shape>
            </v:group>
            <v:group style="position:absolute;left:4084;top:7711;width:8;height:2" coordorigin="4084,7711" coordsize="8,2">
              <v:shape style="position:absolute;left:4084;top:7711;width:8;height:2" coordorigin="4084,7711" coordsize="8,0" path="m4084,7711l4091,7711e" filled="false" stroked="true" strokeweight=".48pt" strokecolor="#000000">
                <v:path arrowok="t"/>
              </v:shape>
            </v:group>
            <v:group style="position:absolute;left:4084;top:7735;width:8;height:2" coordorigin="4084,7735" coordsize="8,2">
              <v:shape style="position:absolute;left:4084;top:7735;width:8;height:2" coordorigin="4084,7735" coordsize="8,0" path="m4084,7735l4091,7735e" filled="false" stroked="true" strokeweight=".48pt" strokecolor="#000000">
                <v:path arrowok="t"/>
              </v:shape>
            </v:group>
            <v:group style="position:absolute;left:4084;top:7759;width:8;height:2" coordorigin="4084,7759" coordsize="8,2">
              <v:shape style="position:absolute;left:4084;top:7759;width:8;height:2" coordorigin="4084,7759" coordsize="8,0" path="m4084,7759l4091,7759e" filled="false" stroked="true" strokeweight=".48pt" strokecolor="#000000">
                <v:path arrowok="t"/>
              </v:shape>
            </v:group>
            <v:group style="position:absolute;left:4084;top:7783;width:8;height:2" coordorigin="4084,7783" coordsize="8,2">
              <v:shape style="position:absolute;left:4084;top:7783;width:8;height:2" coordorigin="4084,7783" coordsize="8,0" path="m4084,7783l4091,7783e" filled="false" stroked="true" strokeweight=".48pt" strokecolor="#000000">
                <v:path arrowok="t"/>
              </v:shape>
            </v:group>
            <v:group style="position:absolute;left:4084;top:7807;width:8;height:2" coordorigin="4084,7807" coordsize="8,2">
              <v:shape style="position:absolute;left:4084;top:7807;width:8;height:2" coordorigin="4084,7807" coordsize="8,0" path="m4084,7807l4091,7807e" filled="false" stroked="true" strokeweight=".48pt" strokecolor="#000000">
                <v:path arrowok="t"/>
              </v:shape>
            </v:group>
            <v:group style="position:absolute;left:4084;top:7831;width:8;height:2" coordorigin="4084,7831" coordsize="8,2">
              <v:shape style="position:absolute;left:4084;top:7831;width:8;height:2" coordorigin="4084,7831" coordsize="8,0" path="m4084,7831l4091,7831e" filled="false" stroked="true" strokeweight=".48pt" strokecolor="#000000">
                <v:path arrowok="t"/>
              </v:shape>
            </v:group>
            <v:group style="position:absolute;left:4084;top:7855;width:8;height:2" coordorigin="4084,7855" coordsize="8,2">
              <v:shape style="position:absolute;left:4084;top:7855;width:8;height:2" coordorigin="4084,7855" coordsize="8,0" path="m4084,7855l4091,7855e" filled="false" stroked="true" strokeweight=".48pt" strokecolor="#000000">
                <v:path arrowok="t"/>
              </v:shape>
            </v:group>
            <v:group style="position:absolute;left:4084;top:7879;width:8;height:2" coordorigin="4084,7879" coordsize="8,2">
              <v:shape style="position:absolute;left:4084;top:7879;width:8;height:2" coordorigin="4084,7879" coordsize="8,0" path="m4084,7879l4091,7879e" filled="false" stroked="true" strokeweight=".48pt" strokecolor="#000000">
                <v:path arrowok="t"/>
              </v:shape>
            </v:group>
            <v:group style="position:absolute;left:4084;top:7903;width:8;height:2" coordorigin="4084,7903" coordsize="8,2">
              <v:shape style="position:absolute;left:4084;top:7903;width:8;height:2" coordorigin="4084,7903" coordsize="8,0" path="m4084,7903l4091,7903e" filled="false" stroked="true" strokeweight=".48pt" strokecolor="#000000">
                <v:path arrowok="t"/>
              </v:shape>
            </v:group>
            <v:group style="position:absolute;left:4084;top:7927;width:8;height:2" coordorigin="4084,7927" coordsize="8,2">
              <v:shape style="position:absolute;left:4084;top:7927;width:8;height:2" coordorigin="4084,7927" coordsize="8,0" path="m4084,7927l4091,7927e" filled="false" stroked="true" strokeweight=".479pt" strokecolor="#000000">
                <v:path arrowok="t"/>
              </v:shape>
            </v:group>
            <v:group style="position:absolute;left:4084;top:7951;width:8;height:2" coordorigin="4084,7951" coordsize="8,2">
              <v:shape style="position:absolute;left:4084;top:7951;width:8;height:2" coordorigin="4084,7951" coordsize="8,0" path="m4084,7951l4091,7951e" filled="false" stroked="true" strokeweight=".48pt" strokecolor="#000000">
                <v:path arrowok="t"/>
              </v:shape>
            </v:group>
            <v:group style="position:absolute;left:4084;top:7975;width:8;height:2" coordorigin="4084,7975" coordsize="8,2">
              <v:shape style="position:absolute;left:4084;top:7975;width:8;height:2" coordorigin="4084,7975" coordsize="8,0" path="m4084,7975l4091,7975e" filled="false" stroked="true" strokeweight=".48pt" strokecolor="#000000">
                <v:path arrowok="t"/>
              </v:shape>
            </v:group>
            <v:group style="position:absolute;left:4084;top:7999;width:8;height:2" coordorigin="4084,7999" coordsize="8,2">
              <v:shape style="position:absolute;left:4084;top:7999;width:8;height:2" coordorigin="4084,7999" coordsize="8,0" path="m4084,7999l4091,7999e" filled="false" stroked="true" strokeweight=".48pt" strokecolor="#000000">
                <v:path arrowok="t"/>
              </v:shape>
            </v:group>
            <v:group style="position:absolute;left:4084;top:8023;width:8;height:2" coordorigin="4084,8023" coordsize="8,2">
              <v:shape style="position:absolute;left:4084;top:8023;width:8;height:2" coordorigin="4084,8023" coordsize="8,0" path="m4084,8023l4091,8023e" filled="false" stroked="true" strokeweight=".48pt" strokecolor="#000000">
                <v:path arrowok="t"/>
              </v:shape>
            </v:group>
            <v:group style="position:absolute;left:4084;top:8047;width:8;height:2" coordorigin="4084,8047" coordsize="8,2">
              <v:shape style="position:absolute;left:4084;top:8047;width:8;height:2" coordorigin="4084,8047" coordsize="8,0" path="m4084,8047l4091,8047e" filled="false" stroked="true" strokeweight=".48pt" strokecolor="#000000">
                <v:path arrowok="t"/>
              </v:shape>
            </v:group>
            <v:group style="position:absolute;left:4084;top:8071;width:8;height:2" coordorigin="4084,8071" coordsize="8,2">
              <v:shape style="position:absolute;left:4084;top:8071;width:8;height:2" coordorigin="4084,8071" coordsize="8,0" path="m4084,8071l4091,8071e" filled="false" stroked="true" strokeweight=".48pt" strokecolor="#000000">
                <v:path arrowok="t"/>
              </v:shape>
            </v:group>
            <v:group style="position:absolute;left:4084;top:8095;width:8;height:2" coordorigin="4084,8095" coordsize="8,2">
              <v:shape style="position:absolute;left:4084;top:8095;width:8;height:2" coordorigin="4084,8095" coordsize="8,0" path="m4084,8095l4091,8095e" filled="false" stroked="true" strokeweight=".48pt" strokecolor="#000000">
                <v:path arrowok="t"/>
              </v:shape>
            </v:group>
            <v:group style="position:absolute;left:4084;top:8119;width:8;height:2" coordorigin="4084,8119" coordsize="8,2">
              <v:shape style="position:absolute;left:4084;top:8119;width:8;height:2" coordorigin="4084,8119" coordsize="8,0" path="m4084,8119l4091,8119e" filled="false" stroked="true" strokeweight=".48pt" strokecolor="#000000">
                <v:path arrowok="t"/>
              </v:shape>
            </v:group>
            <v:group style="position:absolute;left:4084;top:8143;width:8;height:2" coordorigin="4084,8143" coordsize="8,2">
              <v:shape style="position:absolute;left:4084;top:8143;width:8;height:2" coordorigin="4084,8143" coordsize="8,0" path="m4084,8143l4091,8143e" filled="false" stroked="true" strokeweight=".48pt" strokecolor="#000000">
                <v:path arrowok="t"/>
              </v:shape>
            </v:group>
            <v:group style="position:absolute;left:4084;top:8167;width:8;height:2" coordorigin="4084,8167" coordsize="8,2">
              <v:shape style="position:absolute;left:4084;top:8167;width:8;height:2" coordorigin="4084,8167" coordsize="8,0" path="m4084,8167l4091,8167e" filled="false" stroked="true" strokeweight=".48pt" strokecolor="#000000">
                <v:path arrowok="t"/>
              </v:shape>
            </v:group>
            <v:group style="position:absolute;left:4084;top:8191;width:8;height:2" coordorigin="4084,8191" coordsize="8,2">
              <v:shape style="position:absolute;left:4084;top:8191;width:8;height:2" coordorigin="4084,8191" coordsize="8,0" path="m4084,8191l4091,8191e" filled="false" stroked="true" strokeweight=".48pt" strokecolor="#000000">
                <v:path arrowok="t"/>
              </v:shape>
            </v:group>
            <v:group style="position:absolute;left:4084;top:8215;width:8;height:2" coordorigin="4084,8215" coordsize="8,2">
              <v:shape style="position:absolute;left:4084;top:8215;width:8;height:2" coordorigin="4084,8215" coordsize="8,0" path="m4084,8215l4091,8215e" filled="false" stroked="true" strokeweight=".48pt" strokecolor="#000000">
                <v:path arrowok="t"/>
              </v:shape>
            </v:group>
            <v:group style="position:absolute;left:4084;top:8239;width:8;height:2" coordorigin="4084,8239" coordsize="8,2">
              <v:shape style="position:absolute;left:4084;top:8239;width:8;height:2" coordorigin="4084,8239" coordsize="8,0" path="m4084,8239l4091,8239e" filled="false" stroked="true" strokeweight=".48pt" strokecolor="#000000">
                <v:path arrowok="t"/>
              </v:shape>
            </v:group>
            <v:group style="position:absolute;left:4084;top:8263;width:8;height:2" coordorigin="4084,8263" coordsize="8,2">
              <v:shape style="position:absolute;left:4084;top:8263;width:8;height:2" coordorigin="4084,8263" coordsize="8,0" path="m4084,8263l4091,8263e" filled="false" stroked="true" strokeweight=".48pt" strokecolor="#000000">
                <v:path arrowok="t"/>
              </v:shape>
            </v:group>
            <v:group style="position:absolute;left:4084;top:8287;width:8;height:2" coordorigin="4084,8287" coordsize="8,2">
              <v:shape style="position:absolute;left:4084;top:8287;width:8;height:2" coordorigin="4084,8287" coordsize="8,0" path="m4084,8287l4091,8287e" filled="false" stroked="true" strokeweight=".479pt" strokecolor="#000000">
                <v:path arrowok="t"/>
              </v:shape>
            </v:group>
            <v:group style="position:absolute;left:4084;top:8311;width:8;height:2" coordorigin="4084,8311" coordsize="8,2">
              <v:shape style="position:absolute;left:4084;top:8311;width:8;height:2" coordorigin="4084,8311" coordsize="8,0" path="m4084,8311l4091,8311e" filled="false" stroked="true" strokeweight=".48pt" strokecolor="#000000">
                <v:path arrowok="t"/>
              </v:shape>
            </v:group>
            <v:group style="position:absolute;left:4084;top:8335;width:8;height:2" coordorigin="4084,8335" coordsize="8,2">
              <v:shape style="position:absolute;left:4084;top:8335;width:8;height:2" coordorigin="4084,8335" coordsize="8,0" path="m4084,8335l4091,8335e" filled="false" stroked="true" strokeweight=".48pt" strokecolor="#000000">
                <v:path arrowok="t"/>
              </v:shape>
            </v:group>
            <v:group style="position:absolute;left:4084;top:8359;width:8;height:2" coordorigin="4084,8359" coordsize="8,2">
              <v:shape style="position:absolute;left:4084;top:8359;width:8;height:2" coordorigin="4084,8359" coordsize="8,0" path="m4084,8359l4091,8359e" filled="false" stroked="true" strokeweight=".48pt" strokecolor="#000000">
                <v:path arrowok="t"/>
              </v:shape>
            </v:group>
            <v:group style="position:absolute;left:4084;top:8383;width:8;height:2" coordorigin="4084,8383" coordsize="8,2">
              <v:shape style="position:absolute;left:4084;top:8383;width:8;height:2" coordorigin="4084,8383" coordsize="8,0" path="m4084,8383l4091,8383e" filled="false" stroked="true" strokeweight=".48pt" strokecolor="#000000">
                <v:path arrowok="t"/>
              </v:shape>
            </v:group>
            <v:group style="position:absolute;left:4084;top:8407;width:8;height:2" coordorigin="4084,8407" coordsize="8,2">
              <v:shape style="position:absolute;left:4084;top:8407;width:8;height:2" coordorigin="4084,8407" coordsize="8,0" path="m4084,8407l4091,8407e" filled="false" stroked="true" strokeweight=".48pt" strokecolor="#000000">
                <v:path arrowok="t"/>
              </v:shape>
            </v:group>
            <v:group style="position:absolute;left:4084;top:8431;width:8;height:2" coordorigin="4084,8431" coordsize="8,2">
              <v:shape style="position:absolute;left:4084;top:8431;width:8;height:2" coordorigin="4084,8431" coordsize="8,0" path="m4084,8431l4091,8431e" filled="false" stroked="true" strokeweight=".48pt" strokecolor="#000000">
                <v:path arrowok="t"/>
              </v:shape>
            </v:group>
            <v:group style="position:absolute;left:4084;top:8455;width:8;height:2" coordorigin="4084,8455" coordsize="8,2">
              <v:shape style="position:absolute;left:4084;top:8455;width:8;height:2" coordorigin="4084,8455" coordsize="8,0" path="m4084,8455l4091,8455e" filled="false" stroked="true" strokeweight=".48pt" strokecolor="#000000">
                <v:path arrowok="t"/>
              </v:shape>
            </v:group>
            <v:group style="position:absolute;left:4084;top:8479;width:8;height:2" coordorigin="4084,8479" coordsize="8,2">
              <v:shape style="position:absolute;left:4084;top:8479;width:8;height:2" coordorigin="4084,8479" coordsize="8,0" path="m4084,8479l4091,8479e" filled="false" stroked="true" strokeweight=".48pt" strokecolor="#000000">
                <v:path arrowok="t"/>
              </v:shape>
            </v:group>
            <v:group style="position:absolute;left:4084;top:8503;width:8;height:2" coordorigin="4084,8503" coordsize="8,2">
              <v:shape style="position:absolute;left:4084;top:8503;width:8;height:2" coordorigin="4084,8503" coordsize="8,0" path="m4084,8503l4091,8503e" filled="false" stroked="true" strokeweight=".48pt" strokecolor="#000000">
                <v:path arrowok="t"/>
              </v:shape>
            </v:group>
            <v:group style="position:absolute;left:4084;top:8527;width:8;height:2" coordorigin="4084,8527" coordsize="8,2">
              <v:shape style="position:absolute;left:4084;top:8527;width:8;height:2" coordorigin="4084,8527" coordsize="8,0" path="m4084,8527l4091,8527e" filled="false" stroked="true" strokeweight=".48pt" strokecolor="#000000">
                <v:path arrowok="t"/>
              </v:shape>
            </v:group>
            <v:group style="position:absolute;left:4084;top:8551;width:8;height:2" coordorigin="4084,8551" coordsize="8,2">
              <v:shape style="position:absolute;left:4084;top:8551;width:8;height:2" coordorigin="4084,8551" coordsize="8,0" path="m4084,8551l4091,8551e" filled="false" stroked="true" strokeweight=".48pt" strokecolor="#000000">
                <v:path arrowok="t"/>
              </v:shape>
            </v:group>
            <v:group style="position:absolute;left:4084;top:8575;width:8;height:2" coordorigin="4084,8575" coordsize="8,2">
              <v:shape style="position:absolute;left:4084;top:8575;width:8;height:2" coordorigin="4084,8575" coordsize="8,0" path="m4084,8575l4091,8575e" filled="false" stroked="true" strokeweight=".48pt" strokecolor="#000000">
                <v:path arrowok="t"/>
              </v:shape>
            </v:group>
            <v:group style="position:absolute;left:4084;top:8599;width:8;height:2" coordorigin="4084,8599" coordsize="8,2">
              <v:shape style="position:absolute;left:4084;top:8599;width:8;height:2" coordorigin="4084,8599" coordsize="8,0" path="m4084,8599l4091,8599e" filled="false" stroked="true" strokeweight=".48pt" strokecolor="#000000">
                <v:path arrowok="t"/>
              </v:shape>
            </v:group>
            <v:group style="position:absolute;left:4084;top:8623;width:8;height:2" coordorigin="4084,8623" coordsize="8,2">
              <v:shape style="position:absolute;left:4084;top:8623;width:8;height:2" coordorigin="4084,8623" coordsize="8,0" path="m4084,8623l4091,8623e" filled="false" stroked="true" strokeweight=".48pt" strokecolor="#000000">
                <v:path arrowok="t"/>
              </v:shape>
            </v:group>
            <v:group style="position:absolute;left:4084;top:8647;width:8;height:2" coordorigin="4084,8647" coordsize="8,2">
              <v:shape style="position:absolute;left:4084;top:8647;width:8;height:2" coordorigin="4084,8647" coordsize="8,0" path="m4084,8647l4091,8647e" filled="false" stroked="true" strokeweight=".48pt" strokecolor="#000000">
                <v:path arrowok="t"/>
              </v:shape>
            </v:group>
            <v:group style="position:absolute;left:4084;top:8671;width:8;height:2" coordorigin="4084,8671" coordsize="8,2">
              <v:shape style="position:absolute;left:4084;top:8671;width:8;height:2" coordorigin="4084,8671" coordsize="8,0" path="m4084,8671l4091,8671e" filled="false" stroked="true" strokeweight=".48pt" strokecolor="#000000">
                <v:path arrowok="t"/>
              </v:shape>
            </v:group>
            <v:group style="position:absolute;left:4084;top:8695;width:8;height:2" coordorigin="4084,8695" coordsize="8,2">
              <v:shape style="position:absolute;left:4084;top:8695;width:8;height:2" coordorigin="4084,8695" coordsize="8,0" path="m4084,8695l4091,8695e" filled="false" stroked="true" strokeweight=".48pt" strokecolor="#000000">
                <v:path arrowok="t"/>
              </v:shape>
            </v:group>
            <v:group style="position:absolute;left:4084;top:8719;width:8;height:2" coordorigin="4084,8719" coordsize="8,2">
              <v:shape style="position:absolute;left:4084;top:8719;width:8;height:2" coordorigin="4084,8719" coordsize="8,0" path="m4084,8719l4091,8719e" filled="false" stroked="true" strokeweight=".48pt" strokecolor="#000000">
                <v:path arrowok="t"/>
              </v:shape>
            </v:group>
            <v:group style="position:absolute;left:4084;top:8743;width:8;height:2" coordorigin="4084,8743" coordsize="8,2">
              <v:shape style="position:absolute;left:4084;top:8743;width:8;height:2" coordorigin="4084,8743" coordsize="8,0" path="m4084,8743l4091,8743e" filled="false" stroked="true" strokeweight=".48pt" strokecolor="#000000">
                <v:path arrowok="t"/>
              </v:shape>
            </v:group>
            <v:group style="position:absolute;left:4084;top:8767;width:8;height:2" coordorigin="4084,8767" coordsize="8,2">
              <v:shape style="position:absolute;left:4084;top:8767;width:8;height:2" coordorigin="4084,8767" coordsize="8,0" path="m4084,8767l4091,8767e" filled="false" stroked="true" strokeweight=".48pt" strokecolor="#000000">
                <v:path arrowok="t"/>
              </v:shape>
            </v:group>
            <v:group style="position:absolute;left:4084;top:8791;width:8;height:2" coordorigin="4084,8791" coordsize="8,2">
              <v:shape style="position:absolute;left:4084;top:8791;width:8;height:2" coordorigin="4084,8791" coordsize="8,0" path="m4084,8791l4091,8791e" filled="false" stroked="true" strokeweight=".48pt" strokecolor="#000000">
                <v:path arrowok="t"/>
              </v:shape>
            </v:group>
            <v:group style="position:absolute;left:4084;top:8815;width:8;height:2" coordorigin="4084,8815" coordsize="8,2">
              <v:shape style="position:absolute;left:4084;top:8815;width:8;height:2" coordorigin="4084,8815" coordsize="8,0" path="m4084,8815l4091,8815e" filled="false" stroked="true" strokeweight=".48pt" strokecolor="#000000">
                <v:path arrowok="t"/>
              </v:shape>
            </v:group>
            <v:group style="position:absolute;left:4084;top:8839;width:8;height:2" coordorigin="4084,8839" coordsize="8,2">
              <v:shape style="position:absolute;left:4084;top:8839;width:8;height:2" coordorigin="4084,8839" coordsize="8,0" path="m4084,8839l4091,8839e" filled="false" stroked="true" strokeweight=".48pt" strokecolor="#000000">
                <v:path arrowok="t"/>
              </v:shape>
            </v:group>
            <v:group style="position:absolute;left:4084;top:8863;width:8;height:2" coordorigin="4084,8863" coordsize="8,2">
              <v:shape style="position:absolute;left:4084;top:8863;width:8;height:2" coordorigin="4084,8863" coordsize="8,0" path="m4084,8863l4091,8863e" filled="false" stroked="true" strokeweight=".48pt" strokecolor="#000000">
                <v:path arrowok="t"/>
              </v:shape>
            </v:group>
            <v:group style="position:absolute;left:4084;top:8887;width:8;height:2" coordorigin="4084,8887" coordsize="8,2">
              <v:shape style="position:absolute;left:4084;top:8887;width:8;height:2" coordorigin="4084,8887" coordsize="8,0" path="m4084,8887l4091,8887e" filled="false" stroked="true" strokeweight=".48pt" strokecolor="#000000">
                <v:path arrowok="t"/>
              </v:shape>
            </v:group>
            <v:group style="position:absolute;left:4084;top:8911;width:8;height:2" coordorigin="4084,8911" coordsize="8,2">
              <v:shape style="position:absolute;left:4084;top:8911;width:8;height:2" coordorigin="4084,8911" coordsize="8,0" path="m4084,8911l4091,8911e" filled="false" stroked="true" strokeweight=".48pt" strokecolor="#000000">
                <v:path arrowok="t"/>
              </v:shape>
            </v:group>
            <v:group style="position:absolute;left:4084;top:8935;width:8;height:2" coordorigin="4084,8935" coordsize="8,2">
              <v:shape style="position:absolute;left:4084;top:8935;width:8;height:2" coordorigin="4084,8935" coordsize="8,0" path="m4084,8935l4091,8935e" filled="false" stroked="true" strokeweight=".48pt" strokecolor="#000000">
                <v:path arrowok="t"/>
              </v:shape>
            </v:group>
            <v:group style="position:absolute;left:4084;top:8959;width:8;height:2" coordorigin="4084,8959" coordsize="8,2">
              <v:shape style="position:absolute;left:4084;top:8959;width:8;height:2" coordorigin="4084,8959" coordsize="8,0" path="m4084,8959l4091,8959e" filled="false" stroked="true" strokeweight=".48pt" strokecolor="#000000">
                <v:path arrowok="t"/>
              </v:shape>
            </v:group>
            <v:group style="position:absolute;left:4084;top:8983;width:8;height:2" coordorigin="4084,8983" coordsize="8,2">
              <v:shape style="position:absolute;left:4084;top:8983;width:8;height:2" coordorigin="4084,8983" coordsize="8,0" path="m4084,8983l4091,8983e" filled="false" stroked="true" strokeweight=".48pt" strokecolor="#000000">
                <v:path arrowok="t"/>
              </v:shape>
            </v:group>
            <v:group style="position:absolute;left:4084;top:9007;width:8;height:2" coordorigin="4084,9007" coordsize="8,2">
              <v:shape style="position:absolute;left:4084;top:9007;width:8;height:2" coordorigin="4084,9007" coordsize="8,0" path="m4084,9007l4091,9007e" filled="false" stroked="true" strokeweight=".48pt" strokecolor="#000000">
                <v:path arrowok="t"/>
              </v:shape>
            </v:group>
            <v:group style="position:absolute;left:4084;top:9031;width:8;height:2" coordorigin="4084,9031" coordsize="8,2">
              <v:shape style="position:absolute;left:4084;top:9031;width:8;height:2" coordorigin="4084,9031" coordsize="8,0" path="m4084,9031l4091,9031e" filled="false" stroked="true" strokeweight=".479pt" strokecolor="#000000">
                <v:path arrowok="t"/>
              </v:shape>
            </v:group>
            <v:group style="position:absolute;left:4084;top:9055;width:8;height:2" coordorigin="4084,9055" coordsize="8,2">
              <v:shape style="position:absolute;left:4084;top:9055;width:8;height:2" coordorigin="4084,9055" coordsize="8,0" path="m4084,9055l4091,9055e" filled="false" stroked="true" strokeweight=".48pt" strokecolor="#000000">
                <v:path arrowok="t"/>
              </v:shape>
            </v:group>
            <v:group style="position:absolute;left:4084;top:9079;width:8;height:2" coordorigin="4084,9079" coordsize="8,2">
              <v:shape style="position:absolute;left:4084;top:9079;width:8;height:2" coordorigin="4084,9079" coordsize="8,0" path="m4084,9079l4091,9079e" filled="false" stroked="true" strokeweight=".48pt" strokecolor="#000000">
                <v:path arrowok="t"/>
              </v:shape>
            </v:group>
            <v:group style="position:absolute;left:4084;top:9103;width:8;height:2" coordorigin="4084,9103" coordsize="8,2">
              <v:shape style="position:absolute;left:4084;top:9103;width:8;height:2" coordorigin="4084,9103" coordsize="8,0" path="m4084,9103l4091,9103e" filled="false" stroked="true" strokeweight=".48pt" strokecolor="#000000">
                <v:path arrowok="t"/>
              </v:shape>
            </v:group>
            <v:group style="position:absolute;left:4084;top:9127;width:8;height:2" coordorigin="4084,9127" coordsize="8,2">
              <v:shape style="position:absolute;left:4084;top:9127;width:8;height:2" coordorigin="4084,9127" coordsize="8,0" path="m4084,9127l4091,9127e" filled="false" stroked="true" strokeweight=".48pt" strokecolor="#000000">
                <v:path arrowok="t"/>
              </v:shape>
            </v:group>
            <v:group style="position:absolute;left:4084;top:9151;width:8;height:2" coordorigin="4084,9151" coordsize="8,2">
              <v:shape style="position:absolute;left:4084;top:9151;width:8;height:2" coordorigin="4084,9151" coordsize="8,0" path="m4084,9151l4091,9151e" filled="false" stroked="true" strokeweight=".48pt" strokecolor="#000000">
                <v:path arrowok="t"/>
              </v:shape>
            </v:group>
            <v:group style="position:absolute;left:4084;top:9175;width:8;height:2" coordorigin="4084,9175" coordsize="8,2">
              <v:shape style="position:absolute;left:4084;top:9175;width:8;height:2" coordorigin="4084,9175" coordsize="8,0" path="m4084,9175l4091,9175e" filled="false" stroked="true" strokeweight=".48pt" strokecolor="#000000">
                <v:path arrowok="t"/>
              </v:shape>
            </v:group>
            <v:group style="position:absolute;left:4084;top:9199;width:8;height:2" coordorigin="4084,9199" coordsize="8,2">
              <v:shape style="position:absolute;left:4084;top:9199;width:8;height:2" coordorigin="4084,9199" coordsize="8,0" path="m4084,9199l4091,9199e" filled="false" stroked="true" strokeweight=".48pt" strokecolor="#000000">
                <v:path arrowok="t"/>
              </v:shape>
            </v:group>
            <v:group style="position:absolute;left:4084;top:9223;width:8;height:2" coordorigin="4084,9223" coordsize="8,2">
              <v:shape style="position:absolute;left:4084;top:9223;width:8;height:2" coordorigin="4084,9223" coordsize="8,0" path="m4084,9223l4091,9223e" filled="false" stroked="true" strokeweight=".48pt" strokecolor="#000000">
                <v:path arrowok="t"/>
              </v:shape>
            </v:group>
            <v:group style="position:absolute;left:4084;top:9247;width:8;height:2" coordorigin="4084,9247" coordsize="8,2">
              <v:shape style="position:absolute;left:4084;top:9247;width:8;height:2" coordorigin="4084,9247" coordsize="8,0" path="m4084,9247l4091,9247e" filled="false" stroked="true" strokeweight=".48pt" strokecolor="#000000">
                <v:path arrowok="t"/>
              </v:shape>
            </v:group>
            <v:group style="position:absolute;left:4084;top:9271;width:8;height:2" coordorigin="4084,9271" coordsize="8,2">
              <v:shape style="position:absolute;left:4084;top:9271;width:8;height:2" coordorigin="4084,9271" coordsize="8,0" path="m4084,9271l4091,9271e" filled="false" stroked="true" strokeweight=".48pt" strokecolor="#000000">
                <v:path arrowok="t"/>
              </v:shape>
            </v:group>
            <v:group style="position:absolute;left:4084;top:9295;width:8;height:2" coordorigin="4084,9295" coordsize="8,2">
              <v:shape style="position:absolute;left:4084;top:9295;width:8;height:2" coordorigin="4084,9295" coordsize="8,0" path="m4084,9295l4091,9295e" filled="false" stroked="true" strokeweight=".48pt" strokecolor="#000000">
                <v:path arrowok="t"/>
              </v:shape>
            </v:group>
            <v:group style="position:absolute;left:4084;top:9319;width:8;height:2" coordorigin="4084,9319" coordsize="8,2">
              <v:shape style="position:absolute;left:4084;top:9319;width:8;height:2" coordorigin="4084,9319" coordsize="8,0" path="m4084,9319l4091,9319e" filled="false" stroked="true" strokeweight=".48pt" strokecolor="#000000">
                <v:path arrowok="t"/>
              </v:shape>
            </v:group>
            <v:group style="position:absolute;left:4084;top:9343;width:8;height:2" coordorigin="4084,9343" coordsize="8,2">
              <v:shape style="position:absolute;left:4084;top:9343;width:8;height:2" coordorigin="4084,9343" coordsize="8,0" path="m4084,9343l4091,9343e" filled="false" stroked="true" strokeweight=".48pt" strokecolor="#000000">
                <v:path arrowok="t"/>
              </v:shape>
            </v:group>
            <v:group style="position:absolute;left:4084;top:9367;width:8;height:2" coordorigin="4084,9367" coordsize="8,2">
              <v:shape style="position:absolute;left:4084;top:9367;width:8;height:2" coordorigin="4084,9367" coordsize="8,0" path="m4084,9367l4091,9367e" filled="false" stroked="true" strokeweight=".48pt" strokecolor="#000000">
                <v:path arrowok="t"/>
              </v:shape>
            </v:group>
            <v:group style="position:absolute;left:4084;top:9391;width:8;height:2" coordorigin="4084,9391" coordsize="8,2">
              <v:shape style="position:absolute;left:4084;top:9391;width:8;height:2" coordorigin="4084,9391" coordsize="8,0" path="m4084,9391l4091,9391e" filled="false" stroked="true" strokeweight=".48pt" strokecolor="#000000">
                <v:path arrowok="t"/>
              </v:shape>
            </v:group>
            <v:group style="position:absolute;left:4084;top:9415;width:8;height:2" coordorigin="4084,9415" coordsize="8,2">
              <v:shape style="position:absolute;left:4084;top:9415;width:8;height:2" coordorigin="4084,9415" coordsize="8,0" path="m4084,9415l4091,9415e" filled="false" stroked="true" strokeweight=".48pt" strokecolor="#000000">
                <v:path arrowok="t"/>
              </v:shape>
            </v:group>
            <v:group style="position:absolute;left:4084;top:9439;width:8;height:2" coordorigin="4084,9439" coordsize="8,2">
              <v:shape style="position:absolute;left:4084;top:9439;width:8;height:2" coordorigin="4084,9439" coordsize="8,0" path="m4084,9439l4091,9439e" filled="false" stroked="true" strokeweight=".48pt" strokecolor="#000000">
                <v:path arrowok="t"/>
              </v:shape>
            </v:group>
            <v:group style="position:absolute;left:4084;top:9463;width:8;height:2" coordorigin="4084,9463" coordsize="8,2">
              <v:shape style="position:absolute;left:4084;top:9463;width:8;height:2" coordorigin="4084,9463" coordsize="8,0" path="m4084,9463l4091,9463e" filled="false" stroked="true" strokeweight=".48pt" strokecolor="#000000">
                <v:path arrowok="t"/>
              </v:shape>
            </v:group>
            <v:group style="position:absolute;left:4084;top:9487;width:8;height:2" coordorigin="4084,9487" coordsize="8,2">
              <v:shape style="position:absolute;left:4084;top:9487;width:8;height:2" coordorigin="4084,9487" coordsize="8,0" path="m4084,9487l4091,9487e" filled="false" stroked="true" strokeweight=".48pt" strokecolor="#000000">
                <v:path arrowok="t"/>
              </v:shape>
            </v:group>
            <v:group style="position:absolute;left:4084;top:9511;width:8;height:2" coordorigin="4084,9511" coordsize="8,2">
              <v:shape style="position:absolute;left:4084;top:9511;width:8;height:2" coordorigin="4084,9511" coordsize="8,0" path="m4084,9511l4091,9511e" filled="false" stroked="true" strokeweight=".48pt" strokecolor="#000000">
                <v:path arrowok="t"/>
              </v:shape>
            </v:group>
            <v:group style="position:absolute;left:4084;top:9535;width:8;height:2" coordorigin="4084,9535" coordsize="8,2">
              <v:shape style="position:absolute;left:4084;top:9535;width:8;height:2" coordorigin="4084,9535" coordsize="8,0" path="m4084,9535l4091,9535e" filled="false" stroked="true" strokeweight=".48pt" strokecolor="#000000">
                <v:path arrowok="t"/>
              </v:shape>
            </v:group>
            <v:group style="position:absolute;left:4084;top:9559;width:8;height:2" coordorigin="4084,9559" coordsize="8,2">
              <v:shape style="position:absolute;left:4084;top:9559;width:8;height:2" coordorigin="4084,9559" coordsize="8,0" path="m4084,9559l4091,9559e" filled="false" stroked="true" strokeweight=".48pt" strokecolor="#000000">
                <v:path arrowok="t"/>
              </v:shape>
            </v:group>
            <v:group style="position:absolute;left:4084;top:9583;width:8;height:2" coordorigin="4084,9583" coordsize="8,2">
              <v:shape style="position:absolute;left:4084;top:9583;width:8;height:2" coordorigin="4084,9583" coordsize="8,0" path="m4084,9583l4091,9583e" filled="false" stroked="true" strokeweight=".48pt" strokecolor="#000000">
                <v:path arrowok="t"/>
              </v:shape>
            </v:group>
            <v:group style="position:absolute;left:4084;top:9607;width:8;height:2" coordorigin="4084,9607" coordsize="8,2">
              <v:shape style="position:absolute;left:4084;top:9607;width:8;height:2" coordorigin="4084,9607" coordsize="8,0" path="m4084,9607l4091,9607e" filled="false" stroked="true" strokeweight=".48pt" strokecolor="#000000">
                <v:path arrowok="t"/>
              </v:shape>
            </v:group>
            <v:group style="position:absolute;left:4084;top:9631;width:8;height:2" coordorigin="4084,9631" coordsize="8,2">
              <v:shape style="position:absolute;left:4084;top:9631;width:8;height:2" coordorigin="4084,9631" coordsize="8,0" path="m4084,9631l4091,9631e" filled="false" stroked="true" strokeweight=".48pt" strokecolor="#000000">
                <v:path arrowok="t"/>
              </v:shape>
            </v:group>
            <v:group style="position:absolute;left:4084;top:9655;width:8;height:2" coordorigin="4084,9655" coordsize="8,2">
              <v:shape style="position:absolute;left:4084;top:9655;width:8;height:2" coordorigin="4084,9655" coordsize="8,0" path="m4084,9655l4091,9655e" filled="false" stroked="true" strokeweight=".48pt" strokecolor="#000000">
                <v:path arrowok="t"/>
              </v:shape>
            </v:group>
            <v:group style="position:absolute;left:4084;top:9679;width:8;height:2" coordorigin="4084,9679" coordsize="8,2">
              <v:shape style="position:absolute;left:4084;top:9679;width:8;height:2" coordorigin="4084,9679" coordsize="8,0" path="m4084,9679l4091,9679e" filled="false" stroked="true" strokeweight=".48pt" strokecolor="#000000">
                <v:path arrowok="t"/>
              </v:shape>
            </v:group>
            <v:group style="position:absolute;left:4084;top:9703;width:8;height:2" coordorigin="4084,9703" coordsize="8,2">
              <v:shape style="position:absolute;left:4084;top:9703;width:8;height:2" coordorigin="4084,9703" coordsize="8,0" path="m4084,9703l4091,9703e" filled="false" stroked="true" strokeweight=".48pt" strokecolor="#000000">
                <v:path arrowok="t"/>
              </v:shape>
            </v:group>
            <v:group style="position:absolute;left:4084;top:9727;width:8;height:2" coordorigin="4084,9727" coordsize="8,2">
              <v:shape style="position:absolute;left:4084;top:9727;width:8;height:2" coordorigin="4084,9727" coordsize="8,0" path="m4084,9727l4091,9727e" filled="false" stroked="true" strokeweight=".48pt" strokecolor="#000000">
                <v:path arrowok="t"/>
              </v:shape>
            </v:group>
            <v:group style="position:absolute;left:4084;top:9751;width:8;height:2" coordorigin="4084,9751" coordsize="8,2">
              <v:shape style="position:absolute;left:4084;top:9751;width:8;height:2" coordorigin="4084,9751" coordsize="8,0" path="m4084,9751l4091,9751e" filled="false" stroked="true" strokeweight=".48pt" strokecolor="#000000">
                <v:path arrowok="t"/>
              </v:shape>
            </v:group>
            <v:group style="position:absolute;left:4084;top:9775;width:8;height:2" coordorigin="4084,9775" coordsize="8,2">
              <v:shape style="position:absolute;left:4084;top:9775;width:8;height:2" coordorigin="4084,9775" coordsize="8,0" path="m4084,9775l4091,9775e" filled="false" stroked="true" strokeweight=".48pt" strokecolor="#000000">
                <v:path arrowok="t"/>
              </v:shape>
            </v:group>
            <v:group style="position:absolute;left:4084;top:9799;width:8;height:2" coordorigin="4084,9799" coordsize="8,2">
              <v:shape style="position:absolute;left:4084;top:9799;width:8;height:2" coordorigin="4084,9799" coordsize="8,0" path="m4084,9799l4091,9799e" filled="false" stroked="true" strokeweight=".48pt" strokecolor="#000000">
                <v:path arrowok="t"/>
              </v:shape>
            </v:group>
            <v:group style="position:absolute;left:4084;top:9823;width:8;height:2" coordorigin="4084,9823" coordsize="8,2">
              <v:shape style="position:absolute;left:4084;top:9823;width:8;height:2" coordorigin="4084,9823" coordsize="8,0" path="m4084,9823l4091,9823e" filled="false" stroked="true" strokeweight=".48pt" strokecolor="#000000">
                <v:path arrowok="t"/>
              </v:shape>
            </v:group>
            <v:group style="position:absolute;left:4084;top:9847;width:8;height:2" coordorigin="4084,9847" coordsize="8,2">
              <v:shape style="position:absolute;left:4084;top:9847;width:8;height:2" coordorigin="4084,9847" coordsize="8,0" path="m4084,9847l4091,9847e" filled="false" stroked="true" strokeweight=".48pt" strokecolor="#000000">
                <v:path arrowok="t"/>
              </v:shape>
            </v:group>
            <v:group style="position:absolute;left:4084;top:9871;width:8;height:2" coordorigin="4084,9871" coordsize="8,2">
              <v:shape style="position:absolute;left:4084;top:9871;width:8;height:2" coordorigin="4084,9871" coordsize="8,0" path="m4084,9871l4091,9871e" filled="false" stroked="true" strokeweight=".48pt" strokecolor="#000000">
                <v:path arrowok="t"/>
              </v:shape>
            </v:group>
            <v:group style="position:absolute;left:4084;top:9895;width:8;height:2" coordorigin="4084,9895" coordsize="8,2">
              <v:shape style="position:absolute;left:4084;top:9895;width:8;height:2" coordorigin="4084,9895" coordsize="8,0" path="m4084,9895l4091,9895e" filled="false" stroked="true" strokeweight=".48pt" strokecolor="#000000">
                <v:path arrowok="t"/>
              </v:shape>
            </v:group>
            <v:group style="position:absolute;left:4084;top:9919;width:8;height:2" coordorigin="4084,9919" coordsize="8,2">
              <v:shape style="position:absolute;left:4084;top:9919;width:8;height:2" coordorigin="4084,9919" coordsize="8,0" path="m4084,9919l4091,9919e" filled="false" stroked="true" strokeweight=".48pt" strokecolor="#000000">
                <v:path arrowok="t"/>
              </v:shape>
            </v:group>
            <v:group style="position:absolute;left:4084;top:9943;width:8;height:2" coordorigin="4084,9943" coordsize="8,2">
              <v:shape style="position:absolute;left:4084;top:9943;width:8;height:2" coordorigin="4084,9943" coordsize="8,0" path="m4084,9943l4091,9943e" filled="false" stroked="true" strokeweight=".48pt" strokecolor="#000000">
                <v:path arrowok="t"/>
              </v:shape>
            </v:group>
            <v:group style="position:absolute;left:4084;top:9967;width:8;height:2" coordorigin="4084,9967" coordsize="8,2">
              <v:shape style="position:absolute;left:4084;top:9967;width:8;height:2" coordorigin="4084,9967" coordsize="8,0" path="m4084,9967l4091,9967e" filled="false" stroked="true" strokeweight=".48pt" strokecolor="#000000">
                <v:path arrowok="t"/>
              </v:shape>
            </v:group>
            <v:group style="position:absolute;left:4084;top:9991;width:8;height:2" coordorigin="4084,9991" coordsize="8,2">
              <v:shape style="position:absolute;left:4084;top:9991;width:8;height:2" coordorigin="4084,9991" coordsize="8,0" path="m4084,9991l4091,9991e" filled="false" stroked="true" strokeweight=".48pt" strokecolor="#000000">
                <v:path arrowok="t"/>
              </v:shape>
            </v:group>
            <v:group style="position:absolute;left:4084;top:10015;width:8;height:2" coordorigin="4084,10015" coordsize="8,2">
              <v:shape style="position:absolute;left:4084;top:10015;width:8;height:2" coordorigin="4084,10015" coordsize="8,0" path="m4084,10015l4091,10015e" filled="false" stroked="true" strokeweight=".48pt" strokecolor="#000000">
                <v:path arrowok="t"/>
              </v:shape>
            </v:group>
            <v:group style="position:absolute;left:4084;top:10039;width:8;height:2" coordorigin="4084,10039" coordsize="8,2">
              <v:shape style="position:absolute;left:4084;top:10039;width:8;height:2" coordorigin="4084,10039" coordsize="8,0" path="m4084,10039l4091,10039e" filled="false" stroked="true" strokeweight=".48pt" strokecolor="#000000">
                <v:path arrowok="t"/>
              </v:shape>
            </v:group>
            <v:group style="position:absolute;left:4084;top:10063;width:8;height:2" coordorigin="4084,10063" coordsize="8,2">
              <v:shape style="position:absolute;left:4084;top:10063;width:8;height:2" coordorigin="4084,10063" coordsize="8,0" path="m4084,10063l4091,10063e" filled="false" stroked="true" strokeweight=".48pt" strokecolor="#000000">
                <v:path arrowok="t"/>
              </v:shape>
            </v:group>
            <v:group style="position:absolute;left:4084;top:10087;width:8;height:2" coordorigin="4084,10087" coordsize="8,2">
              <v:shape style="position:absolute;left:4084;top:10087;width:8;height:2" coordorigin="4084,10087" coordsize="8,0" path="m4084,10087l4091,10087e" filled="false" stroked="true" strokeweight=".48pt" strokecolor="#000000">
                <v:path arrowok="t"/>
              </v:shape>
            </v:group>
            <v:group style="position:absolute;left:4084;top:10111;width:8;height:2" coordorigin="4084,10111" coordsize="8,2">
              <v:shape style="position:absolute;left:4084;top:10111;width:8;height:2" coordorigin="4084,10111" coordsize="8,0" path="m4084,10111l4091,10111e" filled="false" stroked="true" strokeweight=".48pt" strokecolor="#000000">
                <v:path arrowok="t"/>
              </v:shape>
            </v:group>
            <v:group style="position:absolute;left:4084;top:10135;width:8;height:2" coordorigin="4084,10135" coordsize="8,2">
              <v:shape style="position:absolute;left:4084;top:10135;width:8;height:2" coordorigin="4084,10135" coordsize="8,0" path="m4084,10135l4091,10135e" filled="false" stroked="true" strokeweight=".48pt" strokecolor="#000000">
                <v:path arrowok="t"/>
              </v:shape>
            </v:group>
            <v:group style="position:absolute;left:4084;top:10159;width:8;height:2" coordorigin="4084,10159" coordsize="8,2">
              <v:shape style="position:absolute;left:4084;top:10159;width:8;height:2" coordorigin="4084,10159" coordsize="8,0" path="m4084,10159l4091,10159e" filled="false" stroked="true" strokeweight=".48pt" strokecolor="#000000">
                <v:path arrowok="t"/>
              </v:shape>
            </v:group>
            <v:group style="position:absolute;left:4084;top:10183;width:8;height:2" coordorigin="4084,10183" coordsize="8,2">
              <v:shape style="position:absolute;left:4084;top:10183;width:8;height:2" coordorigin="4084,10183" coordsize="8,0" path="m4084,10183l4091,10183e" filled="false" stroked="true" strokeweight=".48pt" strokecolor="#000000">
                <v:path arrowok="t"/>
              </v:shape>
            </v:group>
            <v:group style="position:absolute;left:4084;top:10207;width:8;height:2" coordorigin="4084,10207" coordsize="8,2">
              <v:shape style="position:absolute;left:4084;top:10207;width:8;height:2" coordorigin="4084,10207" coordsize="8,0" path="m4084,10207l4091,10207e" filled="false" stroked="true" strokeweight=".48pt" strokecolor="#000000">
                <v:path arrowok="t"/>
              </v:shape>
            </v:group>
            <v:group style="position:absolute;left:4084;top:10231;width:8;height:2" coordorigin="4084,10231" coordsize="8,2">
              <v:shape style="position:absolute;left:4084;top:10231;width:8;height:2" coordorigin="4084,10231" coordsize="8,0" path="m4084,10231l4091,10231e" filled="false" stroked="true" strokeweight=".48pt" strokecolor="#000000">
                <v:path arrowok="t"/>
              </v:shape>
            </v:group>
            <v:group style="position:absolute;left:4084;top:10255;width:8;height:2" coordorigin="4084,10255" coordsize="8,2">
              <v:shape style="position:absolute;left:4084;top:10255;width:8;height:2" coordorigin="4084,10255" coordsize="8,0" path="m4084,10255l4091,10255e" filled="false" stroked="true" strokeweight=".48pt" strokecolor="#000000">
                <v:path arrowok="t"/>
              </v:shape>
            </v:group>
            <v:group style="position:absolute;left:4084;top:10279;width:8;height:2" coordorigin="4084,10279" coordsize="8,2">
              <v:shape style="position:absolute;left:4084;top:10279;width:8;height:2" coordorigin="4084,10279" coordsize="8,0" path="m4084,10279l4091,10279e" filled="false" stroked="true" strokeweight=".48pt" strokecolor="#000000">
                <v:path arrowok="t"/>
              </v:shape>
            </v:group>
            <v:group style="position:absolute;left:4084;top:10303;width:8;height:2" coordorigin="4084,10303" coordsize="8,2">
              <v:shape style="position:absolute;left:4084;top:10303;width:8;height:2" coordorigin="4084,10303" coordsize="8,0" path="m4084,10303l4091,10303e" filled="false" stroked="true" strokeweight=".48pt" strokecolor="#000000">
                <v:path arrowok="t"/>
              </v:shape>
            </v:group>
            <v:group style="position:absolute;left:4084;top:10327;width:8;height:2" coordorigin="4084,10327" coordsize="8,2">
              <v:shape style="position:absolute;left:4084;top:10327;width:8;height:2" coordorigin="4084,10327" coordsize="8,0" path="m4084,10327l4091,10327e" filled="false" stroked="true" strokeweight=".48pt" strokecolor="#000000">
                <v:path arrowok="t"/>
              </v:shape>
            </v:group>
            <v:group style="position:absolute;left:4084;top:10351;width:8;height:2" coordorigin="4084,10351" coordsize="8,2">
              <v:shape style="position:absolute;left:4084;top:10351;width:8;height:2" coordorigin="4084,10351" coordsize="8,0" path="m4084,10351l4091,10351e" filled="false" stroked="true" strokeweight=".48pt" strokecolor="#000000">
                <v:path arrowok="t"/>
              </v:shape>
            </v:group>
            <v:group style="position:absolute;left:4084;top:10375;width:8;height:2" coordorigin="4084,10375" coordsize="8,2">
              <v:shape style="position:absolute;left:4084;top:10375;width:8;height:2" coordorigin="4084,10375" coordsize="8,0" path="m4084,10375l4091,10375e" filled="false" stroked="true" strokeweight=".48pt" strokecolor="#000000">
                <v:path arrowok="t"/>
              </v:shape>
            </v:group>
            <v:group style="position:absolute;left:4084;top:10399;width:8;height:2" coordorigin="4084,10399" coordsize="8,2">
              <v:shape style="position:absolute;left:4084;top:10399;width:8;height:2" coordorigin="4084,10399" coordsize="8,0" path="m4084,10399l4091,10399e" filled="false" stroked="true" strokeweight=".48pt" strokecolor="#000000">
                <v:path arrowok="t"/>
              </v:shape>
            </v:group>
            <v:group style="position:absolute;left:4084;top:10423;width:8;height:2" coordorigin="4084,10423" coordsize="8,2">
              <v:shape style="position:absolute;left:4084;top:10423;width:8;height:2" coordorigin="4084,10423" coordsize="8,0" path="m4084,10423l4091,10423e" filled="false" stroked="true" strokeweight=".48pt" strokecolor="#000000">
                <v:path arrowok="t"/>
              </v:shape>
            </v:group>
            <v:group style="position:absolute;left:4084;top:10447;width:8;height:2" coordorigin="4084,10447" coordsize="8,2">
              <v:shape style="position:absolute;left:4084;top:10447;width:8;height:2" coordorigin="4084,10447" coordsize="8,0" path="m4084,10447l4091,10447e" filled="false" stroked="true" strokeweight=".48pt" strokecolor="#000000">
                <v:path arrowok="t"/>
              </v:shape>
            </v:group>
            <v:group style="position:absolute;left:4084;top:10471;width:8;height:2" coordorigin="4084,10471" coordsize="8,2">
              <v:shape style="position:absolute;left:4084;top:10471;width:8;height:2" coordorigin="4084,10471" coordsize="8,0" path="m4084,10471l4091,10471e" filled="false" stroked="true" strokeweight=".48pt" strokecolor="#000000">
                <v:path arrowok="t"/>
              </v:shape>
            </v:group>
            <v:group style="position:absolute;left:4084;top:10495;width:8;height:2" coordorigin="4084,10495" coordsize="8,2">
              <v:shape style="position:absolute;left:4084;top:10495;width:8;height:2" coordorigin="4084,10495" coordsize="8,0" path="m4084,10495l4091,10495e" filled="false" stroked="true" strokeweight=".479pt" strokecolor="#000000">
                <v:path arrowok="t"/>
              </v:shape>
            </v:group>
            <v:group style="position:absolute;left:4084;top:10519;width:8;height:2" coordorigin="4084,10519" coordsize="8,2">
              <v:shape style="position:absolute;left:4084;top:10519;width:8;height:2" coordorigin="4084,10519" coordsize="8,0" path="m4084,10519l4091,10519e" filled="false" stroked="true" strokeweight=".48pt" strokecolor="#000000">
                <v:path arrowok="t"/>
              </v:shape>
            </v:group>
            <v:group style="position:absolute;left:4084;top:10543;width:8;height:2" coordorigin="4084,10543" coordsize="8,2">
              <v:shape style="position:absolute;left:4084;top:10543;width:8;height:2" coordorigin="4084,10543" coordsize="8,0" path="m4084,10543l4091,10543e" filled="false" stroked="true" strokeweight=".48pt" strokecolor="#000000">
                <v:path arrowok="t"/>
              </v:shape>
            </v:group>
            <v:group style="position:absolute;left:4084;top:10567;width:8;height:2" coordorigin="4084,10567" coordsize="8,2">
              <v:shape style="position:absolute;left:4084;top:10567;width:8;height:2" coordorigin="4084,10567" coordsize="8,0" path="m4084,10567l4091,10567e" filled="false" stroked="true" strokeweight=".48pt" strokecolor="#000000">
                <v:path arrowok="t"/>
              </v:shape>
            </v:group>
            <v:group style="position:absolute;left:4084;top:10591;width:8;height:2" coordorigin="4084,10591" coordsize="8,2">
              <v:shape style="position:absolute;left:4084;top:10591;width:8;height:2" coordorigin="4084,10591" coordsize="8,0" path="m4084,10591l4091,10591e" filled="false" stroked="true" strokeweight=".48pt" strokecolor="#000000">
                <v:path arrowok="t"/>
              </v:shape>
            </v:group>
            <v:group style="position:absolute;left:4084;top:10615;width:8;height:2" coordorigin="4084,10615" coordsize="8,2">
              <v:shape style="position:absolute;left:4084;top:10615;width:8;height:2" coordorigin="4084,10615" coordsize="8,0" path="m4084,10615l4091,10615e" filled="false" stroked="true" strokeweight=".48pt" strokecolor="#000000">
                <v:path arrowok="t"/>
              </v:shape>
            </v:group>
            <v:group style="position:absolute;left:4084;top:10639;width:8;height:2" coordorigin="4084,10639" coordsize="8,2">
              <v:shape style="position:absolute;left:4084;top:10639;width:8;height:2" coordorigin="4084,10639" coordsize="8,0" path="m4084,10639l4091,10639e" filled="false" stroked="true" strokeweight=".48pt" strokecolor="#000000">
                <v:path arrowok="t"/>
              </v:shape>
            </v:group>
            <v:group style="position:absolute;left:4084;top:10663;width:8;height:2" coordorigin="4084,10663" coordsize="8,2">
              <v:shape style="position:absolute;left:4084;top:10663;width:8;height:2" coordorigin="4084,10663" coordsize="8,0" path="m4084,10663l4091,10663e" filled="false" stroked="true" strokeweight=".48pt" strokecolor="#000000">
                <v:path arrowok="t"/>
              </v:shape>
            </v:group>
            <v:group style="position:absolute;left:4084;top:10687;width:8;height:2" coordorigin="4084,10687" coordsize="8,2">
              <v:shape style="position:absolute;left:4084;top:10687;width:8;height:2" coordorigin="4084,10687" coordsize="8,0" path="m4084,10687l4091,10687e" filled="false" stroked="true" strokeweight=".48pt" strokecolor="#000000">
                <v:path arrowok="t"/>
              </v:shape>
            </v:group>
            <v:group style="position:absolute;left:4084;top:10711;width:8;height:2" coordorigin="4084,10711" coordsize="8,2">
              <v:shape style="position:absolute;left:4084;top:10711;width:8;height:2" coordorigin="4084,10711" coordsize="8,0" path="m4084,10711l4091,10711e" filled="false" stroked="true" strokeweight=".48pt" strokecolor="#000000">
                <v:path arrowok="t"/>
              </v:shape>
            </v:group>
            <v:group style="position:absolute;left:4084;top:10735;width:8;height:2" coordorigin="4084,10735" coordsize="8,2">
              <v:shape style="position:absolute;left:4084;top:10735;width:8;height:2" coordorigin="4084,10735" coordsize="8,0" path="m4084,10735l4091,10735e" filled="false" stroked="true" strokeweight=".48pt" strokecolor="#000000">
                <v:path arrowok="t"/>
              </v:shape>
            </v:group>
            <v:group style="position:absolute;left:4084;top:10759;width:8;height:2" coordorigin="4084,10759" coordsize="8,2">
              <v:shape style="position:absolute;left:4084;top:10759;width:8;height:2" coordorigin="4084,10759" coordsize="8,0" path="m4084,10759l4091,10759e" filled="false" stroked="true" strokeweight=".48pt" strokecolor="#000000">
                <v:path arrowok="t"/>
              </v:shape>
            </v:group>
            <v:group style="position:absolute;left:4084;top:10783;width:8;height:2" coordorigin="4084,10783" coordsize="8,2">
              <v:shape style="position:absolute;left:4084;top:10783;width:8;height:2" coordorigin="4084,10783" coordsize="8,0" path="m4084,10783l4091,10783e" filled="false" stroked="true" strokeweight=".48pt" strokecolor="#000000">
                <v:path arrowok="t"/>
              </v:shape>
            </v:group>
            <v:group style="position:absolute;left:4084;top:10807;width:8;height:2" coordorigin="4084,10807" coordsize="8,2">
              <v:shape style="position:absolute;left:4084;top:10807;width:8;height:2" coordorigin="4084,10807" coordsize="8,0" path="m4084,10807l4091,10807e" filled="false" stroked="true" strokeweight=".48pt" strokecolor="#000000">
                <v:path arrowok="t"/>
              </v:shape>
            </v:group>
            <v:group style="position:absolute;left:4084;top:10831;width:8;height:2" coordorigin="4084,10831" coordsize="8,2">
              <v:shape style="position:absolute;left:4084;top:10831;width:8;height:2" coordorigin="4084,10831" coordsize="8,0" path="m4084,10831l4091,10831e" filled="false" stroked="true" strokeweight=".48pt" strokecolor="#000000">
                <v:path arrowok="t"/>
              </v:shape>
            </v:group>
            <v:group style="position:absolute;left:4084;top:10855;width:8;height:2" coordorigin="4084,10855" coordsize="8,2">
              <v:shape style="position:absolute;left:4084;top:10855;width:8;height:2" coordorigin="4084,10855" coordsize="8,0" path="m4084,10855l4091,10855e" filled="false" stroked="true" strokeweight=".48pt" strokecolor="#000000">
                <v:path arrowok="t"/>
              </v:shape>
            </v:group>
            <v:group style="position:absolute;left:4084;top:10879;width:8;height:2" coordorigin="4084,10879" coordsize="8,2">
              <v:shape style="position:absolute;left:4084;top:10879;width:8;height:2" coordorigin="4084,10879" coordsize="8,0" path="m4084,10879l4091,10879e" filled="false" stroked="true" strokeweight=".48pt" strokecolor="#000000">
                <v:path arrowok="t"/>
              </v:shape>
            </v:group>
            <v:group style="position:absolute;left:4084;top:10903;width:8;height:2" coordorigin="4084,10903" coordsize="8,2">
              <v:shape style="position:absolute;left:4084;top:10903;width:8;height:2" coordorigin="4084,10903" coordsize="8,0" path="m4084,10903l4091,10903e" filled="false" stroked="true" strokeweight=".48pt" strokecolor="#000000">
                <v:path arrowok="t"/>
              </v:shape>
            </v:group>
            <v:group style="position:absolute;left:4084;top:10927;width:8;height:2" coordorigin="4084,10927" coordsize="8,2">
              <v:shape style="position:absolute;left:4084;top:10927;width:8;height:2" coordorigin="4084,10927" coordsize="8,0" path="m4084,10927l4091,10927e" filled="false" stroked="true" strokeweight=".48pt" strokecolor="#000000">
                <v:path arrowok="t"/>
              </v:shape>
            </v:group>
            <v:group style="position:absolute;left:4084;top:10951;width:8;height:2" coordorigin="4084,10951" coordsize="8,2">
              <v:shape style="position:absolute;left:4084;top:10951;width:8;height:2" coordorigin="4084,10951" coordsize="8,0" path="m4084,10951l4091,10951e" filled="false" stroked="true" strokeweight=".48pt" strokecolor="#000000">
                <v:path arrowok="t"/>
              </v:shape>
            </v:group>
            <v:group style="position:absolute;left:4084;top:10975;width:8;height:2" coordorigin="4084,10975" coordsize="8,2">
              <v:shape style="position:absolute;left:4084;top:10975;width:8;height:2" coordorigin="4084,10975" coordsize="8,0" path="m4084,10975l4091,10975e" filled="false" stroked="true" strokeweight=".48pt" strokecolor="#000000">
                <v:path arrowok="t"/>
              </v:shape>
            </v:group>
            <v:group style="position:absolute;left:4084;top:10999;width:8;height:2" coordorigin="4084,10999" coordsize="8,2">
              <v:shape style="position:absolute;left:4084;top:10999;width:8;height:2" coordorigin="4084,10999" coordsize="8,0" path="m4084,10999l4091,10999e" filled="false" stroked="true" strokeweight=".48pt" strokecolor="#000000">
                <v:path arrowok="t"/>
              </v:shape>
            </v:group>
            <v:group style="position:absolute;left:4084;top:11023;width:8;height:2" coordorigin="4084,11023" coordsize="8,2">
              <v:shape style="position:absolute;left:4084;top:11023;width:8;height:2" coordorigin="4084,11023" coordsize="8,0" path="m4084,11023l4091,11023e" filled="false" stroked="true" strokeweight=".48pt" strokecolor="#000000">
                <v:path arrowok="t"/>
              </v:shape>
            </v:group>
            <v:group style="position:absolute;left:4084;top:11047;width:8;height:2" coordorigin="4084,11047" coordsize="8,2">
              <v:shape style="position:absolute;left:4084;top:11047;width:8;height:2" coordorigin="4084,11047" coordsize="8,0" path="m4084,11047l4091,11047e" filled="false" stroked="true" strokeweight=".48pt" strokecolor="#000000">
                <v:path arrowok="t"/>
              </v:shape>
            </v:group>
            <v:group style="position:absolute;left:4084;top:11071;width:8;height:2" coordorigin="4084,11071" coordsize="8,2">
              <v:shape style="position:absolute;left:4084;top:11071;width:8;height:2" coordorigin="4084,11071" coordsize="8,0" path="m4084,11071l4091,11071e" filled="false" stroked="true" strokeweight=".48pt" strokecolor="#000000">
                <v:path arrowok="t"/>
              </v:shape>
            </v:group>
            <v:group style="position:absolute;left:4084;top:11095;width:8;height:2" coordorigin="4084,11095" coordsize="8,2">
              <v:shape style="position:absolute;left:4084;top:11095;width:8;height:2" coordorigin="4084,11095" coordsize="8,0" path="m4084,11095l4091,11095e" filled="false" stroked="true" strokeweight=".48pt" strokecolor="#000000">
                <v:path arrowok="t"/>
              </v:shape>
            </v:group>
            <v:group style="position:absolute;left:4084;top:11119;width:8;height:2" coordorigin="4084,11119" coordsize="8,2">
              <v:shape style="position:absolute;left:4084;top:11119;width:8;height:2" coordorigin="4084,11119" coordsize="8,0" path="m4084,11119l4091,11119e" filled="false" stroked="true" strokeweight=".48pt" strokecolor="#000000">
                <v:path arrowok="t"/>
              </v:shape>
            </v:group>
            <v:group style="position:absolute;left:4084;top:11143;width:8;height:2" coordorigin="4084,11143" coordsize="8,2">
              <v:shape style="position:absolute;left:4084;top:11143;width:8;height:2" coordorigin="4084,11143" coordsize="8,0" path="m4084,11143l4091,11143e" filled="false" stroked="true" strokeweight=".48pt" strokecolor="#000000">
                <v:path arrowok="t"/>
              </v:shape>
            </v:group>
            <v:group style="position:absolute;left:4084;top:11167;width:8;height:2" coordorigin="4084,11167" coordsize="8,2">
              <v:shape style="position:absolute;left:4084;top:11167;width:8;height:2" coordorigin="4084,11167" coordsize="8,0" path="m4084,11167l4091,11167e" filled="false" stroked="true" strokeweight=".48pt" strokecolor="#000000">
                <v:path arrowok="t"/>
              </v:shape>
            </v:group>
            <v:group style="position:absolute;left:4084;top:11191;width:8;height:2" coordorigin="4084,11191" coordsize="8,2">
              <v:shape style="position:absolute;left:4084;top:11191;width:8;height:2" coordorigin="4084,11191" coordsize="8,0" path="m4084,11191l4091,11191e" filled="false" stroked="true" strokeweight=".48pt" strokecolor="#000000">
                <v:path arrowok="t"/>
              </v:shape>
            </v:group>
            <v:group style="position:absolute;left:4084;top:11215;width:8;height:2" coordorigin="4084,11215" coordsize="8,2">
              <v:shape style="position:absolute;left:4084;top:11215;width:8;height:2" coordorigin="4084,11215" coordsize="8,0" path="m4084,11215l4091,11215e" filled="false" stroked="true" strokeweight=".48pt" strokecolor="#000000">
                <v:path arrowok="t"/>
              </v:shape>
            </v:group>
            <v:group style="position:absolute;left:4084;top:11239;width:8;height:2" coordorigin="4084,11239" coordsize="8,2">
              <v:shape style="position:absolute;left:4084;top:11239;width:8;height:2" coordorigin="4084,11239" coordsize="8,0" path="m4084,11239l4091,11239e" filled="false" stroked="true" strokeweight=".479pt" strokecolor="#000000">
                <v:path arrowok="t"/>
              </v:shape>
            </v:group>
            <v:group style="position:absolute;left:4084;top:11263;width:8;height:2" coordorigin="4084,11263" coordsize="8,2">
              <v:shape style="position:absolute;left:4084;top:11263;width:8;height:2" coordorigin="4084,11263" coordsize="8,0" path="m4084,11263l4091,11263e" filled="false" stroked="true" strokeweight=".48pt" strokecolor="#000000">
                <v:path arrowok="t"/>
              </v:shape>
            </v:group>
            <v:group style="position:absolute;left:4084;top:11287;width:8;height:2" coordorigin="4084,11287" coordsize="8,2">
              <v:shape style="position:absolute;left:4084;top:11287;width:8;height:2" coordorigin="4084,11287" coordsize="8,0" path="m4084,11287l4091,11287e" filled="false" stroked="true" strokeweight=".48pt" strokecolor="#000000">
                <v:path arrowok="t"/>
              </v:shape>
            </v:group>
            <v:group style="position:absolute;left:4084;top:11311;width:8;height:2" coordorigin="4084,11311" coordsize="8,2">
              <v:shape style="position:absolute;left:4084;top:11311;width:8;height:2" coordorigin="4084,11311" coordsize="8,0" path="m4084,11311l4091,11311e" filled="false" stroked="true" strokeweight=".48pt" strokecolor="#000000">
                <v:path arrowok="t"/>
              </v:shape>
            </v:group>
            <v:group style="position:absolute;left:4084;top:11335;width:8;height:2" coordorigin="4084,11335" coordsize="8,2">
              <v:shape style="position:absolute;left:4084;top:11335;width:8;height:2" coordorigin="4084,11335" coordsize="8,0" path="m4084,11335l4091,11335e" filled="false" stroked="true" strokeweight=".48pt" strokecolor="#000000">
                <v:path arrowok="t"/>
              </v:shape>
            </v:group>
            <v:group style="position:absolute;left:4084;top:11359;width:8;height:2" coordorigin="4084,11359" coordsize="8,2">
              <v:shape style="position:absolute;left:4084;top:11359;width:8;height:2" coordorigin="4084,11359" coordsize="8,0" path="m4084,11359l4091,11359e" filled="false" stroked="true" strokeweight=".48pt" strokecolor="#000000">
                <v:path arrowok="t"/>
              </v:shape>
            </v:group>
            <v:group style="position:absolute;left:4084;top:11383;width:8;height:2" coordorigin="4084,11383" coordsize="8,2">
              <v:shape style="position:absolute;left:4084;top:11383;width:8;height:2" coordorigin="4084,11383" coordsize="8,0" path="m4084,11383l4091,11383e" filled="false" stroked="true" strokeweight=".48pt" strokecolor="#000000">
                <v:path arrowok="t"/>
              </v:shape>
            </v:group>
            <v:group style="position:absolute;left:4084;top:11407;width:8;height:2" coordorigin="4084,11407" coordsize="8,2">
              <v:shape style="position:absolute;left:4084;top:11407;width:8;height:2" coordorigin="4084,11407" coordsize="8,0" path="m4084,11407l4091,11407e" filled="false" stroked="true" strokeweight=".48pt" strokecolor="#000000">
                <v:path arrowok="t"/>
              </v:shape>
            </v:group>
            <v:group style="position:absolute;left:4084;top:11431;width:8;height:2" coordorigin="4084,11431" coordsize="8,2">
              <v:shape style="position:absolute;left:4084;top:11431;width:8;height:2" coordorigin="4084,11431" coordsize="8,0" path="m4084,11431l4091,11431e" filled="false" stroked="true" strokeweight=".48pt" strokecolor="#000000">
                <v:path arrowok="t"/>
              </v:shape>
            </v:group>
            <v:group style="position:absolute;left:4084;top:11455;width:8;height:2" coordorigin="4084,11455" coordsize="8,2">
              <v:shape style="position:absolute;left:4084;top:11455;width:8;height:2" coordorigin="4084,11455" coordsize="8,0" path="m4084,11455l4091,11455e" filled="false" stroked="true" strokeweight=".48pt" strokecolor="#000000">
                <v:path arrowok="t"/>
              </v:shape>
            </v:group>
            <v:group style="position:absolute;left:4084;top:11479;width:8;height:2" coordorigin="4084,11479" coordsize="8,2">
              <v:shape style="position:absolute;left:4084;top:11479;width:8;height:2" coordorigin="4084,11479" coordsize="8,0" path="m4084,11479l4091,11479e" filled="false" stroked="true" strokeweight=".48pt" strokecolor="#000000">
                <v:path arrowok="t"/>
              </v:shape>
            </v:group>
            <v:group style="position:absolute;left:4084;top:11503;width:8;height:2" coordorigin="4084,11503" coordsize="8,2">
              <v:shape style="position:absolute;left:4084;top:11503;width:8;height:2" coordorigin="4084,11503" coordsize="8,0" path="m4084,11503l4091,11503e" filled="false" stroked="true" strokeweight=".48pt" strokecolor="#000000">
                <v:path arrowok="t"/>
              </v:shape>
            </v:group>
            <v:group style="position:absolute;left:4084;top:11527;width:8;height:2" coordorigin="4084,11527" coordsize="8,2">
              <v:shape style="position:absolute;left:4084;top:11527;width:8;height:2" coordorigin="4084,11527" coordsize="8,0" path="m4084,11527l4091,11527e" filled="false" stroked="true" strokeweight=".48pt" strokecolor="#000000">
                <v:path arrowok="t"/>
              </v:shape>
            </v:group>
            <v:group style="position:absolute;left:4084;top:11551;width:8;height:2" coordorigin="4084,11551" coordsize="8,2">
              <v:shape style="position:absolute;left:4084;top:11551;width:8;height:2" coordorigin="4084,11551" coordsize="8,0" path="m4084,11551l4091,11551e" filled="false" stroked="true" strokeweight=".48pt" strokecolor="#000000">
                <v:path arrowok="t"/>
              </v:shape>
            </v:group>
            <v:group style="position:absolute;left:4084;top:11575;width:8;height:2" coordorigin="4084,11575" coordsize="8,2">
              <v:shape style="position:absolute;left:4084;top:11575;width:8;height:2" coordorigin="4084,11575" coordsize="8,0" path="m4084,11575l4091,11575e" filled="false" stroked="true" strokeweight=".48pt" strokecolor="#000000">
                <v:path arrowok="t"/>
              </v:shape>
            </v:group>
            <v:group style="position:absolute;left:4084;top:11599;width:8;height:2" coordorigin="4084,11599" coordsize="8,2">
              <v:shape style="position:absolute;left:4084;top:11599;width:8;height:2" coordorigin="4084,11599" coordsize="8,0" path="m4084,11599l4091,11599e" filled="false" stroked="true" strokeweight=".48pt" strokecolor="#000000">
                <v:path arrowok="t"/>
              </v:shape>
            </v:group>
            <v:group style="position:absolute;left:4084;top:11623;width:8;height:2" coordorigin="4084,11623" coordsize="8,2">
              <v:shape style="position:absolute;left:4084;top:11623;width:8;height:2" coordorigin="4084,11623" coordsize="8,0" path="m4084,11623l4091,11623e" filled="false" stroked="true" strokeweight=".48pt" strokecolor="#000000">
                <v:path arrowok="t"/>
              </v:shape>
            </v:group>
            <v:group style="position:absolute;left:4084;top:11647;width:8;height:2" coordorigin="4084,11647" coordsize="8,2">
              <v:shape style="position:absolute;left:4084;top:11647;width:8;height:2" coordorigin="4084,11647" coordsize="8,0" path="m4084,11647l4091,11647e" filled="false" stroked="true" strokeweight=".48pt" strokecolor="#000000">
                <v:path arrowok="t"/>
              </v:shape>
            </v:group>
            <v:group style="position:absolute;left:4084;top:11671;width:8;height:2" coordorigin="4084,11671" coordsize="8,2">
              <v:shape style="position:absolute;left:4084;top:11671;width:8;height:2" coordorigin="4084,11671" coordsize="8,0" path="m4084,11671l4091,11671e" filled="false" stroked="true" strokeweight=".48pt" strokecolor="#000000">
                <v:path arrowok="t"/>
              </v:shape>
            </v:group>
            <v:group style="position:absolute;left:4084;top:11695;width:8;height:2" coordorigin="4084,11695" coordsize="8,2">
              <v:shape style="position:absolute;left:4084;top:11695;width:8;height:2" coordorigin="4084,11695" coordsize="8,0" path="m4084,11695l4091,11695e" filled="false" stroked="true" strokeweight=".48pt" strokecolor="#000000">
                <v:path arrowok="t"/>
              </v:shape>
            </v:group>
            <v:group style="position:absolute;left:4084;top:11719;width:8;height:2" coordorigin="4084,11719" coordsize="8,2">
              <v:shape style="position:absolute;left:4084;top:11719;width:8;height:2" coordorigin="4084,11719" coordsize="8,0" path="m4084,11719l4091,11719e" filled="false" stroked="true" strokeweight=".48pt" strokecolor="#000000">
                <v:path arrowok="t"/>
              </v:shape>
            </v:group>
            <v:group style="position:absolute;left:4084;top:11743;width:8;height:2" coordorigin="4084,11743" coordsize="8,2">
              <v:shape style="position:absolute;left:4084;top:11743;width:8;height:2" coordorigin="4084,11743" coordsize="8,0" path="m4084,11743l4091,11743e" filled="false" stroked="true" strokeweight=".48pt" strokecolor="#000000">
                <v:path arrowok="t"/>
              </v:shape>
            </v:group>
            <v:group style="position:absolute;left:4084;top:11767;width:8;height:2" coordorigin="4084,11767" coordsize="8,2">
              <v:shape style="position:absolute;left:4084;top:11767;width:8;height:2" coordorigin="4084,11767" coordsize="8,0" path="m4084,11767l4091,11767e" filled="false" stroked="true" strokeweight=".48pt" strokecolor="#000000">
                <v:path arrowok="t"/>
              </v:shape>
            </v:group>
            <v:group style="position:absolute;left:4084;top:11791;width:8;height:2" coordorigin="4084,11791" coordsize="8,2">
              <v:shape style="position:absolute;left:4084;top:11791;width:8;height:2" coordorigin="4084,11791" coordsize="8,0" path="m4084,11791l4091,11791e" filled="false" stroked="true" strokeweight=".48pt" strokecolor="#000000">
                <v:path arrowok="t"/>
              </v:shape>
            </v:group>
            <v:group style="position:absolute;left:4084;top:11815;width:8;height:2" coordorigin="4084,11815" coordsize="8,2">
              <v:shape style="position:absolute;left:4084;top:11815;width:8;height:2" coordorigin="4084,11815" coordsize="8,0" path="m4084,11815l4091,11815e" filled="false" stroked="true" strokeweight=".48pt" strokecolor="#000000">
                <v:path arrowok="t"/>
              </v:shape>
            </v:group>
            <v:group style="position:absolute;left:4084;top:11839;width:8;height:2" coordorigin="4084,11839" coordsize="8,2">
              <v:shape style="position:absolute;left:4084;top:11839;width:8;height:2" coordorigin="4084,11839" coordsize="8,0" path="m4084,11839l4091,11839e" filled="false" stroked="true" strokeweight=".48pt" strokecolor="#000000">
                <v:path arrowok="t"/>
              </v:shape>
            </v:group>
            <v:group style="position:absolute;left:4084;top:11863;width:8;height:2" coordorigin="4084,11863" coordsize="8,2">
              <v:shape style="position:absolute;left:4084;top:11863;width:8;height:2" coordorigin="4084,11863" coordsize="8,0" path="m4084,11863l4091,11863e" filled="false" stroked="true" strokeweight=".48pt" strokecolor="#000000">
                <v:path arrowok="t"/>
              </v:shape>
            </v:group>
            <v:group style="position:absolute;left:4084;top:11887;width:8;height:2" coordorigin="4084,11887" coordsize="8,2">
              <v:shape style="position:absolute;left:4084;top:11887;width:8;height:2" coordorigin="4084,11887" coordsize="8,0" path="m4084,11887l4091,11887e" filled="false" stroked="true" strokeweight=".48pt" strokecolor="#000000">
                <v:path arrowok="t"/>
              </v:shape>
            </v:group>
            <v:group style="position:absolute;left:4084;top:11911;width:8;height:2" coordorigin="4084,11911" coordsize="8,2">
              <v:shape style="position:absolute;left:4084;top:11911;width:8;height:2" coordorigin="4084,11911" coordsize="8,0" path="m4084,11911l4091,11911e" filled="false" stroked="true" strokeweight=".48pt" strokecolor="#000000">
                <v:path arrowok="t"/>
              </v:shape>
            </v:group>
            <v:group style="position:absolute;left:4084;top:11935;width:8;height:2" coordorigin="4084,11935" coordsize="8,2">
              <v:shape style="position:absolute;left:4084;top:11935;width:8;height:2" coordorigin="4084,11935" coordsize="8,0" path="m4084,11935l4091,11935e" filled="false" stroked="true" strokeweight=".48pt" strokecolor="#000000">
                <v:path arrowok="t"/>
              </v:shape>
            </v:group>
            <v:group style="position:absolute;left:4084;top:11959;width:8;height:2" coordorigin="4084,11959" coordsize="8,2">
              <v:shape style="position:absolute;left:4084;top:11959;width:8;height:2" coordorigin="4084,11959" coordsize="8,0" path="m4084,11959l4091,11959e" filled="false" stroked="true" strokeweight=".48pt" strokecolor="#000000">
                <v:path arrowok="t"/>
              </v:shape>
            </v:group>
            <v:group style="position:absolute;left:4084;top:11983;width:8;height:2" coordorigin="4084,11983" coordsize="8,2">
              <v:shape style="position:absolute;left:4084;top:11983;width:8;height:2" coordorigin="4084,11983" coordsize="8,0" path="m4084,11983l4091,11983e" filled="false" stroked="true" strokeweight=".479pt" strokecolor="#000000">
                <v:path arrowok="t"/>
              </v:shape>
            </v:group>
            <v:group style="position:absolute;left:4084;top:12007;width:8;height:2" coordorigin="4084,12007" coordsize="8,2">
              <v:shape style="position:absolute;left:4084;top:12007;width:8;height:2" coordorigin="4084,12007" coordsize="8,0" path="m4084,12007l4091,12007e" filled="false" stroked="true" strokeweight=".48pt" strokecolor="#000000">
                <v:path arrowok="t"/>
              </v:shape>
            </v:group>
            <v:group style="position:absolute;left:4084;top:12031;width:8;height:2" coordorigin="4084,12031" coordsize="8,2">
              <v:shape style="position:absolute;left:4084;top:12031;width:8;height:2" coordorigin="4084,12031" coordsize="8,0" path="m4084,12031l4091,12031e" filled="false" stroked="true" strokeweight=".48pt" strokecolor="#000000">
                <v:path arrowok="t"/>
              </v:shape>
            </v:group>
            <v:group style="position:absolute;left:4084;top:12055;width:8;height:2" coordorigin="4084,12055" coordsize="8,2">
              <v:shape style="position:absolute;left:4084;top:12055;width:8;height:2" coordorigin="4084,12055" coordsize="8,0" path="m4084,12055l4091,12055e" filled="false" stroked="true" strokeweight=".48pt" strokecolor="#000000">
                <v:path arrowok="t"/>
              </v:shape>
            </v:group>
            <v:group style="position:absolute;left:4084;top:12079;width:8;height:2" coordorigin="4084,12079" coordsize="8,2">
              <v:shape style="position:absolute;left:4084;top:12079;width:8;height:2" coordorigin="4084,12079" coordsize="8,0" path="m4084,12079l4091,12079e" filled="false" stroked="true" strokeweight=".48pt" strokecolor="#000000">
                <v:path arrowok="t"/>
              </v:shape>
            </v:group>
            <v:group style="position:absolute;left:4084;top:12103;width:8;height:2" coordorigin="4084,12103" coordsize="8,2">
              <v:shape style="position:absolute;left:4084;top:12103;width:8;height:2" coordorigin="4084,12103" coordsize="8,0" path="m4084,12103l4091,12103e" filled="false" stroked="true" strokeweight=".48pt" strokecolor="#000000">
                <v:path arrowok="t"/>
              </v:shape>
            </v:group>
            <v:group style="position:absolute;left:4084;top:12127;width:8;height:2" coordorigin="4084,12127" coordsize="8,2">
              <v:shape style="position:absolute;left:4084;top:12127;width:8;height:2" coordorigin="4084,12127" coordsize="8,0" path="m4084,12127l4091,12127e" filled="false" stroked="true" strokeweight=".48pt" strokecolor="#000000">
                <v:path arrowok="t"/>
              </v:shape>
            </v:group>
            <v:group style="position:absolute;left:4084;top:12151;width:8;height:2" coordorigin="4084,12151" coordsize="8,2">
              <v:shape style="position:absolute;left:4084;top:12151;width:8;height:2" coordorigin="4084,12151" coordsize="8,0" path="m4084,12151l4091,12151e" filled="false" stroked="true" strokeweight=".48pt" strokecolor="#000000">
                <v:path arrowok="t"/>
              </v:shape>
            </v:group>
            <v:group style="position:absolute;left:4084;top:12175;width:8;height:2" coordorigin="4084,12175" coordsize="8,2">
              <v:shape style="position:absolute;left:4084;top:12175;width:8;height:2" coordorigin="4084,12175" coordsize="8,0" path="m4084,12175l4091,12175e" filled="false" stroked="true" strokeweight=".48pt" strokecolor="#000000">
                <v:path arrowok="t"/>
              </v:shape>
            </v:group>
            <v:group style="position:absolute;left:4084;top:12199;width:8;height:2" coordorigin="4084,12199" coordsize="8,2">
              <v:shape style="position:absolute;left:4084;top:12199;width:8;height:2" coordorigin="4084,12199" coordsize="8,0" path="m4084,12199l4091,12199e" filled="false" stroked="true" strokeweight=".48pt" strokecolor="#000000">
                <v:path arrowok="t"/>
              </v:shape>
            </v:group>
            <v:group style="position:absolute;left:4084;top:12223;width:8;height:2" coordorigin="4084,12223" coordsize="8,2">
              <v:shape style="position:absolute;left:4084;top:12223;width:8;height:2" coordorigin="4084,12223" coordsize="8,0" path="m4084,12223l4091,12223e" filled="false" stroked="true" strokeweight=".48pt" strokecolor="#000000">
                <v:path arrowok="t"/>
              </v:shape>
            </v:group>
            <v:group style="position:absolute;left:4084;top:12247;width:8;height:2" coordorigin="4084,12247" coordsize="8,2">
              <v:shape style="position:absolute;left:4084;top:12247;width:8;height:2" coordorigin="4084,12247" coordsize="8,0" path="m4084,12247l4091,12247e" filled="false" stroked="true" strokeweight=".48pt" strokecolor="#000000">
                <v:path arrowok="t"/>
              </v:shape>
            </v:group>
            <v:group style="position:absolute;left:4084;top:12271;width:8;height:2" coordorigin="4084,12271" coordsize="8,2">
              <v:shape style="position:absolute;left:4084;top:12271;width:8;height:2" coordorigin="4084,12271" coordsize="8,0" path="m4084,12271l4091,12271e" filled="false" stroked="true" strokeweight=".48pt" strokecolor="#000000">
                <v:path arrowok="t"/>
              </v:shape>
            </v:group>
            <v:group style="position:absolute;left:4084;top:12295;width:8;height:2" coordorigin="4084,12295" coordsize="8,2">
              <v:shape style="position:absolute;left:4084;top:12295;width:8;height:2" coordorigin="4084,12295" coordsize="8,0" path="m4084,12295l4091,12295e" filled="false" stroked="true" strokeweight=".48pt" strokecolor="#000000">
                <v:path arrowok="t"/>
              </v:shape>
            </v:group>
            <v:group style="position:absolute;left:4084;top:12319;width:8;height:2" coordorigin="4084,12319" coordsize="8,2">
              <v:shape style="position:absolute;left:4084;top:12319;width:8;height:2" coordorigin="4084,12319" coordsize="8,0" path="m4084,12319l4091,12319e" filled="false" stroked="true" strokeweight=".48pt" strokecolor="#000000">
                <v:path arrowok="t"/>
              </v:shape>
            </v:group>
            <v:group style="position:absolute;left:4084;top:12343;width:8;height:2" coordorigin="4084,12343" coordsize="8,2">
              <v:shape style="position:absolute;left:4084;top:12343;width:8;height:2" coordorigin="4084,12343" coordsize="8,0" path="m4084,12343l4091,12343e" filled="false" stroked="true" strokeweight=".479pt" strokecolor="#000000">
                <v:path arrowok="t"/>
              </v:shape>
            </v:group>
            <v:group style="position:absolute;left:4084;top:12367;width:8;height:2" coordorigin="4084,12367" coordsize="8,2">
              <v:shape style="position:absolute;left:4084;top:12367;width:8;height:2" coordorigin="4084,12367" coordsize="8,0" path="m4084,12367l4091,12367e" filled="false" stroked="true" strokeweight=".48pt" strokecolor="#000000">
                <v:path arrowok="t"/>
              </v:shape>
            </v:group>
            <v:group style="position:absolute;left:4084;top:12391;width:8;height:2" coordorigin="4084,12391" coordsize="8,2">
              <v:shape style="position:absolute;left:4084;top:12391;width:8;height:2" coordorigin="4084,12391" coordsize="8,0" path="m4084,12391l4091,12391e" filled="false" stroked="true" strokeweight=".48pt" strokecolor="#000000">
                <v:path arrowok="t"/>
              </v:shape>
            </v:group>
            <v:group style="position:absolute;left:4084;top:12415;width:8;height:2" coordorigin="4084,12415" coordsize="8,2">
              <v:shape style="position:absolute;left:4084;top:12415;width:8;height:2" coordorigin="4084,12415" coordsize="8,0" path="m4084,12415l4091,12415e" filled="false" stroked="true" strokeweight=".48pt" strokecolor="#000000">
                <v:path arrowok="t"/>
              </v:shape>
            </v:group>
            <v:group style="position:absolute;left:4084;top:12439;width:8;height:2" coordorigin="4084,12439" coordsize="8,2">
              <v:shape style="position:absolute;left:4084;top:12439;width:8;height:2" coordorigin="4084,12439" coordsize="8,0" path="m4084,12439l4091,12439e" filled="false" stroked="true" strokeweight=".48pt" strokecolor="#000000">
                <v:path arrowok="t"/>
              </v:shape>
            </v:group>
            <v:group style="position:absolute;left:4084;top:12463;width:8;height:2" coordorigin="4084,12463" coordsize="8,2">
              <v:shape style="position:absolute;left:4084;top:12463;width:8;height:2" coordorigin="4084,12463" coordsize="8,0" path="m4084,12463l4091,12463e" filled="false" stroked="true" strokeweight=".48pt" strokecolor="#000000">
                <v:path arrowok="t"/>
              </v:shape>
            </v:group>
            <v:group style="position:absolute;left:4084;top:12487;width:8;height:2" coordorigin="4084,12487" coordsize="8,2">
              <v:shape style="position:absolute;left:4084;top:12487;width:8;height:2" coordorigin="4084,12487" coordsize="8,0" path="m4084,12487l4091,12487e" filled="false" stroked="true" strokeweight=".48pt" strokecolor="#000000">
                <v:path arrowok="t"/>
              </v:shape>
            </v:group>
            <v:group style="position:absolute;left:4084;top:12511;width:8;height:2" coordorigin="4084,12511" coordsize="8,2">
              <v:shape style="position:absolute;left:4084;top:12511;width:8;height:2" coordorigin="4084,12511" coordsize="8,0" path="m4084,12511l4091,12511e" filled="false" stroked="true" strokeweight=".48pt" strokecolor="#000000">
                <v:path arrowok="t"/>
              </v:shape>
            </v:group>
            <v:group style="position:absolute;left:4084;top:12535;width:8;height:2" coordorigin="4084,12535" coordsize="8,2">
              <v:shape style="position:absolute;left:4084;top:12535;width:8;height:2" coordorigin="4084,12535" coordsize="8,0" path="m4084,12535l4091,12535e" filled="false" stroked="true" strokeweight=".48pt" strokecolor="#000000">
                <v:path arrowok="t"/>
              </v:shape>
            </v:group>
            <v:group style="position:absolute;left:4084;top:12559;width:8;height:2" coordorigin="4084,12559" coordsize="8,2">
              <v:shape style="position:absolute;left:4084;top:12559;width:8;height:2" coordorigin="4084,12559" coordsize="8,0" path="m4084,12559l4091,12559e" filled="false" stroked="true" strokeweight=".48pt" strokecolor="#000000">
                <v:path arrowok="t"/>
              </v:shape>
            </v:group>
            <v:group style="position:absolute;left:4084;top:12583;width:8;height:2" coordorigin="4084,12583" coordsize="8,2">
              <v:shape style="position:absolute;left:4084;top:12583;width:8;height:2" coordorigin="4084,12583" coordsize="8,0" path="m4084,12583l4091,12583e" filled="false" stroked="true" strokeweight=".48pt" strokecolor="#000000">
                <v:path arrowok="t"/>
              </v:shape>
            </v:group>
            <v:group style="position:absolute;left:4084;top:12607;width:8;height:2" coordorigin="4084,12607" coordsize="8,2">
              <v:shape style="position:absolute;left:4084;top:12607;width:8;height:2" coordorigin="4084,12607" coordsize="8,0" path="m4084,12607l4091,12607e" filled="false" stroked="true" strokeweight=".48pt" strokecolor="#000000">
                <v:path arrowok="t"/>
              </v:shape>
            </v:group>
            <v:group style="position:absolute;left:4084;top:12631;width:8;height:2" coordorigin="4084,12631" coordsize="8,2">
              <v:shape style="position:absolute;left:4084;top:12631;width:8;height:2" coordorigin="4084,12631" coordsize="8,0" path="m4084,12631l4091,12631e" filled="false" stroked="true" strokeweight=".48pt" strokecolor="#000000">
                <v:path arrowok="t"/>
              </v:shape>
            </v:group>
            <v:group style="position:absolute;left:4084;top:12655;width:8;height:2" coordorigin="4084,12655" coordsize="8,2">
              <v:shape style="position:absolute;left:4084;top:12655;width:8;height:2" coordorigin="4084,12655" coordsize="8,0" path="m4084,12655l4091,12655e" filled="false" stroked="true" strokeweight=".48pt" strokecolor="#000000">
                <v:path arrowok="t"/>
              </v:shape>
            </v:group>
            <v:group style="position:absolute;left:4084;top:12679;width:8;height:2" coordorigin="4084,12679" coordsize="8,2">
              <v:shape style="position:absolute;left:4084;top:12679;width:8;height:2" coordorigin="4084,12679" coordsize="8,0" path="m4084,12679l4091,12679e" filled="false" stroked="true" strokeweight=".48pt" strokecolor="#000000">
                <v:path arrowok="t"/>
              </v:shape>
            </v:group>
            <v:group style="position:absolute;left:4084;top:12703;width:8;height:2" coordorigin="4084,12703" coordsize="8,2">
              <v:shape style="position:absolute;left:4084;top:12703;width:8;height:2" coordorigin="4084,12703" coordsize="8,0" path="m4084,12703l4091,12703e" filled="false" stroked="true" strokeweight=".479pt" strokecolor="#000000">
                <v:path arrowok="t"/>
              </v:shape>
            </v:group>
            <v:group style="position:absolute;left:4084;top:12726;width:8;height:2" coordorigin="4084,12726" coordsize="8,2">
              <v:shape style="position:absolute;left:4084;top:12726;width:8;height:2" coordorigin="4084,12726" coordsize="8,0" path="m4084,12726l4091,12726e" filled="false" stroked="true" strokeweight=".48pt" strokecolor="#000000">
                <v:path arrowok="t"/>
              </v:shape>
            </v:group>
            <v:group style="position:absolute;left:4084;top:12751;width:8;height:2" coordorigin="4084,12751" coordsize="8,2">
              <v:shape style="position:absolute;left:4084;top:12751;width:8;height:2" coordorigin="4084,12751" coordsize="8,0" path="m4084,12751l4091,12751e" filled="false" stroked="true" strokeweight=".48pt" strokecolor="#000000">
                <v:path arrowok="t"/>
              </v:shape>
            </v:group>
            <v:group style="position:absolute;left:4084;top:12774;width:8;height:2" coordorigin="4084,12774" coordsize="8,2">
              <v:shape style="position:absolute;left:4084;top:12774;width:8;height:2" coordorigin="4084,12774" coordsize="8,0" path="m4084,12774l4091,12774e" filled="false" stroked="true" strokeweight=".48pt" strokecolor="#000000">
                <v:path arrowok="t"/>
              </v:shape>
            </v:group>
            <v:group style="position:absolute;left:4084;top:12799;width:8;height:2" coordorigin="4084,12799" coordsize="8,2">
              <v:shape style="position:absolute;left:4084;top:12799;width:8;height:2" coordorigin="4084,12799" coordsize="8,0" path="m4084,12799l4091,12799e" filled="false" stroked="true" strokeweight=".48pt" strokecolor="#000000">
                <v:path arrowok="t"/>
              </v:shape>
            </v:group>
            <v:group style="position:absolute;left:4084;top:12822;width:8;height:2" coordorigin="4084,12822" coordsize="8,2">
              <v:shape style="position:absolute;left:4084;top:12822;width:8;height:2" coordorigin="4084,12822" coordsize="8,0" path="m4084,12822l4091,12822e" filled="false" stroked="true" strokeweight=".48pt" strokecolor="#000000">
                <v:path arrowok="t"/>
              </v:shape>
            </v:group>
            <v:group style="position:absolute;left:4084;top:12846;width:8;height:2" coordorigin="4084,12846" coordsize="8,2">
              <v:shape style="position:absolute;left:4084;top:12846;width:8;height:2" coordorigin="4084,12846" coordsize="8,0" path="m4084,12846l4091,12846e" filled="false" stroked="true" strokeweight=".48pt" strokecolor="#000000">
                <v:path arrowok="t"/>
              </v:shape>
            </v:group>
            <v:group style="position:absolute;left:4084;top:12871;width:8;height:2" coordorigin="4084,12871" coordsize="8,2">
              <v:shape style="position:absolute;left:4084;top:12871;width:8;height:2" coordorigin="4084,12871" coordsize="8,0" path="m4084,12871l4091,12871e" filled="false" stroked="true" strokeweight=".48pt" strokecolor="#000000">
                <v:path arrowok="t"/>
              </v:shape>
            </v:group>
            <v:group style="position:absolute;left:4084;top:12894;width:8;height:2" coordorigin="4084,12894" coordsize="8,2">
              <v:shape style="position:absolute;left:4084;top:12894;width:8;height:2" coordorigin="4084,12894" coordsize="8,0" path="m4084,12894l4091,12894e" filled="false" stroked="true" strokeweight=".48pt" strokecolor="#000000">
                <v:path arrowok="t"/>
              </v:shape>
            </v:group>
            <v:group style="position:absolute;left:4084;top:12919;width:8;height:2" coordorigin="4084,12919" coordsize="8,2">
              <v:shape style="position:absolute;left:4084;top:12919;width:8;height:2" coordorigin="4084,12919" coordsize="8,0" path="m4084,12919l4091,12919e" filled="false" stroked="true" strokeweight=".48pt" strokecolor="#000000">
                <v:path arrowok="t"/>
              </v:shape>
            </v:group>
            <v:group style="position:absolute;left:4084;top:12942;width:8;height:2" coordorigin="4084,12942" coordsize="8,2">
              <v:shape style="position:absolute;left:4084;top:12942;width:8;height:2" coordorigin="4084,12942" coordsize="8,0" path="m4084,12942l4091,12942e" filled="false" stroked="true" strokeweight=".48pt" strokecolor="#000000">
                <v:path arrowok="t"/>
              </v:shape>
            </v:group>
            <v:group style="position:absolute;left:4084;top:12966;width:8;height:2" coordorigin="4084,12966" coordsize="8,2">
              <v:shape style="position:absolute;left:4084;top:12966;width:8;height:2" coordorigin="4084,12966" coordsize="8,0" path="m4084,12966l4091,12966e" filled="false" stroked="true" strokeweight=".48pt" strokecolor="#000000">
                <v:path arrowok="t"/>
              </v:shape>
            </v:group>
            <v:group style="position:absolute;left:4084;top:12991;width:8;height:2" coordorigin="4084,12991" coordsize="8,2">
              <v:shape style="position:absolute;left:4084;top:12991;width:8;height:2" coordorigin="4084,12991" coordsize="8,0" path="m4084,12991l4091,12991e" filled="false" stroked="true" strokeweight=".48pt" strokecolor="#000000">
                <v:path arrowok="t"/>
              </v:shape>
            </v:group>
            <v:group style="position:absolute;left:4084;top:13014;width:8;height:2" coordorigin="4084,13014" coordsize="8,2">
              <v:shape style="position:absolute;left:4084;top:13014;width:8;height:2" coordorigin="4084,13014" coordsize="8,0" path="m4084,13014l4091,13014e" filled="false" stroked="true" strokeweight=".48pt" strokecolor="#000000">
                <v:path arrowok="t"/>
              </v:shape>
            </v:group>
            <v:group style="position:absolute;left:4084;top:13039;width:8;height:2" coordorigin="4084,13039" coordsize="8,2">
              <v:shape style="position:absolute;left:4084;top:13039;width:8;height:2" coordorigin="4084,13039" coordsize="8,0" path="m4084,13039l4091,13039e" filled="false" stroked="true" strokeweight=".48pt" strokecolor="#000000">
                <v:path arrowok="t"/>
              </v:shape>
            </v:group>
            <v:group style="position:absolute;left:4084;top:13062;width:8;height:2" coordorigin="4084,13062" coordsize="8,2">
              <v:shape style="position:absolute;left:4084;top:13062;width:8;height:2" coordorigin="4084,13062" coordsize="8,0" path="m4084,13062l4091,13062e" filled="false" stroked="true" strokeweight=".48pt" strokecolor="#000000">
                <v:path arrowok="t"/>
              </v:shape>
            </v:group>
            <v:group style="position:absolute;left:4084;top:13086;width:8;height:2" coordorigin="4084,13086" coordsize="8,2">
              <v:shape style="position:absolute;left:4084;top:13086;width:8;height:2" coordorigin="4084,13086" coordsize="8,0" path="m4084,13086l4091,13086e" filled="false" stroked="true" strokeweight=".48pt" strokecolor="#000000">
                <v:path arrowok="t"/>
              </v:shape>
            </v:group>
            <v:group style="position:absolute;left:4084;top:13110;width:8;height:2" coordorigin="4084,13110" coordsize="8,2">
              <v:shape style="position:absolute;left:4084;top:13110;width:8;height:2" coordorigin="4084,13110" coordsize="8,0" path="m4084,13110l4091,13110e" filled="false" stroked="true" strokeweight=".48pt" strokecolor="#000000">
                <v:path arrowok="t"/>
              </v:shape>
            </v:group>
            <v:group style="position:absolute;left:4084;top:13134;width:8;height:2" coordorigin="4084,13134" coordsize="8,2">
              <v:shape style="position:absolute;left:4084;top:13134;width:8;height:2" coordorigin="4084,13134" coordsize="8,0" path="m4084,13134l4091,13134e" filled="false" stroked="true" strokeweight=".48pt" strokecolor="#000000">
                <v:path arrowok="t"/>
              </v:shape>
            </v:group>
            <v:group style="position:absolute;left:4084;top:13158;width:8;height:2" coordorigin="4084,13158" coordsize="8,2">
              <v:shape style="position:absolute;left:4084;top:13158;width:8;height:2" coordorigin="4084,13158" coordsize="8,0" path="m4084,13158l4091,13158e" filled="false" stroked="true" strokeweight=".48pt" strokecolor="#000000">
                <v:path arrowok="t"/>
              </v:shape>
            </v:group>
            <v:group style="position:absolute;left:4084;top:13182;width:8;height:2" coordorigin="4084,13182" coordsize="8,2">
              <v:shape style="position:absolute;left:4084;top:13182;width:8;height:2" coordorigin="4084,13182" coordsize="8,0" path="m4084,13182l4091,13182e" filled="false" stroked="true" strokeweight=".48pt" strokecolor="#000000">
                <v:path arrowok="t"/>
              </v:shape>
            </v:group>
            <v:group style="position:absolute;left:4084;top:13206;width:8;height:2" coordorigin="4084,13206" coordsize="8,2">
              <v:shape style="position:absolute;left:4084;top:13206;width:8;height:2" coordorigin="4084,13206" coordsize="8,0" path="m4084,13206l4091,13206e" filled="false" stroked="true" strokeweight=".48pt" strokecolor="#000000">
                <v:path arrowok="t"/>
              </v:shape>
            </v:group>
            <v:group style="position:absolute;left:4084;top:13230;width:8;height:2" coordorigin="4084,13230" coordsize="8,2">
              <v:shape style="position:absolute;left:4084;top:13230;width:8;height:2" coordorigin="4084,13230" coordsize="8,0" path="m4084,13230l4091,13230e" filled="false" stroked="true" strokeweight=".48pt" strokecolor="#000000">
                <v:path arrowok="t"/>
              </v:shape>
            </v:group>
            <v:group style="position:absolute;left:4084;top:13254;width:8;height:2" coordorigin="4084,13254" coordsize="8,2">
              <v:shape style="position:absolute;left:4084;top:13254;width:8;height:2" coordorigin="4084,13254" coordsize="8,0" path="m4084,13254l4091,13254e" filled="false" stroked="true" strokeweight=".48pt" strokecolor="#000000">
                <v:path arrowok="t"/>
              </v:shape>
            </v:group>
            <v:group style="position:absolute;left:4084;top:13278;width:8;height:2" coordorigin="4084,13278" coordsize="8,2">
              <v:shape style="position:absolute;left:4084;top:13278;width:8;height:2" coordorigin="4084,13278" coordsize="8,0" path="m4084,13278l4091,13278e" filled="false" stroked="true" strokeweight=".48pt" strokecolor="#000000">
                <v:path arrowok="t"/>
              </v:shape>
            </v:group>
            <v:group style="position:absolute;left:4084;top:13302;width:8;height:2" coordorigin="4084,13302" coordsize="8,2">
              <v:shape style="position:absolute;left:4084;top:13302;width:8;height:2" coordorigin="4084,13302" coordsize="8,0" path="m4084,13302l4091,13302e" filled="false" stroked="true" strokeweight=".48pt" strokecolor="#000000">
                <v:path arrowok="t"/>
              </v:shape>
            </v:group>
            <v:group style="position:absolute;left:4084;top:13326;width:8;height:2" coordorigin="4084,13326" coordsize="8,2">
              <v:shape style="position:absolute;left:4084;top:13326;width:8;height:2" coordorigin="4084,13326" coordsize="8,0" path="m4084,13326l4091,13326e" filled="false" stroked="true" strokeweight=".48pt" strokecolor="#000000">
                <v:path arrowok="t"/>
              </v:shape>
            </v:group>
            <v:group style="position:absolute;left:4084;top:13350;width:8;height:2" coordorigin="4084,13350" coordsize="8,2">
              <v:shape style="position:absolute;left:4084;top:13350;width:8;height:2" coordorigin="4084,13350" coordsize="8,0" path="m4084,13350l4091,13350e" filled="false" stroked="true" strokeweight=".48pt" strokecolor="#000000">
                <v:path arrowok="t"/>
              </v:shape>
            </v:group>
            <v:group style="position:absolute;left:4084;top:13374;width:8;height:2" coordorigin="4084,13374" coordsize="8,2">
              <v:shape style="position:absolute;left:4084;top:13374;width:8;height:2" coordorigin="4084,13374" coordsize="8,0" path="m4084,13374l4091,13374e" filled="false" stroked="true" strokeweight=".48pt" strokecolor="#000000">
                <v:path arrowok="t"/>
              </v:shape>
            </v:group>
            <v:group style="position:absolute;left:4084;top:13398;width:8;height:2" coordorigin="4084,13398" coordsize="8,2">
              <v:shape style="position:absolute;left:4084;top:13398;width:8;height:2" coordorigin="4084,13398" coordsize="8,0" path="m4084,13398l4091,13398e" filled="false" stroked="true" strokeweight=".48pt" strokecolor="#000000">
                <v:path arrowok="t"/>
              </v:shape>
            </v:group>
            <v:group style="position:absolute;left:4084;top:13422;width:8;height:2" coordorigin="4084,13422" coordsize="8,2">
              <v:shape style="position:absolute;left:4084;top:13422;width:8;height:2" coordorigin="4084,13422" coordsize="8,0" path="m4084,13422l4091,13422e" filled="false" stroked="true" strokeweight=".48pt" strokecolor="#000000">
                <v:path arrowok="t"/>
              </v:shape>
            </v:group>
            <v:group style="position:absolute;left:4084;top:13446;width:8;height:2" coordorigin="4084,13446" coordsize="8,2">
              <v:shape style="position:absolute;left:4084;top:13446;width:8;height:2" coordorigin="4084,13446" coordsize="8,0" path="m4084,13446l4091,13446e" filled="false" stroked="true" strokeweight=".48pt" strokecolor="#000000">
                <v:path arrowok="t"/>
              </v:shape>
            </v:group>
            <v:group style="position:absolute;left:4084;top:13470;width:8;height:2" coordorigin="4084,13470" coordsize="8,2">
              <v:shape style="position:absolute;left:4084;top:13470;width:8;height:2" coordorigin="4084,13470" coordsize="8,0" path="m4084,13470l4091,13470e" filled="false" stroked="true" strokeweight=".48pt" strokecolor="#000000">
                <v:path arrowok="t"/>
              </v:shape>
            </v:group>
            <v:group style="position:absolute;left:4084;top:13494;width:8;height:2" coordorigin="4084,13494" coordsize="8,2">
              <v:shape style="position:absolute;left:4084;top:13494;width:8;height:2" coordorigin="4084,13494" coordsize="8,0" path="m4084,13494l4091,13494e" filled="false" stroked="true" strokeweight=".48pt" strokecolor="#000000">
                <v:path arrowok="t"/>
              </v:shape>
            </v:group>
            <v:group style="position:absolute;left:4084;top:13518;width:8;height:2" coordorigin="4084,13518" coordsize="8,2">
              <v:shape style="position:absolute;left:4084;top:13518;width:8;height:2" coordorigin="4084,13518" coordsize="8,0" path="m4084,13518l4091,13518e" filled="false" stroked="true" strokeweight=".48pt" strokecolor="#000000">
                <v:path arrowok="t"/>
              </v:shape>
            </v:group>
            <v:group style="position:absolute;left:4084;top:13542;width:8;height:2" coordorigin="4084,13542" coordsize="8,2">
              <v:shape style="position:absolute;left:4084;top:13542;width:8;height:2" coordorigin="4084,13542" coordsize="8,0" path="m4084,13542l4091,13542e" filled="false" stroked="true" strokeweight=".48pt" strokecolor="#000000">
                <v:path arrowok="t"/>
              </v:shape>
            </v:group>
            <v:group style="position:absolute;left:4084;top:13566;width:8;height:2" coordorigin="4084,13566" coordsize="8,2">
              <v:shape style="position:absolute;left:4084;top:13566;width:8;height:2" coordorigin="4084,13566" coordsize="8,0" path="m4084,13566l4091,13566e" filled="false" stroked="true" strokeweight=".48pt" strokecolor="#000000">
                <v:path arrowok="t"/>
              </v:shape>
            </v:group>
            <v:group style="position:absolute;left:4084;top:13590;width:8;height:2" coordorigin="4084,13590" coordsize="8,2">
              <v:shape style="position:absolute;left:4084;top:13590;width:8;height:2" coordorigin="4084,13590" coordsize="8,0" path="m4084,13590l4091,13590e" filled="false" stroked="true" strokeweight=".48pt" strokecolor="#000000">
                <v:path arrowok="t"/>
              </v:shape>
            </v:group>
            <v:group style="position:absolute;left:4084;top:13614;width:8;height:2" coordorigin="4084,13614" coordsize="8,2">
              <v:shape style="position:absolute;left:4084;top:13614;width:8;height:2" coordorigin="4084,13614" coordsize="8,0" path="m4084,13614l4091,13614e" filled="false" stroked="true" strokeweight=".48pt" strokecolor="#000000">
                <v:path arrowok="t"/>
              </v:shape>
            </v:group>
            <v:group style="position:absolute;left:4084;top:13638;width:8;height:2" coordorigin="4084,13638" coordsize="8,2">
              <v:shape style="position:absolute;left:4084;top:13638;width:8;height:2" coordorigin="4084,13638" coordsize="8,0" path="m4084,13638l4091,13638e" filled="false" stroked="true" strokeweight=".48pt" strokecolor="#000000">
                <v:path arrowok="t"/>
              </v:shape>
            </v:group>
            <v:group style="position:absolute;left:4084;top:13662;width:8;height:2" coordorigin="4084,13662" coordsize="8,2">
              <v:shape style="position:absolute;left:4084;top:13662;width:8;height:2" coordorigin="4084,13662" coordsize="8,0" path="m4084,13662l4091,13662e" filled="false" stroked="true" strokeweight=".48pt" strokecolor="#000000">
                <v:path arrowok="t"/>
              </v:shape>
            </v:group>
            <v:group style="position:absolute;left:4084;top:13686;width:8;height:2" coordorigin="4084,13686" coordsize="8,2">
              <v:shape style="position:absolute;left:4084;top:13686;width:8;height:2" coordorigin="4084,13686" coordsize="8,0" path="m4084,13686l4091,13686e" filled="false" stroked="true" strokeweight=".48pt" strokecolor="#000000">
                <v:path arrowok="t"/>
              </v:shape>
            </v:group>
            <v:group style="position:absolute;left:4084;top:13710;width:8;height:2" coordorigin="4084,13710" coordsize="8,2">
              <v:shape style="position:absolute;left:4084;top:13710;width:8;height:2" coordorigin="4084,13710" coordsize="8,0" path="m4084,13710l4091,13710e" filled="false" stroked="true" strokeweight=".48pt" strokecolor="#000000">
                <v:path arrowok="t"/>
              </v:shape>
            </v:group>
            <v:group style="position:absolute;left:4084;top:13734;width:8;height:2" coordorigin="4084,13734" coordsize="8,2">
              <v:shape style="position:absolute;left:4084;top:13734;width:8;height:2" coordorigin="4084,13734" coordsize="8,0" path="m4084,13734l4091,13734e" filled="false" stroked="true" strokeweight=".48pt" strokecolor="#000000">
                <v:path arrowok="t"/>
              </v:shape>
            </v:group>
            <v:group style="position:absolute;left:4084;top:13758;width:8;height:2" coordorigin="4084,13758" coordsize="8,2">
              <v:shape style="position:absolute;left:4084;top:13758;width:8;height:2" coordorigin="4084,13758" coordsize="8,0" path="m4084,13758l4091,13758e" filled="false" stroked="true" strokeweight=".48pt" strokecolor="#000000">
                <v:path arrowok="t"/>
              </v:shape>
            </v:group>
            <w10:wrap type="none"/>
          </v:group>
        </w:pict>
      </w:r>
    </w:p>
    <w:p>
      <w:pPr>
        <w:spacing w:line="200" w:lineRule="atLeast"/>
        <w:ind w:left="12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4.2pt;height:90.55pt;mso-position-horizontal-relative:char;mso-position-vertical-relative:line" coordorigin="0,0" coordsize="8684,1811">
            <v:group style="position:absolute;left:5;top:5;width:8675;height:2" coordorigin="5,5" coordsize="8675,2">
              <v:shape style="position:absolute;left:5;top:5;width:8675;height:2" coordorigin="5,5" coordsize="8675,0" path="m5,5l8679,5e" filled="false" stroked="true" strokeweight=".48pt" strokecolor="#000000">
                <v:path arrowok="t"/>
              </v:shape>
            </v:group>
            <v:group style="position:absolute;left:5;top:34;width:8675;height:2" coordorigin="5,34" coordsize="8675,2">
              <v:shape style="position:absolute;left:5;top:34;width:8675;height:2" coordorigin="5,34" coordsize="8675,0" path="m5,34l8679,34e" filled="false" stroked="true" strokeweight=".48pt" strokecolor="#000000">
                <v:path arrowok="t"/>
              </v:shape>
            </v:group>
            <v:group style="position:absolute;left:141;top:103;width:1396;height:1697" coordorigin="141,103" coordsize="1396,1697">
              <v:shape style="position:absolute;left:141;top:103;width:1396;height:1697" coordorigin="141,103" coordsize="1396,1697" path="m141,103l141,1800,1537,1800,1537,103,141,103xe" filled="true" fillcolor="#c1d5ec" stroked="false">
                <v:path arrowok="t"/>
                <v:fill type="solid"/>
              </v:shape>
            </v:group>
            <v:group style="position:absolute;left:141;top:103;width:2;height:1697" coordorigin="141,103" coordsize="2,1697">
              <v:shape style="position:absolute;left:141;top:103;width:2;height:1697" coordorigin="141,103" coordsize="0,1697" path="m141,103l141,1800e" filled="false" stroked="true" strokeweight="1.079pt" strokecolor="#000000">
                <v:path arrowok="t"/>
              </v:shape>
            </v:group>
            <v:group style="position:absolute;left:1537;top:103;width:2;height:1697" coordorigin="1537,103" coordsize="2,1697">
              <v:shape style="position:absolute;left:1537;top:103;width:2;height:1697" coordorigin="1537,103" coordsize="0,1697" path="m1537,103l1537,1800e" filled="false" stroked="true" strokeweight=".36pt" strokecolor="#000000">
                <v:path arrowok="t"/>
              </v:shape>
            </v:group>
            <v:group style="position:absolute;left:8602;top:103;width:2;height:1697" coordorigin="8602,103" coordsize="2,1697">
              <v:shape style="position:absolute;left:8602;top:103;width:2;height:1697" coordorigin="8602,103" coordsize="0,1697" path="m8602,103l8602,1800e" filled="false" stroked="true" strokeweight="1.079pt" strokecolor="#000000">
                <v:path arrowok="t"/>
              </v:shape>
            </v:group>
            <v:group style="position:absolute;left:132;top:103;width:8483;height:2" coordorigin="132,103" coordsize="8483,2">
              <v:shape style="position:absolute;left:132;top:103;width:8483;height:2" coordorigin="132,103" coordsize="8483,0" path="m132,103l8614,103e" filled="false" stroked="true" strokeweight=".36pt" strokecolor="#000000">
                <v:path arrowok="t"/>
              </v:shape>
            </v:group>
            <v:group style="position:absolute;left:132;top:1800;width:8483;height:2" coordorigin="132,1800" coordsize="8483,2">
              <v:shape style="position:absolute;left:132;top:1800;width:8483;height:2" coordorigin="132,1800" coordsize="8483,0" path="m132,1800l8614,1800e" filled="false" stroked="true" strokeweight="1.079pt" strokecolor="#000000">
                <v:path arrowok="t"/>
              </v:shape>
              <v:shape style="position:absolute;left:1537;top:103;width:7066;height:1697" type="#_x0000_t202" filled="false" stroked="false">
                <v:textbox inset="0,0,0,0">
                  <w:txbxContent>
                    <w:p>
                      <w:pPr>
                        <w:tabs>
                          <w:tab w:pos="474" w:val="left" w:leader="none"/>
                        </w:tabs>
                        <w:spacing w:line="242" w:lineRule="exact" w:before="0"/>
                        <w:ind w:left="175" w:right="0" w:firstLine="0"/>
                        <w:jc w:val="left"/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 w:eastAsia="Arial"/>
                          <w:w w:val="65"/>
                          <w:sz w:val="20"/>
                          <w:szCs w:val="20"/>
                        </w:rPr>
                        <w:t>Ÿ</w:t>
                        <w:tab/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  <w:t>최종학점</w:t>
                      </w:r>
                      <w:r>
                        <w:rPr>
                          <w:rFonts w:ascii="한컴돋움" w:hAnsi="한컴돋움" w:cs="한컴돋움" w:eastAsia="한컴돋움"/>
                          <w:spacing w:val="2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  <w:t>부여</w:t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</w:r>
                    </w:p>
                    <w:p>
                      <w:pPr>
                        <w:spacing w:before="84"/>
                        <w:ind w:left="474" w:right="0" w:firstLine="0"/>
                        <w:jc w:val="left"/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</w:pP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한컴돋움" w:hAnsi="한컴돋움" w:cs="한컴돋움" w:eastAsia="한컴돋움"/>
                          <w:spacing w:val="27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  <w:t>이수증</w:t>
                      </w:r>
                      <w:r>
                        <w:rPr>
                          <w:rFonts w:ascii="한컴돋움" w:hAnsi="한컴돋움" w:cs="한컴돋움" w:eastAsia="한컴돋움"/>
                          <w:spacing w:val="29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  <w:t>발급</w:t>
                      </w:r>
                      <w:r>
                        <w:rPr>
                          <w:rFonts w:ascii="한컴돋움" w:hAnsi="한컴돋움" w:cs="한컴돋움" w:eastAsia="한컴돋움"/>
                          <w:spacing w:val="3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  <w:t>여부</w:t>
                      </w:r>
                      <w:r>
                        <w:rPr>
                          <w:rFonts w:ascii="한컴돋움" w:hAnsi="한컴돋움" w:cs="한컴돋움" w:eastAsia="한컴돋움"/>
                          <w:spacing w:val="29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  <w:t>및</w:t>
                      </w:r>
                      <w:r>
                        <w:rPr>
                          <w:rFonts w:ascii="한컴돋움" w:hAnsi="한컴돋움" w:cs="한컴돋움" w:eastAsia="한컴돋움"/>
                          <w:spacing w:val="29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spacing w:val="1"/>
                          <w:sz w:val="20"/>
                          <w:szCs w:val="20"/>
                        </w:rPr>
                        <w:t>총점</w:t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</w:r>
                    </w:p>
                    <w:p>
                      <w:pPr>
                        <w:spacing w:before="98"/>
                        <w:ind w:left="474" w:right="0" w:firstLine="0"/>
                        <w:jc w:val="left"/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</w:pPr>
                      <w:r>
                        <w:rPr>
                          <w:rFonts w:ascii="한컴돋움" w:hAnsi="한컴돋움" w:cs="한컴돋움" w:eastAsia="한컴돋움"/>
                          <w:w w:val="115"/>
                          <w:sz w:val="20"/>
                          <w:szCs w:val="20"/>
                        </w:rPr>
                        <w:t>+</w:t>
                      </w:r>
                      <w:r>
                        <w:rPr>
                          <w:rFonts w:ascii="한컴돋움" w:hAnsi="한컴돋움" w:cs="한컴돋움" w:eastAsia="한컴돋움"/>
                          <w:spacing w:val="-25"/>
                          <w:w w:val="11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w w:val="110"/>
                          <w:sz w:val="20"/>
                          <w:szCs w:val="20"/>
                        </w:rPr>
                        <w:t>오프라인</w:t>
                      </w:r>
                      <w:r>
                        <w:rPr>
                          <w:rFonts w:ascii="한컴돋움" w:hAnsi="한컴돋움" w:cs="한컴돋움" w:eastAsia="한컴돋움"/>
                          <w:spacing w:val="-21"/>
                          <w:w w:val="1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w w:val="110"/>
                          <w:sz w:val="20"/>
                          <w:szCs w:val="20"/>
                        </w:rPr>
                        <w:t>과제</w:t>
                      </w:r>
                      <w:r>
                        <w:rPr>
                          <w:rFonts w:ascii="한컴돋움" w:hAnsi="한컴돋움" w:cs="한컴돋움" w:eastAsia="한컴돋움"/>
                          <w:spacing w:val="-22"/>
                          <w:w w:val="1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w w:val="110"/>
                          <w:sz w:val="20"/>
                          <w:szCs w:val="20"/>
                        </w:rPr>
                        <w:t>점수</w:t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</w:r>
                    </w:p>
                    <w:p>
                      <w:pPr>
                        <w:spacing w:before="98"/>
                        <w:ind w:left="474" w:right="0" w:firstLine="0"/>
                        <w:jc w:val="left"/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</w:pPr>
                      <w:r>
                        <w:rPr>
                          <w:rFonts w:ascii="한컴돋움" w:hAnsi="한컴돋움" w:cs="한컴돋움" w:eastAsia="한컴돋움"/>
                          <w:w w:val="115"/>
                          <w:sz w:val="20"/>
                          <w:szCs w:val="20"/>
                        </w:rPr>
                        <w:t>+</w:t>
                      </w:r>
                      <w:r>
                        <w:rPr>
                          <w:rFonts w:ascii="한컴돋움" w:hAnsi="한컴돋움" w:cs="한컴돋움" w:eastAsia="한컴돋움"/>
                          <w:spacing w:val="-7"/>
                          <w:w w:val="11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w w:val="105"/>
                          <w:sz w:val="20"/>
                          <w:szCs w:val="20"/>
                        </w:rPr>
                        <w:t>오프라인 시험’점수 합산하여 산출</w:t>
                      </w:r>
                      <w:r>
                        <w:rPr>
                          <w:rFonts w:ascii="한컴돋움" w:hAnsi="한컴돋움" w:cs="한컴돋움" w:eastAsia="한컴돋움"/>
                          <w:spacing w:val="1"/>
                          <w:w w:val="10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한컴돋움" w:hAnsi="한컴돋움" w:cs="한컴돋움" w:eastAsia="한컴돋움"/>
                          <w:w w:val="105"/>
                          <w:sz w:val="20"/>
                          <w:szCs w:val="20"/>
                        </w:rPr>
                        <w:t>후 </w:t>
                      </w:r>
                      <w:r>
                        <w:rPr>
                          <w:rFonts w:ascii="한컴돋움" w:hAnsi="한컴돋움" w:cs="한컴돋움" w:eastAsia="한컴돋움"/>
                          <w:spacing w:val="1"/>
                          <w:w w:val="105"/>
                          <w:sz w:val="20"/>
                          <w:szCs w:val="20"/>
                        </w:rPr>
                        <w:t>부여</w:t>
                      </w:r>
                      <w:r>
                        <w:rPr>
                          <w:rFonts w:ascii="한컴돋움" w:hAnsi="한컴돋움" w:cs="한컴돋움" w:eastAsia="한컴돋움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4.95pt;height:24.9pt;mso-position-horizontal-relative:char;mso-position-vertical-relative:line" coordorigin="0,0" coordsize="8699,498">
            <v:group style="position:absolute;left:20;top:11;width:8655;height:468" coordorigin="20,11" coordsize="8655,468">
              <v:shape style="position:absolute;left:20;top:11;width:8655;height:468" coordorigin="20,11" coordsize="8655,468" path="m20,11l20,479,8675,479,8675,11,20,11xe" filled="true" fillcolor="#e3dbc1" stroked="false">
                <v:path arrowok="t"/>
                <v:fill type="solid"/>
              </v:shape>
            </v:group>
            <v:group style="position:absolute;left:11;top:464;width:8675;height:2" coordorigin="11,464" coordsize="8675,2">
              <v:shape style="position:absolute;left:11;top:464;width:8675;height:2" coordorigin="11,464" coordsize="8675,0" path="m11,464l8685,464e" filled="false" stroked="true" strokeweight=".48pt" strokecolor="#000000">
                <v:path arrowok="t"/>
              </v:shape>
            </v:group>
            <v:group style="position:absolute;left:11;top:493;width:8675;height:2" coordorigin="11,493" coordsize="8675,2">
              <v:shape style="position:absolute;left:11;top:493;width:8675;height:2" coordorigin="11,493" coordsize="8675,0" path="m11,493l8685,493e" filled="false" stroked="true" strokeweight=".48pt" strokecolor="#000000">
                <v:path arrowok="t"/>
              </v:shape>
            </v:group>
            <v:group style="position:absolute;left:11;top:11;width:8677;height:2" coordorigin="11,11" coordsize="8677,2">
              <v:shape style="position:absolute;left:11;top:11;width:8677;height:2" coordorigin="11,11" coordsize="8677,0" path="m11,11l8687,11e" filled="false" stroked="true" strokeweight="1.079pt" strokecolor="#000000">
                <v:path arrowok="t"/>
              </v:shape>
              <v:shape style="position:absolute;left:20;top:11;width:8655;height:468" type="#_x0000_t202" filled="false" stroked="false">
                <v:textbox inset="0,0,0,0">
                  <w:txbxContent>
                    <w:p>
                      <w:pPr>
                        <w:spacing w:line="372" w:lineRule="exact" w:before="0"/>
                        <w:ind w:left="2682" w:right="0" w:firstLine="0"/>
                        <w:jc w:val="left"/>
                        <w:rPr>
                          <w:rFonts w:ascii="함초롬돋움" w:hAnsi="함초롬돋움" w:cs="함초롬돋움" w:eastAsia="함초롬돋움"/>
                          <w:sz w:val="22"/>
                          <w:szCs w:val="22"/>
                        </w:rPr>
                      </w:pP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w w:val="105"/>
                          <w:sz w:val="24"/>
                          <w:szCs w:val="24"/>
                        </w:rPr>
                        <w:t>이수/평가</w:t>
                      </w: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pacing w:val="32"/>
                          <w:w w:val="10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pacing w:val="-2"/>
                          <w:w w:val="105"/>
                          <w:sz w:val="24"/>
                          <w:szCs w:val="24"/>
                        </w:rPr>
                        <w:t>정보</w:t>
                      </w: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color w:val="FF0000"/>
                          <w:spacing w:val="-1"/>
                          <w:w w:val="105"/>
                          <w:sz w:val="22"/>
                          <w:szCs w:val="22"/>
                        </w:rPr>
                        <w:t>(*필수확인사항)</w:t>
                      </w:r>
                      <w:r>
                        <w:rPr>
                          <w:rFonts w:ascii="함초롬돋움" w:hAnsi="함초롬돋움" w:cs="함초롬돋움" w:eastAsia="함초롬돋움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8"/>
          <w:szCs w:val="8"/>
        </w:rPr>
      </w:pPr>
    </w:p>
    <w:tbl>
      <w:tblPr>
        <w:tblW w:w="0" w:type="auto"/>
        <w:jc w:val="left"/>
        <w:tblInd w:w="2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"/>
        <w:gridCol w:w="1120"/>
        <w:gridCol w:w="921"/>
        <w:gridCol w:w="5716"/>
      </w:tblGrid>
      <w:tr>
        <w:trPr>
          <w:trHeight w:val="481" w:hRule="exact"/>
        </w:trPr>
        <w:tc>
          <w:tcPr>
            <w:tcW w:w="681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CCCCCC"/>
          </w:tcPr>
          <w:p>
            <w:pPr>
              <w:pStyle w:val="TableParagraph"/>
              <w:spacing w:line="240" w:lineRule="auto" w:before="7"/>
              <w:ind w:left="130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구분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2040" w:type="dxa"/>
            <w:gridSpan w:val="2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  <w:shd w:val="clear" w:color="auto" w:fill="CCCCCC"/>
          </w:tcPr>
          <w:p>
            <w:pPr>
              <w:pStyle w:val="TableParagraph"/>
              <w:spacing w:line="240" w:lineRule="auto" w:before="7"/>
              <w:ind w:left="2" w:right="0"/>
              <w:jc w:val="center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강좌명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7"/>
              <w:ind w:left="10" w:right="0"/>
              <w:jc w:val="center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세부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55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기준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</w:tr>
      <w:tr>
        <w:trPr>
          <w:trHeight w:val="5298" w:hRule="exact"/>
        </w:trPr>
        <w:tc>
          <w:tcPr>
            <w:tcW w:w="681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53" w:lineRule="auto"/>
              <w:ind w:left="130" w:right="139"/>
              <w:jc w:val="both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학점</w:t>
            </w:r>
            <w:r>
              <w:rPr>
                <w:rFonts w:ascii="함초롬돋움" w:hAnsi="함초롬돋움" w:cs="함초롬돋움" w:eastAsia="함초롬돋움"/>
                <w:b/>
                <w:bCs/>
                <w:w w:val="102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인정</w:t>
            </w:r>
            <w:r>
              <w:rPr>
                <w:rFonts w:ascii="함초롬돋움" w:hAnsi="함초롬돋움" w:cs="함초롬돋움" w:eastAsia="함초롬돋움"/>
                <w:b/>
                <w:bCs/>
                <w:w w:val="102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강좌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2040" w:type="dxa"/>
            <w:gridSpan w:val="2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CDDEE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72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수어의  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1"/>
                <w:sz w:val="20"/>
                <w:szCs w:val="20"/>
              </w:rPr>
              <w:t>이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해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14" w:lineRule="exact"/>
              <w:ind w:left="474" w:right="0" w:hanging="30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①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기준(이수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평가항목별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98"/>
              <w:ind w:left="175" w:right="0" w:firstLine="299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합계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60점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이상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/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미이수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불가)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313" w:lineRule="auto" w:before="98"/>
              <w:ind w:left="474" w:right="351" w:hanging="30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수업참여도(5%):</w:t>
            </w:r>
            <w:r>
              <w:rPr>
                <w:rFonts w:ascii="한컴돋움" w:hAnsi="한컴돋움" w:cs="한컴돋움" w:eastAsia="한컴돋움"/>
                <w:spacing w:val="4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오리엔테이션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주차</w:t>
            </w:r>
            <w:r>
              <w:rPr>
                <w:rFonts w:ascii="한컴돋움" w:hAnsi="한컴돋움" w:cs="한컴돋움" w:eastAsia="한컴돋움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</w:t>
            </w:r>
            <w:r>
              <w:rPr>
                <w:rFonts w:ascii="한컴돋움" w:hAnsi="한컴돋움" w:cs="한컴돋움" w:eastAsia="한컴돋움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참여,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8주차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학습자만족도조사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등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37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주차별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퀴즈(25%):</w:t>
            </w:r>
            <w:r>
              <w:rPr>
                <w:rFonts w:ascii="한컴돋움" w:hAnsi="한컴돋움" w:cs="한컴돋움" w:eastAsia="한컴돋움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1~13주차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퀴즈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313" w:lineRule="auto" w:before="84"/>
              <w:ind w:left="175" w:right="2015"/>
              <w:jc w:val="both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>Ÿ  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과제(20%):</w:t>
            </w:r>
            <w:r>
              <w:rPr>
                <w:rFonts w:ascii="한컴돋움" w:hAnsi="한컴돋움" w:cs="한컴돋움" w:eastAsia="한컴돋움"/>
                <w:spacing w:val="4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1회</w:t>
            </w:r>
            <w:r>
              <w:rPr>
                <w:rFonts w:ascii="한컴돋움" w:hAnsi="한컴돋움" w:cs="한컴돋움" w:eastAsia="한컴돋움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Ÿ  </w:t>
            </w:r>
            <w:r>
              <w:rPr>
                <w:rFonts w:ascii="Arial" w:hAnsi="Arial" w:cs="Arial" w:eastAsia="Arial"/>
                <w:spacing w:val="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중간고사(30%):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Ÿ   </w:t>
            </w:r>
            <w:r>
              <w:rPr>
                <w:rFonts w:ascii="Arial" w:hAnsi="Arial" w:cs="Arial" w:eastAsia="Arial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기말고사(20%):</w:t>
            </w:r>
            <w:r>
              <w:rPr>
                <w:rFonts w:ascii="한컴돋움" w:hAnsi="한컴돋움" w:cs="한컴돋움" w:eastAsia="한컴돋움"/>
                <w:spacing w:val="4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4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330" w:lineRule="auto" w:before="16"/>
              <w:ind w:left="474" w:right="435" w:hanging="30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②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최종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학점</w:t>
            </w:r>
            <w:r>
              <w:rPr>
                <w:rFonts w:ascii="한컴돋움" w:hAnsi="한컴돋움" w:cs="한컴돋움" w:eastAsia="한컴돋움"/>
                <w:spacing w:val="3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기준(이수증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학점이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부여되지</w:t>
            </w:r>
            <w:r>
              <w:rPr>
                <w:rFonts w:ascii="한컴돋움" w:hAnsi="한컴돋움" w:cs="한컴돋움" w:eastAsia="한컴돋움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않음)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2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출석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P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/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F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2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5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7"/>
                <w:sz w:val="20"/>
                <w:szCs w:val="20"/>
              </w:rPr>
              <w:t>여부</w:t>
            </w:r>
            <w:r>
              <w:rPr>
                <w:rFonts w:ascii="한컴돋움" w:hAnsi="한컴돋움" w:cs="한컴돋움" w:eastAsia="한컴돋움"/>
                <w:spacing w:val="-13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pacing w:val="-17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미달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F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313" w:lineRule="auto" w:before="84"/>
              <w:ind w:left="474" w:right="509" w:hanging="30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LM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S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1회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제출,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스마트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LMS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강좌</w:t>
            </w:r>
            <w:r>
              <w:rPr>
                <w:rFonts w:ascii="한컴돋움" w:hAnsi="한컴돋움" w:cs="한컴돋움" w:eastAsia="한컴돋움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강의실에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접속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후,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설문에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참여시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감점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37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30%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대체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84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</w:t>
            </w:r>
            <w:r>
              <w:rPr>
                <w:rFonts w:ascii="한컴돋움" w:hAnsi="한컴돋움" w:cs="한컴돋움" w:eastAsia="한컴돋움"/>
                <w:spacing w:val="2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30%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오프라인</w:t>
            </w:r>
            <w:r>
              <w:rPr>
                <w:rFonts w:ascii="한컴돋움" w:hAnsi="한컴돋움" w:cs="한컴돋움" w:eastAsia="한컴돋움"/>
                <w:spacing w:val="2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시험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87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20"/>
              <w:ind w:left="472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딥러닝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921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20"/>
              <w:ind w:left="50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pacing w:val="1"/>
                <w:sz w:val="20"/>
                <w:szCs w:val="20"/>
              </w:rPr>
              <w:t>개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론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tcBorders>
              <w:top w:val="single" w:sz="3" w:space="0" w:color="000000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41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①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기준(이수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평가항목별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합계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60점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이상/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미이수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불가)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수업참여도(5%):</w:t>
            </w:r>
            <w:r>
              <w:rPr>
                <w:rFonts w:ascii="한컴돋움" w:hAnsi="한컴돋움" w:cs="한컴돋움" w:eastAsia="한컴돋움"/>
                <w:spacing w:val="4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오리엔테이션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주차</w:t>
            </w:r>
            <w:r>
              <w:rPr>
                <w:rFonts w:ascii="한컴돋움" w:hAnsi="한컴돋움" w:cs="한컴돋움" w:eastAsia="한컴돋움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참여,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8주차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학습자만족도조사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등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주차별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퀴즈(25%)：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1~13주차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퀴즈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72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과제(20%):</w:t>
            </w:r>
            <w:r>
              <w:rPr>
                <w:rFonts w:ascii="한컴돋움" w:hAnsi="한컴돋움" w:cs="한컴돋움" w:eastAsia="한컴돋움"/>
                <w:spacing w:val="6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6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3회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84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중간고사(25%): 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기말고사(25%): 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②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최종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학점</w:t>
            </w:r>
            <w:r>
              <w:rPr>
                <w:rFonts w:ascii="한컴돋움" w:hAnsi="한컴돋움" w:cs="한컴돋움" w:eastAsia="한컴돋움"/>
                <w:spacing w:val="3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기준(이수증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학점이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부여되지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않음)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출석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P/F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여부(이수증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미달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86" w:hRule="exact"/>
        </w:trPr>
        <w:tc>
          <w:tcPr>
            <w:tcW w:w="681" w:type="dxa"/>
            <w:vMerge/>
            <w:tcBorders>
              <w:left w:val="single" w:sz="9" w:space="0" w:color="000000"/>
              <w:bottom w:val="single" w:sz="8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1120" w:type="dxa"/>
            <w:vMerge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921" w:type="dxa"/>
            <w:vMerge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14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3"/>
                <w:w w:val="110"/>
                <w:sz w:val="20"/>
                <w:szCs w:val="20"/>
              </w:rPr>
              <w:t>F</w:t>
            </w:r>
            <w:r>
              <w:rPr>
                <w:rFonts w:ascii="한컴돋움" w:hAnsi="한컴돋움" w:cs="한컴돋움" w:eastAsia="한컴돋움"/>
                <w:spacing w:val="-2"/>
                <w:w w:val="110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3"/>
          <w:szCs w:val="3"/>
        </w:rPr>
      </w:pPr>
    </w:p>
    <w:p>
      <w:pPr>
        <w:spacing w:line="20" w:lineRule="atLeast"/>
        <w:ind w:left="120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34.55pt;height:.75pt;mso-position-horizontal-relative:char;mso-position-vertical-relative:line" coordorigin="0,0" coordsize="8691,15">
            <v:group style="position:absolute;left:7;top:7;width:8677;height:2" coordorigin="7,7" coordsize="8677,2">
              <v:shape style="position:absolute;left:7;top:7;width:8677;height:2" coordorigin="7,7" coordsize="8677,0" path="m7,7l8684,7e" filled="false" stroked="true" strokeweight=".71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footerReference w:type="default" r:id="rId7"/>
          <w:pgSz w:w="10760" w:h="14740"/>
          <w:pgMar w:footer="417" w:header="0" w:top="1060" w:bottom="600" w:left="1100" w:right="740"/>
          <w:pgNumType w:start="5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  <w:r>
        <w:rPr/>
        <w:pict>
          <v:group style="position:absolute;margin-left:61.016499pt;margin-top:57.117001pt;width:434.55pt;height:635.25pt;mso-position-horizontal-relative:page;mso-position-vertical-relative:page;z-index:-337984" coordorigin="1220,1142" coordsize="8691,12705">
            <v:group style="position:absolute;left:1228;top:1147;width:8675;height:2" coordorigin="1228,1147" coordsize="8675,2">
              <v:shape style="position:absolute;left:1228;top:1147;width:8675;height:2" coordorigin="1228,1147" coordsize="8675,0" path="m1228,1147l9902,1147e" filled="false" stroked="true" strokeweight=".48pt" strokecolor="#000000">
                <v:path arrowok="t"/>
              </v:shape>
            </v:group>
            <v:group style="position:absolute;left:1228;top:1176;width:8675;height:2" coordorigin="1228,1176" coordsize="8675,2">
              <v:shape style="position:absolute;left:1228;top:1176;width:8675;height:2" coordorigin="1228,1176" coordsize="8675,0" path="m1228,1176l9902,1176e" filled="false" stroked="true" strokeweight=".48pt" strokecolor="#000000">
                <v:path arrowok="t"/>
              </v:shape>
            </v:group>
            <v:group style="position:absolute;left:2046;top:1236;width:8;height:2" coordorigin="2046,1236" coordsize="8,2">
              <v:shape style="position:absolute;left:2046;top:1236;width:8;height:2" coordorigin="2046,1236" coordsize="8,0" path="m2046,1236l2053,1236e" filled="false" stroked="true" strokeweight=".48pt" strokecolor="#000000">
                <v:path arrowok="t"/>
              </v:shape>
            </v:group>
            <v:group style="position:absolute;left:2046;top:1260;width:8;height:2" coordorigin="2046,1260" coordsize="8,2">
              <v:shape style="position:absolute;left:2046;top:1260;width:8;height:2" coordorigin="2046,1260" coordsize="8,0" path="m2046,1260l2053,1260e" filled="false" stroked="true" strokeweight=".48pt" strokecolor="#000000">
                <v:path arrowok="t"/>
              </v:shape>
            </v:group>
            <v:group style="position:absolute;left:2046;top:1284;width:8;height:2" coordorigin="2046,1284" coordsize="8,2">
              <v:shape style="position:absolute;left:2046;top:1284;width:8;height:2" coordorigin="2046,1284" coordsize="8,0" path="m2046,1284l2053,1284e" filled="false" stroked="true" strokeweight=".48pt" strokecolor="#000000">
                <v:path arrowok="t"/>
              </v:shape>
            </v:group>
            <v:group style="position:absolute;left:2046;top:1308;width:8;height:2" coordorigin="2046,1308" coordsize="8,2">
              <v:shape style="position:absolute;left:2046;top:1308;width:8;height:2" coordorigin="2046,1308" coordsize="8,0" path="m2046,1308l2053,1308e" filled="false" stroked="true" strokeweight=".48pt" strokecolor="#000000">
                <v:path arrowok="t"/>
              </v:shape>
            </v:group>
            <v:group style="position:absolute;left:2046;top:1332;width:8;height:2" coordorigin="2046,1332" coordsize="8,2">
              <v:shape style="position:absolute;left:2046;top:1332;width:8;height:2" coordorigin="2046,1332" coordsize="8,0" path="m2046,1332l2053,1332e" filled="false" stroked="true" strokeweight=".48pt" strokecolor="#000000">
                <v:path arrowok="t"/>
              </v:shape>
            </v:group>
            <v:group style="position:absolute;left:2046;top:1356;width:8;height:2" coordorigin="2046,1356" coordsize="8,2">
              <v:shape style="position:absolute;left:2046;top:1356;width:8;height:2" coordorigin="2046,1356" coordsize="8,0" path="m2046,1356l2053,1356e" filled="false" stroked="true" strokeweight=".48pt" strokecolor="#000000">
                <v:path arrowok="t"/>
              </v:shape>
            </v:group>
            <v:group style="position:absolute;left:2046;top:1380;width:8;height:2" coordorigin="2046,1380" coordsize="8,2">
              <v:shape style="position:absolute;left:2046;top:1380;width:8;height:2" coordorigin="2046,1380" coordsize="8,0" path="m2046,1380l2053,1380e" filled="false" stroked="true" strokeweight=".48pt" strokecolor="#000000">
                <v:path arrowok="t"/>
              </v:shape>
            </v:group>
            <v:group style="position:absolute;left:2046;top:1404;width:8;height:2" coordorigin="2046,1404" coordsize="8,2">
              <v:shape style="position:absolute;left:2046;top:1404;width:8;height:2" coordorigin="2046,1404" coordsize="8,0" path="m2046,1404l2053,1404e" filled="false" stroked="true" strokeweight=".48pt" strokecolor="#000000">
                <v:path arrowok="t"/>
              </v:shape>
            </v:group>
            <v:group style="position:absolute;left:2046;top:1428;width:8;height:2" coordorigin="2046,1428" coordsize="8,2">
              <v:shape style="position:absolute;left:2046;top:1428;width:8;height:2" coordorigin="2046,1428" coordsize="8,0" path="m2046,1428l2053,1428e" filled="false" stroked="true" strokeweight=".48pt" strokecolor="#000000">
                <v:path arrowok="t"/>
              </v:shape>
            </v:group>
            <v:group style="position:absolute;left:2046;top:1452;width:8;height:2" coordorigin="2046,1452" coordsize="8,2">
              <v:shape style="position:absolute;left:2046;top:1452;width:8;height:2" coordorigin="2046,1452" coordsize="8,0" path="m2046,1452l2053,1452e" filled="false" stroked="true" strokeweight=".48pt" strokecolor="#000000">
                <v:path arrowok="t"/>
              </v:shape>
            </v:group>
            <v:group style="position:absolute;left:2046;top:1476;width:8;height:2" coordorigin="2046,1476" coordsize="8,2">
              <v:shape style="position:absolute;left:2046;top:1476;width:8;height:2" coordorigin="2046,1476" coordsize="8,0" path="m2046,1476l2053,1476e" filled="false" stroked="true" strokeweight=".48pt" strokecolor="#000000">
                <v:path arrowok="t"/>
              </v:shape>
            </v:group>
            <v:group style="position:absolute;left:2046;top:1500;width:8;height:2" coordorigin="2046,1500" coordsize="8,2">
              <v:shape style="position:absolute;left:2046;top:1500;width:8;height:2" coordorigin="2046,1500" coordsize="8,0" path="m2046,1500l2053,1500e" filled="false" stroked="true" strokeweight=".48pt" strokecolor="#000000">
                <v:path arrowok="t"/>
              </v:shape>
            </v:group>
            <v:group style="position:absolute;left:2046;top:1524;width:8;height:2" coordorigin="2046,1524" coordsize="8,2">
              <v:shape style="position:absolute;left:2046;top:1524;width:8;height:2" coordorigin="2046,1524" coordsize="8,0" path="m2046,1524l2053,1524e" filled="false" stroked="true" strokeweight=".48pt" strokecolor="#000000">
                <v:path arrowok="t"/>
              </v:shape>
            </v:group>
            <v:group style="position:absolute;left:2046;top:1548;width:8;height:2" coordorigin="2046,1548" coordsize="8,2">
              <v:shape style="position:absolute;left:2046;top:1548;width:8;height:2" coordorigin="2046,1548" coordsize="8,0" path="m2046,1548l2053,1548e" filled="false" stroked="true" strokeweight=".48pt" strokecolor="#000000">
                <v:path arrowok="t"/>
              </v:shape>
            </v:group>
            <v:group style="position:absolute;left:2046;top:1572;width:8;height:2" coordorigin="2046,1572" coordsize="8,2">
              <v:shape style="position:absolute;left:2046;top:1572;width:8;height:2" coordorigin="2046,1572" coordsize="8,0" path="m2046,1572l2053,1572e" filled="false" stroked="true" strokeweight=".48pt" strokecolor="#000000">
                <v:path arrowok="t"/>
              </v:shape>
            </v:group>
            <v:group style="position:absolute;left:2046;top:1596;width:8;height:2" coordorigin="2046,1596" coordsize="8,2">
              <v:shape style="position:absolute;left:2046;top:1596;width:8;height:2" coordorigin="2046,1596" coordsize="8,0" path="m2046,1596l2053,1596e" filled="false" stroked="true" strokeweight=".48pt" strokecolor="#000000">
                <v:path arrowok="t"/>
              </v:shape>
            </v:group>
            <v:group style="position:absolute;left:2046;top:1620;width:8;height:2" coordorigin="2046,1620" coordsize="8,2">
              <v:shape style="position:absolute;left:2046;top:1620;width:8;height:2" coordorigin="2046,1620" coordsize="8,0" path="m2046,1620l2053,1620e" filled="false" stroked="true" strokeweight=".48pt" strokecolor="#000000">
                <v:path arrowok="t"/>
              </v:shape>
            </v:group>
            <v:group style="position:absolute;left:2046;top:1644;width:8;height:2" coordorigin="2046,1644" coordsize="8,2">
              <v:shape style="position:absolute;left:2046;top:1644;width:8;height:2" coordorigin="2046,1644" coordsize="8,0" path="m2046,1644l2053,1644e" filled="false" stroked="true" strokeweight=".48pt" strokecolor="#000000">
                <v:path arrowok="t"/>
              </v:shape>
            </v:group>
            <v:group style="position:absolute;left:2046;top:1668;width:8;height:2" coordorigin="2046,1668" coordsize="8,2">
              <v:shape style="position:absolute;left:2046;top:1668;width:8;height:2" coordorigin="2046,1668" coordsize="8,0" path="m2046,1668l2053,1668e" filled="false" stroked="true" strokeweight=".479pt" strokecolor="#000000">
                <v:path arrowok="t"/>
              </v:shape>
            </v:group>
            <v:group style="position:absolute;left:2046;top:1692;width:8;height:2" coordorigin="2046,1692" coordsize="8,2">
              <v:shape style="position:absolute;left:2046;top:1692;width:8;height:2" coordorigin="2046,1692" coordsize="8,0" path="m2046,1692l2053,1692e" filled="false" stroked="true" strokeweight=".48pt" strokecolor="#000000">
                <v:path arrowok="t"/>
              </v:shape>
            </v:group>
            <v:group style="position:absolute;left:2046;top:1716;width:8;height:2" coordorigin="2046,1716" coordsize="8,2">
              <v:shape style="position:absolute;left:2046;top:1716;width:8;height:2" coordorigin="2046,1716" coordsize="8,0" path="m2046,1716l2053,1716e" filled="false" stroked="true" strokeweight=".48pt" strokecolor="#000000">
                <v:path arrowok="t"/>
              </v:shape>
            </v:group>
            <v:group style="position:absolute;left:2046;top:1740;width:8;height:2" coordorigin="2046,1740" coordsize="8,2">
              <v:shape style="position:absolute;left:2046;top:1740;width:8;height:2" coordorigin="2046,1740" coordsize="8,0" path="m2046,1740l2053,1740e" filled="false" stroked="true" strokeweight=".48pt" strokecolor="#000000">
                <v:path arrowok="t"/>
              </v:shape>
            </v:group>
            <v:group style="position:absolute;left:2046;top:1764;width:8;height:2" coordorigin="2046,1764" coordsize="8,2">
              <v:shape style="position:absolute;left:2046;top:1764;width:8;height:2" coordorigin="2046,1764" coordsize="8,0" path="m2046,1764l2053,1764e" filled="false" stroked="true" strokeweight=".48pt" strokecolor="#000000">
                <v:path arrowok="t"/>
              </v:shape>
            </v:group>
            <v:group style="position:absolute;left:2046;top:1788;width:8;height:2" coordorigin="2046,1788" coordsize="8,2">
              <v:shape style="position:absolute;left:2046;top:1788;width:8;height:2" coordorigin="2046,1788" coordsize="8,0" path="m2046,1788l2053,1788e" filled="false" stroked="true" strokeweight=".48pt" strokecolor="#000000">
                <v:path arrowok="t"/>
              </v:shape>
            </v:group>
            <v:group style="position:absolute;left:2046;top:1812;width:8;height:2" coordorigin="2046,1812" coordsize="8,2">
              <v:shape style="position:absolute;left:2046;top:1812;width:8;height:2" coordorigin="2046,1812" coordsize="8,0" path="m2046,1812l2053,1812e" filled="false" stroked="true" strokeweight=".48pt" strokecolor="#000000">
                <v:path arrowok="t"/>
              </v:shape>
            </v:group>
            <v:group style="position:absolute;left:2046;top:1836;width:8;height:2" coordorigin="2046,1836" coordsize="8,2">
              <v:shape style="position:absolute;left:2046;top:1836;width:8;height:2" coordorigin="2046,1836" coordsize="8,0" path="m2046,1836l2053,1836e" filled="false" stroked="true" strokeweight=".48pt" strokecolor="#000000">
                <v:path arrowok="t"/>
              </v:shape>
            </v:group>
            <v:group style="position:absolute;left:2046;top:1860;width:8;height:2" coordorigin="2046,1860" coordsize="8,2">
              <v:shape style="position:absolute;left:2046;top:1860;width:8;height:2" coordorigin="2046,1860" coordsize="8,0" path="m2046,1860l2053,1860e" filled="false" stroked="true" strokeweight=".48pt" strokecolor="#000000">
                <v:path arrowok="t"/>
              </v:shape>
            </v:group>
            <v:group style="position:absolute;left:2046;top:1884;width:8;height:2" coordorigin="2046,1884" coordsize="8,2">
              <v:shape style="position:absolute;left:2046;top:1884;width:8;height:2" coordorigin="2046,1884" coordsize="8,0" path="m2046,1884l2053,1884e" filled="false" stroked="true" strokeweight=".48pt" strokecolor="#000000">
                <v:path arrowok="t"/>
              </v:shape>
            </v:group>
            <v:group style="position:absolute;left:2046;top:1908;width:8;height:2" coordorigin="2046,1908" coordsize="8,2">
              <v:shape style="position:absolute;left:2046;top:1908;width:8;height:2" coordorigin="2046,1908" coordsize="8,0" path="m2046,1908l2053,1908e" filled="false" stroked="true" strokeweight=".48pt" strokecolor="#000000">
                <v:path arrowok="t"/>
              </v:shape>
            </v:group>
            <v:group style="position:absolute;left:2046;top:1932;width:8;height:2" coordorigin="2046,1932" coordsize="8,2">
              <v:shape style="position:absolute;left:2046;top:1932;width:8;height:2" coordorigin="2046,1932" coordsize="8,0" path="m2046,1932l2053,1932e" filled="false" stroked="true" strokeweight=".48pt" strokecolor="#000000">
                <v:path arrowok="t"/>
              </v:shape>
            </v:group>
            <v:group style="position:absolute;left:2046;top:1956;width:8;height:2" coordorigin="2046,1956" coordsize="8,2">
              <v:shape style="position:absolute;left:2046;top:1956;width:8;height:2" coordorigin="2046,1956" coordsize="8,0" path="m2046,1956l2053,1956e" filled="false" stroked="true" strokeweight=".48pt" strokecolor="#000000">
                <v:path arrowok="t"/>
              </v:shape>
            </v:group>
            <v:group style="position:absolute;left:2046;top:1980;width:8;height:2" coordorigin="2046,1980" coordsize="8,2">
              <v:shape style="position:absolute;left:2046;top:1980;width:8;height:2" coordorigin="2046,1980" coordsize="8,0" path="m2046,1980l2053,1980e" filled="false" stroked="true" strokeweight=".48pt" strokecolor="#000000">
                <v:path arrowok="t"/>
              </v:shape>
            </v:group>
            <v:group style="position:absolute;left:2046;top:2004;width:8;height:2" coordorigin="2046,2004" coordsize="8,2">
              <v:shape style="position:absolute;left:2046;top:2004;width:8;height:2" coordorigin="2046,2004" coordsize="8,0" path="m2046,2004l2053,2004e" filled="false" stroked="true" strokeweight=".48pt" strokecolor="#000000">
                <v:path arrowok="t"/>
              </v:shape>
            </v:group>
            <v:group style="position:absolute;left:2046;top:2028;width:8;height:2" coordorigin="2046,2028" coordsize="8,2">
              <v:shape style="position:absolute;left:2046;top:2028;width:8;height:2" coordorigin="2046,2028" coordsize="8,0" path="m2046,2028l2053,2028e" filled="false" stroked="true" strokeweight=".479pt" strokecolor="#000000">
                <v:path arrowok="t"/>
              </v:shape>
            </v:group>
            <v:group style="position:absolute;left:2046;top:2052;width:8;height:2" coordorigin="2046,2052" coordsize="8,2">
              <v:shape style="position:absolute;left:2046;top:2052;width:8;height:2" coordorigin="2046,2052" coordsize="8,0" path="m2046,2052l2053,2052e" filled="false" stroked="true" strokeweight=".48pt" strokecolor="#000000">
                <v:path arrowok="t"/>
              </v:shape>
            </v:group>
            <v:group style="position:absolute;left:2046;top:2076;width:8;height:2" coordorigin="2046,2076" coordsize="8,2">
              <v:shape style="position:absolute;left:2046;top:2076;width:8;height:2" coordorigin="2046,2076" coordsize="8,0" path="m2046,2076l2053,2076e" filled="false" stroked="true" strokeweight=".48pt" strokecolor="#000000">
                <v:path arrowok="t"/>
              </v:shape>
            </v:group>
            <v:group style="position:absolute;left:2046;top:2100;width:8;height:2" coordorigin="2046,2100" coordsize="8,2">
              <v:shape style="position:absolute;left:2046;top:2100;width:8;height:2" coordorigin="2046,2100" coordsize="8,0" path="m2046,2100l2053,2100e" filled="false" stroked="true" strokeweight=".48pt" strokecolor="#000000">
                <v:path arrowok="t"/>
              </v:shape>
            </v:group>
            <v:group style="position:absolute;left:2046;top:2124;width:8;height:2" coordorigin="2046,2124" coordsize="8,2">
              <v:shape style="position:absolute;left:2046;top:2124;width:8;height:2" coordorigin="2046,2124" coordsize="8,0" path="m2046,2124l2053,2124e" filled="false" stroked="true" strokeweight=".48pt" strokecolor="#000000">
                <v:path arrowok="t"/>
              </v:shape>
            </v:group>
            <v:group style="position:absolute;left:2046;top:2148;width:8;height:2" coordorigin="2046,2148" coordsize="8,2">
              <v:shape style="position:absolute;left:2046;top:2148;width:8;height:2" coordorigin="2046,2148" coordsize="8,0" path="m2046,2148l2053,2148e" filled="false" stroked="true" strokeweight=".48pt" strokecolor="#000000">
                <v:path arrowok="t"/>
              </v:shape>
            </v:group>
            <v:group style="position:absolute;left:2046;top:2172;width:8;height:2" coordorigin="2046,2172" coordsize="8,2">
              <v:shape style="position:absolute;left:2046;top:2172;width:8;height:2" coordorigin="2046,2172" coordsize="8,0" path="m2046,2172l2053,2172e" filled="false" stroked="true" strokeweight=".48pt" strokecolor="#000000">
                <v:path arrowok="t"/>
              </v:shape>
            </v:group>
            <v:group style="position:absolute;left:2046;top:2196;width:8;height:2" coordorigin="2046,2196" coordsize="8,2">
              <v:shape style="position:absolute;left:2046;top:2196;width:8;height:2" coordorigin="2046,2196" coordsize="8,0" path="m2046,2196l2053,2196e" filled="false" stroked="true" strokeweight=".48pt" strokecolor="#000000">
                <v:path arrowok="t"/>
              </v:shape>
            </v:group>
            <v:group style="position:absolute;left:2046;top:2220;width:8;height:2" coordorigin="2046,2220" coordsize="8,2">
              <v:shape style="position:absolute;left:2046;top:2220;width:8;height:2" coordorigin="2046,2220" coordsize="8,0" path="m2046,2220l2053,2220e" filled="false" stroked="true" strokeweight=".48pt" strokecolor="#000000">
                <v:path arrowok="t"/>
              </v:shape>
            </v:group>
            <v:group style="position:absolute;left:2046;top:2244;width:8;height:2" coordorigin="2046,2244" coordsize="8,2">
              <v:shape style="position:absolute;left:2046;top:2244;width:8;height:2" coordorigin="2046,2244" coordsize="8,0" path="m2046,2244l2053,2244e" filled="false" stroked="true" strokeweight=".48pt" strokecolor="#000000">
                <v:path arrowok="t"/>
              </v:shape>
            </v:group>
            <v:group style="position:absolute;left:2046;top:2268;width:8;height:2" coordorigin="2046,2268" coordsize="8,2">
              <v:shape style="position:absolute;left:2046;top:2268;width:8;height:2" coordorigin="2046,2268" coordsize="8,0" path="m2046,2268l2053,2268e" filled="false" stroked="true" strokeweight=".48pt" strokecolor="#000000">
                <v:path arrowok="t"/>
              </v:shape>
            </v:group>
            <v:group style="position:absolute;left:2046;top:2292;width:8;height:2" coordorigin="2046,2292" coordsize="8,2">
              <v:shape style="position:absolute;left:2046;top:2292;width:8;height:2" coordorigin="2046,2292" coordsize="8,0" path="m2046,2292l2053,2292e" filled="false" stroked="true" strokeweight=".48pt" strokecolor="#000000">
                <v:path arrowok="t"/>
              </v:shape>
            </v:group>
            <v:group style="position:absolute;left:2046;top:2316;width:8;height:2" coordorigin="2046,2316" coordsize="8,2">
              <v:shape style="position:absolute;left:2046;top:2316;width:8;height:2" coordorigin="2046,2316" coordsize="8,0" path="m2046,2316l2053,2316e" filled="false" stroked="true" strokeweight=".48pt" strokecolor="#000000">
                <v:path arrowok="t"/>
              </v:shape>
            </v:group>
            <v:group style="position:absolute;left:2046;top:2340;width:8;height:2" coordorigin="2046,2340" coordsize="8,2">
              <v:shape style="position:absolute;left:2046;top:2340;width:8;height:2" coordorigin="2046,2340" coordsize="8,0" path="m2046,2340l2053,2340e" filled="false" stroked="true" strokeweight=".48pt" strokecolor="#000000">
                <v:path arrowok="t"/>
              </v:shape>
            </v:group>
            <v:group style="position:absolute;left:2046;top:2364;width:8;height:2" coordorigin="2046,2364" coordsize="8,2">
              <v:shape style="position:absolute;left:2046;top:2364;width:8;height:2" coordorigin="2046,2364" coordsize="8,0" path="m2046,2364l2053,2364e" filled="false" stroked="true" strokeweight=".48pt" strokecolor="#000000">
                <v:path arrowok="t"/>
              </v:shape>
            </v:group>
            <v:group style="position:absolute;left:2046;top:2388;width:8;height:2" coordorigin="2046,2388" coordsize="8,2">
              <v:shape style="position:absolute;left:2046;top:2388;width:8;height:2" coordorigin="2046,2388" coordsize="8,0" path="m2046,2388l2053,2388e" filled="false" stroked="true" strokeweight=".479pt" strokecolor="#000000">
                <v:path arrowok="t"/>
              </v:shape>
            </v:group>
            <v:group style="position:absolute;left:2046;top:2412;width:8;height:2" coordorigin="2046,2412" coordsize="8,2">
              <v:shape style="position:absolute;left:2046;top:2412;width:8;height:2" coordorigin="2046,2412" coordsize="8,0" path="m2046,2412l2053,2412e" filled="false" stroked="true" strokeweight=".48pt" strokecolor="#000000">
                <v:path arrowok="t"/>
              </v:shape>
            </v:group>
            <v:group style="position:absolute;left:2046;top:2436;width:8;height:2" coordorigin="2046,2436" coordsize="8,2">
              <v:shape style="position:absolute;left:2046;top:2436;width:8;height:2" coordorigin="2046,2436" coordsize="8,0" path="m2046,2436l2053,2436e" filled="false" stroked="true" strokeweight=".48pt" strokecolor="#000000">
                <v:path arrowok="t"/>
              </v:shape>
            </v:group>
            <v:group style="position:absolute;left:2046;top:2460;width:8;height:2" coordorigin="2046,2460" coordsize="8,2">
              <v:shape style="position:absolute;left:2046;top:2460;width:8;height:2" coordorigin="2046,2460" coordsize="8,0" path="m2046,2460l2053,2460e" filled="false" stroked="true" strokeweight=".48pt" strokecolor="#000000">
                <v:path arrowok="t"/>
              </v:shape>
            </v:group>
            <v:group style="position:absolute;left:2046;top:2484;width:8;height:2" coordorigin="2046,2484" coordsize="8,2">
              <v:shape style="position:absolute;left:2046;top:2484;width:8;height:2" coordorigin="2046,2484" coordsize="8,0" path="m2046,2484l2053,2484e" filled="false" stroked="true" strokeweight=".48pt" strokecolor="#000000">
                <v:path arrowok="t"/>
              </v:shape>
            </v:group>
            <v:group style="position:absolute;left:2046;top:2508;width:8;height:2" coordorigin="2046,2508" coordsize="8,2">
              <v:shape style="position:absolute;left:2046;top:2508;width:8;height:2" coordorigin="2046,2508" coordsize="8,0" path="m2046,2508l2053,2508e" filled="false" stroked="true" strokeweight=".48pt" strokecolor="#000000">
                <v:path arrowok="t"/>
              </v:shape>
            </v:group>
            <v:group style="position:absolute;left:2046;top:2532;width:8;height:2" coordorigin="2046,2532" coordsize="8,2">
              <v:shape style="position:absolute;left:2046;top:2532;width:8;height:2" coordorigin="2046,2532" coordsize="8,0" path="m2046,2532l2053,2532e" filled="false" stroked="true" strokeweight=".48pt" strokecolor="#000000">
                <v:path arrowok="t"/>
              </v:shape>
            </v:group>
            <v:group style="position:absolute;left:2046;top:2556;width:8;height:2" coordorigin="2046,2556" coordsize="8,2">
              <v:shape style="position:absolute;left:2046;top:2556;width:8;height:2" coordorigin="2046,2556" coordsize="8,0" path="m2046,2556l2053,2556e" filled="false" stroked="true" strokeweight=".48pt" strokecolor="#000000">
                <v:path arrowok="t"/>
              </v:shape>
            </v:group>
            <v:group style="position:absolute;left:2046;top:2580;width:8;height:2" coordorigin="2046,2580" coordsize="8,2">
              <v:shape style="position:absolute;left:2046;top:2580;width:8;height:2" coordorigin="2046,2580" coordsize="8,0" path="m2046,2580l2053,2580e" filled="false" stroked="true" strokeweight=".48pt" strokecolor="#000000">
                <v:path arrowok="t"/>
              </v:shape>
            </v:group>
            <v:group style="position:absolute;left:2046;top:2604;width:8;height:2" coordorigin="2046,2604" coordsize="8,2">
              <v:shape style="position:absolute;left:2046;top:2604;width:8;height:2" coordorigin="2046,2604" coordsize="8,0" path="m2046,2604l2053,2604e" filled="false" stroked="true" strokeweight=".48pt" strokecolor="#000000">
                <v:path arrowok="t"/>
              </v:shape>
            </v:group>
            <v:group style="position:absolute;left:2046;top:2628;width:8;height:2" coordorigin="2046,2628" coordsize="8,2">
              <v:shape style="position:absolute;left:2046;top:2628;width:8;height:2" coordorigin="2046,2628" coordsize="8,0" path="m2046,2628l2053,2628e" filled="false" stroked="true" strokeweight=".48pt" strokecolor="#000000">
                <v:path arrowok="t"/>
              </v:shape>
            </v:group>
            <v:group style="position:absolute;left:2046;top:2652;width:8;height:2" coordorigin="2046,2652" coordsize="8,2">
              <v:shape style="position:absolute;left:2046;top:2652;width:8;height:2" coordorigin="2046,2652" coordsize="8,0" path="m2046,2652l2053,2652e" filled="false" stroked="true" strokeweight=".48pt" strokecolor="#000000">
                <v:path arrowok="t"/>
              </v:shape>
            </v:group>
            <v:group style="position:absolute;left:2046;top:2676;width:8;height:2" coordorigin="2046,2676" coordsize="8,2">
              <v:shape style="position:absolute;left:2046;top:2676;width:8;height:2" coordorigin="2046,2676" coordsize="8,0" path="m2046,2676l2053,2676e" filled="false" stroked="true" strokeweight=".48pt" strokecolor="#000000">
                <v:path arrowok="t"/>
              </v:shape>
            </v:group>
            <v:group style="position:absolute;left:2046;top:2700;width:8;height:2" coordorigin="2046,2700" coordsize="8,2">
              <v:shape style="position:absolute;left:2046;top:2700;width:8;height:2" coordorigin="2046,2700" coordsize="8,0" path="m2046,2700l2053,2700e" filled="false" stroked="true" strokeweight=".48pt" strokecolor="#000000">
                <v:path arrowok="t"/>
              </v:shape>
            </v:group>
            <v:group style="position:absolute;left:2046;top:2724;width:8;height:2" coordorigin="2046,2724" coordsize="8,2">
              <v:shape style="position:absolute;left:2046;top:2724;width:8;height:2" coordorigin="2046,2724" coordsize="8,0" path="m2046,2724l2053,2724e" filled="false" stroked="true" strokeweight=".48pt" strokecolor="#000000">
                <v:path arrowok="t"/>
              </v:shape>
            </v:group>
            <v:group style="position:absolute;left:2046;top:2748;width:8;height:2" coordorigin="2046,2748" coordsize="8,2">
              <v:shape style="position:absolute;left:2046;top:2748;width:8;height:2" coordorigin="2046,2748" coordsize="8,0" path="m2046,2748l2053,2748e" filled="false" stroked="true" strokeweight=".48pt" strokecolor="#000000">
                <v:path arrowok="t"/>
              </v:shape>
            </v:group>
            <v:group style="position:absolute;left:2046;top:2772;width:8;height:2" coordorigin="2046,2772" coordsize="8,2">
              <v:shape style="position:absolute;left:2046;top:2772;width:8;height:2" coordorigin="2046,2772" coordsize="8,0" path="m2046,2772l2053,2772e" filled="false" stroked="true" strokeweight=".48pt" strokecolor="#000000">
                <v:path arrowok="t"/>
              </v:shape>
            </v:group>
            <v:group style="position:absolute;left:2046;top:2796;width:8;height:2" coordorigin="2046,2796" coordsize="8,2">
              <v:shape style="position:absolute;left:2046;top:2796;width:8;height:2" coordorigin="2046,2796" coordsize="8,0" path="m2046,2796l2053,2796e" filled="false" stroked="true" strokeweight=".48pt" strokecolor="#000000">
                <v:path arrowok="t"/>
              </v:shape>
            </v:group>
            <v:group style="position:absolute;left:2046;top:2820;width:8;height:2" coordorigin="2046,2820" coordsize="8,2">
              <v:shape style="position:absolute;left:2046;top:2820;width:8;height:2" coordorigin="2046,2820" coordsize="8,0" path="m2046,2820l2053,2820e" filled="false" stroked="true" strokeweight=".48pt" strokecolor="#000000">
                <v:path arrowok="t"/>
              </v:shape>
            </v:group>
            <v:group style="position:absolute;left:2046;top:2844;width:8;height:2" coordorigin="2046,2844" coordsize="8,2">
              <v:shape style="position:absolute;left:2046;top:2844;width:8;height:2" coordorigin="2046,2844" coordsize="8,0" path="m2046,2844l2053,2844e" filled="false" stroked="true" strokeweight=".48pt" strokecolor="#000000">
                <v:path arrowok="t"/>
              </v:shape>
            </v:group>
            <v:group style="position:absolute;left:2046;top:2868;width:8;height:2" coordorigin="2046,2868" coordsize="8,2">
              <v:shape style="position:absolute;left:2046;top:2868;width:8;height:2" coordorigin="2046,2868" coordsize="8,0" path="m2046,2868l2053,2868e" filled="false" stroked="true" strokeweight=".48pt" strokecolor="#000000">
                <v:path arrowok="t"/>
              </v:shape>
            </v:group>
            <v:group style="position:absolute;left:2046;top:2892;width:8;height:2" coordorigin="2046,2892" coordsize="8,2">
              <v:shape style="position:absolute;left:2046;top:2892;width:8;height:2" coordorigin="2046,2892" coordsize="8,0" path="m2046,2892l2053,2892e" filled="false" stroked="true" strokeweight=".48pt" strokecolor="#000000">
                <v:path arrowok="t"/>
              </v:shape>
            </v:group>
            <v:group style="position:absolute;left:2046;top:2916;width:8;height:2" coordorigin="2046,2916" coordsize="8,2">
              <v:shape style="position:absolute;left:2046;top:2916;width:8;height:2" coordorigin="2046,2916" coordsize="8,0" path="m2046,2916l2053,2916e" filled="false" stroked="true" strokeweight=".48pt" strokecolor="#000000">
                <v:path arrowok="t"/>
              </v:shape>
            </v:group>
            <v:group style="position:absolute;left:2046;top:2940;width:8;height:2" coordorigin="2046,2940" coordsize="8,2">
              <v:shape style="position:absolute;left:2046;top:2940;width:8;height:2" coordorigin="2046,2940" coordsize="8,0" path="m2046,2940l2053,2940e" filled="false" stroked="true" strokeweight=".48pt" strokecolor="#000000">
                <v:path arrowok="t"/>
              </v:shape>
            </v:group>
            <v:group style="position:absolute;left:2046;top:2964;width:8;height:2" coordorigin="2046,2964" coordsize="8,2">
              <v:shape style="position:absolute;left:2046;top:2964;width:8;height:2" coordorigin="2046,2964" coordsize="8,0" path="m2046,2964l2053,2964e" filled="false" stroked="true" strokeweight=".48pt" strokecolor="#000000">
                <v:path arrowok="t"/>
              </v:shape>
            </v:group>
            <v:group style="position:absolute;left:2046;top:2988;width:8;height:2" coordorigin="2046,2988" coordsize="8,2">
              <v:shape style="position:absolute;left:2046;top:2988;width:8;height:2" coordorigin="2046,2988" coordsize="8,0" path="m2046,2988l2053,2988e" filled="false" stroked="true" strokeweight=".48pt" strokecolor="#000000">
                <v:path arrowok="t"/>
              </v:shape>
            </v:group>
            <v:group style="position:absolute;left:2046;top:3012;width:8;height:2" coordorigin="2046,3012" coordsize="8,2">
              <v:shape style="position:absolute;left:2046;top:3012;width:8;height:2" coordorigin="2046,3012" coordsize="8,0" path="m2046,3012l2053,3012e" filled="false" stroked="true" strokeweight=".48pt" strokecolor="#000000">
                <v:path arrowok="t"/>
              </v:shape>
            </v:group>
            <v:group style="position:absolute;left:2046;top:3036;width:8;height:2" coordorigin="2046,3036" coordsize="8,2">
              <v:shape style="position:absolute;left:2046;top:3036;width:8;height:2" coordorigin="2046,3036" coordsize="8,0" path="m2046,3036l2053,3036e" filled="false" stroked="true" strokeweight=".48pt" strokecolor="#000000">
                <v:path arrowok="t"/>
              </v:shape>
            </v:group>
            <v:group style="position:absolute;left:2046;top:3060;width:8;height:2" coordorigin="2046,3060" coordsize="8,2">
              <v:shape style="position:absolute;left:2046;top:3060;width:8;height:2" coordorigin="2046,3060" coordsize="8,0" path="m2046,3060l2053,3060e" filled="false" stroked="true" strokeweight=".48pt" strokecolor="#000000">
                <v:path arrowok="t"/>
              </v:shape>
            </v:group>
            <v:group style="position:absolute;left:2046;top:3084;width:8;height:2" coordorigin="2046,3084" coordsize="8,2">
              <v:shape style="position:absolute;left:2046;top:3084;width:8;height:2" coordorigin="2046,3084" coordsize="8,0" path="m2046,3084l2053,3084e" filled="false" stroked="true" strokeweight=".48pt" strokecolor="#000000">
                <v:path arrowok="t"/>
              </v:shape>
            </v:group>
            <v:group style="position:absolute;left:2046;top:3108;width:8;height:2" coordorigin="2046,3108" coordsize="8,2">
              <v:shape style="position:absolute;left:2046;top:3108;width:8;height:2" coordorigin="2046,3108" coordsize="8,0" path="m2046,3108l2053,3108e" filled="false" stroked="true" strokeweight=".48pt" strokecolor="#000000">
                <v:path arrowok="t"/>
              </v:shape>
            </v:group>
            <v:group style="position:absolute;left:2046;top:3132;width:8;height:2" coordorigin="2046,3132" coordsize="8,2">
              <v:shape style="position:absolute;left:2046;top:3132;width:8;height:2" coordorigin="2046,3132" coordsize="8,0" path="m2046,3132l2053,3132e" filled="false" stroked="true" strokeweight=".479pt" strokecolor="#000000">
                <v:path arrowok="t"/>
              </v:shape>
            </v:group>
            <v:group style="position:absolute;left:2046;top:3156;width:8;height:2" coordorigin="2046,3156" coordsize="8,2">
              <v:shape style="position:absolute;left:2046;top:3156;width:8;height:2" coordorigin="2046,3156" coordsize="8,0" path="m2046,3156l2053,3156e" filled="false" stroked="true" strokeweight=".48pt" strokecolor="#000000">
                <v:path arrowok="t"/>
              </v:shape>
            </v:group>
            <v:group style="position:absolute;left:2046;top:3180;width:8;height:2" coordorigin="2046,3180" coordsize="8,2">
              <v:shape style="position:absolute;left:2046;top:3180;width:8;height:2" coordorigin="2046,3180" coordsize="8,0" path="m2046,3180l2053,3180e" filled="false" stroked="true" strokeweight=".48pt" strokecolor="#000000">
                <v:path arrowok="t"/>
              </v:shape>
            </v:group>
            <v:group style="position:absolute;left:2046;top:3204;width:8;height:2" coordorigin="2046,3204" coordsize="8,2">
              <v:shape style="position:absolute;left:2046;top:3204;width:8;height:2" coordorigin="2046,3204" coordsize="8,0" path="m2046,3204l2053,3204e" filled="false" stroked="true" strokeweight=".48pt" strokecolor="#000000">
                <v:path arrowok="t"/>
              </v:shape>
            </v:group>
            <v:group style="position:absolute;left:2046;top:3228;width:8;height:2" coordorigin="2046,3228" coordsize="8,2">
              <v:shape style="position:absolute;left:2046;top:3228;width:8;height:2" coordorigin="2046,3228" coordsize="8,0" path="m2046,3228l2053,3228e" filled="false" stroked="true" strokeweight=".48pt" strokecolor="#000000">
                <v:path arrowok="t"/>
              </v:shape>
            </v:group>
            <v:group style="position:absolute;left:2046;top:3252;width:8;height:2" coordorigin="2046,3252" coordsize="8,2">
              <v:shape style="position:absolute;left:2046;top:3252;width:8;height:2" coordorigin="2046,3252" coordsize="8,0" path="m2046,3252l2053,3252e" filled="false" stroked="true" strokeweight=".48pt" strokecolor="#000000">
                <v:path arrowok="t"/>
              </v:shape>
            </v:group>
            <v:group style="position:absolute;left:2046;top:3276;width:8;height:2" coordorigin="2046,3276" coordsize="8,2">
              <v:shape style="position:absolute;left:2046;top:3276;width:8;height:2" coordorigin="2046,3276" coordsize="8,0" path="m2046,3276l2053,3276e" filled="false" stroked="true" strokeweight=".48pt" strokecolor="#000000">
                <v:path arrowok="t"/>
              </v:shape>
            </v:group>
            <v:group style="position:absolute;left:2046;top:3300;width:8;height:2" coordorigin="2046,3300" coordsize="8,2">
              <v:shape style="position:absolute;left:2046;top:3300;width:8;height:2" coordorigin="2046,3300" coordsize="8,0" path="m2046,3300l2053,3300e" filled="false" stroked="true" strokeweight=".48pt" strokecolor="#000000">
                <v:path arrowok="t"/>
              </v:shape>
            </v:group>
            <v:group style="position:absolute;left:2046;top:3324;width:8;height:2" coordorigin="2046,3324" coordsize="8,2">
              <v:shape style="position:absolute;left:2046;top:3324;width:8;height:2" coordorigin="2046,3324" coordsize="8,0" path="m2046,3324l2053,3324e" filled="false" stroked="true" strokeweight=".48pt" strokecolor="#000000">
                <v:path arrowok="t"/>
              </v:shape>
            </v:group>
            <v:group style="position:absolute;left:2046;top:3348;width:8;height:2" coordorigin="2046,3348" coordsize="8,2">
              <v:shape style="position:absolute;left:2046;top:3348;width:8;height:2" coordorigin="2046,3348" coordsize="8,0" path="m2046,3348l2053,3348e" filled="false" stroked="true" strokeweight=".48pt" strokecolor="#000000">
                <v:path arrowok="t"/>
              </v:shape>
            </v:group>
            <v:group style="position:absolute;left:2046;top:3372;width:8;height:2" coordorigin="2046,3372" coordsize="8,2">
              <v:shape style="position:absolute;left:2046;top:3372;width:8;height:2" coordorigin="2046,3372" coordsize="8,0" path="m2046,3372l2053,3372e" filled="false" stroked="true" strokeweight=".48pt" strokecolor="#000000">
                <v:path arrowok="t"/>
              </v:shape>
            </v:group>
            <v:group style="position:absolute;left:2046;top:3396;width:8;height:2" coordorigin="2046,3396" coordsize="8,2">
              <v:shape style="position:absolute;left:2046;top:3396;width:8;height:2" coordorigin="2046,3396" coordsize="8,0" path="m2046,3396l2053,3396e" filled="false" stroked="true" strokeweight=".48pt" strokecolor="#000000">
                <v:path arrowok="t"/>
              </v:shape>
            </v:group>
            <v:group style="position:absolute;left:2046;top:3420;width:8;height:2" coordorigin="2046,3420" coordsize="8,2">
              <v:shape style="position:absolute;left:2046;top:3420;width:8;height:2" coordorigin="2046,3420" coordsize="8,0" path="m2046,3420l2053,3420e" filled="false" stroked="true" strokeweight=".48pt" strokecolor="#000000">
                <v:path arrowok="t"/>
              </v:shape>
            </v:group>
            <v:group style="position:absolute;left:2046;top:3444;width:8;height:2" coordorigin="2046,3444" coordsize="8,2">
              <v:shape style="position:absolute;left:2046;top:3444;width:8;height:2" coordorigin="2046,3444" coordsize="8,0" path="m2046,3444l2053,3444e" filled="false" stroked="true" strokeweight=".48pt" strokecolor="#000000">
                <v:path arrowok="t"/>
              </v:shape>
            </v:group>
            <v:group style="position:absolute;left:2046;top:3468;width:8;height:2" coordorigin="2046,3468" coordsize="8,2">
              <v:shape style="position:absolute;left:2046;top:3468;width:8;height:2" coordorigin="2046,3468" coordsize="8,0" path="m2046,3468l2053,3468e" filled="false" stroked="true" strokeweight=".48pt" strokecolor="#000000">
                <v:path arrowok="t"/>
              </v:shape>
            </v:group>
            <v:group style="position:absolute;left:2046;top:3492;width:8;height:2" coordorigin="2046,3492" coordsize="8,2">
              <v:shape style="position:absolute;left:2046;top:3492;width:8;height:2" coordorigin="2046,3492" coordsize="8,0" path="m2046,3492l2053,3492e" filled="false" stroked="true" strokeweight=".48pt" strokecolor="#000000">
                <v:path arrowok="t"/>
              </v:shape>
            </v:group>
            <v:group style="position:absolute;left:2046;top:3516;width:8;height:2" coordorigin="2046,3516" coordsize="8,2">
              <v:shape style="position:absolute;left:2046;top:3516;width:8;height:2" coordorigin="2046,3516" coordsize="8,0" path="m2046,3516l2053,3516e" filled="false" stroked="true" strokeweight=".48pt" strokecolor="#000000">
                <v:path arrowok="t"/>
              </v:shape>
            </v:group>
            <v:group style="position:absolute;left:2046;top:3540;width:8;height:2" coordorigin="2046,3540" coordsize="8,2">
              <v:shape style="position:absolute;left:2046;top:3540;width:8;height:2" coordorigin="2046,3540" coordsize="8,0" path="m2046,3540l2053,3540e" filled="false" stroked="true" strokeweight=".48pt" strokecolor="#000000">
                <v:path arrowok="t"/>
              </v:shape>
            </v:group>
            <v:group style="position:absolute;left:2046;top:3564;width:8;height:2" coordorigin="2046,3564" coordsize="8,2">
              <v:shape style="position:absolute;left:2046;top:3564;width:8;height:2" coordorigin="2046,3564" coordsize="8,0" path="m2046,3564l2053,3564e" filled="false" stroked="true" strokeweight=".48pt" strokecolor="#000000">
                <v:path arrowok="t"/>
              </v:shape>
            </v:group>
            <v:group style="position:absolute;left:2046;top:3588;width:8;height:2" coordorigin="2046,3588" coordsize="8,2">
              <v:shape style="position:absolute;left:2046;top:3588;width:8;height:2" coordorigin="2046,3588" coordsize="8,0" path="m2046,3588l2053,3588e" filled="false" stroked="true" strokeweight=".48pt" strokecolor="#000000">
                <v:path arrowok="t"/>
              </v:shape>
            </v:group>
            <v:group style="position:absolute;left:2046;top:3612;width:8;height:2" coordorigin="2046,3612" coordsize="8,2">
              <v:shape style="position:absolute;left:2046;top:3612;width:8;height:2" coordorigin="2046,3612" coordsize="8,0" path="m2046,3612l2053,3612e" filled="false" stroked="true" strokeweight=".48pt" strokecolor="#000000">
                <v:path arrowok="t"/>
              </v:shape>
            </v:group>
            <v:group style="position:absolute;left:2046;top:3636;width:8;height:2" coordorigin="2046,3636" coordsize="8,2">
              <v:shape style="position:absolute;left:2046;top:3636;width:8;height:2" coordorigin="2046,3636" coordsize="8,0" path="m2046,3636l2053,3636e" filled="false" stroked="true" strokeweight=".48pt" strokecolor="#000000">
                <v:path arrowok="t"/>
              </v:shape>
            </v:group>
            <v:group style="position:absolute;left:2046;top:3660;width:8;height:2" coordorigin="2046,3660" coordsize="8,2">
              <v:shape style="position:absolute;left:2046;top:3660;width:8;height:2" coordorigin="2046,3660" coordsize="8,0" path="m2046,3660l2053,3660e" filled="false" stroked="true" strokeweight=".48pt" strokecolor="#000000">
                <v:path arrowok="t"/>
              </v:shape>
            </v:group>
            <v:group style="position:absolute;left:2046;top:3684;width:8;height:2" coordorigin="2046,3684" coordsize="8,2">
              <v:shape style="position:absolute;left:2046;top:3684;width:8;height:2" coordorigin="2046,3684" coordsize="8,0" path="m2046,3684l2053,3684e" filled="false" stroked="true" strokeweight=".48pt" strokecolor="#000000">
                <v:path arrowok="t"/>
              </v:shape>
            </v:group>
            <v:group style="position:absolute;left:2046;top:3708;width:8;height:2" coordorigin="2046,3708" coordsize="8,2">
              <v:shape style="position:absolute;left:2046;top:3708;width:8;height:2" coordorigin="2046,3708" coordsize="8,0" path="m2046,3708l2053,3708e" filled="false" stroked="true" strokeweight=".48pt" strokecolor="#000000">
                <v:path arrowok="t"/>
              </v:shape>
            </v:group>
            <v:group style="position:absolute;left:2046;top:3732;width:8;height:2" coordorigin="2046,3732" coordsize="8,2">
              <v:shape style="position:absolute;left:2046;top:3732;width:8;height:2" coordorigin="2046,3732" coordsize="8,0" path="m2046,3732l2053,3732e" filled="false" stroked="true" strokeweight=".48pt" strokecolor="#000000">
                <v:path arrowok="t"/>
              </v:shape>
            </v:group>
            <v:group style="position:absolute;left:2046;top:3756;width:8;height:2" coordorigin="2046,3756" coordsize="8,2">
              <v:shape style="position:absolute;left:2046;top:3756;width:8;height:2" coordorigin="2046,3756" coordsize="8,0" path="m2046,3756l2053,3756e" filled="false" stroked="true" strokeweight=".48pt" strokecolor="#000000">
                <v:path arrowok="t"/>
              </v:shape>
            </v:group>
            <v:group style="position:absolute;left:2046;top:3780;width:8;height:2" coordorigin="2046,3780" coordsize="8,2">
              <v:shape style="position:absolute;left:2046;top:3780;width:8;height:2" coordorigin="2046,3780" coordsize="8,0" path="m2046,3780l2053,3780e" filled="false" stroked="true" strokeweight=".48pt" strokecolor="#000000">
                <v:path arrowok="t"/>
              </v:shape>
            </v:group>
            <v:group style="position:absolute;left:2046;top:3804;width:8;height:2" coordorigin="2046,3804" coordsize="8,2">
              <v:shape style="position:absolute;left:2046;top:3804;width:8;height:2" coordorigin="2046,3804" coordsize="8,0" path="m2046,3804l2053,3804e" filled="false" stroked="true" strokeweight=".48pt" strokecolor="#000000">
                <v:path arrowok="t"/>
              </v:shape>
            </v:group>
            <v:group style="position:absolute;left:2046;top:3828;width:8;height:2" coordorigin="2046,3828" coordsize="8,2">
              <v:shape style="position:absolute;left:2046;top:3828;width:8;height:2" coordorigin="2046,3828" coordsize="8,0" path="m2046,3828l2053,3828e" filled="false" stroked="true" strokeweight=".48pt" strokecolor="#000000">
                <v:path arrowok="t"/>
              </v:shape>
            </v:group>
            <v:group style="position:absolute;left:2046;top:3852;width:8;height:2" coordorigin="2046,3852" coordsize="8,2">
              <v:shape style="position:absolute;left:2046;top:3852;width:8;height:2" coordorigin="2046,3852" coordsize="8,0" path="m2046,3852l2053,3852e" filled="false" stroked="true" strokeweight=".48pt" strokecolor="#000000">
                <v:path arrowok="t"/>
              </v:shape>
            </v:group>
            <v:group style="position:absolute;left:2046;top:3876;width:8;height:2" coordorigin="2046,3876" coordsize="8,2">
              <v:shape style="position:absolute;left:2046;top:3876;width:8;height:2" coordorigin="2046,3876" coordsize="8,0" path="m2046,3876l2053,3876e" filled="false" stroked="true" strokeweight=".48pt" strokecolor="#000000">
                <v:path arrowok="t"/>
              </v:shape>
            </v:group>
            <v:group style="position:absolute;left:2046;top:3900;width:8;height:2" coordorigin="2046,3900" coordsize="8,2">
              <v:shape style="position:absolute;left:2046;top:3900;width:8;height:2" coordorigin="2046,3900" coordsize="8,0" path="m2046,3900l2053,3900e" filled="false" stroked="true" strokeweight=".48pt" strokecolor="#000000">
                <v:path arrowok="t"/>
              </v:shape>
            </v:group>
            <v:group style="position:absolute;left:2046;top:3924;width:8;height:2" coordorigin="2046,3924" coordsize="8,2">
              <v:shape style="position:absolute;left:2046;top:3924;width:8;height:2" coordorigin="2046,3924" coordsize="8,0" path="m2046,3924l2053,3924e" filled="false" stroked="true" strokeweight=".48pt" strokecolor="#000000">
                <v:path arrowok="t"/>
              </v:shape>
            </v:group>
            <v:group style="position:absolute;left:2046;top:3948;width:8;height:2" coordorigin="2046,3948" coordsize="8,2">
              <v:shape style="position:absolute;left:2046;top:3948;width:8;height:2" coordorigin="2046,3948" coordsize="8,0" path="m2046,3948l2053,3948e" filled="false" stroked="true" strokeweight=".48pt" strokecolor="#000000">
                <v:path arrowok="t"/>
              </v:shape>
            </v:group>
            <v:group style="position:absolute;left:2046;top:3972;width:8;height:2" coordorigin="2046,3972" coordsize="8,2">
              <v:shape style="position:absolute;left:2046;top:3972;width:8;height:2" coordorigin="2046,3972" coordsize="8,0" path="m2046,3972l2053,3972e" filled="false" stroked="true" strokeweight=".48pt" strokecolor="#000000">
                <v:path arrowok="t"/>
              </v:shape>
            </v:group>
            <v:group style="position:absolute;left:2046;top:3996;width:8;height:2" coordorigin="2046,3996" coordsize="8,2">
              <v:shape style="position:absolute;left:2046;top:3996;width:8;height:2" coordorigin="2046,3996" coordsize="8,0" path="m2046,3996l2053,3996e" filled="false" stroked="true" strokeweight=".48pt" strokecolor="#000000">
                <v:path arrowok="t"/>
              </v:shape>
            </v:group>
            <v:group style="position:absolute;left:2046;top:4020;width:8;height:2" coordorigin="2046,4020" coordsize="8,2">
              <v:shape style="position:absolute;left:2046;top:4020;width:8;height:2" coordorigin="2046,4020" coordsize="8,0" path="m2046,4020l2053,4020e" filled="false" stroked="true" strokeweight=".48pt" strokecolor="#000000">
                <v:path arrowok="t"/>
              </v:shape>
            </v:group>
            <v:group style="position:absolute;left:2046;top:4044;width:8;height:2" coordorigin="2046,4044" coordsize="8,2">
              <v:shape style="position:absolute;left:2046;top:4044;width:8;height:2" coordorigin="2046,4044" coordsize="8,0" path="m2046,4044l2053,4044e" filled="false" stroked="true" strokeweight=".48pt" strokecolor="#000000">
                <v:path arrowok="t"/>
              </v:shape>
            </v:group>
            <v:group style="position:absolute;left:2046;top:4068;width:8;height:2" coordorigin="2046,4068" coordsize="8,2">
              <v:shape style="position:absolute;left:2046;top:4068;width:8;height:2" coordorigin="2046,4068" coordsize="8,0" path="m2046,4068l2053,4068e" filled="false" stroked="true" strokeweight=".48pt" strokecolor="#000000">
                <v:path arrowok="t"/>
              </v:shape>
            </v:group>
            <v:group style="position:absolute;left:2046;top:4092;width:8;height:2" coordorigin="2046,4092" coordsize="8,2">
              <v:shape style="position:absolute;left:2046;top:4092;width:8;height:2" coordorigin="2046,4092" coordsize="8,0" path="m2046,4092l2053,4092e" filled="false" stroked="true" strokeweight=".48pt" strokecolor="#000000">
                <v:path arrowok="t"/>
              </v:shape>
            </v:group>
            <v:group style="position:absolute;left:2046;top:4116;width:8;height:2" coordorigin="2046,4116" coordsize="8,2">
              <v:shape style="position:absolute;left:2046;top:4116;width:8;height:2" coordorigin="2046,4116" coordsize="8,0" path="m2046,4116l2053,4116e" filled="false" stroked="true" strokeweight=".48pt" strokecolor="#000000">
                <v:path arrowok="t"/>
              </v:shape>
            </v:group>
            <v:group style="position:absolute;left:2046;top:4140;width:8;height:2" coordorigin="2046,4140" coordsize="8,2">
              <v:shape style="position:absolute;left:2046;top:4140;width:8;height:2" coordorigin="2046,4140" coordsize="8,0" path="m2046,4140l2053,4140e" filled="false" stroked="true" strokeweight=".48pt" strokecolor="#000000">
                <v:path arrowok="t"/>
              </v:shape>
            </v:group>
            <v:group style="position:absolute;left:2046;top:4164;width:8;height:2" coordorigin="2046,4164" coordsize="8,2">
              <v:shape style="position:absolute;left:2046;top:4164;width:8;height:2" coordorigin="2046,4164" coordsize="8,0" path="m2046,4164l2053,4164e" filled="false" stroked="true" strokeweight=".48pt" strokecolor="#000000">
                <v:path arrowok="t"/>
              </v:shape>
            </v:group>
            <v:group style="position:absolute;left:2046;top:4188;width:8;height:2" coordorigin="2046,4188" coordsize="8,2">
              <v:shape style="position:absolute;left:2046;top:4188;width:8;height:2" coordorigin="2046,4188" coordsize="8,0" path="m2046,4188l2053,4188e" filled="false" stroked="true" strokeweight=".48pt" strokecolor="#000000">
                <v:path arrowok="t"/>
              </v:shape>
            </v:group>
            <v:group style="position:absolute;left:2046;top:4212;width:8;height:2" coordorigin="2046,4212" coordsize="8,2">
              <v:shape style="position:absolute;left:2046;top:4212;width:8;height:2" coordorigin="2046,4212" coordsize="8,0" path="m2046,4212l2053,4212e" filled="false" stroked="true" strokeweight=".48pt" strokecolor="#000000">
                <v:path arrowok="t"/>
              </v:shape>
            </v:group>
            <v:group style="position:absolute;left:2046;top:4236;width:8;height:2" coordorigin="2046,4236" coordsize="8,2">
              <v:shape style="position:absolute;left:2046;top:4236;width:8;height:2" coordorigin="2046,4236" coordsize="8,0" path="m2046,4236l2053,4236e" filled="false" stroked="true" strokeweight=".48pt" strokecolor="#000000">
                <v:path arrowok="t"/>
              </v:shape>
            </v:group>
            <v:group style="position:absolute;left:2046;top:4260;width:8;height:2" coordorigin="2046,4260" coordsize="8,2">
              <v:shape style="position:absolute;left:2046;top:4260;width:8;height:2" coordorigin="2046,4260" coordsize="8,0" path="m2046,4260l2053,4260e" filled="false" stroked="true" strokeweight=".48pt" strokecolor="#000000">
                <v:path arrowok="t"/>
              </v:shape>
            </v:group>
            <v:group style="position:absolute;left:2046;top:4284;width:8;height:2" coordorigin="2046,4284" coordsize="8,2">
              <v:shape style="position:absolute;left:2046;top:4284;width:8;height:2" coordorigin="2046,4284" coordsize="8,0" path="m2046,4284l2053,4284e" filled="false" stroked="true" strokeweight=".48pt" strokecolor="#000000">
                <v:path arrowok="t"/>
              </v:shape>
            </v:group>
            <v:group style="position:absolute;left:2046;top:4308;width:8;height:2" coordorigin="2046,4308" coordsize="8,2">
              <v:shape style="position:absolute;left:2046;top:4308;width:8;height:2" coordorigin="2046,4308" coordsize="8,0" path="m2046,4308l2053,4308e" filled="false" stroked="true" strokeweight=".48pt" strokecolor="#000000">
                <v:path arrowok="t"/>
              </v:shape>
            </v:group>
            <v:group style="position:absolute;left:2046;top:4332;width:8;height:2" coordorigin="2046,4332" coordsize="8,2">
              <v:shape style="position:absolute;left:2046;top:4332;width:8;height:2" coordorigin="2046,4332" coordsize="8,0" path="m2046,4332l2053,4332e" filled="false" stroked="true" strokeweight=".48pt" strokecolor="#000000">
                <v:path arrowok="t"/>
              </v:shape>
            </v:group>
            <v:group style="position:absolute;left:2046;top:4356;width:8;height:2" coordorigin="2046,4356" coordsize="8,2">
              <v:shape style="position:absolute;left:2046;top:4356;width:8;height:2" coordorigin="2046,4356" coordsize="8,0" path="m2046,4356l2053,4356e" filled="false" stroked="true" strokeweight=".48pt" strokecolor="#000000">
                <v:path arrowok="t"/>
              </v:shape>
            </v:group>
            <v:group style="position:absolute;left:2046;top:4380;width:8;height:2" coordorigin="2046,4380" coordsize="8,2">
              <v:shape style="position:absolute;left:2046;top:4380;width:8;height:2" coordorigin="2046,4380" coordsize="8,0" path="m2046,4380l2053,4380e" filled="false" stroked="true" strokeweight=".48pt" strokecolor="#000000">
                <v:path arrowok="t"/>
              </v:shape>
            </v:group>
            <v:group style="position:absolute;left:2046;top:4404;width:8;height:2" coordorigin="2046,4404" coordsize="8,2">
              <v:shape style="position:absolute;left:2046;top:4404;width:8;height:2" coordorigin="2046,4404" coordsize="8,0" path="m2046,4404l2053,4404e" filled="false" stroked="true" strokeweight=".48pt" strokecolor="#000000">
                <v:path arrowok="t"/>
              </v:shape>
            </v:group>
            <v:group style="position:absolute;left:2046;top:4428;width:8;height:2" coordorigin="2046,4428" coordsize="8,2">
              <v:shape style="position:absolute;left:2046;top:4428;width:8;height:2" coordorigin="2046,4428" coordsize="8,0" path="m2046,4428l2053,4428e" filled="false" stroked="true" strokeweight=".48pt" strokecolor="#000000">
                <v:path arrowok="t"/>
              </v:shape>
            </v:group>
            <v:group style="position:absolute;left:2046;top:4452;width:8;height:2" coordorigin="2046,4452" coordsize="8,2">
              <v:shape style="position:absolute;left:2046;top:4452;width:8;height:2" coordorigin="2046,4452" coordsize="8,0" path="m2046,4452l2053,4452e" filled="false" stroked="true" strokeweight=".48pt" strokecolor="#000000">
                <v:path arrowok="t"/>
              </v:shape>
            </v:group>
            <v:group style="position:absolute;left:2046;top:4476;width:8;height:2" coordorigin="2046,4476" coordsize="8,2">
              <v:shape style="position:absolute;left:2046;top:4476;width:8;height:2" coordorigin="2046,4476" coordsize="8,0" path="m2046,4476l2053,4476e" filled="false" stroked="true" strokeweight=".48pt" strokecolor="#000000">
                <v:path arrowok="t"/>
              </v:shape>
            </v:group>
            <v:group style="position:absolute;left:2046;top:4500;width:8;height:2" coordorigin="2046,4500" coordsize="8,2">
              <v:shape style="position:absolute;left:2046;top:4500;width:8;height:2" coordorigin="2046,4500" coordsize="8,0" path="m2046,4500l2053,4500e" filled="false" stroked="true" strokeweight=".48pt" strokecolor="#000000">
                <v:path arrowok="t"/>
              </v:shape>
            </v:group>
            <v:group style="position:absolute;left:2046;top:4524;width:8;height:2" coordorigin="2046,4524" coordsize="8,2">
              <v:shape style="position:absolute;left:2046;top:4524;width:8;height:2" coordorigin="2046,4524" coordsize="8,0" path="m2046,4524l2053,4524e" filled="false" stroked="true" strokeweight=".48pt" strokecolor="#000000">
                <v:path arrowok="t"/>
              </v:shape>
            </v:group>
            <v:group style="position:absolute;left:2046;top:4548;width:8;height:2" coordorigin="2046,4548" coordsize="8,2">
              <v:shape style="position:absolute;left:2046;top:4548;width:8;height:2" coordorigin="2046,4548" coordsize="8,0" path="m2046,4548l2053,4548e" filled="false" stroked="true" strokeweight=".48pt" strokecolor="#000000">
                <v:path arrowok="t"/>
              </v:shape>
            </v:group>
            <v:group style="position:absolute;left:2046;top:4572;width:8;height:2" coordorigin="2046,4572" coordsize="8,2">
              <v:shape style="position:absolute;left:2046;top:4572;width:8;height:2" coordorigin="2046,4572" coordsize="8,0" path="m2046,4572l2053,4572e" filled="false" stroked="true" strokeweight=".48pt" strokecolor="#000000">
                <v:path arrowok="t"/>
              </v:shape>
            </v:group>
            <v:group style="position:absolute;left:2046;top:4596;width:8;height:2" coordorigin="2046,4596" coordsize="8,2">
              <v:shape style="position:absolute;left:2046;top:4596;width:8;height:2" coordorigin="2046,4596" coordsize="8,0" path="m2046,4596l2053,4596e" filled="false" stroked="true" strokeweight=".48pt" strokecolor="#000000">
                <v:path arrowok="t"/>
              </v:shape>
            </v:group>
            <v:group style="position:absolute;left:2046;top:4620;width:8;height:2" coordorigin="2046,4620" coordsize="8,2">
              <v:shape style="position:absolute;left:2046;top:4620;width:8;height:2" coordorigin="2046,4620" coordsize="8,0" path="m2046,4620l2053,4620e" filled="false" stroked="true" strokeweight=".48pt" strokecolor="#000000">
                <v:path arrowok="t"/>
              </v:shape>
            </v:group>
            <v:group style="position:absolute;left:2046;top:4644;width:8;height:2" coordorigin="2046,4644" coordsize="8,2">
              <v:shape style="position:absolute;left:2046;top:4644;width:8;height:2" coordorigin="2046,4644" coordsize="8,0" path="m2046,4644l2053,4644e" filled="false" stroked="true" strokeweight=".48pt" strokecolor="#000000">
                <v:path arrowok="t"/>
              </v:shape>
            </v:group>
            <v:group style="position:absolute;left:2046;top:4668;width:8;height:2" coordorigin="2046,4668" coordsize="8,2">
              <v:shape style="position:absolute;left:2046;top:4668;width:8;height:2" coordorigin="2046,4668" coordsize="8,0" path="m2046,4668l2053,4668e" filled="false" stroked="true" strokeweight=".48pt" strokecolor="#000000">
                <v:path arrowok="t"/>
              </v:shape>
            </v:group>
            <v:group style="position:absolute;left:2046;top:4692;width:8;height:2" coordorigin="2046,4692" coordsize="8,2">
              <v:shape style="position:absolute;left:2046;top:4692;width:8;height:2" coordorigin="2046,4692" coordsize="8,0" path="m2046,4692l2053,4692e" filled="false" stroked="true" strokeweight=".48pt" strokecolor="#000000">
                <v:path arrowok="t"/>
              </v:shape>
            </v:group>
            <v:group style="position:absolute;left:2046;top:4716;width:8;height:2" coordorigin="2046,4716" coordsize="8,2">
              <v:shape style="position:absolute;left:2046;top:4716;width:8;height:2" coordorigin="2046,4716" coordsize="8,0" path="m2046,4716l2053,4716e" filled="false" stroked="true" strokeweight=".48pt" strokecolor="#000000">
                <v:path arrowok="t"/>
              </v:shape>
            </v:group>
            <v:group style="position:absolute;left:2046;top:4740;width:8;height:2" coordorigin="2046,4740" coordsize="8,2">
              <v:shape style="position:absolute;left:2046;top:4740;width:8;height:2" coordorigin="2046,4740" coordsize="8,0" path="m2046,4740l2053,4740e" filled="false" stroked="true" strokeweight=".48pt" strokecolor="#000000">
                <v:path arrowok="t"/>
              </v:shape>
            </v:group>
            <v:group style="position:absolute;left:2046;top:4764;width:8;height:2" coordorigin="2046,4764" coordsize="8,2">
              <v:shape style="position:absolute;left:2046;top:4764;width:8;height:2" coordorigin="2046,4764" coordsize="8,0" path="m2046,4764l2053,4764e" filled="false" stroked="true" strokeweight=".48pt" strokecolor="#000000">
                <v:path arrowok="t"/>
              </v:shape>
            </v:group>
            <v:group style="position:absolute;left:2046;top:4788;width:8;height:2" coordorigin="2046,4788" coordsize="8,2">
              <v:shape style="position:absolute;left:2046;top:4788;width:8;height:2" coordorigin="2046,4788" coordsize="8,0" path="m2046,4788l2053,4788e" filled="false" stroked="true" strokeweight=".48pt" strokecolor="#000000">
                <v:path arrowok="t"/>
              </v:shape>
            </v:group>
            <v:group style="position:absolute;left:2046;top:4812;width:8;height:2" coordorigin="2046,4812" coordsize="8,2">
              <v:shape style="position:absolute;left:2046;top:4812;width:8;height:2" coordorigin="2046,4812" coordsize="8,0" path="m2046,4812l2053,4812e" filled="false" stroked="true" strokeweight=".48pt" strokecolor="#000000">
                <v:path arrowok="t"/>
              </v:shape>
            </v:group>
            <v:group style="position:absolute;left:2046;top:4836;width:8;height:2" coordorigin="2046,4836" coordsize="8,2">
              <v:shape style="position:absolute;left:2046;top:4836;width:8;height:2" coordorigin="2046,4836" coordsize="8,0" path="m2046,4836l2053,4836e" filled="false" stroked="true" strokeweight=".48pt" strokecolor="#000000">
                <v:path arrowok="t"/>
              </v:shape>
            </v:group>
            <v:group style="position:absolute;left:2046;top:4860;width:8;height:2" coordorigin="2046,4860" coordsize="8,2">
              <v:shape style="position:absolute;left:2046;top:4860;width:8;height:2" coordorigin="2046,4860" coordsize="8,0" path="m2046,4860l2053,4860e" filled="false" stroked="true" strokeweight=".48pt" strokecolor="#000000">
                <v:path arrowok="t"/>
              </v:shape>
            </v:group>
            <v:group style="position:absolute;left:2046;top:4884;width:8;height:2" coordorigin="2046,4884" coordsize="8,2">
              <v:shape style="position:absolute;left:2046;top:4884;width:8;height:2" coordorigin="2046,4884" coordsize="8,0" path="m2046,4884l2053,4884e" filled="false" stroked="true" strokeweight=".48pt" strokecolor="#000000">
                <v:path arrowok="t"/>
              </v:shape>
            </v:group>
            <v:group style="position:absolute;left:2046;top:4908;width:8;height:2" coordorigin="2046,4908" coordsize="8,2">
              <v:shape style="position:absolute;left:2046;top:4908;width:8;height:2" coordorigin="2046,4908" coordsize="8,0" path="m2046,4908l2053,4908e" filled="false" stroked="true" strokeweight=".48pt" strokecolor="#000000">
                <v:path arrowok="t"/>
              </v:shape>
            </v:group>
            <v:group style="position:absolute;left:2046;top:4932;width:8;height:2" coordorigin="2046,4932" coordsize="8,2">
              <v:shape style="position:absolute;left:2046;top:4932;width:8;height:2" coordorigin="2046,4932" coordsize="8,0" path="m2046,4932l2053,4932e" filled="false" stroked="true" strokeweight=".48pt" strokecolor="#000000">
                <v:path arrowok="t"/>
              </v:shape>
            </v:group>
            <v:group style="position:absolute;left:2046;top:4956;width:8;height:2" coordorigin="2046,4956" coordsize="8,2">
              <v:shape style="position:absolute;left:2046;top:4956;width:8;height:2" coordorigin="2046,4956" coordsize="8,0" path="m2046,4956l2053,4956e" filled="false" stroked="true" strokeweight=".48pt" strokecolor="#000000">
                <v:path arrowok="t"/>
              </v:shape>
            </v:group>
            <v:group style="position:absolute;left:2046;top:4980;width:8;height:2" coordorigin="2046,4980" coordsize="8,2">
              <v:shape style="position:absolute;left:2046;top:4980;width:8;height:2" coordorigin="2046,4980" coordsize="8,0" path="m2046,4980l2053,4980e" filled="false" stroked="true" strokeweight=".48pt" strokecolor="#000000">
                <v:path arrowok="t"/>
              </v:shape>
            </v:group>
            <v:group style="position:absolute;left:2046;top:5004;width:8;height:2" coordorigin="2046,5004" coordsize="8,2">
              <v:shape style="position:absolute;left:2046;top:5004;width:8;height:2" coordorigin="2046,5004" coordsize="8,0" path="m2046,5004l2053,5004e" filled="false" stroked="true" strokeweight=".48pt" strokecolor="#000000">
                <v:path arrowok="t"/>
              </v:shape>
            </v:group>
            <v:group style="position:absolute;left:2046;top:5028;width:8;height:2" coordorigin="2046,5028" coordsize="8,2">
              <v:shape style="position:absolute;left:2046;top:5028;width:8;height:2" coordorigin="2046,5028" coordsize="8,0" path="m2046,5028l2053,5028e" filled="false" stroked="true" strokeweight=".48pt" strokecolor="#000000">
                <v:path arrowok="t"/>
              </v:shape>
            </v:group>
            <v:group style="position:absolute;left:2046;top:5052;width:8;height:2" coordorigin="2046,5052" coordsize="8,2">
              <v:shape style="position:absolute;left:2046;top:5052;width:8;height:2" coordorigin="2046,5052" coordsize="8,0" path="m2046,5052l2053,5052e" filled="false" stroked="true" strokeweight=".48pt" strokecolor="#000000">
                <v:path arrowok="t"/>
              </v:shape>
            </v:group>
            <v:group style="position:absolute;left:2046;top:5100;width:8;height:2" coordorigin="2046,5100" coordsize="8,2">
              <v:shape style="position:absolute;left:2046;top:5100;width:8;height:2" coordorigin="2046,5100" coordsize="8,0" path="m2046,5100l2053,5100e" filled="false" stroked="true" strokeweight=".48pt" strokecolor="#000000">
                <v:path arrowok="t"/>
              </v:shape>
            </v:group>
            <v:group style="position:absolute;left:2046;top:5124;width:8;height:2" coordorigin="2046,5124" coordsize="8,2">
              <v:shape style="position:absolute;left:2046;top:5124;width:8;height:2" coordorigin="2046,5124" coordsize="8,0" path="m2046,5124l2053,5124e" filled="false" stroked="true" strokeweight=".48pt" strokecolor="#000000">
                <v:path arrowok="t"/>
              </v:shape>
            </v:group>
            <v:group style="position:absolute;left:2046;top:5148;width:8;height:2" coordorigin="2046,5148" coordsize="8,2">
              <v:shape style="position:absolute;left:2046;top:5148;width:8;height:2" coordorigin="2046,5148" coordsize="8,0" path="m2046,5148l2053,5148e" filled="false" stroked="true" strokeweight=".48pt" strokecolor="#000000">
                <v:path arrowok="t"/>
              </v:shape>
            </v:group>
            <v:group style="position:absolute;left:2046;top:5172;width:8;height:2" coordorigin="2046,5172" coordsize="8,2">
              <v:shape style="position:absolute;left:2046;top:5172;width:8;height:2" coordorigin="2046,5172" coordsize="8,0" path="m2046,5172l2053,5172e" filled="false" stroked="true" strokeweight=".48pt" strokecolor="#000000">
                <v:path arrowok="t"/>
              </v:shape>
            </v:group>
            <v:group style="position:absolute;left:2046;top:5196;width:8;height:2" coordorigin="2046,5196" coordsize="8,2">
              <v:shape style="position:absolute;left:2046;top:5196;width:8;height:2" coordorigin="2046,5196" coordsize="8,0" path="m2046,5196l2053,5196e" filled="false" stroked="true" strokeweight=".48pt" strokecolor="#000000">
                <v:path arrowok="t"/>
              </v:shape>
            </v:group>
            <v:group style="position:absolute;left:2046;top:5220;width:8;height:2" coordorigin="2046,5220" coordsize="8,2">
              <v:shape style="position:absolute;left:2046;top:5220;width:8;height:2" coordorigin="2046,5220" coordsize="8,0" path="m2046,5220l2053,5220e" filled="false" stroked="true" strokeweight=".48pt" strokecolor="#000000">
                <v:path arrowok="t"/>
              </v:shape>
            </v:group>
            <v:group style="position:absolute;left:2046;top:5244;width:8;height:2" coordorigin="2046,5244" coordsize="8,2">
              <v:shape style="position:absolute;left:2046;top:5244;width:8;height:2" coordorigin="2046,5244" coordsize="8,0" path="m2046,5244l2053,5244e" filled="false" stroked="true" strokeweight=".48pt" strokecolor="#000000">
                <v:path arrowok="t"/>
              </v:shape>
            </v:group>
            <v:group style="position:absolute;left:2046;top:5268;width:8;height:2" coordorigin="2046,5268" coordsize="8,2">
              <v:shape style="position:absolute;left:2046;top:5268;width:8;height:2" coordorigin="2046,5268" coordsize="8,0" path="m2046,5268l2053,5268e" filled="false" stroked="true" strokeweight=".48pt" strokecolor="#000000">
                <v:path arrowok="t"/>
              </v:shape>
            </v:group>
            <v:group style="position:absolute;left:2046;top:5292;width:8;height:2" coordorigin="2046,5292" coordsize="8,2">
              <v:shape style="position:absolute;left:2046;top:5292;width:8;height:2" coordorigin="2046,5292" coordsize="8,0" path="m2046,5292l2053,5292e" filled="false" stroked="true" strokeweight=".48pt" strokecolor="#000000">
                <v:path arrowok="t"/>
              </v:shape>
            </v:group>
            <v:group style="position:absolute;left:2046;top:5316;width:8;height:2" coordorigin="2046,5316" coordsize="8,2">
              <v:shape style="position:absolute;left:2046;top:5316;width:8;height:2" coordorigin="2046,5316" coordsize="8,0" path="m2046,5316l2053,5316e" filled="false" stroked="true" strokeweight=".48pt" strokecolor="#000000">
                <v:path arrowok="t"/>
              </v:shape>
            </v:group>
            <v:group style="position:absolute;left:2046;top:5340;width:8;height:2" coordorigin="2046,5340" coordsize="8,2">
              <v:shape style="position:absolute;left:2046;top:5340;width:8;height:2" coordorigin="2046,5340" coordsize="8,0" path="m2046,5340l2053,5340e" filled="false" stroked="true" strokeweight=".479pt" strokecolor="#000000">
                <v:path arrowok="t"/>
              </v:shape>
            </v:group>
            <v:group style="position:absolute;left:2046;top:5364;width:8;height:2" coordorigin="2046,5364" coordsize="8,2">
              <v:shape style="position:absolute;left:2046;top:5364;width:8;height:2" coordorigin="2046,5364" coordsize="8,0" path="m2046,5364l2053,5364e" filled="false" stroked="true" strokeweight=".48pt" strokecolor="#000000">
                <v:path arrowok="t"/>
              </v:shape>
            </v:group>
            <v:group style="position:absolute;left:2046;top:5388;width:8;height:2" coordorigin="2046,5388" coordsize="8,2">
              <v:shape style="position:absolute;left:2046;top:5388;width:8;height:2" coordorigin="2046,5388" coordsize="8,0" path="m2046,5388l2053,5388e" filled="false" stroked="true" strokeweight=".48pt" strokecolor="#000000">
                <v:path arrowok="t"/>
              </v:shape>
            </v:group>
            <v:group style="position:absolute;left:2046;top:5412;width:8;height:2" coordorigin="2046,5412" coordsize="8,2">
              <v:shape style="position:absolute;left:2046;top:5412;width:8;height:2" coordorigin="2046,5412" coordsize="8,0" path="m2046,5412l2053,5412e" filled="false" stroked="true" strokeweight=".48pt" strokecolor="#000000">
                <v:path arrowok="t"/>
              </v:shape>
            </v:group>
            <v:group style="position:absolute;left:2046;top:5436;width:8;height:2" coordorigin="2046,5436" coordsize="8,2">
              <v:shape style="position:absolute;left:2046;top:5436;width:8;height:2" coordorigin="2046,5436" coordsize="8,0" path="m2046,5436l2053,5436e" filled="false" stroked="true" strokeweight=".48pt" strokecolor="#000000">
                <v:path arrowok="t"/>
              </v:shape>
            </v:group>
            <v:group style="position:absolute;left:2046;top:5460;width:8;height:2" coordorigin="2046,5460" coordsize="8,2">
              <v:shape style="position:absolute;left:2046;top:5460;width:8;height:2" coordorigin="2046,5460" coordsize="8,0" path="m2046,5460l2053,5460e" filled="false" stroked="true" strokeweight=".48pt" strokecolor="#000000">
                <v:path arrowok="t"/>
              </v:shape>
            </v:group>
            <v:group style="position:absolute;left:2046;top:5484;width:8;height:2" coordorigin="2046,5484" coordsize="8,2">
              <v:shape style="position:absolute;left:2046;top:5484;width:8;height:2" coordorigin="2046,5484" coordsize="8,0" path="m2046,5484l2053,5484e" filled="false" stroked="true" strokeweight=".48pt" strokecolor="#000000">
                <v:path arrowok="t"/>
              </v:shape>
            </v:group>
            <v:group style="position:absolute;left:2046;top:5508;width:8;height:2" coordorigin="2046,5508" coordsize="8,2">
              <v:shape style="position:absolute;left:2046;top:5508;width:8;height:2" coordorigin="2046,5508" coordsize="8,0" path="m2046,5508l2053,5508e" filled="false" stroked="true" strokeweight=".48pt" strokecolor="#000000">
                <v:path arrowok="t"/>
              </v:shape>
            </v:group>
            <v:group style="position:absolute;left:2046;top:5532;width:8;height:2" coordorigin="2046,5532" coordsize="8,2">
              <v:shape style="position:absolute;left:2046;top:5532;width:8;height:2" coordorigin="2046,5532" coordsize="8,0" path="m2046,5532l2053,5532e" filled="false" stroked="true" strokeweight=".48pt" strokecolor="#000000">
                <v:path arrowok="t"/>
              </v:shape>
            </v:group>
            <v:group style="position:absolute;left:2046;top:5556;width:8;height:2" coordorigin="2046,5556" coordsize="8,2">
              <v:shape style="position:absolute;left:2046;top:5556;width:8;height:2" coordorigin="2046,5556" coordsize="8,0" path="m2046,5556l2053,5556e" filled="false" stroked="true" strokeweight=".48pt" strokecolor="#000000">
                <v:path arrowok="t"/>
              </v:shape>
            </v:group>
            <v:group style="position:absolute;left:2046;top:5580;width:8;height:2" coordorigin="2046,5580" coordsize="8,2">
              <v:shape style="position:absolute;left:2046;top:5580;width:8;height:2" coordorigin="2046,5580" coordsize="8,0" path="m2046,5580l2053,5580e" filled="false" stroked="true" strokeweight=".48pt" strokecolor="#000000">
                <v:path arrowok="t"/>
              </v:shape>
            </v:group>
            <v:group style="position:absolute;left:2046;top:5604;width:8;height:2" coordorigin="2046,5604" coordsize="8,2">
              <v:shape style="position:absolute;left:2046;top:5604;width:8;height:2" coordorigin="2046,5604" coordsize="8,0" path="m2046,5604l2053,5604e" filled="false" stroked="true" strokeweight=".48pt" strokecolor="#000000">
                <v:path arrowok="t"/>
              </v:shape>
            </v:group>
            <v:group style="position:absolute;left:2046;top:5628;width:8;height:2" coordorigin="2046,5628" coordsize="8,2">
              <v:shape style="position:absolute;left:2046;top:5628;width:8;height:2" coordorigin="2046,5628" coordsize="8,0" path="m2046,5628l2053,5628e" filled="false" stroked="true" strokeweight=".48pt" strokecolor="#000000">
                <v:path arrowok="t"/>
              </v:shape>
            </v:group>
            <v:group style="position:absolute;left:2046;top:5652;width:8;height:2" coordorigin="2046,5652" coordsize="8,2">
              <v:shape style="position:absolute;left:2046;top:5652;width:8;height:2" coordorigin="2046,5652" coordsize="8,0" path="m2046,5652l2053,5652e" filled="false" stroked="true" strokeweight=".48pt" strokecolor="#000000">
                <v:path arrowok="t"/>
              </v:shape>
            </v:group>
            <v:group style="position:absolute;left:2046;top:5676;width:8;height:2" coordorigin="2046,5676" coordsize="8,2">
              <v:shape style="position:absolute;left:2046;top:5676;width:8;height:2" coordorigin="2046,5676" coordsize="8,0" path="m2046,5676l2053,5676e" filled="false" stroked="true" strokeweight=".48pt" strokecolor="#000000">
                <v:path arrowok="t"/>
              </v:shape>
            </v:group>
            <v:group style="position:absolute;left:2046;top:5700;width:8;height:2" coordorigin="2046,5700" coordsize="8,2">
              <v:shape style="position:absolute;left:2046;top:5700;width:8;height:2" coordorigin="2046,5700" coordsize="8,0" path="m2046,5700l2053,5700e" filled="false" stroked="true" strokeweight=".48pt" strokecolor="#000000">
                <v:path arrowok="t"/>
              </v:shape>
            </v:group>
            <v:group style="position:absolute;left:2046;top:5724;width:8;height:2" coordorigin="2046,5724" coordsize="8,2">
              <v:shape style="position:absolute;left:2046;top:5724;width:8;height:2" coordorigin="2046,5724" coordsize="8,0" path="m2046,5724l2053,5724e" filled="false" stroked="true" strokeweight=".48pt" strokecolor="#000000">
                <v:path arrowok="t"/>
              </v:shape>
            </v:group>
            <v:group style="position:absolute;left:2046;top:5748;width:8;height:2" coordorigin="2046,5748" coordsize="8,2">
              <v:shape style="position:absolute;left:2046;top:5748;width:8;height:2" coordorigin="2046,5748" coordsize="8,0" path="m2046,5748l2053,5748e" filled="false" stroked="true" strokeweight=".48pt" strokecolor="#000000">
                <v:path arrowok="t"/>
              </v:shape>
            </v:group>
            <v:group style="position:absolute;left:2046;top:5772;width:8;height:2" coordorigin="2046,5772" coordsize="8,2">
              <v:shape style="position:absolute;left:2046;top:5772;width:8;height:2" coordorigin="2046,5772" coordsize="8,0" path="m2046,5772l2053,5772e" filled="false" stroked="true" strokeweight=".48pt" strokecolor="#000000">
                <v:path arrowok="t"/>
              </v:shape>
            </v:group>
            <v:group style="position:absolute;left:2046;top:5796;width:8;height:2" coordorigin="2046,5796" coordsize="8,2">
              <v:shape style="position:absolute;left:2046;top:5796;width:8;height:2" coordorigin="2046,5796" coordsize="8,0" path="m2046,5796l2053,5796e" filled="false" stroked="true" strokeweight=".48pt" strokecolor="#000000">
                <v:path arrowok="t"/>
              </v:shape>
            </v:group>
            <v:group style="position:absolute;left:2046;top:5820;width:8;height:2" coordorigin="2046,5820" coordsize="8,2">
              <v:shape style="position:absolute;left:2046;top:5820;width:8;height:2" coordorigin="2046,5820" coordsize="8,0" path="m2046,5820l2053,5820e" filled="false" stroked="true" strokeweight=".48pt" strokecolor="#000000">
                <v:path arrowok="t"/>
              </v:shape>
            </v:group>
            <v:group style="position:absolute;left:2046;top:5844;width:8;height:2" coordorigin="2046,5844" coordsize="8,2">
              <v:shape style="position:absolute;left:2046;top:5844;width:8;height:2" coordorigin="2046,5844" coordsize="8,0" path="m2046,5844l2053,5844e" filled="false" stroked="true" strokeweight=".48pt" strokecolor="#000000">
                <v:path arrowok="t"/>
              </v:shape>
            </v:group>
            <v:group style="position:absolute;left:2046;top:5868;width:8;height:2" coordorigin="2046,5868" coordsize="8,2">
              <v:shape style="position:absolute;left:2046;top:5868;width:8;height:2" coordorigin="2046,5868" coordsize="8,0" path="m2046,5868l2053,5868e" filled="false" stroked="true" strokeweight=".48pt" strokecolor="#000000">
                <v:path arrowok="t"/>
              </v:shape>
            </v:group>
            <v:group style="position:absolute;left:2046;top:5892;width:8;height:2" coordorigin="2046,5892" coordsize="8,2">
              <v:shape style="position:absolute;left:2046;top:5892;width:8;height:2" coordorigin="2046,5892" coordsize="8,0" path="m2046,5892l2053,5892e" filled="false" stroked="true" strokeweight=".48pt" strokecolor="#000000">
                <v:path arrowok="t"/>
              </v:shape>
            </v:group>
            <v:group style="position:absolute;left:2046;top:5916;width:8;height:2" coordorigin="2046,5916" coordsize="8,2">
              <v:shape style="position:absolute;left:2046;top:5916;width:8;height:2" coordorigin="2046,5916" coordsize="8,0" path="m2046,5916l2053,5916e" filled="false" stroked="true" strokeweight=".48pt" strokecolor="#000000">
                <v:path arrowok="t"/>
              </v:shape>
            </v:group>
            <v:group style="position:absolute;left:2046;top:5940;width:8;height:2" coordorigin="2046,5940" coordsize="8,2">
              <v:shape style="position:absolute;left:2046;top:5940;width:8;height:2" coordorigin="2046,5940" coordsize="8,0" path="m2046,5940l2053,5940e" filled="false" stroked="true" strokeweight=".48pt" strokecolor="#000000">
                <v:path arrowok="t"/>
              </v:shape>
            </v:group>
            <v:group style="position:absolute;left:2046;top:5964;width:8;height:2" coordorigin="2046,5964" coordsize="8,2">
              <v:shape style="position:absolute;left:2046;top:5964;width:8;height:2" coordorigin="2046,5964" coordsize="8,0" path="m2046,5964l2053,5964e" filled="false" stroked="true" strokeweight=".48pt" strokecolor="#000000">
                <v:path arrowok="t"/>
              </v:shape>
            </v:group>
            <v:group style="position:absolute;left:2046;top:5988;width:8;height:2" coordorigin="2046,5988" coordsize="8,2">
              <v:shape style="position:absolute;left:2046;top:5988;width:8;height:2" coordorigin="2046,5988" coordsize="8,0" path="m2046,5988l2053,5988e" filled="false" stroked="true" strokeweight=".48pt" strokecolor="#000000">
                <v:path arrowok="t"/>
              </v:shape>
            </v:group>
            <v:group style="position:absolute;left:2046;top:6012;width:8;height:2" coordorigin="2046,6012" coordsize="8,2">
              <v:shape style="position:absolute;left:2046;top:6012;width:8;height:2" coordorigin="2046,6012" coordsize="8,0" path="m2046,6012l2053,6012e" filled="false" stroked="true" strokeweight=".48pt" strokecolor="#000000">
                <v:path arrowok="t"/>
              </v:shape>
            </v:group>
            <v:group style="position:absolute;left:2046;top:6036;width:8;height:2" coordorigin="2046,6036" coordsize="8,2">
              <v:shape style="position:absolute;left:2046;top:6036;width:8;height:2" coordorigin="2046,6036" coordsize="8,0" path="m2046,6036l2053,6036e" filled="false" stroked="true" strokeweight=".48pt" strokecolor="#000000">
                <v:path arrowok="t"/>
              </v:shape>
            </v:group>
            <v:group style="position:absolute;left:2046;top:6060;width:8;height:2" coordorigin="2046,6060" coordsize="8,2">
              <v:shape style="position:absolute;left:2046;top:6060;width:8;height:2" coordorigin="2046,6060" coordsize="8,0" path="m2046,6060l2053,6060e" filled="false" stroked="true" strokeweight=".48pt" strokecolor="#000000">
                <v:path arrowok="t"/>
              </v:shape>
            </v:group>
            <v:group style="position:absolute;left:2046;top:6084;width:8;height:2" coordorigin="2046,6084" coordsize="8,2">
              <v:shape style="position:absolute;left:2046;top:6084;width:8;height:2" coordorigin="2046,6084" coordsize="8,0" path="m2046,6084l2053,6084e" filled="false" stroked="true" strokeweight=".479pt" strokecolor="#000000">
                <v:path arrowok="t"/>
              </v:shape>
            </v:group>
            <v:group style="position:absolute;left:2046;top:6108;width:8;height:2" coordorigin="2046,6108" coordsize="8,2">
              <v:shape style="position:absolute;left:2046;top:6108;width:8;height:2" coordorigin="2046,6108" coordsize="8,0" path="m2046,6108l2053,6108e" filled="false" stroked="true" strokeweight=".48pt" strokecolor="#000000">
                <v:path arrowok="t"/>
              </v:shape>
            </v:group>
            <v:group style="position:absolute;left:2046;top:6132;width:8;height:2" coordorigin="2046,6132" coordsize="8,2">
              <v:shape style="position:absolute;left:2046;top:6132;width:8;height:2" coordorigin="2046,6132" coordsize="8,0" path="m2046,6132l2053,6132e" filled="false" stroked="true" strokeweight=".48pt" strokecolor="#000000">
                <v:path arrowok="t"/>
              </v:shape>
            </v:group>
            <v:group style="position:absolute;left:2046;top:6156;width:8;height:2" coordorigin="2046,6156" coordsize="8,2">
              <v:shape style="position:absolute;left:2046;top:6156;width:8;height:2" coordorigin="2046,6156" coordsize="8,0" path="m2046,6156l2053,6156e" filled="false" stroked="true" strokeweight=".48pt" strokecolor="#000000">
                <v:path arrowok="t"/>
              </v:shape>
            </v:group>
            <v:group style="position:absolute;left:2046;top:6180;width:8;height:2" coordorigin="2046,6180" coordsize="8,2">
              <v:shape style="position:absolute;left:2046;top:6180;width:8;height:2" coordorigin="2046,6180" coordsize="8,0" path="m2046,6180l2053,6180e" filled="false" stroked="true" strokeweight=".48pt" strokecolor="#000000">
                <v:path arrowok="t"/>
              </v:shape>
            </v:group>
            <v:group style="position:absolute;left:2046;top:6204;width:8;height:2" coordorigin="2046,6204" coordsize="8,2">
              <v:shape style="position:absolute;left:2046;top:6204;width:8;height:2" coordorigin="2046,6204" coordsize="8,0" path="m2046,6204l2053,6204e" filled="false" stroked="true" strokeweight=".48pt" strokecolor="#000000">
                <v:path arrowok="t"/>
              </v:shape>
            </v:group>
            <v:group style="position:absolute;left:2046;top:6228;width:8;height:2" coordorigin="2046,6228" coordsize="8,2">
              <v:shape style="position:absolute;left:2046;top:6228;width:8;height:2" coordorigin="2046,6228" coordsize="8,0" path="m2046,6228l2053,6228e" filled="false" stroked="true" strokeweight=".48pt" strokecolor="#000000">
                <v:path arrowok="t"/>
              </v:shape>
            </v:group>
            <v:group style="position:absolute;left:2046;top:6252;width:8;height:2" coordorigin="2046,6252" coordsize="8,2">
              <v:shape style="position:absolute;left:2046;top:6252;width:8;height:2" coordorigin="2046,6252" coordsize="8,0" path="m2046,6252l2053,6252e" filled="false" stroked="true" strokeweight=".48pt" strokecolor="#000000">
                <v:path arrowok="t"/>
              </v:shape>
            </v:group>
            <v:group style="position:absolute;left:2046;top:6276;width:8;height:2" coordorigin="2046,6276" coordsize="8,2">
              <v:shape style="position:absolute;left:2046;top:6276;width:8;height:2" coordorigin="2046,6276" coordsize="8,0" path="m2046,6276l2053,6276e" filled="false" stroked="true" strokeweight=".48pt" strokecolor="#000000">
                <v:path arrowok="t"/>
              </v:shape>
            </v:group>
            <v:group style="position:absolute;left:2046;top:6300;width:8;height:2" coordorigin="2046,6300" coordsize="8,2">
              <v:shape style="position:absolute;left:2046;top:6300;width:8;height:2" coordorigin="2046,6300" coordsize="8,0" path="m2046,6300l2053,6300e" filled="false" stroked="true" strokeweight=".48pt" strokecolor="#000000">
                <v:path arrowok="t"/>
              </v:shape>
            </v:group>
            <v:group style="position:absolute;left:2046;top:6324;width:8;height:2" coordorigin="2046,6324" coordsize="8,2">
              <v:shape style="position:absolute;left:2046;top:6324;width:8;height:2" coordorigin="2046,6324" coordsize="8,0" path="m2046,6324l2053,6324e" filled="false" stroked="true" strokeweight=".48pt" strokecolor="#000000">
                <v:path arrowok="t"/>
              </v:shape>
            </v:group>
            <v:group style="position:absolute;left:2046;top:6348;width:8;height:2" coordorigin="2046,6348" coordsize="8,2">
              <v:shape style="position:absolute;left:2046;top:6348;width:8;height:2" coordorigin="2046,6348" coordsize="8,0" path="m2046,6348l2053,6348e" filled="false" stroked="true" strokeweight=".48pt" strokecolor="#000000">
                <v:path arrowok="t"/>
              </v:shape>
            </v:group>
            <v:group style="position:absolute;left:2046;top:6372;width:8;height:2" coordorigin="2046,6372" coordsize="8,2">
              <v:shape style="position:absolute;left:2046;top:6372;width:8;height:2" coordorigin="2046,6372" coordsize="8,0" path="m2046,6372l2053,6372e" filled="false" stroked="true" strokeweight=".48pt" strokecolor="#000000">
                <v:path arrowok="t"/>
              </v:shape>
            </v:group>
            <v:group style="position:absolute;left:2046;top:6396;width:8;height:2" coordorigin="2046,6396" coordsize="8,2">
              <v:shape style="position:absolute;left:2046;top:6396;width:8;height:2" coordorigin="2046,6396" coordsize="8,0" path="m2046,6396l2053,6396e" filled="false" stroked="true" strokeweight=".48pt" strokecolor="#000000">
                <v:path arrowok="t"/>
              </v:shape>
            </v:group>
            <v:group style="position:absolute;left:2046;top:6420;width:8;height:2" coordorigin="2046,6420" coordsize="8,2">
              <v:shape style="position:absolute;left:2046;top:6420;width:8;height:2" coordorigin="2046,6420" coordsize="8,0" path="m2046,6420l2053,6420e" filled="false" stroked="true" strokeweight=".48pt" strokecolor="#000000">
                <v:path arrowok="t"/>
              </v:shape>
            </v:group>
            <v:group style="position:absolute;left:2046;top:6444;width:8;height:2" coordorigin="2046,6444" coordsize="8,2">
              <v:shape style="position:absolute;left:2046;top:6444;width:8;height:2" coordorigin="2046,6444" coordsize="8,0" path="m2046,6444l2053,6444e" filled="false" stroked="true" strokeweight=".479pt" strokecolor="#000000">
                <v:path arrowok="t"/>
              </v:shape>
            </v:group>
            <v:group style="position:absolute;left:2046;top:6468;width:8;height:2" coordorigin="2046,6468" coordsize="8,2">
              <v:shape style="position:absolute;left:2046;top:6468;width:8;height:2" coordorigin="2046,6468" coordsize="8,0" path="m2046,6468l2053,6468e" filled="false" stroked="true" strokeweight=".48pt" strokecolor="#000000">
                <v:path arrowok="t"/>
              </v:shape>
            </v:group>
            <v:group style="position:absolute;left:2046;top:6492;width:8;height:2" coordorigin="2046,6492" coordsize="8,2">
              <v:shape style="position:absolute;left:2046;top:6492;width:8;height:2" coordorigin="2046,6492" coordsize="8,0" path="m2046,6492l2053,6492e" filled="false" stroked="true" strokeweight=".48pt" strokecolor="#000000">
                <v:path arrowok="t"/>
              </v:shape>
            </v:group>
            <v:group style="position:absolute;left:2046;top:6516;width:8;height:2" coordorigin="2046,6516" coordsize="8,2">
              <v:shape style="position:absolute;left:2046;top:6516;width:8;height:2" coordorigin="2046,6516" coordsize="8,0" path="m2046,6516l2053,6516e" filled="false" stroked="true" strokeweight=".48pt" strokecolor="#000000">
                <v:path arrowok="t"/>
              </v:shape>
            </v:group>
            <v:group style="position:absolute;left:2046;top:6540;width:8;height:2" coordorigin="2046,6540" coordsize="8,2">
              <v:shape style="position:absolute;left:2046;top:6540;width:8;height:2" coordorigin="2046,6540" coordsize="8,0" path="m2046,6540l2053,6540e" filled="false" stroked="true" strokeweight=".48pt" strokecolor="#000000">
                <v:path arrowok="t"/>
              </v:shape>
            </v:group>
            <v:group style="position:absolute;left:2046;top:6564;width:8;height:2" coordorigin="2046,6564" coordsize="8,2">
              <v:shape style="position:absolute;left:2046;top:6564;width:8;height:2" coordorigin="2046,6564" coordsize="8,0" path="m2046,6564l2053,6564e" filled="false" stroked="true" strokeweight=".48pt" strokecolor="#000000">
                <v:path arrowok="t"/>
              </v:shape>
            </v:group>
            <v:group style="position:absolute;left:2046;top:6588;width:8;height:2" coordorigin="2046,6588" coordsize="8,2">
              <v:shape style="position:absolute;left:2046;top:6588;width:8;height:2" coordorigin="2046,6588" coordsize="8,0" path="m2046,6588l2053,6588e" filled="false" stroked="true" strokeweight=".48pt" strokecolor="#000000">
                <v:path arrowok="t"/>
              </v:shape>
            </v:group>
            <v:group style="position:absolute;left:2046;top:6612;width:8;height:2" coordorigin="2046,6612" coordsize="8,2">
              <v:shape style="position:absolute;left:2046;top:6612;width:8;height:2" coordorigin="2046,6612" coordsize="8,0" path="m2046,6612l2053,6612e" filled="false" stroked="true" strokeweight=".48pt" strokecolor="#000000">
                <v:path arrowok="t"/>
              </v:shape>
            </v:group>
            <v:group style="position:absolute;left:2046;top:6636;width:8;height:2" coordorigin="2046,6636" coordsize="8,2">
              <v:shape style="position:absolute;left:2046;top:6636;width:8;height:2" coordorigin="2046,6636" coordsize="8,0" path="m2046,6636l2053,6636e" filled="false" stroked="true" strokeweight=".48pt" strokecolor="#000000">
                <v:path arrowok="t"/>
              </v:shape>
            </v:group>
            <v:group style="position:absolute;left:2046;top:6660;width:8;height:2" coordorigin="2046,6660" coordsize="8,2">
              <v:shape style="position:absolute;left:2046;top:6660;width:8;height:2" coordorigin="2046,6660" coordsize="8,0" path="m2046,6660l2053,6660e" filled="false" stroked="true" strokeweight=".48pt" strokecolor="#000000">
                <v:path arrowok="t"/>
              </v:shape>
            </v:group>
            <v:group style="position:absolute;left:2046;top:6684;width:8;height:2" coordorigin="2046,6684" coordsize="8,2">
              <v:shape style="position:absolute;left:2046;top:6684;width:8;height:2" coordorigin="2046,6684" coordsize="8,0" path="m2046,6684l2053,6684e" filled="false" stroked="true" strokeweight=".48pt" strokecolor="#000000">
                <v:path arrowok="t"/>
              </v:shape>
            </v:group>
            <v:group style="position:absolute;left:2046;top:6708;width:8;height:2" coordorigin="2046,6708" coordsize="8,2">
              <v:shape style="position:absolute;left:2046;top:6708;width:8;height:2" coordorigin="2046,6708" coordsize="8,0" path="m2046,6708l2053,6708e" filled="false" stroked="true" strokeweight=".48pt" strokecolor="#000000">
                <v:path arrowok="t"/>
              </v:shape>
            </v:group>
            <v:group style="position:absolute;left:2046;top:6732;width:8;height:2" coordorigin="2046,6732" coordsize="8,2">
              <v:shape style="position:absolute;left:2046;top:6732;width:8;height:2" coordorigin="2046,6732" coordsize="8,0" path="m2046,6732l2053,6732e" filled="false" stroked="true" strokeweight=".48pt" strokecolor="#000000">
                <v:path arrowok="t"/>
              </v:shape>
            </v:group>
            <v:group style="position:absolute;left:2046;top:6756;width:8;height:2" coordorigin="2046,6756" coordsize="8,2">
              <v:shape style="position:absolute;left:2046;top:6756;width:8;height:2" coordorigin="2046,6756" coordsize="8,0" path="m2046,6756l2053,6756e" filled="false" stroked="true" strokeweight=".48pt" strokecolor="#000000">
                <v:path arrowok="t"/>
              </v:shape>
            </v:group>
            <v:group style="position:absolute;left:2046;top:6780;width:8;height:2" coordorigin="2046,6780" coordsize="8,2">
              <v:shape style="position:absolute;left:2046;top:6780;width:8;height:2" coordorigin="2046,6780" coordsize="8,0" path="m2046,6780l2053,6780e" filled="false" stroked="true" strokeweight=".48pt" strokecolor="#000000">
                <v:path arrowok="t"/>
              </v:shape>
            </v:group>
            <v:group style="position:absolute;left:2046;top:6804;width:8;height:2" coordorigin="2046,6804" coordsize="8,2">
              <v:shape style="position:absolute;left:2046;top:6804;width:8;height:2" coordorigin="2046,6804" coordsize="8,0" path="m2046,6804l2053,6804e" filled="false" stroked="true" strokeweight=".48pt" strokecolor="#000000">
                <v:path arrowok="t"/>
              </v:shape>
            </v:group>
            <v:group style="position:absolute;left:2046;top:6828;width:8;height:2" coordorigin="2046,6828" coordsize="8,2">
              <v:shape style="position:absolute;left:2046;top:6828;width:8;height:2" coordorigin="2046,6828" coordsize="8,0" path="m2046,6828l2053,6828e" filled="false" stroked="true" strokeweight=".48pt" strokecolor="#000000">
                <v:path arrowok="t"/>
              </v:shape>
            </v:group>
            <v:group style="position:absolute;left:2046;top:6852;width:8;height:2" coordorigin="2046,6852" coordsize="8,2">
              <v:shape style="position:absolute;left:2046;top:6852;width:8;height:2" coordorigin="2046,6852" coordsize="8,0" path="m2046,6852l2053,6852e" filled="false" stroked="true" strokeweight=".48pt" strokecolor="#000000">
                <v:path arrowok="t"/>
              </v:shape>
            </v:group>
            <v:group style="position:absolute;left:2046;top:6876;width:8;height:2" coordorigin="2046,6876" coordsize="8,2">
              <v:shape style="position:absolute;left:2046;top:6876;width:8;height:2" coordorigin="2046,6876" coordsize="8,0" path="m2046,6876l2053,6876e" filled="false" stroked="true" strokeweight=".48pt" strokecolor="#000000">
                <v:path arrowok="t"/>
              </v:shape>
            </v:group>
            <v:group style="position:absolute;left:2046;top:6900;width:8;height:2" coordorigin="2046,6900" coordsize="8,2">
              <v:shape style="position:absolute;left:2046;top:6900;width:8;height:2" coordorigin="2046,6900" coordsize="8,0" path="m2046,6900l2053,6900e" filled="false" stroked="true" strokeweight=".48pt" strokecolor="#000000">
                <v:path arrowok="t"/>
              </v:shape>
            </v:group>
            <v:group style="position:absolute;left:2046;top:6924;width:8;height:2" coordorigin="2046,6924" coordsize="8,2">
              <v:shape style="position:absolute;left:2046;top:6924;width:8;height:2" coordorigin="2046,6924" coordsize="8,0" path="m2046,6924l2053,6924e" filled="false" stroked="true" strokeweight=".48pt" strokecolor="#000000">
                <v:path arrowok="t"/>
              </v:shape>
            </v:group>
            <v:group style="position:absolute;left:2046;top:6948;width:8;height:2" coordorigin="2046,6948" coordsize="8,2">
              <v:shape style="position:absolute;left:2046;top:6948;width:8;height:2" coordorigin="2046,6948" coordsize="8,0" path="m2046,6948l2053,6948e" filled="false" stroked="true" strokeweight=".48pt" strokecolor="#000000">
                <v:path arrowok="t"/>
              </v:shape>
            </v:group>
            <v:group style="position:absolute;left:2046;top:6972;width:8;height:2" coordorigin="2046,6972" coordsize="8,2">
              <v:shape style="position:absolute;left:2046;top:6972;width:8;height:2" coordorigin="2046,6972" coordsize="8,0" path="m2046,6972l2053,6972e" filled="false" stroked="true" strokeweight=".48pt" strokecolor="#000000">
                <v:path arrowok="t"/>
              </v:shape>
            </v:group>
            <v:group style="position:absolute;left:2046;top:6996;width:8;height:2" coordorigin="2046,6996" coordsize="8,2">
              <v:shape style="position:absolute;left:2046;top:6996;width:8;height:2" coordorigin="2046,6996" coordsize="8,0" path="m2046,6996l2053,6996e" filled="false" stroked="true" strokeweight=".48pt" strokecolor="#000000">
                <v:path arrowok="t"/>
              </v:shape>
            </v:group>
            <v:group style="position:absolute;left:2046;top:7020;width:8;height:2" coordorigin="2046,7020" coordsize="8,2">
              <v:shape style="position:absolute;left:2046;top:7020;width:8;height:2" coordorigin="2046,7020" coordsize="8,0" path="m2046,7020l2053,7020e" filled="false" stroked="true" strokeweight=".48pt" strokecolor="#000000">
                <v:path arrowok="t"/>
              </v:shape>
            </v:group>
            <v:group style="position:absolute;left:2046;top:7044;width:8;height:2" coordorigin="2046,7044" coordsize="8,2">
              <v:shape style="position:absolute;left:2046;top:7044;width:8;height:2" coordorigin="2046,7044" coordsize="8,0" path="m2046,7044l2053,7044e" filled="false" stroked="true" strokeweight=".48pt" strokecolor="#000000">
                <v:path arrowok="t"/>
              </v:shape>
            </v:group>
            <v:group style="position:absolute;left:2046;top:7068;width:8;height:2" coordorigin="2046,7068" coordsize="8,2">
              <v:shape style="position:absolute;left:2046;top:7068;width:8;height:2" coordorigin="2046,7068" coordsize="8,0" path="m2046,7068l2053,7068e" filled="false" stroked="true" strokeweight=".48pt" strokecolor="#000000">
                <v:path arrowok="t"/>
              </v:shape>
            </v:group>
            <v:group style="position:absolute;left:2046;top:7092;width:8;height:2" coordorigin="2046,7092" coordsize="8,2">
              <v:shape style="position:absolute;left:2046;top:7092;width:8;height:2" coordorigin="2046,7092" coordsize="8,0" path="m2046,7092l2053,7092e" filled="false" stroked="true" strokeweight=".48pt" strokecolor="#000000">
                <v:path arrowok="t"/>
              </v:shape>
            </v:group>
            <v:group style="position:absolute;left:2046;top:7116;width:8;height:2" coordorigin="2046,7116" coordsize="8,2">
              <v:shape style="position:absolute;left:2046;top:7116;width:8;height:2" coordorigin="2046,7116" coordsize="8,0" path="m2046,7116l2053,7116e" filled="false" stroked="true" strokeweight=".48pt" strokecolor="#000000">
                <v:path arrowok="t"/>
              </v:shape>
            </v:group>
            <v:group style="position:absolute;left:2046;top:7140;width:8;height:2" coordorigin="2046,7140" coordsize="8,2">
              <v:shape style="position:absolute;left:2046;top:7140;width:8;height:2" coordorigin="2046,7140" coordsize="8,0" path="m2046,7140l2053,7140e" filled="false" stroked="true" strokeweight=".48pt" strokecolor="#000000">
                <v:path arrowok="t"/>
              </v:shape>
            </v:group>
            <v:group style="position:absolute;left:2046;top:7164;width:8;height:2" coordorigin="2046,7164" coordsize="8,2">
              <v:shape style="position:absolute;left:2046;top:7164;width:8;height:2" coordorigin="2046,7164" coordsize="8,0" path="m2046,7164l2053,7164e" filled="false" stroked="true" strokeweight=".48pt" strokecolor="#000000">
                <v:path arrowok="t"/>
              </v:shape>
            </v:group>
            <v:group style="position:absolute;left:2046;top:7188;width:8;height:2" coordorigin="2046,7188" coordsize="8,2">
              <v:shape style="position:absolute;left:2046;top:7188;width:8;height:2" coordorigin="2046,7188" coordsize="8,0" path="m2046,7188l2053,7188e" filled="false" stroked="true" strokeweight=".479pt" strokecolor="#000000">
                <v:path arrowok="t"/>
              </v:shape>
            </v:group>
            <v:group style="position:absolute;left:2046;top:7212;width:8;height:2" coordorigin="2046,7212" coordsize="8,2">
              <v:shape style="position:absolute;left:2046;top:7212;width:8;height:2" coordorigin="2046,7212" coordsize="8,0" path="m2046,7212l2053,7212e" filled="false" stroked="true" strokeweight=".48pt" strokecolor="#000000">
                <v:path arrowok="t"/>
              </v:shape>
            </v:group>
            <v:group style="position:absolute;left:2046;top:7236;width:8;height:2" coordorigin="2046,7236" coordsize="8,2">
              <v:shape style="position:absolute;left:2046;top:7236;width:8;height:2" coordorigin="2046,7236" coordsize="8,0" path="m2046,7236l2053,7236e" filled="false" stroked="true" strokeweight=".48pt" strokecolor="#000000">
                <v:path arrowok="t"/>
              </v:shape>
            </v:group>
            <v:group style="position:absolute;left:2046;top:7260;width:8;height:2" coordorigin="2046,7260" coordsize="8,2">
              <v:shape style="position:absolute;left:2046;top:7260;width:8;height:2" coordorigin="2046,7260" coordsize="8,0" path="m2046,7260l2053,7260e" filled="false" stroked="true" strokeweight=".48pt" strokecolor="#000000">
                <v:path arrowok="t"/>
              </v:shape>
            </v:group>
            <v:group style="position:absolute;left:2046;top:7284;width:8;height:2" coordorigin="2046,7284" coordsize="8,2">
              <v:shape style="position:absolute;left:2046;top:7284;width:8;height:2" coordorigin="2046,7284" coordsize="8,0" path="m2046,7284l2053,7284e" filled="false" stroked="true" strokeweight=".48pt" strokecolor="#000000">
                <v:path arrowok="t"/>
              </v:shape>
            </v:group>
            <v:group style="position:absolute;left:2046;top:7308;width:8;height:2" coordorigin="2046,7308" coordsize="8,2">
              <v:shape style="position:absolute;left:2046;top:7308;width:8;height:2" coordorigin="2046,7308" coordsize="8,0" path="m2046,7308l2053,7308e" filled="false" stroked="true" strokeweight=".48pt" strokecolor="#000000">
                <v:path arrowok="t"/>
              </v:shape>
            </v:group>
            <v:group style="position:absolute;left:2046;top:7332;width:8;height:2" coordorigin="2046,7332" coordsize="8,2">
              <v:shape style="position:absolute;left:2046;top:7332;width:8;height:2" coordorigin="2046,7332" coordsize="8,0" path="m2046,7332l2053,7332e" filled="false" stroked="true" strokeweight=".48pt" strokecolor="#000000">
                <v:path arrowok="t"/>
              </v:shape>
            </v:group>
            <v:group style="position:absolute;left:2046;top:7356;width:8;height:2" coordorigin="2046,7356" coordsize="8,2">
              <v:shape style="position:absolute;left:2046;top:7356;width:8;height:2" coordorigin="2046,7356" coordsize="8,0" path="m2046,7356l2053,7356e" filled="false" stroked="true" strokeweight=".48pt" strokecolor="#000000">
                <v:path arrowok="t"/>
              </v:shape>
            </v:group>
            <v:group style="position:absolute;left:2046;top:7380;width:8;height:2" coordorigin="2046,7380" coordsize="8,2">
              <v:shape style="position:absolute;left:2046;top:7380;width:8;height:2" coordorigin="2046,7380" coordsize="8,0" path="m2046,7380l2053,7380e" filled="false" stroked="true" strokeweight=".48pt" strokecolor="#000000">
                <v:path arrowok="t"/>
              </v:shape>
            </v:group>
            <v:group style="position:absolute;left:2046;top:7404;width:8;height:2" coordorigin="2046,7404" coordsize="8,2">
              <v:shape style="position:absolute;left:2046;top:7404;width:8;height:2" coordorigin="2046,7404" coordsize="8,0" path="m2046,7404l2053,7404e" filled="false" stroked="true" strokeweight=".48pt" strokecolor="#000000">
                <v:path arrowok="t"/>
              </v:shape>
            </v:group>
            <v:group style="position:absolute;left:2046;top:7428;width:8;height:2" coordorigin="2046,7428" coordsize="8,2">
              <v:shape style="position:absolute;left:2046;top:7428;width:8;height:2" coordorigin="2046,7428" coordsize="8,0" path="m2046,7428l2053,7428e" filled="false" stroked="true" strokeweight=".48pt" strokecolor="#000000">
                <v:path arrowok="t"/>
              </v:shape>
            </v:group>
            <v:group style="position:absolute;left:2046;top:7452;width:8;height:2" coordorigin="2046,7452" coordsize="8,2">
              <v:shape style="position:absolute;left:2046;top:7452;width:8;height:2" coordorigin="2046,7452" coordsize="8,0" path="m2046,7452l2053,7452e" filled="false" stroked="true" strokeweight=".48pt" strokecolor="#000000">
                <v:path arrowok="t"/>
              </v:shape>
            </v:group>
            <v:group style="position:absolute;left:2046;top:7476;width:8;height:2" coordorigin="2046,7476" coordsize="8,2">
              <v:shape style="position:absolute;left:2046;top:7476;width:8;height:2" coordorigin="2046,7476" coordsize="8,0" path="m2046,7476l2053,7476e" filled="false" stroked="true" strokeweight=".48pt" strokecolor="#000000">
                <v:path arrowok="t"/>
              </v:shape>
            </v:group>
            <v:group style="position:absolute;left:2046;top:7500;width:8;height:2" coordorigin="2046,7500" coordsize="8,2">
              <v:shape style="position:absolute;left:2046;top:7500;width:8;height:2" coordorigin="2046,7500" coordsize="8,0" path="m2046,7500l2053,7500e" filled="false" stroked="true" strokeweight=".48pt" strokecolor="#000000">
                <v:path arrowok="t"/>
              </v:shape>
            </v:group>
            <v:group style="position:absolute;left:2046;top:7524;width:8;height:2" coordorigin="2046,7524" coordsize="8,2">
              <v:shape style="position:absolute;left:2046;top:7524;width:8;height:2" coordorigin="2046,7524" coordsize="8,0" path="m2046,7524l2053,7524e" filled="false" stroked="true" strokeweight=".48pt" strokecolor="#000000">
                <v:path arrowok="t"/>
              </v:shape>
            </v:group>
            <v:group style="position:absolute;left:2046;top:7548;width:8;height:2" coordorigin="2046,7548" coordsize="8,2">
              <v:shape style="position:absolute;left:2046;top:7548;width:8;height:2" coordorigin="2046,7548" coordsize="8,0" path="m2046,7548l2053,7548e" filled="false" stroked="true" strokeweight=".48pt" strokecolor="#000000">
                <v:path arrowok="t"/>
              </v:shape>
            </v:group>
            <v:group style="position:absolute;left:2046;top:7572;width:8;height:2" coordorigin="2046,7572" coordsize="8,2">
              <v:shape style="position:absolute;left:2046;top:7572;width:8;height:2" coordorigin="2046,7572" coordsize="8,0" path="m2046,7572l2053,7572e" filled="false" stroked="true" strokeweight=".48pt" strokecolor="#000000">
                <v:path arrowok="t"/>
              </v:shape>
            </v:group>
            <v:group style="position:absolute;left:2046;top:7596;width:8;height:2" coordorigin="2046,7596" coordsize="8,2">
              <v:shape style="position:absolute;left:2046;top:7596;width:8;height:2" coordorigin="2046,7596" coordsize="8,0" path="m2046,7596l2053,7596e" filled="false" stroked="true" strokeweight=".48pt" strokecolor="#000000">
                <v:path arrowok="t"/>
              </v:shape>
            </v:group>
            <v:group style="position:absolute;left:2046;top:7620;width:8;height:2" coordorigin="2046,7620" coordsize="8,2">
              <v:shape style="position:absolute;left:2046;top:7620;width:8;height:2" coordorigin="2046,7620" coordsize="8,0" path="m2046,7620l2053,7620e" filled="false" stroked="true" strokeweight=".48pt" strokecolor="#000000">
                <v:path arrowok="t"/>
              </v:shape>
            </v:group>
            <v:group style="position:absolute;left:2046;top:7644;width:8;height:2" coordorigin="2046,7644" coordsize="8,2">
              <v:shape style="position:absolute;left:2046;top:7644;width:8;height:2" coordorigin="2046,7644" coordsize="8,0" path="m2046,7644l2053,7644e" filled="false" stroked="true" strokeweight=".48pt" strokecolor="#000000">
                <v:path arrowok="t"/>
              </v:shape>
            </v:group>
            <v:group style="position:absolute;left:2046;top:7668;width:8;height:2" coordorigin="2046,7668" coordsize="8,2">
              <v:shape style="position:absolute;left:2046;top:7668;width:8;height:2" coordorigin="2046,7668" coordsize="8,0" path="m2046,7668l2053,7668e" filled="false" stroked="true" strokeweight=".48pt" strokecolor="#000000">
                <v:path arrowok="t"/>
              </v:shape>
            </v:group>
            <v:group style="position:absolute;left:2046;top:7692;width:8;height:2" coordorigin="2046,7692" coordsize="8,2">
              <v:shape style="position:absolute;left:2046;top:7692;width:8;height:2" coordorigin="2046,7692" coordsize="8,0" path="m2046,7692l2053,7692e" filled="false" stroked="true" strokeweight=".48pt" strokecolor="#000000">
                <v:path arrowok="t"/>
              </v:shape>
            </v:group>
            <v:group style="position:absolute;left:2046;top:7716;width:8;height:2" coordorigin="2046,7716" coordsize="8,2">
              <v:shape style="position:absolute;left:2046;top:7716;width:8;height:2" coordorigin="2046,7716" coordsize="8,0" path="m2046,7716l2053,7716e" filled="false" stroked="true" strokeweight=".48pt" strokecolor="#000000">
                <v:path arrowok="t"/>
              </v:shape>
            </v:group>
            <v:group style="position:absolute;left:2046;top:7740;width:8;height:2" coordorigin="2046,7740" coordsize="8,2">
              <v:shape style="position:absolute;left:2046;top:7740;width:8;height:2" coordorigin="2046,7740" coordsize="8,0" path="m2046,7740l2053,7740e" filled="false" stroked="true" strokeweight=".48pt" strokecolor="#000000">
                <v:path arrowok="t"/>
              </v:shape>
            </v:group>
            <v:group style="position:absolute;left:2046;top:7764;width:8;height:2" coordorigin="2046,7764" coordsize="8,2">
              <v:shape style="position:absolute;left:2046;top:7764;width:8;height:2" coordorigin="2046,7764" coordsize="8,0" path="m2046,7764l2053,7764e" filled="false" stroked="true" strokeweight=".48pt" strokecolor="#000000">
                <v:path arrowok="t"/>
              </v:shape>
            </v:group>
            <v:group style="position:absolute;left:2046;top:7788;width:8;height:2" coordorigin="2046,7788" coordsize="8,2">
              <v:shape style="position:absolute;left:2046;top:7788;width:8;height:2" coordorigin="2046,7788" coordsize="8,0" path="m2046,7788l2053,7788e" filled="false" stroked="true" strokeweight=".48pt" strokecolor="#000000">
                <v:path arrowok="t"/>
              </v:shape>
            </v:group>
            <v:group style="position:absolute;left:2046;top:7812;width:8;height:2" coordorigin="2046,7812" coordsize="8,2">
              <v:shape style="position:absolute;left:2046;top:7812;width:8;height:2" coordorigin="2046,7812" coordsize="8,0" path="m2046,7812l2053,7812e" filled="false" stroked="true" strokeweight=".48pt" strokecolor="#000000">
                <v:path arrowok="t"/>
              </v:shape>
            </v:group>
            <v:group style="position:absolute;left:2046;top:7836;width:8;height:2" coordorigin="2046,7836" coordsize="8,2">
              <v:shape style="position:absolute;left:2046;top:7836;width:8;height:2" coordorigin="2046,7836" coordsize="8,0" path="m2046,7836l2053,7836e" filled="false" stroked="true" strokeweight=".48pt" strokecolor="#000000">
                <v:path arrowok="t"/>
              </v:shape>
            </v:group>
            <v:group style="position:absolute;left:2046;top:7860;width:8;height:2" coordorigin="2046,7860" coordsize="8,2">
              <v:shape style="position:absolute;left:2046;top:7860;width:8;height:2" coordorigin="2046,7860" coordsize="8,0" path="m2046,7860l2053,7860e" filled="false" stroked="true" strokeweight=".48pt" strokecolor="#000000">
                <v:path arrowok="t"/>
              </v:shape>
            </v:group>
            <v:group style="position:absolute;left:2046;top:7884;width:8;height:2" coordorigin="2046,7884" coordsize="8,2">
              <v:shape style="position:absolute;left:2046;top:7884;width:8;height:2" coordorigin="2046,7884" coordsize="8,0" path="m2046,7884l2053,7884e" filled="false" stroked="true" strokeweight=".48pt" strokecolor="#000000">
                <v:path arrowok="t"/>
              </v:shape>
            </v:group>
            <v:group style="position:absolute;left:2046;top:7908;width:8;height:2" coordorigin="2046,7908" coordsize="8,2">
              <v:shape style="position:absolute;left:2046;top:7908;width:8;height:2" coordorigin="2046,7908" coordsize="8,0" path="m2046,7908l2053,7908e" filled="false" stroked="true" strokeweight=".48pt" strokecolor="#000000">
                <v:path arrowok="t"/>
              </v:shape>
            </v:group>
            <v:group style="position:absolute;left:2046;top:7932;width:8;height:2" coordorigin="2046,7932" coordsize="8,2">
              <v:shape style="position:absolute;left:2046;top:7932;width:8;height:2" coordorigin="2046,7932" coordsize="8,0" path="m2046,7932l2053,7932e" filled="false" stroked="true" strokeweight=".48pt" strokecolor="#000000">
                <v:path arrowok="t"/>
              </v:shape>
            </v:group>
            <v:group style="position:absolute;left:2046;top:7956;width:8;height:2" coordorigin="2046,7956" coordsize="8,2">
              <v:shape style="position:absolute;left:2046;top:7956;width:8;height:2" coordorigin="2046,7956" coordsize="8,0" path="m2046,7956l2053,7956e" filled="false" stroked="true" strokeweight=".48pt" strokecolor="#000000">
                <v:path arrowok="t"/>
              </v:shape>
            </v:group>
            <v:group style="position:absolute;left:2046;top:7980;width:8;height:2" coordorigin="2046,7980" coordsize="8,2">
              <v:shape style="position:absolute;left:2046;top:7980;width:8;height:2" coordorigin="2046,7980" coordsize="8,0" path="m2046,7980l2053,7980e" filled="false" stroked="true" strokeweight=".48pt" strokecolor="#000000">
                <v:path arrowok="t"/>
              </v:shape>
            </v:group>
            <v:group style="position:absolute;left:2046;top:8004;width:8;height:2" coordorigin="2046,8004" coordsize="8,2">
              <v:shape style="position:absolute;left:2046;top:8004;width:8;height:2" coordorigin="2046,8004" coordsize="8,0" path="m2046,8004l2053,8004e" filled="false" stroked="true" strokeweight=".48pt" strokecolor="#000000">
                <v:path arrowok="t"/>
              </v:shape>
            </v:group>
            <v:group style="position:absolute;left:2046;top:8028;width:8;height:2" coordorigin="2046,8028" coordsize="8,2">
              <v:shape style="position:absolute;left:2046;top:8028;width:8;height:2" coordorigin="2046,8028" coordsize="8,0" path="m2046,8028l2053,8028e" filled="false" stroked="true" strokeweight=".48pt" strokecolor="#000000">
                <v:path arrowok="t"/>
              </v:shape>
            </v:group>
            <v:group style="position:absolute;left:2046;top:8052;width:8;height:2" coordorigin="2046,8052" coordsize="8,2">
              <v:shape style="position:absolute;left:2046;top:8052;width:8;height:2" coordorigin="2046,8052" coordsize="8,0" path="m2046,8052l2053,8052e" filled="false" stroked="true" strokeweight=".48pt" strokecolor="#000000">
                <v:path arrowok="t"/>
              </v:shape>
            </v:group>
            <v:group style="position:absolute;left:2046;top:8076;width:8;height:2" coordorigin="2046,8076" coordsize="8,2">
              <v:shape style="position:absolute;left:2046;top:8076;width:8;height:2" coordorigin="2046,8076" coordsize="8,0" path="m2046,8076l2053,8076e" filled="false" stroked="true" strokeweight=".48pt" strokecolor="#000000">
                <v:path arrowok="t"/>
              </v:shape>
            </v:group>
            <v:group style="position:absolute;left:2046;top:8100;width:8;height:2" coordorigin="2046,8100" coordsize="8,2">
              <v:shape style="position:absolute;left:2046;top:8100;width:8;height:2" coordorigin="2046,8100" coordsize="8,0" path="m2046,8100l2053,8100e" filled="false" stroked="true" strokeweight=".48pt" strokecolor="#000000">
                <v:path arrowok="t"/>
              </v:shape>
            </v:group>
            <v:group style="position:absolute;left:2046;top:8124;width:8;height:2" coordorigin="2046,8124" coordsize="8,2">
              <v:shape style="position:absolute;left:2046;top:8124;width:8;height:2" coordorigin="2046,8124" coordsize="8,0" path="m2046,8124l2053,8124e" filled="false" stroked="true" strokeweight=".48pt" strokecolor="#000000">
                <v:path arrowok="t"/>
              </v:shape>
            </v:group>
            <v:group style="position:absolute;left:2046;top:8148;width:8;height:2" coordorigin="2046,8148" coordsize="8,2">
              <v:shape style="position:absolute;left:2046;top:8148;width:8;height:2" coordorigin="2046,8148" coordsize="8,0" path="m2046,8148l2053,8148e" filled="false" stroked="true" strokeweight=".48pt" strokecolor="#000000">
                <v:path arrowok="t"/>
              </v:shape>
            </v:group>
            <v:group style="position:absolute;left:2046;top:8172;width:8;height:2" coordorigin="2046,8172" coordsize="8,2">
              <v:shape style="position:absolute;left:2046;top:8172;width:8;height:2" coordorigin="2046,8172" coordsize="8,0" path="m2046,8172l2053,8172e" filled="false" stroked="true" strokeweight=".48pt" strokecolor="#000000">
                <v:path arrowok="t"/>
              </v:shape>
            </v:group>
            <v:group style="position:absolute;left:2046;top:8196;width:8;height:2" coordorigin="2046,8196" coordsize="8,2">
              <v:shape style="position:absolute;left:2046;top:8196;width:8;height:2" coordorigin="2046,8196" coordsize="8,0" path="m2046,8196l2053,8196e" filled="false" stroked="true" strokeweight=".48pt" strokecolor="#000000">
                <v:path arrowok="t"/>
              </v:shape>
            </v:group>
            <v:group style="position:absolute;left:2046;top:8220;width:8;height:2" coordorigin="2046,8220" coordsize="8,2">
              <v:shape style="position:absolute;left:2046;top:8220;width:8;height:2" coordorigin="2046,8220" coordsize="8,0" path="m2046,8220l2053,8220e" filled="false" stroked="true" strokeweight=".48pt" strokecolor="#000000">
                <v:path arrowok="t"/>
              </v:shape>
            </v:group>
            <v:group style="position:absolute;left:2046;top:8244;width:8;height:2" coordorigin="2046,8244" coordsize="8,2">
              <v:shape style="position:absolute;left:2046;top:8244;width:8;height:2" coordorigin="2046,8244" coordsize="8,0" path="m2046,8244l2053,8244e" filled="false" stroked="true" strokeweight=".48pt" strokecolor="#000000">
                <v:path arrowok="t"/>
              </v:shape>
            </v:group>
            <v:group style="position:absolute;left:2046;top:8268;width:8;height:2" coordorigin="2046,8268" coordsize="8,2">
              <v:shape style="position:absolute;left:2046;top:8268;width:8;height:2" coordorigin="2046,8268" coordsize="8,0" path="m2046,8268l2053,8268e" filled="false" stroked="true" strokeweight=".48pt" strokecolor="#000000">
                <v:path arrowok="t"/>
              </v:shape>
            </v:group>
            <v:group style="position:absolute;left:2046;top:8292;width:8;height:2" coordorigin="2046,8292" coordsize="8,2">
              <v:shape style="position:absolute;left:2046;top:8292;width:8;height:2" coordorigin="2046,8292" coordsize="8,0" path="m2046,8292l2053,8292e" filled="false" stroked="true" strokeweight=".48pt" strokecolor="#000000">
                <v:path arrowok="t"/>
              </v:shape>
            </v:group>
            <v:group style="position:absolute;left:2046;top:8316;width:8;height:2" coordorigin="2046,8316" coordsize="8,2">
              <v:shape style="position:absolute;left:2046;top:8316;width:8;height:2" coordorigin="2046,8316" coordsize="8,0" path="m2046,8316l2053,8316e" filled="false" stroked="true" strokeweight=".48pt" strokecolor="#000000">
                <v:path arrowok="t"/>
              </v:shape>
            </v:group>
            <v:group style="position:absolute;left:2046;top:8340;width:8;height:2" coordorigin="2046,8340" coordsize="8,2">
              <v:shape style="position:absolute;left:2046;top:8340;width:8;height:2" coordorigin="2046,8340" coordsize="8,0" path="m2046,8340l2053,8340e" filled="false" stroked="true" strokeweight=".48pt" strokecolor="#000000">
                <v:path arrowok="t"/>
              </v:shape>
            </v:group>
            <v:group style="position:absolute;left:2046;top:8364;width:8;height:2" coordorigin="2046,8364" coordsize="8,2">
              <v:shape style="position:absolute;left:2046;top:8364;width:8;height:2" coordorigin="2046,8364" coordsize="8,0" path="m2046,8364l2053,8364e" filled="false" stroked="true" strokeweight=".48pt" strokecolor="#000000">
                <v:path arrowok="t"/>
              </v:shape>
            </v:group>
            <v:group style="position:absolute;left:2046;top:8388;width:8;height:2" coordorigin="2046,8388" coordsize="8,2">
              <v:shape style="position:absolute;left:2046;top:8388;width:8;height:2" coordorigin="2046,8388" coordsize="8,0" path="m2046,8388l2053,8388e" filled="false" stroked="true" strokeweight=".48pt" strokecolor="#000000">
                <v:path arrowok="t"/>
              </v:shape>
            </v:group>
            <v:group style="position:absolute;left:2046;top:8412;width:8;height:2" coordorigin="2046,8412" coordsize="8,2">
              <v:shape style="position:absolute;left:2046;top:8412;width:8;height:2" coordorigin="2046,8412" coordsize="8,0" path="m2046,8412l2053,8412e" filled="false" stroked="true" strokeweight=".48pt" strokecolor="#000000">
                <v:path arrowok="t"/>
              </v:shape>
            </v:group>
            <v:group style="position:absolute;left:2046;top:8436;width:8;height:2" coordorigin="2046,8436" coordsize="8,2">
              <v:shape style="position:absolute;left:2046;top:8436;width:8;height:2" coordorigin="2046,8436" coordsize="8,0" path="m2046,8436l2053,8436e" filled="false" stroked="true" strokeweight=".48pt" strokecolor="#000000">
                <v:path arrowok="t"/>
              </v:shape>
            </v:group>
            <v:group style="position:absolute;left:2046;top:8460;width:8;height:2" coordorigin="2046,8460" coordsize="8,2">
              <v:shape style="position:absolute;left:2046;top:8460;width:8;height:2" coordorigin="2046,8460" coordsize="8,0" path="m2046,8460l2053,8460e" filled="false" stroked="true" strokeweight=".48pt" strokecolor="#000000">
                <v:path arrowok="t"/>
              </v:shape>
            </v:group>
            <v:group style="position:absolute;left:2046;top:8484;width:8;height:2" coordorigin="2046,8484" coordsize="8,2">
              <v:shape style="position:absolute;left:2046;top:8484;width:8;height:2" coordorigin="2046,8484" coordsize="8,0" path="m2046,8484l2053,8484e" filled="false" stroked="true" strokeweight=".48pt" strokecolor="#000000">
                <v:path arrowok="t"/>
              </v:shape>
            </v:group>
            <v:group style="position:absolute;left:2046;top:8508;width:8;height:2" coordorigin="2046,8508" coordsize="8,2">
              <v:shape style="position:absolute;left:2046;top:8508;width:8;height:2" coordorigin="2046,8508" coordsize="8,0" path="m2046,8508l2053,8508e" filled="false" stroked="true" strokeweight=".48pt" strokecolor="#000000">
                <v:path arrowok="t"/>
              </v:shape>
            </v:group>
            <v:group style="position:absolute;left:2046;top:8532;width:8;height:2" coordorigin="2046,8532" coordsize="8,2">
              <v:shape style="position:absolute;left:2046;top:8532;width:8;height:2" coordorigin="2046,8532" coordsize="8,0" path="m2046,8532l2053,8532e" filled="false" stroked="true" strokeweight=".48pt" strokecolor="#000000">
                <v:path arrowok="t"/>
              </v:shape>
            </v:group>
            <v:group style="position:absolute;left:2046;top:8556;width:8;height:2" coordorigin="2046,8556" coordsize="8,2">
              <v:shape style="position:absolute;left:2046;top:8556;width:8;height:2" coordorigin="2046,8556" coordsize="8,0" path="m2046,8556l2053,8556e" filled="false" stroked="true" strokeweight=".48pt" strokecolor="#000000">
                <v:path arrowok="t"/>
              </v:shape>
            </v:group>
            <v:group style="position:absolute;left:2046;top:8580;width:8;height:2" coordorigin="2046,8580" coordsize="8,2">
              <v:shape style="position:absolute;left:2046;top:8580;width:8;height:2" coordorigin="2046,8580" coordsize="8,0" path="m2046,8580l2053,8580e" filled="false" stroked="true" strokeweight=".48pt" strokecolor="#000000">
                <v:path arrowok="t"/>
              </v:shape>
            </v:group>
            <v:group style="position:absolute;left:2046;top:8604;width:8;height:2" coordorigin="2046,8604" coordsize="8,2">
              <v:shape style="position:absolute;left:2046;top:8604;width:8;height:2" coordorigin="2046,8604" coordsize="8,0" path="m2046,8604l2053,8604e" filled="false" stroked="true" strokeweight=".48pt" strokecolor="#000000">
                <v:path arrowok="t"/>
              </v:shape>
            </v:group>
            <v:group style="position:absolute;left:2046;top:8628;width:8;height:2" coordorigin="2046,8628" coordsize="8,2">
              <v:shape style="position:absolute;left:2046;top:8628;width:8;height:2" coordorigin="2046,8628" coordsize="8,0" path="m2046,8628l2053,8628e" filled="false" stroked="true" strokeweight=".48pt" strokecolor="#000000">
                <v:path arrowok="t"/>
              </v:shape>
            </v:group>
            <v:group style="position:absolute;left:2046;top:8652;width:8;height:2" coordorigin="2046,8652" coordsize="8,2">
              <v:shape style="position:absolute;left:2046;top:8652;width:8;height:2" coordorigin="2046,8652" coordsize="8,0" path="m2046,8652l2053,8652e" filled="false" stroked="true" strokeweight=".479pt" strokecolor="#000000">
                <v:path arrowok="t"/>
              </v:shape>
            </v:group>
            <v:group style="position:absolute;left:2046;top:8676;width:8;height:2" coordorigin="2046,8676" coordsize="8,2">
              <v:shape style="position:absolute;left:2046;top:8676;width:8;height:2" coordorigin="2046,8676" coordsize="8,0" path="m2046,8676l2053,8676e" filled="false" stroked="true" strokeweight=".48pt" strokecolor="#000000">
                <v:path arrowok="t"/>
              </v:shape>
            </v:group>
            <v:group style="position:absolute;left:2046;top:8700;width:8;height:2" coordorigin="2046,8700" coordsize="8,2">
              <v:shape style="position:absolute;left:2046;top:8700;width:8;height:2" coordorigin="2046,8700" coordsize="8,0" path="m2046,8700l2053,8700e" filled="false" stroked="true" strokeweight=".48pt" strokecolor="#000000">
                <v:path arrowok="t"/>
              </v:shape>
            </v:group>
            <v:group style="position:absolute;left:2046;top:8724;width:8;height:2" coordorigin="2046,8724" coordsize="8,2">
              <v:shape style="position:absolute;left:2046;top:8724;width:8;height:2" coordorigin="2046,8724" coordsize="8,0" path="m2046,8724l2053,8724e" filled="false" stroked="true" strokeweight=".48pt" strokecolor="#000000">
                <v:path arrowok="t"/>
              </v:shape>
            </v:group>
            <v:group style="position:absolute;left:2046;top:8748;width:8;height:2" coordorigin="2046,8748" coordsize="8,2">
              <v:shape style="position:absolute;left:2046;top:8748;width:8;height:2" coordorigin="2046,8748" coordsize="8,0" path="m2046,8748l2053,8748e" filled="false" stroked="true" strokeweight=".48pt" strokecolor="#000000">
                <v:path arrowok="t"/>
              </v:shape>
            </v:group>
            <v:group style="position:absolute;left:2046;top:8772;width:8;height:2" coordorigin="2046,8772" coordsize="8,2">
              <v:shape style="position:absolute;left:2046;top:8772;width:8;height:2" coordorigin="2046,8772" coordsize="8,0" path="m2046,8772l2053,8772e" filled="false" stroked="true" strokeweight=".48pt" strokecolor="#000000">
                <v:path arrowok="t"/>
              </v:shape>
            </v:group>
            <v:group style="position:absolute;left:2046;top:8796;width:8;height:2" coordorigin="2046,8796" coordsize="8,2">
              <v:shape style="position:absolute;left:2046;top:8796;width:8;height:2" coordorigin="2046,8796" coordsize="8,0" path="m2046,8796l2053,8796e" filled="false" stroked="true" strokeweight=".48pt" strokecolor="#000000">
                <v:path arrowok="t"/>
              </v:shape>
            </v:group>
            <v:group style="position:absolute;left:2046;top:8820;width:8;height:2" coordorigin="2046,8820" coordsize="8,2">
              <v:shape style="position:absolute;left:2046;top:8820;width:8;height:2" coordorigin="2046,8820" coordsize="8,0" path="m2046,8820l2053,8820e" filled="false" stroked="true" strokeweight=".48pt" strokecolor="#000000">
                <v:path arrowok="t"/>
              </v:shape>
            </v:group>
            <v:group style="position:absolute;left:2046;top:8844;width:8;height:2" coordorigin="2046,8844" coordsize="8,2">
              <v:shape style="position:absolute;left:2046;top:8844;width:8;height:2" coordorigin="2046,8844" coordsize="8,0" path="m2046,8844l2053,8844e" filled="false" stroked="true" strokeweight=".48pt" strokecolor="#000000">
                <v:path arrowok="t"/>
              </v:shape>
            </v:group>
            <v:group style="position:absolute;left:2046;top:8868;width:8;height:2" coordorigin="2046,8868" coordsize="8,2">
              <v:shape style="position:absolute;left:2046;top:8868;width:8;height:2" coordorigin="2046,8868" coordsize="8,0" path="m2046,8868l2053,8868e" filled="false" stroked="true" strokeweight=".48pt" strokecolor="#000000">
                <v:path arrowok="t"/>
              </v:shape>
            </v:group>
            <v:group style="position:absolute;left:2046;top:8892;width:8;height:2" coordorigin="2046,8892" coordsize="8,2">
              <v:shape style="position:absolute;left:2046;top:8892;width:8;height:2" coordorigin="2046,8892" coordsize="8,0" path="m2046,8892l2053,8892e" filled="false" stroked="true" strokeweight=".48pt" strokecolor="#000000">
                <v:path arrowok="t"/>
              </v:shape>
            </v:group>
            <v:group style="position:absolute;left:2046;top:8916;width:8;height:2" coordorigin="2046,8916" coordsize="8,2">
              <v:shape style="position:absolute;left:2046;top:8916;width:8;height:2" coordorigin="2046,8916" coordsize="8,0" path="m2046,8916l2053,8916e" filled="false" stroked="true" strokeweight=".48pt" strokecolor="#000000">
                <v:path arrowok="t"/>
              </v:shape>
            </v:group>
            <v:group style="position:absolute;left:2046;top:8940;width:8;height:2" coordorigin="2046,8940" coordsize="8,2">
              <v:shape style="position:absolute;left:2046;top:8940;width:8;height:2" coordorigin="2046,8940" coordsize="8,0" path="m2046,8940l2053,8940e" filled="false" stroked="true" strokeweight=".48pt" strokecolor="#000000">
                <v:path arrowok="t"/>
              </v:shape>
            </v:group>
            <v:group style="position:absolute;left:2046;top:8964;width:8;height:2" coordorigin="2046,8964" coordsize="8,2">
              <v:shape style="position:absolute;left:2046;top:8964;width:8;height:2" coordorigin="2046,8964" coordsize="8,0" path="m2046,8964l2053,8964e" filled="false" stroked="true" strokeweight=".48pt" strokecolor="#000000">
                <v:path arrowok="t"/>
              </v:shape>
            </v:group>
            <v:group style="position:absolute;left:2046;top:8988;width:8;height:2" coordorigin="2046,8988" coordsize="8,2">
              <v:shape style="position:absolute;left:2046;top:8988;width:8;height:2" coordorigin="2046,8988" coordsize="8,0" path="m2046,8988l2053,8988e" filled="false" stroked="true" strokeweight=".48pt" strokecolor="#000000">
                <v:path arrowok="t"/>
              </v:shape>
            </v:group>
            <v:group style="position:absolute;left:2046;top:9012;width:8;height:2" coordorigin="2046,9012" coordsize="8,2">
              <v:shape style="position:absolute;left:2046;top:9012;width:8;height:2" coordorigin="2046,9012" coordsize="8,0" path="m2046,9012l2053,9012e" filled="false" stroked="true" strokeweight=".48pt" strokecolor="#000000">
                <v:path arrowok="t"/>
              </v:shape>
            </v:group>
            <v:group style="position:absolute;left:2046;top:9035;width:8;height:2" coordorigin="2046,9035" coordsize="8,2">
              <v:shape style="position:absolute;left:2046;top:9035;width:8;height:2" coordorigin="2046,9035" coordsize="8,0" path="m2046,9035l2053,9035e" filled="false" stroked="true" strokeweight=".48pt" strokecolor="#000000">
                <v:path arrowok="t"/>
              </v:shape>
            </v:group>
            <v:group style="position:absolute;left:2046;top:9060;width:8;height:2" coordorigin="2046,9060" coordsize="8,2">
              <v:shape style="position:absolute;left:2046;top:9060;width:8;height:2" coordorigin="2046,9060" coordsize="8,0" path="m2046,9060l2053,9060e" filled="false" stroked="true" strokeweight=".48pt" strokecolor="#000000">
                <v:path arrowok="t"/>
              </v:shape>
            </v:group>
            <v:group style="position:absolute;left:2046;top:9084;width:8;height:2" coordorigin="2046,9084" coordsize="8,2">
              <v:shape style="position:absolute;left:2046;top:9084;width:8;height:2" coordorigin="2046,9084" coordsize="8,0" path="m2046,9084l2053,9084e" filled="false" stroked="true" strokeweight=".48pt" strokecolor="#000000">
                <v:path arrowok="t"/>
              </v:shape>
            </v:group>
            <v:group style="position:absolute;left:2046;top:9107;width:8;height:2" coordorigin="2046,9107" coordsize="8,2">
              <v:shape style="position:absolute;left:2046;top:9107;width:8;height:2" coordorigin="2046,9107" coordsize="8,0" path="m2046,9107l2053,9107e" filled="false" stroked="true" strokeweight=".48pt" strokecolor="#000000">
                <v:path arrowok="t"/>
              </v:shape>
            </v:group>
            <v:group style="position:absolute;left:2046;top:9132;width:8;height:2" coordorigin="2046,9132" coordsize="8,2">
              <v:shape style="position:absolute;left:2046;top:9132;width:8;height:2" coordorigin="2046,9132" coordsize="8,0" path="m2046,9132l2053,9132e" filled="false" stroked="true" strokeweight=".48pt" strokecolor="#000000">
                <v:path arrowok="t"/>
              </v:shape>
            </v:group>
            <v:group style="position:absolute;left:2046;top:9155;width:8;height:2" coordorigin="2046,9155" coordsize="8,2">
              <v:shape style="position:absolute;left:2046;top:9155;width:8;height:2" coordorigin="2046,9155" coordsize="8,0" path="m2046,9155l2053,9155e" filled="false" stroked="true" strokeweight=".48pt" strokecolor="#000000">
                <v:path arrowok="t"/>
              </v:shape>
            </v:group>
            <v:group style="position:absolute;left:2046;top:9180;width:8;height:2" coordorigin="2046,9180" coordsize="8,2">
              <v:shape style="position:absolute;left:2046;top:9180;width:8;height:2" coordorigin="2046,9180" coordsize="8,0" path="m2046,9180l2053,9180e" filled="false" stroked="true" strokeweight=".48pt" strokecolor="#000000">
                <v:path arrowok="t"/>
              </v:shape>
            </v:group>
            <v:group style="position:absolute;left:2046;top:9204;width:8;height:2" coordorigin="2046,9204" coordsize="8,2">
              <v:shape style="position:absolute;left:2046;top:9204;width:8;height:2" coordorigin="2046,9204" coordsize="8,0" path="m2046,9204l2053,9204e" filled="false" stroked="true" strokeweight=".48pt" strokecolor="#000000">
                <v:path arrowok="t"/>
              </v:shape>
            </v:group>
            <v:group style="position:absolute;left:2046;top:9227;width:8;height:2" coordorigin="2046,9227" coordsize="8,2">
              <v:shape style="position:absolute;left:2046;top:9227;width:8;height:2" coordorigin="2046,9227" coordsize="8,0" path="m2046,9227l2053,9227e" filled="false" stroked="true" strokeweight=".48pt" strokecolor="#000000">
                <v:path arrowok="t"/>
              </v:shape>
            </v:group>
            <v:group style="position:absolute;left:2046;top:9252;width:8;height:2" coordorigin="2046,9252" coordsize="8,2">
              <v:shape style="position:absolute;left:2046;top:9252;width:8;height:2" coordorigin="2046,9252" coordsize="8,0" path="m2046,9252l2053,9252e" filled="false" stroked="true" strokeweight=".48pt" strokecolor="#000000">
                <v:path arrowok="t"/>
              </v:shape>
            </v:group>
            <v:group style="position:absolute;left:2046;top:9275;width:8;height:2" coordorigin="2046,9275" coordsize="8,2">
              <v:shape style="position:absolute;left:2046;top:9275;width:8;height:2" coordorigin="2046,9275" coordsize="8,0" path="m2046,9275l2053,9275e" filled="false" stroked="true" strokeweight=".48pt" strokecolor="#000000">
                <v:path arrowok="t"/>
              </v:shape>
            </v:group>
            <v:group style="position:absolute;left:2046;top:9300;width:8;height:2" coordorigin="2046,9300" coordsize="8,2">
              <v:shape style="position:absolute;left:2046;top:9300;width:8;height:2" coordorigin="2046,9300" coordsize="8,0" path="m2046,9300l2053,9300e" filled="false" stroked="true" strokeweight=".48pt" strokecolor="#000000">
                <v:path arrowok="t"/>
              </v:shape>
            </v:group>
            <v:group style="position:absolute;left:2046;top:9324;width:8;height:2" coordorigin="2046,9324" coordsize="8,2">
              <v:shape style="position:absolute;left:2046;top:9324;width:8;height:2" coordorigin="2046,9324" coordsize="8,0" path="m2046,9324l2053,9324e" filled="false" stroked="true" strokeweight=".48pt" strokecolor="#000000">
                <v:path arrowok="t"/>
              </v:shape>
            </v:group>
            <v:group style="position:absolute;left:2046;top:9347;width:8;height:2" coordorigin="2046,9347" coordsize="8,2">
              <v:shape style="position:absolute;left:2046;top:9347;width:8;height:2" coordorigin="2046,9347" coordsize="8,0" path="m2046,9347l2053,9347e" filled="false" stroked="true" strokeweight=".48pt" strokecolor="#000000">
                <v:path arrowok="t"/>
              </v:shape>
            </v:group>
            <v:group style="position:absolute;left:2046;top:9372;width:8;height:2" coordorigin="2046,9372" coordsize="8,2">
              <v:shape style="position:absolute;left:2046;top:9372;width:8;height:2" coordorigin="2046,9372" coordsize="8,0" path="m2046,9372l2053,9372e" filled="false" stroked="true" strokeweight=".48pt" strokecolor="#000000">
                <v:path arrowok="t"/>
              </v:shape>
            </v:group>
            <v:group style="position:absolute;left:2046;top:9395;width:8;height:2" coordorigin="2046,9395" coordsize="8,2">
              <v:shape style="position:absolute;left:2046;top:9395;width:8;height:2" coordorigin="2046,9395" coordsize="8,0" path="m2046,9395l2053,9395e" filled="false" stroked="true" strokeweight=".479pt" strokecolor="#000000">
                <v:path arrowok="t"/>
              </v:shape>
            </v:group>
            <v:group style="position:absolute;left:2046;top:9419;width:8;height:2" coordorigin="2046,9419" coordsize="8,2">
              <v:shape style="position:absolute;left:2046;top:9419;width:8;height:2" coordorigin="2046,9419" coordsize="8,0" path="m2046,9419l2053,9419e" filled="false" stroked="true" strokeweight=".48pt" strokecolor="#000000">
                <v:path arrowok="t"/>
              </v:shape>
            </v:group>
            <v:group style="position:absolute;left:2046;top:9443;width:8;height:2" coordorigin="2046,9443" coordsize="8,2">
              <v:shape style="position:absolute;left:2046;top:9443;width:8;height:2" coordorigin="2046,9443" coordsize="8,0" path="m2046,9443l2053,9443e" filled="false" stroked="true" strokeweight=".48pt" strokecolor="#000000">
                <v:path arrowok="t"/>
              </v:shape>
            </v:group>
            <v:group style="position:absolute;left:2046;top:9467;width:8;height:2" coordorigin="2046,9467" coordsize="8,2">
              <v:shape style="position:absolute;left:2046;top:9467;width:8;height:2" coordorigin="2046,9467" coordsize="8,0" path="m2046,9467l2053,9467e" filled="false" stroked="true" strokeweight=".48pt" strokecolor="#000000">
                <v:path arrowok="t"/>
              </v:shape>
            </v:group>
            <v:group style="position:absolute;left:2046;top:9491;width:8;height:2" coordorigin="2046,9491" coordsize="8,2">
              <v:shape style="position:absolute;left:2046;top:9491;width:8;height:2" coordorigin="2046,9491" coordsize="8,0" path="m2046,9491l2053,9491e" filled="false" stroked="true" strokeweight=".48pt" strokecolor="#000000">
                <v:path arrowok="t"/>
              </v:shape>
            </v:group>
            <v:group style="position:absolute;left:2046;top:9515;width:8;height:2" coordorigin="2046,9515" coordsize="8,2">
              <v:shape style="position:absolute;left:2046;top:9515;width:8;height:2" coordorigin="2046,9515" coordsize="8,0" path="m2046,9515l2053,9515e" filled="false" stroked="true" strokeweight=".48pt" strokecolor="#000000">
                <v:path arrowok="t"/>
              </v:shape>
            </v:group>
            <v:group style="position:absolute;left:2046;top:9539;width:8;height:2" coordorigin="2046,9539" coordsize="8,2">
              <v:shape style="position:absolute;left:2046;top:9539;width:8;height:2" coordorigin="2046,9539" coordsize="8,0" path="m2046,9539l2053,9539e" filled="false" stroked="true" strokeweight=".48pt" strokecolor="#000000">
                <v:path arrowok="t"/>
              </v:shape>
            </v:group>
            <v:group style="position:absolute;left:2046;top:9563;width:8;height:2" coordorigin="2046,9563" coordsize="8,2">
              <v:shape style="position:absolute;left:2046;top:9563;width:8;height:2" coordorigin="2046,9563" coordsize="8,0" path="m2046,9563l2053,9563e" filled="false" stroked="true" strokeweight=".48pt" strokecolor="#000000">
                <v:path arrowok="t"/>
              </v:shape>
            </v:group>
            <v:group style="position:absolute;left:2046;top:9587;width:8;height:2" coordorigin="2046,9587" coordsize="8,2">
              <v:shape style="position:absolute;left:2046;top:9587;width:8;height:2" coordorigin="2046,9587" coordsize="8,0" path="m2046,9587l2053,9587e" filled="false" stroked="true" strokeweight=".48pt" strokecolor="#000000">
                <v:path arrowok="t"/>
              </v:shape>
            </v:group>
            <v:group style="position:absolute;left:2046;top:9611;width:8;height:2" coordorigin="2046,9611" coordsize="8,2">
              <v:shape style="position:absolute;left:2046;top:9611;width:8;height:2" coordorigin="2046,9611" coordsize="8,0" path="m2046,9611l2053,9611e" filled="false" stroked="true" strokeweight=".48pt" strokecolor="#000000">
                <v:path arrowok="t"/>
              </v:shape>
            </v:group>
            <v:group style="position:absolute;left:2046;top:9635;width:8;height:2" coordorigin="2046,9635" coordsize="8,2">
              <v:shape style="position:absolute;left:2046;top:9635;width:8;height:2" coordorigin="2046,9635" coordsize="8,0" path="m2046,9635l2053,9635e" filled="false" stroked="true" strokeweight=".48pt" strokecolor="#000000">
                <v:path arrowok="t"/>
              </v:shape>
            </v:group>
            <v:group style="position:absolute;left:2046;top:9659;width:8;height:2" coordorigin="2046,9659" coordsize="8,2">
              <v:shape style="position:absolute;left:2046;top:9659;width:8;height:2" coordorigin="2046,9659" coordsize="8,0" path="m2046,9659l2053,9659e" filled="false" stroked="true" strokeweight=".48pt" strokecolor="#000000">
                <v:path arrowok="t"/>
              </v:shape>
            </v:group>
            <v:group style="position:absolute;left:2046;top:9683;width:8;height:2" coordorigin="2046,9683" coordsize="8,2">
              <v:shape style="position:absolute;left:2046;top:9683;width:8;height:2" coordorigin="2046,9683" coordsize="8,0" path="m2046,9683l2053,9683e" filled="false" stroked="true" strokeweight=".48pt" strokecolor="#000000">
                <v:path arrowok="t"/>
              </v:shape>
            </v:group>
            <v:group style="position:absolute;left:2046;top:9707;width:8;height:2" coordorigin="2046,9707" coordsize="8,2">
              <v:shape style="position:absolute;left:2046;top:9707;width:8;height:2" coordorigin="2046,9707" coordsize="8,0" path="m2046,9707l2053,9707e" filled="false" stroked="true" strokeweight=".48pt" strokecolor="#000000">
                <v:path arrowok="t"/>
              </v:shape>
            </v:group>
            <v:group style="position:absolute;left:2046;top:9731;width:8;height:2" coordorigin="2046,9731" coordsize="8,2">
              <v:shape style="position:absolute;left:2046;top:9731;width:8;height:2" coordorigin="2046,9731" coordsize="8,0" path="m2046,9731l2053,9731e" filled="false" stroked="true" strokeweight=".48pt" strokecolor="#000000">
                <v:path arrowok="t"/>
              </v:shape>
            </v:group>
            <v:group style="position:absolute;left:2046;top:9755;width:8;height:2" coordorigin="2046,9755" coordsize="8,2">
              <v:shape style="position:absolute;left:2046;top:9755;width:8;height:2" coordorigin="2046,9755" coordsize="8,0" path="m2046,9755l2053,9755e" filled="false" stroked="true" strokeweight=".48pt" strokecolor="#000000">
                <v:path arrowok="t"/>
              </v:shape>
            </v:group>
            <v:group style="position:absolute;left:2046;top:9779;width:8;height:2" coordorigin="2046,9779" coordsize="8,2">
              <v:shape style="position:absolute;left:2046;top:9779;width:8;height:2" coordorigin="2046,9779" coordsize="8,0" path="m2046,9779l2053,9779e" filled="false" stroked="true" strokeweight=".48pt" strokecolor="#000000">
                <v:path arrowok="t"/>
              </v:shape>
            </v:group>
            <v:group style="position:absolute;left:2046;top:9803;width:8;height:2" coordorigin="2046,9803" coordsize="8,2">
              <v:shape style="position:absolute;left:2046;top:9803;width:8;height:2" coordorigin="2046,9803" coordsize="8,0" path="m2046,9803l2053,9803e" filled="false" stroked="true" strokeweight=".48pt" strokecolor="#000000">
                <v:path arrowok="t"/>
              </v:shape>
            </v:group>
            <v:group style="position:absolute;left:2046;top:9827;width:8;height:2" coordorigin="2046,9827" coordsize="8,2">
              <v:shape style="position:absolute;left:2046;top:9827;width:8;height:2" coordorigin="2046,9827" coordsize="8,0" path="m2046,9827l2053,9827e" filled="false" stroked="true" strokeweight=".48pt" strokecolor="#000000">
                <v:path arrowok="t"/>
              </v:shape>
            </v:group>
            <v:group style="position:absolute;left:2046;top:9851;width:8;height:2" coordorigin="2046,9851" coordsize="8,2">
              <v:shape style="position:absolute;left:2046;top:9851;width:8;height:2" coordorigin="2046,9851" coordsize="8,0" path="m2046,9851l2053,9851e" filled="false" stroked="true" strokeweight=".48pt" strokecolor="#000000">
                <v:path arrowok="t"/>
              </v:shape>
            </v:group>
            <v:group style="position:absolute;left:2046;top:9875;width:8;height:2" coordorigin="2046,9875" coordsize="8,2">
              <v:shape style="position:absolute;left:2046;top:9875;width:8;height:2" coordorigin="2046,9875" coordsize="8,0" path="m2046,9875l2053,9875e" filled="false" stroked="true" strokeweight=".48pt" strokecolor="#000000">
                <v:path arrowok="t"/>
              </v:shape>
            </v:group>
            <v:group style="position:absolute;left:2046;top:9899;width:8;height:2" coordorigin="2046,9899" coordsize="8,2">
              <v:shape style="position:absolute;left:2046;top:9899;width:8;height:2" coordorigin="2046,9899" coordsize="8,0" path="m2046,9899l2053,9899e" filled="false" stroked="true" strokeweight=".48pt" strokecolor="#000000">
                <v:path arrowok="t"/>
              </v:shape>
            </v:group>
            <v:group style="position:absolute;left:2046;top:9923;width:8;height:2" coordorigin="2046,9923" coordsize="8,2">
              <v:shape style="position:absolute;left:2046;top:9923;width:8;height:2" coordorigin="2046,9923" coordsize="8,0" path="m2046,9923l2053,9923e" filled="false" stroked="true" strokeweight=".48pt" strokecolor="#000000">
                <v:path arrowok="t"/>
              </v:shape>
            </v:group>
            <v:group style="position:absolute;left:2046;top:9947;width:8;height:2" coordorigin="2046,9947" coordsize="8,2">
              <v:shape style="position:absolute;left:2046;top:9947;width:8;height:2" coordorigin="2046,9947" coordsize="8,0" path="m2046,9947l2053,9947e" filled="false" stroked="true" strokeweight=".48pt" strokecolor="#000000">
                <v:path arrowok="t"/>
              </v:shape>
            </v:group>
            <v:group style="position:absolute;left:2046;top:9971;width:8;height:2" coordorigin="2046,9971" coordsize="8,2">
              <v:shape style="position:absolute;left:2046;top:9971;width:8;height:2" coordorigin="2046,9971" coordsize="8,0" path="m2046,9971l2053,9971e" filled="false" stroked="true" strokeweight=".48pt" strokecolor="#000000">
                <v:path arrowok="t"/>
              </v:shape>
            </v:group>
            <v:group style="position:absolute;left:2046;top:9995;width:8;height:2" coordorigin="2046,9995" coordsize="8,2">
              <v:shape style="position:absolute;left:2046;top:9995;width:8;height:2" coordorigin="2046,9995" coordsize="8,0" path="m2046,9995l2053,9995e" filled="false" stroked="true" strokeweight=".48pt" strokecolor="#000000">
                <v:path arrowok="t"/>
              </v:shape>
            </v:group>
            <v:group style="position:absolute;left:2046;top:10019;width:8;height:2" coordorigin="2046,10019" coordsize="8,2">
              <v:shape style="position:absolute;left:2046;top:10019;width:8;height:2" coordorigin="2046,10019" coordsize="8,0" path="m2046,10019l2053,10019e" filled="false" stroked="true" strokeweight=".48pt" strokecolor="#000000">
                <v:path arrowok="t"/>
              </v:shape>
            </v:group>
            <v:group style="position:absolute;left:2046;top:10043;width:8;height:2" coordorigin="2046,10043" coordsize="8,2">
              <v:shape style="position:absolute;left:2046;top:10043;width:8;height:2" coordorigin="2046,10043" coordsize="8,0" path="m2046,10043l2053,10043e" filled="false" stroked="true" strokeweight=".48pt" strokecolor="#000000">
                <v:path arrowok="t"/>
              </v:shape>
            </v:group>
            <v:group style="position:absolute;left:2046;top:10091;width:8;height:2" coordorigin="2046,10091" coordsize="8,2">
              <v:shape style="position:absolute;left:2046;top:10091;width:8;height:2" coordorigin="2046,10091" coordsize="8,0" path="m2046,10091l2053,10091e" filled="false" stroked="true" strokeweight=".48pt" strokecolor="#000000">
                <v:path arrowok="t"/>
              </v:shape>
            </v:group>
            <v:group style="position:absolute;left:2046;top:10115;width:8;height:2" coordorigin="2046,10115" coordsize="8,2">
              <v:shape style="position:absolute;left:2046;top:10115;width:8;height:2" coordorigin="2046,10115" coordsize="8,0" path="m2046,10115l2053,10115e" filled="false" stroked="true" strokeweight=".48pt" strokecolor="#000000">
                <v:path arrowok="t"/>
              </v:shape>
            </v:group>
            <v:group style="position:absolute;left:2046;top:10139;width:8;height:2" coordorigin="2046,10139" coordsize="8,2">
              <v:shape style="position:absolute;left:2046;top:10139;width:8;height:2" coordorigin="2046,10139" coordsize="8,0" path="m2046,10139l2053,10139e" filled="false" stroked="true" strokeweight=".48pt" strokecolor="#000000">
                <v:path arrowok="t"/>
              </v:shape>
            </v:group>
            <v:group style="position:absolute;left:2046;top:10163;width:8;height:2" coordorigin="2046,10163" coordsize="8,2">
              <v:shape style="position:absolute;left:2046;top:10163;width:8;height:2" coordorigin="2046,10163" coordsize="8,0" path="m2046,10163l2053,10163e" filled="false" stroked="true" strokeweight=".48pt" strokecolor="#000000">
                <v:path arrowok="t"/>
              </v:shape>
            </v:group>
            <v:group style="position:absolute;left:2046;top:10187;width:8;height:2" coordorigin="2046,10187" coordsize="8,2">
              <v:shape style="position:absolute;left:2046;top:10187;width:8;height:2" coordorigin="2046,10187" coordsize="8,0" path="m2046,10187l2053,10187e" filled="false" stroked="true" strokeweight=".48pt" strokecolor="#000000">
                <v:path arrowok="t"/>
              </v:shape>
            </v:group>
            <v:group style="position:absolute;left:2046;top:10211;width:8;height:2" coordorigin="2046,10211" coordsize="8,2">
              <v:shape style="position:absolute;left:2046;top:10211;width:8;height:2" coordorigin="2046,10211" coordsize="8,0" path="m2046,10211l2053,10211e" filled="false" stroked="true" strokeweight=".48pt" strokecolor="#000000">
                <v:path arrowok="t"/>
              </v:shape>
            </v:group>
            <v:group style="position:absolute;left:2046;top:10235;width:8;height:2" coordorigin="2046,10235" coordsize="8,2">
              <v:shape style="position:absolute;left:2046;top:10235;width:8;height:2" coordorigin="2046,10235" coordsize="8,0" path="m2046,10235l2053,10235e" filled="false" stroked="true" strokeweight=".48pt" strokecolor="#000000">
                <v:path arrowok="t"/>
              </v:shape>
            </v:group>
            <v:group style="position:absolute;left:2046;top:10259;width:8;height:2" coordorigin="2046,10259" coordsize="8,2">
              <v:shape style="position:absolute;left:2046;top:10259;width:8;height:2" coordorigin="2046,10259" coordsize="8,0" path="m2046,10259l2053,10259e" filled="false" stroked="true" strokeweight=".48pt" strokecolor="#000000">
                <v:path arrowok="t"/>
              </v:shape>
            </v:group>
            <v:group style="position:absolute;left:2046;top:10283;width:8;height:2" coordorigin="2046,10283" coordsize="8,2">
              <v:shape style="position:absolute;left:2046;top:10283;width:8;height:2" coordorigin="2046,10283" coordsize="8,0" path="m2046,10283l2053,10283e" filled="false" stroked="true" strokeweight=".48pt" strokecolor="#000000">
                <v:path arrowok="t"/>
              </v:shape>
            </v:group>
            <v:group style="position:absolute;left:2046;top:10307;width:8;height:2" coordorigin="2046,10307" coordsize="8,2">
              <v:shape style="position:absolute;left:2046;top:10307;width:8;height:2" coordorigin="2046,10307" coordsize="8,0" path="m2046,10307l2053,10307e" filled="false" stroked="true" strokeweight=".48pt" strokecolor="#000000">
                <v:path arrowok="t"/>
              </v:shape>
            </v:group>
            <v:group style="position:absolute;left:2046;top:10331;width:8;height:2" coordorigin="2046,10331" coordsize="8,2">
              <v:shape style="position:absolute;left:2046;top:10331;width:8;height:2" coordorigin="2046,10331" coordsize="8,0" path="m2046,10331l2053,10331e" filled="false" stroked="true" strokeweight=".48pt" strokecolor="#000000">
                <v:path arrowok="t"/>
              </v:shape>
            </v:group>
            <v:group style="position:absolute;left:2046;top:10355;width:8;height:2" coordorigin="2046,10355" coordsize="8,2">
              <v:shape style="position:absolute;left:2046;top:10355;width:8;height:2" coordorigin="2046,10355" coordsize="8,0" path="m2046,10355l2053,10355e" filled="false" stroked="true" strokeweight=".48pt" strokecolor="#000000">
                <v:path arrowok="t"/>
              </v:shape>
            </v:group>
            <v:group style="position:absolute;left:2046;top:10379;width:8;height:2" coordorigin="2046,10379" coordsize="8,2">
              <v:shape style="position:absolute;left:2046;top:10379;width:8;height:2" coordorigin="2046,10379" coordsize="8,0" path="m2046,10379l2053,10379e" filled="false" stroked="true" strokeweight=".48pt" strokecolor="#000000">
                <v:path arrowok="t"/>
              </v:shape>
            </v:group>
            <v:group style="position:absolute;left:2046;top:10403;width:8;height:2" coordorigin="2046,10403" coordsize="8,2">
              <v:shape style="position:absolute;left:2046;top:10403;width:8;height:2" coordorigin="2046,10403" coordsize="8,0" path="m2046,10403l2053,10403e" filled="false" stroked="true" strokeweight=".48pt" strokecolor="#000000">
                <v:path arrowok="t"/>
              </v:shape>
            </v:group>
            <v:group style="position:absolute;left:2046;top:10427;width:8;height:2" coordorigin="2046,10427" coordsize="8,2">
              <v:shape style="position:absolute;left:2046;top:10427;width:8;height:2" coordorigin="2046,10427" coordsize="8,0" path="m2046,10427l2053,10427e" filled="false" stroked="true" strokeweight=".48pt" strokecolor="#000000">
                <v:path arrowok="t"/>
              </v:shape>
            </v:group>
            <v:group style="position:absolute;left:2046;top:10451;width:8;height:2" coordorigin="2046,10451" coordsize="8,2">
              <v:shape style="position:absolute;left:2046;top:10451;width:8;height:2" coordorigin="2046,10451" coordsize="8,0" path="m2046,10451l2053,10451e" filled="false" stroked="true" strokeweight=".48pt" strokecolor="#000000">
                <v:path arrowok="t"/>
              </v:shape>
            </v:group>
            <v:group style="position:absolute;left:2046;top:10475;width:8;height:2" coordorigin="2046,10475" coordsize="8,2">
              <v:shape style="position:absolute;left:2046;top:10475;width:8;height:2" coordorigin="2046,10475" coordsize="8,0" path="m2046,10475l2053,10475e" filled="false" stroked="true" strokeweight=".48pt" strokecolor="#000000">
                <v:path arrowok="t"/>
              </v:shape>
            </v:group>
            <v:group style="position:absolute;left:2046;top:10499;width:8;height:2" coordorigin="2046,10499" coordsize="8,2">
              <v:shape style="position:absolute;left:2046;top:10499;width:8;height:2" coordorigin="2046,10499" coordsize="8,0" path="m2046,10499l2053,10499e" filled="false" stroked="true" strokeweight=".479pt" strokecolor="#000000">
                <v:path arrowok="t"/>
              </v:shape>
            </v:group>
            <v:group style="position:absolute;left:2046;top:10523;width:8;height:2" coordorigin="2046,10523" coordsize="8,2">
              <v:shape style="position:absolute;left:2046;top:10523;width:8;height:2" coordorigin="2046,10523" coordsize="8,0" path="m2046,10523l2053,10523e" filled="false" stroked="true" strokeweight=".48pt" strokecolor="#000000">
                <v:path arrowok="t"/>
              </v:shape>
            </v:group>
            <v:group style="position:absolute;left:2046;top:10547;width:8;height:2" coordorigin="2046,10547" coordsize="8,2">
              <v:shape style="position:absolute;left:2046;top:10547;width:8;height:2" coordorigin="2046,10547" coordsize="8,0" path="m2046,10547l2053,10547e" filled="false" stroked="true" strokeweight=".48pt" strokecolor="#000000">
                <v:path arrowok="t"/>
              </v:shape>
            </v:group>
            <v:group style="position:absolute;left:2046;top:10571;width:8;height:2" coordorigin="2046,10571" coordsize="8,2">
              <v:shape style="position:absolute;left:2046;top:10571;width:8;height:2" coordorigin="2046,10571" coordsize="8,0" path="m2046,10571l2053,10571e" filled="false" stroked="true" strokeweight=".48pt" strokecolor="#000000">
                <v:path arrowok="t"/>
              </v:shape>
            </v:group>
            <v:group style="position:absolute;left:2046;top:10595;width:8;height:2" coordorigin="2046,10595" coordsize="8,2">
              <v:shape style="position:absolute;left:2046;top:10595;width:8;height:2" coordorigin="2046,10595" coordsize="8,0" path="m2046,10595l2053,10595e" filled="false" stroked="true" strokeweight=".48pt" strokecolor="#000000">
                <v:path arrowok="t"/>
              </v:shape>
            </v:group>
            <v:group style="position:absolute;left:2046;top:10619;width:8;height:2" coordorigin="2046,10619" coordsize="8,2">
              <v:shape style="position:absolute;left:2046;top:10619;width:8;height:2" coordorigin="2046,10619" coordsize="8,0" path="m2046,10619l2053,10619e" filled="false" stroked="true" strokeweight=".48pt" strokecolor="#000000">
                <v:path arrowok="t"/>
              </v:shape>
            </v:group>
            <v:group style="position:absolute;left:2046;top:10643;width:8;height:2" coordorigin="2046,10643" coordsize="8,2">
              <v:shape style="position:absolute;left:2046;top:10643;width:8;height:2" coordorigin="2046,10643" coordsize="8,0" path="m2046,10643l2053,10643e" filled="false" stroked="true" strokeweight=".48pt" strokecolor="#000000">
                <v:path arrowok="t"/>
              </v:shape>
            </v:group>
            <v:group style="position:absolute;left:2046;top:10667;width:8;height:2" coordorigin="2046,10667" coordsize="8,2">
              <v:shape style="position:absolute;left:2046;top:10667;width:8;height:2" coordorigin="2046,10667" coordsize="8,0" path="m2046,10667l2053,10667e" filled="false" stroked="true" strokeweight=".48pt" strokecolor="#000000">
                <v:path arrowok="t"/>
              </v:shape>
            </v:group>
            <v:group style="position:absolute;left:2046;top:10691;width:8;height:2" coordorigin="2046,10691" coordsize="8,2">
              <v:shape style="position:absolute;left:2046;top:10691;width:8;height:2" coordorigin="2046,10691" coordsize="8,0" path="m2046,10691l2053,10691e" filled="false" stroked="true" strokeweight=".48pt" strokecolor="#000000">
                <v:path arrowok="t"/>
              </v:shape>
            </v:group>
            <v:group style="position:absolute;left:2046;top:10715;width:8;height:2" coordorigin="2046,10715" coordsize="8,2">
              <v:shape style="position:absolute;left:2046;top:10715;width:8;height:2" coordorigin="2046,10715" coordsize="8,0" path="m2046,10715l2053,10715e" filled="false" stroked="true" strokeweight=".48pt" strokecolor="#000000">
                <v:path arrowok="t"/>
              </v:shape>
            </v:group>
            <v:group style="position:absolute;left:2046;top:10739;width:8;height:2" coordorigin="2046,10739" coordsize="8,2">
              <v:shape style="position:absolute;left:2046;top:10739;width:8;height:2" coordorigin="2046,10739" coordsize="8,0" path="m2046,10739l2053,10739e" filled="false" stroked="true" strokeweight=".48pt" strokecolor="#000000">
                <v:path arrowok="t"/>
              </v:shape>
            </v:group>
            <v:group style="position:absolute;left:2046;top:10763;width:8;height:2" coordorigin="2046,10763" coordsize="8,2">
              <v:shape style="position:absolute;left:2046;top:10763;width:8;height:2" coordorigin="2046,10763" coordsize="8,0" path="m2046,10763l2053,10763e" filled="false" stroked="true" strokeweight=".48pt" strokecolor="#000000">
                <v:path arrowok="t"/>
              </v:shape>
            </v:group>
            <v:group style="position:absolute;left:2046;top:10787;width:8;height:2" coordorigin="2046,10787" coordsize="8,2">
              <v:shape style="position:absolute;left:2046;top:10787;width:8;height:2" coordorigin="2046,10787" coordsize="8,0" path="m2046,10787l2053,10787e" filled="false" stroked="true" strokeweight=".48pt" strokecolor="#000000">
                <v:path arrowok="t"/>
              </v:shape>
            </v:group>
            <v:group style="position:absolute;left:2046;top:10811;width:8;height:2" coordorigin="2046,10811" coordsize="8,2">
              <v:shape style="position:absolute;left:2046;top:10811;width:8;height:2" coordorigin="2046,10811" coordsize="8,0" path="m2046,10811l2053,10811e" filled="false" stroked="true" strokeweight=".48pt" strokecolor="#000000">
                <v:path arrowok="t"/>
              </v:shape>
            </v:group>
            <v:group style="position:absolute;left:2046;top:10835;width:8;height:2" coordorigin="2046,10835" coordsize="8,2">
              <v:shape style="position:absolute;left:2046;top:10835;width:8;height:2" coordorigin="2046,10835" coordsize="8,0" path="m2046,10835l2053,10835e" filled="false" stroked="true" strokeweight=".48pt" strokecolor="#000000">
                <v:path arrowok="t"/>
              </v:shape>
            </v:group>
            <v:group style="position:absolute;left:2046;top:10859;width:8;height:2" coordorigin="2046,10859" coordsize="8,2">
              <v:shape style="position:absolute;left:2046;top:10859;width:8;height:2" coordorigin="2046,10859" coordsize="8,0" path="m2046,10859l2053,10859e" filled="false" stroked="true" strokeweight=".48pt" strokecolor="#000000">
                <v:path arrowok="t"/>
              </v:shape>
            </v:group>
            <v:group style="position:absolute;left:2046;top:10883;width:8;height:2" coordorigin="2046,10883" coordsize="8,2">
              <v:shape style="position:absolute;left:2046;top:10883;width:8;height:2" coordorigin="2046,10883" coordsize="8,0" path="m2046,10883l2053,10883e" filled="false" stroked="true" strokeweight=".48pt" strokecolor="#000000">
                <v:path arrowok="t"/>
              </v:shape>
            </v:group>
            <v:group style="position:absolute;left:2046;top:10907;width:8;height:2" coordorigin="2046,10907" coordsize="8,2">
              <v:shape style="position:absolute;left:2046;top:10907;width:8;height:2" coordorigin="2046,10907" coordsize="8,0" path="m2046,10907l2053,10907e" filled="false" stroked="true" strokeweight=".48pt" strokecolor="#000000">
                <v:path arrowok="t"/>
              </v:shape>
            </v:group>
            <v:group style="position:absolute;left:2046;top:10931;width:8;height:2" coordorigin="2046,10931" coordsize="8,2">
              <v:shape style="position:absolute;left:2046;top:10931;width:8;height:2" coordorigin="2046,10931" coordsize="8,0" path="m2046,10931l2053,10931e" filled="false" stroked="true" strokeweight=".48pt" strokecolor="#000000">
                <v:path arrowok="t"/>
              </v:shape>
            </v:group>
            <v:group style="position:absolute;left:2046;top:10955;width:8;height:2" coordorigin="2046,10955" coordsize="8,2">
              <v:shape style="position:absolute;left:2046;top:10955;width:8;height:2" coordorigin="2046,10955" coordsize="8,0" path="m2046,10955l2053,10955e" filled="false" stroked="true" strokeweight=".48pt" strokecolor="#000000">
                <v:path arrowok="t"/>
              </v:shape>
            </v:group>
            <v:group style="position:absolute;left:2046;top:10979;width:8;height:2" coordorigin="2046,10979" coordsize="8,2">
              <v:shape style="position:absolute;left:2046;top:10979;width:8;height:2" coordorigin="2046,10979" coordsize="8,0" path="m2046,10979l2053,10979e" filled="false" stroked="true" strokeweight=".48pt" strokecolor="#000000">
                <v:path arrowok="t"/>
              </v:shape>
            </v:group>
            <v:group style="position:absolute;left:2046;top:11003;width:8;height:2" coordorigin="2046,11003" coordsize="8,2">
              <v:shape style="position:absolute;left:2046;top:11003;width:8;height:2" coordorigin="2046,11003" coordsize="8,0" path="m2046,11003l2053,11003e" filled="false" stroked="true" strokeweight=".48pt" strokecolor="#000000">
                <v:path arrowok="t"/>
              </v:shape>
            </v:group>
            <v:group style="position:absolute;left:2046;top:11027;width:8;height:2" coordorigin="2046,11027" coordsize="8,2">
              <v:shape style="position:absolute;left:2046;top:11027;width:8;height:2" coordorigin="2046,11027" coordsize="8,0" path="m2046,11027l2053,11027e" filled="false" stroked="true" strokeweight=".48pt" strokecolor="#000000">
                <v:path arrowok="t"/>
              </v:shape>
            </v:group>
            <v:group style="position:absolute;left:2046;top:11051;width:8;height:2" coordorigin="2046,11051" coordsize="8,2">
              <v:shape style="position:absolute;left:2046;top:11051;width:8;height:2" coordorigin="2046,11051" coordsize="8,0" path="m2046,11051l2053,11051e" filled="false" stroked="true" strokeweight=".48pt" strokecolor="#000000">
                <v:path arrowok="t"/>
              </v:shape>
            </v:group>
            <v:group style="position:absolute;left:2046;top:11075;width:8;height:2" coordorigin="2046,11075" coordsize="8,2">
              <v:shape style="position:absolute;left:2046;top:11075;width:8;height:2" coordorigin="2046,11075" coordsize="8,0" path="m2046,11075l2053,11075e" filled="false" stroked="true" strokeweight=".48pt" strokecolor="#000000">
                <v:path arrowok="t"/>
              </v:shape>
            </v:group>
            <v:group style="position:absolute;left:2046;top:11099;width:8;height:2" coordorigin="2046,11099" coordsize="8,2">
              <v:shape style="position:absolute;left:2046;top:11099;width:8;height:2" coordorigin="2046,11099" coordsize="8,0" path="m2046,11099l2053,11099e" filled="false" stroked="true" strokeweight=".48pt" strokecolor="#000000">
                <v:path arrowok="t"/>
              </v:shape>
            </v:group>
            <v:group style="position:absolute;left:2046;top:11123;width:8;height:2" coordorigin="2046,11123" coordsize="8,2">
              <v:shape style="position:absolute;left:2046;top:11123;width:8;height:2" coordorigin="2046,11123" coordsize="8,0" path="m2046,11123l2053,11123e" filled="false" stroked="true" strokeweight=".48pt" strokecolor="#000000">
                <v:path arrowok="t"/>
              </v:shape>
            </v:group>
            <v:group style="position:absolute;left:2046;top:11147;width:8;height:2" coordorigin="2046,11147" coordsize="8,2">
              <v:shape style="position:absolute;left:2046;top:11147;width:8;height:2" coordorigin="2046,11147" coordsize="8,0" path="m2046,11147l2053,11147e" filled="false" stroked="true" strokeweight=".48pt" strokecolor="#000000">
                <v:path arrowok="t"/>
              </v:shape>
            </v:group>
            <v:group style="position:absolute;left:2046;top:11171;width:8;height:2" coordorigin="2046,11171" coordsize="8,2">
              <v:shape style="position:absolute;left:2046;top:11171;width:8;height:2" coordorigin="2046,11171" coordsize="8,0" path="m2046,11171l2053,11171e" filled="false" stroked="true" strokeweight=".48pt" strokecolor="#000000">
                <v:path arrowok="t"/>
              </v:shape>
            </v:group>
            <v:group style="position:absolute;left:2046;top:11195;width:8;height:2" coordorigin="2046,11195" coordsize="8,2">
              <v:shape style="position:absolute;left:2046;top:11195;width:8;height:2" coordorigin="2046,11195" coordsize="8,0" path="m2046,11195l2053,11195e" filled="false" stroked="true" strokeweight=".48pt" strokecolor="#000000">
                <v:path arrowok="t"/>
              </v:shape>
            </v:group>
            <v:group style="position:absolute;left:2046;top:11219;width:8;height:2" coordorigin="2046,11219" coordsize="8,2">
              <v:shape style="position:absolute;left:2046;top:11219;width:8;height:2" coordorigin="2046,11219" coordsize="8,0" path="m2046,11219l2053,11219e" filled="false" stroked="true" strokeweight=".48pt" strokecolor="#000000">
                <v:path arrowok="t"/>
              </v:shape>
            </v:group>
            <v:group style="position:absolute;left:2046;top:11243;width:8;height:2" coordorigin="2046,11243" coordsize="8,2">
              <v:shape style="position:absolute;left:2046;top:11243;width:8;height:2" coordorigin="2046,11243" coordsize="8,0" path="m2046,11243l2053,11243e" filled="false" stroked="true" strokeweight=".479pt" strokecolor="#000000">
                <v:path arrowok="t"/>
              </v:shape>
            </v:group>
            <v:group style="position:absolute;left:2046;top:11267;width:8;height:2" coordorigin="2046,11267" coordsize="8,2">
              <v:shape style="position:absolute;left:2046;top:11267;width:8;height:2" coordorigin="2046,11267" coordsize="8,0" path="m2046,11267l2053,11267e" filled="false" stroked="true" strokeweight=".48pt" strokecolor="#000000">
                <v:path arrowok="t"/>
              </v:shape>
            </v:group>
            <v:group style="position:absolute;left:2046;top:11291;width:8;height:2" coordorigin="2046,11291" coordsize="8,2">
              <v:shape style="position:absolute;left:2046;top:11291;width:8;height:2" coordorigin="2046,11291" coordsize="8,0" path="m2046,11291l2053,11291e" filled="false" stroked="true" strokeweight=".48pt" strokecolor="#000000">
                <v:path arrowok="t"/>
              </v:shape>
            </v:group>
            <v:group style="position:absolute;left:2046;top:11315;width:8;height:2" coordorigin="2046,11315" coordsize="8,2">
              <v:shape style="position:absolute;left:2046;top:11315;width:8;height:2" coordorigin="2046,11315" coordsize="8,0" path="m2046,11315l2053,11315e" filled="false" stroked="true" strokeweight=".48pt" strokecolor="#000000">
                <v:path arrowok="t"/>
              </v:shape>
            </v:group>
            <v:group style="position:absolute;left:2046;top:11339;width:8;height:2" coordorigin="2046,11339" coordsize="8,2">
              <v:shape style="position:absolute;left:2046;top:11339;width:8;height:2" coordorigin="2046,11339" coordsize="8,0" path="m2046,11339l2053,11339e" filled="false" stroked="true" strokeweight=".48pt" strokecolor="#000000">
                <v:path arrowok="t"/>
              </v:shape>
            </v:group>
            <v:group style="position:absolute;left:2046;top:11363;width:8;height:2" coordorigin="2046,11363" coordsize="8,2">
              <v:shape style="position:absolute;left:2046;top:11363;width:8;height:2" coordorigin="2046,11363" coordsize="8,0" path="m2046,11363l2053,11363e" filled="false" stroked="true" strokeweight=".48pt" strokecolor="#000000">
                <v:path arrowok="t"/>
              </v:shape>
            </v:group>
            <v:group style="position:absolute;left:2046;top:11387;width:8;height:2" coordorigin="2046,11387" coordsize="8,2">
              <v:shape style="position:absolute;left:2046;top:11387;width:8;height:2" coordorigin="2046,11387" coordsize="8,0" path="m2046,11387l2053,11387e" filled="false" stroked="true" strokeweight=".48pt" strokecolor="#000000">
                <v:path arrowok="t"/>
              </v:shape>
            </v:group>
            <v:group style="position:absolute;left:2046;top:11411;width:8;height:2" coordorigin="2046,11411" coordsize="8,2">
              <v:shape style="position:absolute;left:2046;top:11411;width:8;height:2" coordorigin="2046,11411" coordsize="8,0" path="m2046,11411l2053,11411e" filled="false" stroked="true" strokeweight=".48pt" strokecolor="#000000">
                <v:path arrowok="t"/>
              </v:shape>
            </v:group>
            <v:group style="position:absolute;left:2046;top:11435;width:8;height:2" coordorigin="2046,11435" coordsize="8,2">
              <v:shape style="position:absolute;left:2046;top:11435;width:8;height:2" coordorigin="2046,11435" coordsize="8,0" path="m2046,11435l2053,11435e" filled="false" stroked="true" strokeweight=".48pt" strokecolor="#000000">
                <v:path arrowok="t"/>
              </v:shape>
            </v:group>
            <v:group style="position:absolute;left:2046;top:11459;width:8;height:2" coordorigin="2046,11459" coordsize="8,2">
              <v:shape style="position:absolute;left:2046;top:11459;width:8;height:2" coordorigin="2046,11459" coordsize="8,0" path="m2046,11459l2053,11459e" filled="false" stroked="true" strokeweight=".48pt" strokecolor="#000000">
                <v:path arrowok="t"/>
              </v:shape>
            </v:group>
            <v:group style="position:absolute;left:2046;top:11483;width:8;height:2" coordorigin="2046,11483" coordsize="8,2">
              <v:shape style="position:absolute;left:2046;top:11483;width:8;height:2" coordorigin="2046,11483" coordsize="8,0" path="m2046,11483l2053,11483e" filled="false" stroked="true" strokeweight=".48pt" strokecolor="#000000">
                <v:path arrowok="t"/>
              </v:shape>
            </v:group>
            <v:group style="position:absolute;left:2046;top:11507;width:8;height:2" coordorigin="2046,11507" coordsize="8,2">
              <v:shape style="position:absolute;left:2046;top:11507;width:8;height:2" coordorigin="2046,11507" coordsize="8,0" path="m2046,11507l2053,11507e" filled="false" stroked="true" strokeweight=".48pt" strokecolor="#000000">
                <v:path arrowok="t"/>
              </v:shape>
            </v:group>
            <v:group style="position:absolute;left:2046;top:11531;width:8;height:2" coordorigin="2046,11531" coordsize="8,2">
              <v:shape style="position:absolute;left:2046;top:11531;width:8;height:2" coordorigin="2046,11531" coordsize="8,0" path="m2046,11531l2053,11531e" filled="false" stroked="true" strokeweight=".48pt" strokecolor="#000000">
                <v:path arrowok="t"/>
              </v:shape>
            </v:group>
            <v:group style="position:absolute;left:2046;top:11555;width:8;height:2" coordorigin="2046,11555" coordsize="8,2">
              <v:shape style="position:absolute;left:2046;top:11555;width:8;height:2" coordorigin="2046,11555" coordsize="8,0" path="m2046,11555l2053,11555e" filled="false" stroked="true" strokeweight=".48pt" strokecolor="#000000">
                <v:path arrowok="t"/>
              </v:shape>
            </v:group>
            <v:group style="position:absolute;left:2046;top:11579;width:8;height:2" coordorigin="2046,11579" coordsize="8,2">
              <v:shape style="position:absolute;left:2046;top:11579;width:8;height:2" coordorigin="2046,11579" coordsize="8,0" path="m2046,11579l2053,11579e" filled="false" stroked="true" strokeweight=".48pt" strokecolor="#000000">
                <v:path arrowok="t"/>
              </v:shape>
            </v:group>
            <v:group style="position:absolute;left:2046;top:11603;width:8;height:2" coordorigin="2046,11603" coordsize="8,2">
              <v:shape style="position:absolute;left:2046;top:11603;width:8;height:2" coordorigin="2046,11603" coordsize="8,0" path="m2046,11603l2053,11603e" filled="false" stroked="true" strokeweight=".48pt" strokecolor="#000000">
                <v:path arrowok="t"/>
              </v:shape>
            </v:group>
            <v:group style="position:absolute;left:2046;top:11627;width:8;height:2" coordorigin="2046,11627" coordsize="8,2">
              <v:shape style="position:absolute;left:2046;top:11627;width:8;height:2" coordorigin="2046,11627" coordsize="8,0" path="m2046,11627l2053,11627e" filled="false" stroked="true" strokeweight=".48pt" strokecolor="#000000">
                <v:path arrowok="t"/>
              </v:shape>
            </v:group>
            <v:group style="position:absolute;left:2046;top:11651;width:8;height:2" coordorigin="2046,11651" coordsize="8,2">
              <v:shape style="position:absolute;left:2046;top:11651;width:8;height:2" coordorigin="2046,11651" coordsize="8,0" path="m2046,11651l2053,11651e" filled="false" stroked="true" strokeweight=".48pt" strokecolor="#000000">
                <v:path arrowok="t"/>
              </v:shape>
            </v:group>
            <v:group style="position:absolute;left:2046;top:11675;width:8;height:2" coordorigin="2046,11675" coordsize="8,2">
              <v:shape style="position:absolute;left:2046;top:11675;width:8;height:2" coordorigin="2046,11675" coordsize="8,0" path="m2046,11675l2053,11675e" filled="false" stroked="true" strokeweight=".48pt" strokecolor="#000000">
                <v:path arrowok="t"/>
              </v:shape>
            </v:group>
            <v:group style="position:absolute;left:2046;top:11699;width:8;height:2" coordorigin="2046,11699" coordsize="8,2">
              <v:shape style="position:absolute;left:2046;top:11699;width:8;height:2" coordorigin="2046,11699" coordsize="8,0" path="m2046,11699l2053,11699e" filled="false" stroked="true" strokeweight=".48pt" strokecolor="#000000">
                <v:path arrowok="t"/>
              </v:shape>
            </v:group>
            <v:group style="position:absolute;left:2046;top:11723;width:8;height:2" coordorigin="2046,11723" coordsize="8,2">
              <v:shape style="position:absolute;left:2046;top:11723;width:8;height:2" coordorigin="2046,11723" coordsize="8,0" path="m2046,11723l2053,11723e" filled="false" stroked="true" strokeweight=".48pt" strokecolor="#000000">
                <v:path arrowok="t"/>
              </v:shape>
            </v:group>
            <v:group style="position:absolute;left:2046;top:11747;width:8;height:2" coordorigin="2046,11747" coordsize="8,2">
              <v:shape style="position:absolute;left:2046;top:11747;width:8;height:2" coordorigin="2046,11747" coordsize="8,0" path="m2046,11747l2053,11747e" filled="false" stroked="true" strokeweight=".48pt" strokecolor="#000000">
                <v:path arrowok="t"/>
              </v:shape>
            </v:group>
            <v:group style="position:absolute;left:2046;top:11771;width:8;height:2" coordorigin="2046,11771" coordsize="8,2">
              <v:shape style="position:absolute;left:2046;top:11771;width:8;height:2" coordorigin="2046,11771" coordsize="8,0" path="m2046,11771l2053,11771e" filled="false" stroked="true" strokeweight=".48pt" strokecolor="#000000">
                <v:path arrowok="t"/>
              </v:shape>
            </v:group>
            <v:group style="position:absolute;left:2046;top:11795;width:8;height:2" coordorigin="2046,11795" coordsize="8,2">
              <v:shape style="position:absolute;left:2046;top:11795;width:8;height:2" coordorigin="2046,11795" coordsize="8,0" path="m2046,11795l2053,11795e" filled="false" stroked="true" strokeweight=".48pt" strokecolor="#000000">
                <v:path arrowok="t"/>
              </v:shape>
            </v:group>
            <v:group style="position:absolute;left:2046;top:11819;width:8;height:2" coordorigin="2046,11819" coordsize="8,2">
              <v:shape style="position:absolute;left:2046;top:11819;width:8;height:2" coordorigin="2046,11819" coordsize="8,0" path="m2046,11819l2053,11819e" filled="false" stroked="true" strokeweight=".48pt" strokecolor="#000000">
                <v:path arrowok="t"/>
              </v:shape>
            </v:group>
            <v:group style="position:absolute;left:2046;top:11843;width:8;height:2" coordorigin="2046,11843" coordsize="8,2">
              <v:shape style="position:absolute;left:2046;top:11843;width:8;height:2" coordorigin="2046,11843" coordsize="8,0" path="m2046,11843l2053,11843e" filled="false" stroked="true" strokeweight=".48pt" strokecolor="#000000">
                <v:path arrowok="t"/>
              </v:shape>
            </v:group>
            <v:group style="position:absolute;left:2046;top:11867;width:8;height:2" coordorigin="2046,11867" coordsize="8,2">
              <v:shape style="position:absolute;left:2046;top:11867;width:8;height:2" coordorigin="2046,11867" coordsize="8,0" path="m2046,11867l2053,11867e" filled="false" stroked="true" strokeweight=".48pt" strokecolor="#000000">
                <v:path arrowok="t"/>
              </v:shape>
            </v:group>
            <v:group style="position:absolute;left:2046;top:11891;width:8;height:2" coordorigin="2046,11891" coordsize="8,2">
              <v:shape style="position:absolute;left:2046;top:11891;width:8;height:2" coordorigin="2046,11891" coordsize="8,0" path="m2046,11891l2053,11891e" filled="false" stroked="true" strokeweight=".48pt" strokecolor="#000000">
                <v:path arrowok="t"/>
              </v:shape>
            </v:group>
            <v:group style="position:absolute;left:2046;top:11915;width:8;height:2" coordorigin="2046,11915" coordsize="8,2">
              <v:shape style="position:absolute;left:2046;top:11915;width:8;height:2" coordorigin="2046,11915" coordsize="8,0" path="m2046,11915l2053,11915e" filled="false" stroked="true" strokeweight=".48pt" strokecolor="#000000">
                <v:path arrowok="t"/>
              </v:shape>
            </v:group>
            <v:group style="position:absolute;left:2046;top:11939;width:8;height:2" coordorigin="2046,11939" coordsize="8,2">
              <v:shape style="position:absolute;left:2046;top:11939;width:8;height:2" coordorigin="2046,11939" coordsize="8,0" path="m2046,11939l2053,11939e" filled="false" stroked="true" strokeweight=".48pt" strokecolor="#000000">
                <v:path arrowok="t"/>
              </v:shape>
            </v:group>
            <v:group style="position:absolute;left:2046;top:11963;width:8;height:2" coordorigin="2046,11963" coordsize="8,2">
              <v:shape style="position:absolute;left:2046;top:11963;width:8;height:2" coordorigin="2046,11963" coordsize="8,0" path="m2046,11963l2053,11963e" filled="false" stroked="true" strokeweight=".48pt" strokecolor="#000000">
                <v:path arrowok="t"/>
              </v:shape>
            </v:group>
            <v:group style="position:absolute;left:2046;top:11987;width:8;height:2" coordorigin="2046,11987" coordsize="8,2">
              <v:shape style="position:absolute;left:2046;top:11987;width:8;height:2" coordorigin="2046,11987" coordsize="8,0" path="m2046,11987l2053,11987e" filled="false" stroked="true" strokeweight=".479pt" strokecolor="#000000">
                <v:path arrowok="t"/>
              </v:shape>
            </v:group>
            <v:group style="position:absolute;left:2046;top:12011;width:8;height:2" coordorigin="2046,12011" coordsize="8,2">
              <v:shape style="position:absolute;left:2046;top:12011;width:8;height:2" coordorigin="2046,12011" coordsize="8,0" path="m2046,12011l2053,12011e" filled="false" stroked="true" strokeweight=".48pt" strokecolor="#000000">
                <v:path arrowok="t"/>
              </v:shape>
            </v:group>
            <v:group style="position:absolute;left:2046;top:12035;width:8;height:2" coordorigin="2046,12035" coordsize="8,2">
              <v:shape style="position:absolute;left:2046;top:12035;width:8;height:2" coordorigin="2046,12035" coordsize="8,0" path="m2046,12035l2053,12035e" filled="false" stroked="true" strokeweight=".48pt" strokecolor="#000000">
                <v:path arrowok="t"/>
              </v:shape>
            </v:group>
            <v:group style="position:absolute;left:2046;top:12059;width:8;height:2" coordorigin="2046,12059" coordsize="8,2">
              <v:shape style="position:absolute;left:2046;top:12059;width:8;height:2" coordorigin="2046,12059" coordsize="8,0" path="m2046,12059l2053,12059e" filled="false" stroked="true" strokeweight=".48pt" strokecolor="#000000">
                <v:path arrowok="t"/>
              </v:shape>
            </v:group>
            <v:group style="position:absolute;left:2046;top:12083;width:8;height:2" coordorigin="2046,12083" coordsize="8,2">
              <v:shape style="position:absolute;left:2046;top:12083;width:8;height:2" coordorigin="2046,12083" coordsize="8,0" path="m2046,12083l2053,12083e" filled="false" stroked="true" strokeweight=".48pt" strokecolor="#000000">
                <v:path arrowok="t"/>
              </v:shape>
            </v:group>
            <v:group style="position:absolute;left:2046;top:12107;width:8;height:2" coordorigin="2046,12107" coordsize="8,2">
              <v:shape style="position:absolute;left:2046;top:12107;width:8;height:2" coordorigin="2046,12107" coordsize="8,0" path="m2046,12107l2053,12107e" filled="false" stroked="true" strokeweight=".48pt" strokecolor="#000000">
                <v:path arrowok="t"/>
              </v:shape>
            </v:group>
            <v:group style="position:absolute;left:2046;top:12131;width:8;height:2" coordorigin="2046,12131" coordsize="8,2">
              <v:shape style="position:absolute;left:2046;top:12131;width:8;height:2" coordorigin="2046,12131" coordsize="8,0" path="m2046,12131l2053,12131e" filled="false" stroked="true" strokeweight=".48pt" strokecolor="#000000">
                <v:path arrowok="t"/>
              </v:shape>
            </v:group>
            <v:group style="position:absolute;left:2046;top:12155;width:8;height:2" coordorigin="2046,12155" coordsize="8,2">
              <v:shape style="position:absolute;left:2046;top:12155;width:8;height:2" coordorigin="2046,12155" coordsize="8,0" path="m2046,12155l2053,12155e" filled="false" stroked="true" strokeweight=".48pt" strokecolor="#000000">
                <v:path arrowok="t"/>
              </v:shape>
            </v:group>
            <v:group style="position:absolute;left:2046;top:12179;width:8;height:2" coordorigin="2046,12179" coordsize="8,2">
              <v:shape style="position:absolute;left:2046;top:12179;width:8;height:2" coordorigin="2046,12179" coordsize="8,0" path="m2046,12179l2053,12179e" filled="false" stroked="true" strokeweight=".48pt" strokecolor="#000000">
                <v:path arrowok="t"/>
              </v:shape>
            </v:group>
            <v:group style="position:absolute;left:2046;top:12203;width:8;height:2" coordorigin="2046,12203" coordsize="8,2">
              <v:shape style="position:absolute;left:2046;top:12203;width:8;height:2" coordorigin="2046,12203" coordsize="8,0" path="m2046,12203l2053,12203e" filled="false" stroked="true" strokeweight=".48pt" strokecolor="#000000">
                <v:path arrowok="t"/>
              </v:shape>
            </v:group>
            <v:group style="position:absolute;left:2046;top:12227;width:8;height:2" coordorigin="2046,12227" coordsize="8,2">
              <v:shape style="position:absolute;left:2046;top:12227;width:8;height:2" coordorigin="2046,12227" coordsize="8,0" path="m2046,12227l2053,12227e" filled="false" stroked="true" strokeweight=".48pt" strokecolor="#000000">
                <v:path arrowok="t"/>
              </v:shape>
            </v:group>
            <v:group style="position:absolute;left:2046;top:12251;width:8;height:2" coordorigin="2046,12251" coordsize="8,2">
              <v:shape style="position:absolute;left:2046;top:12251;width:8;height:2" coordorigin="2046,12251" coordsize="8,0" path="m2046,12251l2053,12251e" filled="false" stroked="true" strokeweight=".48pt" strokecolor="#000000">
                <v:path arrowok="t"/>
              </v:shape>
            </v:group>
            <v:group style="position:absolute;left:2046;top:12275;width:8;height:2" coordorigin="2046,12275" coordsize="8,2">
              <v:shape style="position:absolute;left:2046;top:12275;width:8;height:2" coordorigin="2046,12275" coordsize="8,0" path="m2046,12275l2053,12275e" filled="false" stroked="true" strokeweight=".48pt" strokecolor="#000000">
                <v:path arrowok="t"/>
              </v:shape>
            </v:group>
            <v:group style="position:absolute;left:2046;top:12299;width:8;height:2" coordorigin="2046,12299" coordsize="8,2">
              <v:shape style="position:absolute;left:2046;top:12299;width:8;height:2" coordorigin="2046,12299" coordsize="8,0" path="m2046,12299l2053,12299e" filled="false" stroked="true" strokeweight=".48pt" strokecolor="#000000">
                <v:path arrowok="t"/>
              </v:shape>
            </v:group>
            <v:group style="position:absolute;left:2046;top:12323;width:8;height:2" coordorigin="2046,12323" coordsize="8,2">
              <v:shape style="position:absolute;left:2046;top:12323;width:8;height:2" coordorigin="2046,12323" coordsize="8,0" path="m2046,12323l2053,12323e" filled="false" stroked="true" strokeweight=".48pt" strokecolor="#000000">
                <v:path arrowok="t"/>
              </v:shape>
            </v:group>
            <v:group style="position:absolute;left:2046;top:12347;width:8;height:2" coordorigin="2046,12347" coordsize="8,2">
              <v:shape style="position:absolute;left:2046;top:12347;width:8;height:2" coordorigin="2046,12347" coordsize="8,0" path="m2046,12347l2053,12347e" filled="false" stroked="true" strokeweight=".479pt" strokecolor="#000000">
                <v:path arrowok="t"/>
              </v:shape>
            </v:group>
            <v:group style="position:absolute;left:2046;top:12371;width:8;height:2" coordorigin="2046,12371" coordsize="8,2">
              <v:shape style="position:absolute;left:2046;top:12371;width:8;height:2" coordorigin="2046,12371" coordsize="8,0" path="m2046,12371l2053,12371e" filled="false" stroked="true" strokeweight=".48pt" strokecolor="#000000">
                <v:path arrowok="t"/>
              </v:shape>
            </v:group>
            <v:group style="position:absolute;left:2046;top:12395;width:8;height:2" coordorigin="2046,12395" coordsize="8,2">
              <v:shape style="position:absolute;left:2046;top:12395;width:8;height:2" coordorigin="2046,12395" coordsize="8,0" path="m2046,12395l2053,12395e" filled="false" stroked="true" strokeweight=".48pt" strokecolor="#000000">
                <v:path arrowok="t"/>
              </v:shape>
            </v:group>
            <v:group style="position:absolute;left:2046;top:12419;width:8;height:2" coordorigin="2046,12419" coordsize="8,2">
              <v:shape style="position:absolute;left:2046;top:12419;width:8;height:2" coordorigin="2046,12419" coordsize="8,0" path="m2046,12419l2053,12419e" filled="false" stroked="true" strokeweight=".48pt" strokecolor="#000000">
                <v:path arrowok="t"/>
              </v:shape>
            </v:group>
            <v:group style="position:absolute;left:2046;top:12443;width:8;height:2" coordorigin="2046,12443" coordsize="8,2">
              <v:shape style="position:absolute;left:2046;top:12443;width:8;height:2" coordorigin="2046,12443" coordsize="8,0" path="m2046,12443l2053,12443e" filled="false" stroked="true" strokeweight=".48pt" strokecolor="#000000">
                <v:path arrowok="t"/>
              </v:shape>
            </v:group>
            <v:group style="position:absolute;left:2046;top:12467;width:8;height:2" coordorigin="2046,12467" coordsize="8,2">
              <v:shape style="position:absolute;left:2046;top:12467;width:8;height:2" coordorigin="2046,12467" coordsize="8,0" path="m2046,12467l2053,12467e" filled="false" stroked="true" strokeweight=".48pt" strokecolor="#000000">
                <v:path arrowok="t"/>
              </v:shape>
            </v:group>
            <v:group style="position:absolute;left:2046;top:12491;width:8;height:2" coordorigin="2046,12491" coordsize="8,2">
              <v:shape style="position:absolute;left:2046;top:12491;width:8;height:2" coordorigin="2046,12491" coordsize="8,0" path="m2046,12491l2053,12491e" filled="false" stroked="true" strokeweight=".48pt" strokecolor="#000000">
                <v:path arrowok="t"/>
              </v:shape>
            </v:group>
            <v:group style="position:absolute;left:2046;top:12515;width:8;height:2" coordorigin="2046,12515" coordsize="8,2">
              <v:shape style="position:absolute;left:2046;top:12515;width:8;height:2" coordorigin="2046,12515" coordsize="8,0" path="m2046,12515l2053,12515e" filled="false" stroked="true" strokeweight=".48pt" strokecolor="#000000">
                <v:path arrowok="t"/>
              </v:shape>
            </v:group>
            <v:group style="position:absolute;left:2046;top:12539;width:8;height:2" coordorigin="2046,12539" coordsize="8,2">
              <v:shape style="position:absolute;left:2046;top:12539;width:8;height:2" coordorigin="2046,12539" coordsize="8,0" path="m2046,12539l2053,12539e" filled="false" stroked="true" strokeweight=".48pt" strokecolor="#000000">
                <v:path arrowok="t"/>
              </v:shape>
            </v:group>
            <v:group style="position:absolute;left:2046;top:12563;width:8;height:2" coordorigin="2046,12563" coordsize="8,2">
              <v:shape style="position:absolute;left:2046;top:12563;width:8;height:2" coordorigin="2046,12563" coordsize="8,0" path="m2046,12563l2053,12563e" filled="false" stroked="true" strokeweight=".48pt" strokecolor="#000000">
                <v:path arrowok="t"/>
              </v:shape>
            </v:group>
            <v:group style="position:absolute;left:2046;top:12587;width:8;height:2" coordorigin="2046,12587" coordsize="8,2">
              <v:shape style="position:absolute;left:2046;top:12587;width:8;height:2" coordorigin="2046,12587" coordsize="8,0" path="m2046,12587l2053,12587e" filled="false" stroked="true" strokeweight=".48pt" strokecolor="#000000">
                <v:path arrowok="t"/>
              </v:shape>
            </v:group>
            <v:group style="position:absolute;left:2046;top:12611;width:8;height:2" coordorigin="2046,12611" coordsize="8,2">
              <v:shape style="position:absolute;left:2046;top:12611;width:8;height:2" coordorigin="2046,12611" coordsize="8,0" path="m2046,12611l2053,12611e" filled="false" stroked="true" strokeweight=".48pt" strokecolor="#000000">
                <v:path arrowok="t"/>
              </v:shape>
            </v:group>
            <v:group style="position:absolute;left:2046;top:12635;width:8;height:2" coordorigin="2046,12635" coordsize="8,2">
              <v:shape style="position:absolute;left:2046;top:12635;width:8;height:2" coordorigin="2046,12635" coordsize="8,0" path="m2046,12635l2053,12635e" filled="false" stroked="true" strokeweight=".48pt" strokecolor="#000000">
                <v:path arrowok="t"/>
              </v:shape>
            </v:group>
            <v:group style="position:absolute;left:2046;top:12659;width:8;height:2" coordorigin="2046,12659" coordsize="8,2">
              <v:shape style="position:absolute;left:2046;top:12659;width:8;height:2" coordorigin="2046,12659" coordsize="8,0" path="m2046,12659l2053,12659e" filled="false" stroked="true" strokeweight=".48pt" strokecolor="#000000">
                <v:path arrowok="t"/>
              </v:shape>
            </v:group>
            <v:group style="position:absolute;left:2046;top:12683;width:8;height:2" coordorigin="2046,12683" coordsize="8,2">
              <v:shape style="position:absolute;left:2046;top:12683;width:8;height:2" coordorigin="2046,12683" coordsize="8,0" path="m2046,12683l2053,12683e" filled="false" stroked="true" strokeweight=".48pt" strokecolor="#000000">
                <v:path arrowok="t"/>
              </v:shape>
            </v:group>
            <v:group style="position:absolute;left:2046;top:12707;width:8;height:2" coordorigin="2046,12707" coordsize="8,2">
              <v:shape style="position:absolute;left:2046;top:12707;width:8;height:2" coordorigin="2046,12707" coordsize="8,0" path="m2046,12707l2053,12707e" filled="false" stroked="true" strokeweight=".479pt" strokecolor="#000000">
                <v:path arrowok="t"/>
              </v:shape>
            </v:group>
            <v:group style="position:absolute;left:2046;top:12731;width:8;height:2" coordorigin="2046,12731" coordsize="8,2">
              <v:shape style="position:absolute;left:2046;top:12731;width:8;height:2" coordorigin="2046,12731" coordsize="8,0" path="m2046,12731l2053,12731e" filled="false" stroked="true" strokeweight=".48pt" strokecolor="#000000">
                <v:path arrowok="t"/>
              </v:shape>
            </v:group>
            <v:group style="position:absolute;left:2046;top:12755;width:8;height:2" coordorigin="2046,12755" coordsize="8,2">
              <v:shape style="position:absolute;left:2046;top:12755;width:8;height:2" coordorigin="2046,12755" coordsize="8,0" path="m2046,12755l2053,12755e" filled="false" stroked="true" strokeweight=".48pt" strokecolor="#000000">
                <v:path arrowok="t"/>
              </v:shape>
            </v:group>
            <v:group style="position:absolute;left:2046;top:12779;width:8;height:2" coordorigin="2046,12779" coordsize="8,2">
              <v:shape style="position:absolute;left:2046;top:12779;width:8;height:2" coordorigin="2046,12779" coordsize="8,0" path="m2046,12779l2053,12779e" filled="false" stroked="true" strokeweight=".48pt" strokecolor="#000000">
                <v:path arrowok="t"/>
              </v:shape>
            </v:group>
            <v:group style="position:absolute;left:2046;top:12803;width:8;height:2" coordorigin="2046,12803" coordsize="8,2">
              <v:shape style="position:absolute;left:2046;top:12803;width:8;height:2" coordorigin="2046,12803" coordsize="8,0" path="m2046,12803l2053,12803e" filled="false" stroked="true" strokeweight=".48pt" strokecolor="#000000">
                <v:path arrowok="t"/>
              </v:shape>
            </v:group>
            <v:group style="position:absolute;left:2046;top:12827;width:8;height:2" coordorigin="2046,12827" coordsize="8,2">
              <v:shape style="position:absolute;left:2046;top:12827;width:8;height:2" coordorigin="2046,12827" coordsize="8,0" path="m2046,12827l2053,12827e" filled="false" stroked="true" strokeweight=".48pt" strokecolor="#000000">
                <v:path arrowok="t"/>
              </v:shape>
            </v:group>
            <v:group style="position:absolute;left:2046;top:12851;width:8;height:2" coordorigin="2046,12851" coordsize="8,2">
              <v:shape style="position:absolute;left:2046;top:12851;width:8;height:2" coordorigin="2046,12851" coordsize="8,0" path="m2046,12851l2053,12851e" filled="false" stroked="true" strokeweight=".48pt" strokecolor="#000000">
                <v:path arrowok="t"/>
              </v:shape>
            </v:group>
            <v:group style="position:absolute;left:2046;top:12875;width:8;height:2" coordorigin="2046,12875" coordsize="8,2">
              <v:shape style="position:absolute;left:2046;top:12875;width:8;height:2" coordorigin="2046,12875" coordsize="8,0" path="m2046,12875l2053,12875e" filled="false" stroked="true" strokeweight=".48pt" strokecolor="#000000">
                <v:path arrowok="t"/>
              </v:shape>
            </v:group>
            <v:group style="position:absolute;left:2046;top:12899;width:8;height:2" coordorigin="2046,12899" coordsize="8,2">
              <v:shape style="position:absolute;left:2046;top:12899;width:8;height:2" coordorigin="2046,12899" coordsize="8,0" path="m2046,12899l2053,12899e" filled="false" stroked="true" strokeweight=".48pt" strokecolor="#000000">
                <v:path arrowok="t"/>
              </v:shape>
            </v:group>
            <v:group style="position:absolute;left:2046;top:12923;width:8;height:2" coordorigin="2046,12923" coordsize="8,2">
              <v:shape style="position:absolute;left:2046;top:12923;width:8;height:2" coordorigin="2046,12923" coordsize="8,0" path="m2046,12923l2053,12923e" filled="false" stroked="true" strokeweight=".48pt" strokecolor="#000000">
                <v:path arrowok="t"/>
              </v:shape>
            </v:group>
            <v:group style="position:absolute;left:2046;top:12947;width:8;height:2" coordorigin="2046,12947" coordsize="8,2">
              <v:shape style="position:absolute;left:2046;top:12947;width:8;height:2" coordorigin="2046,12947" coordsize="8,0" path="m2046,12947l2053,12947e" filled="false" stroked="true" strokeweight=".48pt" strokecolor="#000000">
                <v:path arrowok="t"/>
              </v:shape>
            </v:group>
            <v:group style="position:absolute;left:2046;top:12971;width:8;height:2" coordorigin="2046,12971" coordsize="8,2">
              <v:shape style="position:absolute;left:2046;top:12971;width:8;height:2" coordorigin="2046,12971" coordsize="8,0" path="m2046,12971l2053,12971e" filled="false" stroked="true" strokeweight=".48pt" strokecolor="#000000">
                <v:path arrowok="t"/>
              </v:shape>
            </v:group>
            <v:group style="position:absolute;left:2046;top:12995;width:8;height:2" coordorigin="2046,12995" coordsize="8,2">
              <v:shape style="position:absolute;left:2046;top:12995;width:8;height:2" coordorigin="2046,12995" coordsize="8,0" path="m2046,12995l2053,12995e" filled="false" stroked="true" strokeweight=".48pt" strokecolor="#000000">
                <v:path arrowok="t"/>
              </v:shape>
            </v:group>
            <v:group style="position:absolute;left:2046;top:13019;width:8;height:2" coordorigin="2046,13019" coordsize="8,2">
              <v:shape style="position:absolute;left:2046;top:13019;width:8;height:2" coordorigin="2046,13019" coordsize="8,0" path="m2046,13019l2053,13019e" filled="false" stroked="true" strokeweight=".48pt" strokecolor="#000000">
                <v:path arrowok="t"/>
              </v:shape>
            </v:group>
            <v:group style="position:absolute;left:2046;top:13043;width:8;height:2" coordorigin="2046,13043" coordsize="8,2">
              <v:shape style="position:absolute;left:2046;top:13043;width:8;height:2" coordorigin="2046,13043" coordsize="8,0" path="m2046,13043l2053,13043e" filled="false" stroked="true" strokeweight=".48pt" strokecolor="#000000">
                <v:path arrowok="t"/>
              </v:shape>
            </v:group>
            <v:group style="position:absolute;left:2046;top:13067;width:8;height:2" coordorigin="2046,13067" coordsize="8,2">
              <v:shape style="position:absolute;left:2046;top:13067;width:8;height:2" coordorigin="2046,13067" coordsize="8,0" path="m2046,13067l2053,13067e" filled="false" stroked="true" strokeweight=".479pt" strokecolor="#000000">
                <v:path arrowok="t"/>
              </v:shape>
            </v:group>
            <v:group style="position:absolute;left:2046;top:13091;width:8;height:2" coordorigin="2046,13091" coordsize="8,2">
              <v:shape style="position:absolute;left:2046;top:13091;width:8;height:2" coordorigin="2046,13091" coordsize="8,0" path="m2046,13091l2053,13091e" filled="false" stroked="true" strokeweight=".48pt" strokecolor="#000000">
                <v:path arrowok="t"/>
              </v:shape>
            </v:group>
            <v:group style="position:absolute;left:2046;top:13115;width:8;height:2" coordorigin="2046,13115" coordsize="8,2">
              <v:shape style="position:absolute;left:2046;top:13115;width:8;height:2" coordorigin="2046,13115" coordsize="8,0" path="m2046,13115l2053,13115e" filled="false" stroked="true" strokeweight=".48pt" strokecolor="#000000">
                <v:path arrowok="t"/>
              </v:shape>
            </v:group>
            <v:group style="position:absolute;left:2046;top:13139;width:8;height:2" coordorigin="2046,13139" coordsize="8,2">
              <v:shape style="position:absolute;left:2046;top:13139;width:8;height:2" coordorigin="2046,13139" coordsize="8,0" path="m2046,13139l2053,13139e" filled="false" stroked="true" strokeweight=".48pt" strokecolor="#000000">
                <v:path arrowok="t"/>
              </v:shape>
            </v:group>
            <v:group style="position:absolute;left:2046;top:13163;width:8;height:2" coordorigin="2046,13163" coordsize="8,2">
              <v:shape style="position:absolute;left:2046;top:13163;width:8;height:2" coordorigin="2046,13163" coordsize="8,0" path="m2046,13163l2053,13163e" filled="false" stroked="true" strokeweight=".48pt" strokecolor="#000000">
                <v:path arrowok="t"/>
              </v:shape>
            </v:group>
            <v:group style="position:absolute;left:2046;top:13187;width:8;height:2" coordorigin="2046,13187" coordsize="8,2">
              <v:shape style="position:absolute;left:2046;top:13187;width:8;height:2" coordorigin="2046,13187" coordsize="8,0" path="m2046,13187l2053,13187e" filled="false" stroked="true" strokeweight=".48pt" strokecolor="#000000">
                <v:path arrowok="t"/>
              </v:shape>
            </v:group>
            <v:group style="position:absolute;left:2046;top:13211;width:8;height:2" coordorigin="2046,13211" coordsize="8,2">
              <v:shape style="position:absolute;left:2046;top:13211;width:8;height:2" coordorigin="2046,13211" coordsize="8,0" path="m2046,13211l2053,13211e" filled="false" stroked="true" strokeweight=".48pt" strokecolor="#000000">
                <v:path arrowok="t"/>
              </v:shape>
            </v:group>
            <v:group style="position:absolute;left:2046;top:13235;width:8;height:2" coordorigin="2046,13235" coordsize="8,2">
              <v:shape style="position:absolute;left:2046;top:13235;width:8;height:2" coordorigin="2046,13235" coordsize="8,0" path="m2046,13235l2053,13235e" filled="false" stroked="true" strokeweight=".48pt" strokecolor="#000000">
                <v:path arrowok="t"/>
              </v:shape>
            </v:group>
            <v:group style="position:absolute;left:2046;top:13259;width:8;height:2" coordorigin="2046,13259" coordsize="8,2">
              <v:shape style="position:absolute;left:2046;top:13259;width:8;height:2" coordorigin="2046,13259" coordsize="8,0" path="m2046,13259l2053,13259e" filled="false" stroked="true" strokeweight=".48pt" strokecolor="#000000">
                <v:path arrowok="t"/>
              </v:shape>
            </v:group>
            <v:group style="position:absolute;left:2046;top:13283;width:8;height:2" coordorigin="2046,13283" coordsize="8,2">
              <v:shape style="position:absolute;left:2046;top:13283;width:8;height:2" coordorigin="2046,13283" coordsize="8,0" path="m2046,13283l2053,13283e" filled="false" stroked="true" strokeweight=".48pt" strokecolor="#000000">
                <v:path arrowok="t"/>
              </v:shape>
            </v:group>
            <v:group style="position:absolute;left:2046;top:13307;width:8;height:2" coordorigin="2046,13307" coordsize="8,2">
              <v:shape style="position:absolute;left:2046;top:13307;width:8;height:2" coordorigin="2046,13307" coordsize="8,0" path="m2046,13307l2053,13307e" filled="false" stroked="true" strokeweight=".48pt" strokecolor="#000000">
                <v:path arrowok="t"/>
              </v:shape>
            </v:group>
            <v:group style="position:absolute;left:2046;top:13331;width:8;height:2" coordorigin="2046,13331" coordsize="8,2">
              <v:shape style="position:absolute;left:2046;top:13331;width:8;height:2" coordorigin="2046,13331" coordsize="8,0" path="m2046,13331l2053,13331e" filled="false" stroked="true" strokeweight=".48pt" strokecolor="#000000">
                <v:path arrowok="t"/>
              </v:shape>
            </v:group>
            <v:group style="position:absolute;left:2046;top:13355;width:8;height:2" coordorigin="2046,13355" coordsize="8,2">
              <v:shape style="position:absolute;left:2046;top:13355;width:8;height:2" coordorigin="2046,13355" coordsize="8,0" path="m2046,13355l2053,13355e" filled="false" stroked="true" strokeweight=".48pt" strokecolor="#000000">
                <v:path arrowok="t"/>
              </v:shape>
            </v:group>
            <v:group style="position:absolute;left:2046;top:13379;width:8;height:2" coordorigin="2046,13379" coordsize="8,2">
              <v:shape style="position:absolute;left:2046;top:13379;width:8;height:2" coordorigin="2046,13379" coordsize="8,0" path="m2046,13379l2053,13379e" filled="false" stroked="true" strokeweight=".48pt" strokecolor="#000000">
                <v:path arrowok="t"/>
              </v:shape>
            </v:group>
            <v:group style="position:absolute;left:2046;top:13403;width:8;height:2" coordorigin="2046,13403" coordsize="8,2">
              <v:shape style="position:absolute;left:2046;top:13403;width:8;height:2" coordorigin="2046,13403" coordsize="8,0" path="m2046,13403l2053,13403e" filled="false" stroked="true" strokeweight=".48pt" strokecolor="#000000">
                <v:path arrowok="t"/>
              </v:shape>
            </v:group>
            <v:group style="position:absolute;left:2046;top:13427;width:8;height:2" coordorigin="2046,13427" coordsize="8,2">
              <v:shape style="position:absolute;left:2046;top:13427;width:8;height:2" coordorigin="2046,13427" coordsize="8,0" path="m2046,13427l2053,13427e" filled="false" stroked="true" strokeweight=".48pt" strokecolor="#000000">
                <v:path arrowok="t"/>
              </v:shape>
            </v:group>
            <v:group style="position:absolute;left:2046;top:13451;width:8;height:2" coordorigin="2046,13451" coordsize="8,2">
              <v:shape style="position:absolute;left:2046;top:13451;width:8;height:2" coordorigin="2046,13451" coordsize="8,0" path="m2046,13451l2053,13451e" filled="false" stroked="true" strokeweight=".48pt" strokecolor="#000000">
                <v:path arrowok="t"/>
              </v:shape>
            </v:group>
            <v:group style="position:absolute;left:2046;top:13475;width:8;height:2" coordorigin="2046,13475" coordsize="8,2">
              <v:shape style="position:absolute;left:2046;top:13475;width:8;height:2" coordorigin="2046,13475" coordsize="8,0" path="m2046,13475l2053,13475e" filled="false" stroked="true" strokeweight=".48pt" strokecolor="#000000">
                <v:path arrowok="t"/>
              </v:shape>
            </v:group>
            <v:group style="position:absolute;left:2046;top:13499;width:8;height:2" coordorigin="2046,13499" coordsize="8,2">
              <v:shape style="position:absolute;left:2046;top:13499;width:8;height:2" coordorigin="2046,13499" coordsize="8,0" path="m2046,13499l2053,13499e" filled="false" stroked="true" strokeweight=".48pt" strokecolor="#000000">
                <v:path arrowok="t"/>
              </v:shape>
            </v:group>
            <v:group style="position:absolute;left:2046;top:13523;width:8;height:2" coordorigin="2046,13523" coordsize="8,2">
              <v:shape style="position:absolute;left:2046;top:13523;width:8;height:2" coordorigin="2046,13523" coordsize="8,0" path="m2046,13523l2053,13523e" filled="false" stroked="true" strokeweight=".48pt" strokecolor="#000000">
                <v:path arrowok="t"/>
              </v:shape>
            </v:group>
            <v:group style="position:absolute;left:2046;top:13547;width:8;height:2" coordorigin="2046,13547" coordsize="8,2">
              <v:shape style="position:absolute;left:2046;top:13547;width:8;height:2" coordorigin="2046,13547" coordsize="8,0" path="m2046,13547l2053,13547e" filled="false" stroked="true" strokeweight=".48pt" strokecolor="#000000">
                <v:path arrowok="t"/>
              </v:shape>
            </v:group>
            <v:group style="position:absolute;left:2046;top:13571;width:8;height:2" coordorigin="2046,13571" coordsize="8,2">
              <v:shape style="position:absolute;left:2046;top:13571;width:8;height:2" coordorigin="2046,13571" coordsize="8,0" path="m2046,13571l2053,13571e" filled="false" stroked="true" strokeweight=".48pt" strokecolor="#000000">
                <v:path arrowok="t"/>
              </v:shape>
            </v:group>
            <v:group style="position:absolute;left:2046;top:13595;width:8;height:2" coordorigin="2046,13595" coordsize="8,2">
              <v:shape style="position:absolute;left:2046;top:13595;width:8;height:2" coordorigin="2046,13595" coordsize="8,0" path="m2046,13595l2053,13595e" filled="false" stroked="true" strokeweight=".48pt" strokecolor="#000000">
                <v:path arrowok="t"/>
              </v:shape>
            </v:group>
            <v:group style="position:absolute;left:2046;top:13619;width:8;height:2" coordorigin="2046,13619" coordsize="8,2">
              <v:shape style="position:absolute;left:2046;top:13619;width:8;height:2" coordorigin="2046,13619" coordsize="8,0" path="m2046,13619l2053,13619e" filled="false" stroked="true" strokeweight=".48pt" strokecolor="#000000">
                <v:path arrowok="t"/>
              </v:shape>
            </v:group>
            <v:group style="position:absolute;left:2046;top:13643;width:8;height:2" coordorigin="2046,13643" coordsize="8,2">
              <v:shape style="position:absolute;left:2046;top:13643;width:8;height:2" coordorigin="2046,13643" coordsize="8,0" path="m2046,13643l2053,13643e" filled="false" stroked="true" strokeweight=".48pt" strokecolor="#000000">
                <v:path arrowok="t"/>
              </v:shape>
            </v:group>
            <v:group style="position:absolute;left:2046;top:13667;width:8;height:2" coordorigin="2046,13667" coordsize="8,2">
              <v:shape style="position:absolute;left:2046;top:13667;width:8;height:2" coordorigin="2046,13667" coordsize="8,0" path="m2046,13667l2053,13667e" filled="false" stroked="true" strokeweight=".48pt" strokecolor="#000000">
                <v:path arrowok="t"/>
              </v:shape>
            </v:group>
            <v:group style="position:absolute;left:2046;top:13691;width:8;height:2" coordorigin="2046,13691" coordsize="8,2">
              <v:shape style="position:absolute;left:2046;top:13691;width:8;height:2" coordorigin="2046,13691" coordsize="8,0" path="m2046,13691l2053,13691e" filled="false" stroked="true" strokeweight=".48pt" strokecolor="#000000">
                <v:path arrowok="t"/>
              </v:shape>
            </v:group>
            <v:group style="position:absolute;left:2046;top:13715;width:8;height:2" coordorigin="2046,13715" coordsize="8,2">
              <v:shape style="position:absolute;left:2046;top:13715;width:8;height:2" coordorigin="2046,13715" coordsize="8,0" path="m2046,13715l2053,13715e" filled="false" stroked="true" strokeweight=".48pt" strokecolor="#000000">
                <v:path arrowok="t"/>
              </v:shape>
            </v:group>
            <v:group style="position:absolute;left:2046;top:13739;width:8;height:2" coordorigin="2046,13739" coordsize="8,2">
              <v:shape style="position:absolute;left:2046;top:13739;width:8;height:2" coordorigin="2046,13739" coordsize="8,0" path="m2046,13739l2053,13739e" filled="false" stroked="true" strokeweight=".48pt" strokecolor="#000000">
                <v:path arrowok="t"/>
              </v:shape>
            </v:group>
            <v:group style="position:absolute;left:2046;top:13763;width:8;height:2" coordorigin="2046,13763" coordsize="8,2">
              <v:shape style="position:absolute;left:2046;top:13763;width:8;height:2" coordorigin="2046,13763" coordsize="8,0" path="m2046,13763l2053,13763e" filled="false" stroked="true" strokeweight=".48pt" strokecolor="#000000">
                <v:path arrowok="t"/>
              </v:shape>
            </v:group>
            <v:group style="position:absolute;left:4084;top:1222;width:8;height:2" coordorigin="4084,1222" coordsize="8,2">
              <v:shape style="position:absolute;left:4084;top:1222;width:8;height:2" coordorigin="4084,1222" coordsize="8,0" path="m4084,1222l4091,1222e" filled="false" stroked="true" strokeweight=".48pt" strokecolor="#000000">
                <v:path arrowok="t"/>
              </v:shape>
            </v:group>
            <v:group style="position:absolute;left:4084;top:1246;width:8;height:2" coordorigin="4084,1246" coordsize="8,2">
              <v:shape style="position:absolute;left:4084;top:1246;width:8;height:2" coordorigin="4084,1246" coordsize="8,0" path="m4084,1246l4091,1246e" filled="false" stroked="true" strokeweight=".48pt" strokecolor="#000000">
                <v:path arrowok="t"/>
              </v:shape>
            </v:group>
            <v:group style="position:absolute;left:4084;top:1270;width:8;height:2" coordorigin="4084,1270" coordsize="8,2">
              <v:shape style="position:absolute;left:4084;top:1270;width:8;height:2" coordorigin="4084,1270" coordsize="8,0" path="m4084,1270l4091,1270e" filled="false" stroked="true" strokeweight=".48pt" strokecolor="#000000">
                <v:path arrowok="t"/>
              </v:shape>
            </v:group>
            <v:group style="position:absolute;left:4084;top:1294;width:8;height:2" coordorigin="4084,1294" coordsize="8,2">
              <v:shape style="position:absolute;left:4084;top:1294;width:8;height:2" coordorigin="4084,1294" coordsize="8,0" path="m4084,1294l4091,1294e" filled="false" stroked="true" strokeweight=".48pt" strokecolor="#000000">
                <v:path arrowok="t"/>
              </v:shape>
            </v:group>
            <v:group style="position:absolute;left:4084;top:1318;width:8;height:2" coordorigin="4084,1318" coordsize="8,2">
              <v:shape style="position:absolute;left:4084;top:1318;width:8;height:2" coordorigin="4084,1318" coordsize="8,0" path="m4084,1318l4091,1318e" filled="false" stroked="true" strokeweight=".48pt" strokecolor="#000000">
                <v:path arrowok="t"/>
              </v:shape>
            </v:group>
            <v:group style="position:absolute;left:4084;top:1342;width:8;height:2" coordorigin="4084,1342" coordsize="8,2">
              <v:shape style="position:absolute;left:4084;top:1342;width:8;height:2" coordorigin="4084,1342" coordsize="8,0" path="m4084,1342l4091,1342e" filled="false" stroked="true" strokeweight=".48pt" strokecolor="#000000">
                <v:path arrowok="t"/>
              </v:shape>
            </v:group>
            <v:group style="position:absolute;left:4084;top:1366;width:8;height:2" coordorigin="4084,1366" coordsize="8,2">
              <v:shape style="position:absolute;left:4084;top:1366;width:8;height:2" coordorigin="4084,1366" coordsize="8,0" path="m4084,1366l4091,1366e" filled="false" stroked="true" strokeweight=".48pt" strokecolor="#000000">
                <v:path arrowok="t"/>
              </v:shape>
            </v:group>
            <v:group style="position:absolute;left:4084;top:1390;width:8;height:2" coordorigin="4084,1390" coordsize="8,2">
              <v:shape style="position:absolute;left:4084;top:1390;width:8;height:2" coordorigin="4084,1390" coordsize="8,0" path="m4084,1390l4091,1390e" filled="false" stroked="true" strokeweight=".48pt" strokecolor="#000000">
                <v:path arrowok="t"/>
              </v:shape>
            </v:group>
            <v:group style="position:absolute;left:4084;top:1414;width:8;height:2" coordorigin="4084,1414" coordsize="8,2">
              <v:shape style="position:absolute;left:4084;top:1414;width:8;height:2" coordorigin="4084,1414" coordsize="8,0" path="m4084,1414l4091,1414e" filled="false" stroked="true" strokeweight=".48pt" strokecolor="#000000">
                <v:path arrowok="t"/>
              </v:shape>
            </v:group>
            <v:group style="position:absolute;left:4084;top:1438;width:8;height:2" coordorigin="4084,1438" coordsize="8,2">
              <v:shape style="position:absolute;left:4084;top:1438;width:8;height:2" coordorigin="4084,1438" coordsize="8,0" path="m4084,1438l4091,1438e" filled="false" stroked="true" strokeweight=".48pt" strokecolor="#000000">
                <v:path arrowok="t"/>
              </v:shape>
            </v:group>
            <v:group style="position:absolute;left:4084;top:1462;width:8;height:2" coordorigin="4084,1462" coordsize="8,2">
              <v:shape style="position:absolute;left:4084;top:1462;width:8;height:2" coordorigin="4084,1462" coordsize="8,0" path="m4084,1462l4091,1462e" filled="false" stroked="true" strokeweight=".48pt" strokecolor="#000000">
                <v:path arrowok="t"/>
              </v:shape>
            </v:group>
            <v:group style="position:absolute;left:4084;top:1486;width:8;height:2" coordorigin="4084,1486" coordsize="8,2">
              <v:shape style="position:absolute;left:4084;top:1486;width:8;height:2" coordorigin="4084,1486" coordsize="8,0" path="m4084,1486l4091,1486e" filled="false" stroked="true" strokeweight=".48pt" strokecolor="#000000">
                <v:path arrowok="t"/>
              </v:shape>
            </v:group>
            <v:group style="position:absolute;left:4084;top:1510;width:8;height:2" coordorigin="4084,1510" coordsize="8,2">
              <v:shape style="position:absolute;left:4084;top:1510;width:8;height:2" coordorigin="4084,1510" coordsize="8,0" path="m4084,1510l4091,1510e" filled="false" stroked="true" strokeweight=".48pt" strokecolor="#000000">
                <v:path arrowok="t"/>
              </v:shape>
            </v:group>
            <v:group style="position:absolute;left:4084;top:1534;width:8;height:2" coordorigin="4084,1534" coordsize="8,2">
              <v:shape style="position:absolute;left:4084;top:1534;width:8;height:2" coordorigin="4084,1534" coordsize="8,0" path="m4084,1534l4091,1534e" filled="false" stroked="true" strokeweight=".48pt" strokecolor="#000000">
                <v:path arrowok="t"/>
              </v:shape>
            </v:group>
            <v:group style="position:absolute;left:4084;top:1558;width:8;height:2" coordorigin="4084,1558" coordsize="8,2">
              <v:shape style="position:absolute;left:4084;top:1558;width:8;height:2" coordorigin="4084,1558" coordsize="8,0" path="m4084,1558l4091,1558e" filled="false" stroked="true" strokeweight=".48pt" strokecolor="#000000">
                <v:path arrowok="t"/>
              </v:shape>
            </v:group>
            <v:group style="position:absolute;left:4084;top:1582;width:8;height:2" coordorigin="4084,1582" coordsize="8,2">
              <v:shape style="position:absolute;left:4084;top:1582;width:8;height:2" coordorigin="4084,1582" coordsize="8,0" path="m4084,1582l4091,1582e" filled="false" stroked="true" strokeweight=".48pt" strokecolor="#000000">
                <v:path arrowok="t"/>
              </v:shape>
            </v:group>
            <v:group style="position:absolute;left:4084;top:1606;width:8;height:2" coordorigin="4084,1606" coordsize="8,2">
              <v:shape style="position:absolute;left:4084;top:1606;width:8;height:2" coordorigin="4084,1606" coordsize="8,0" path="m4084,1606l4091,1606e" filled="false" stroked="true" strokeweight=".48pt" strokecolor="#000000">
                <v:path arrowok="t"/>
              </v:shape>
            </v:group>
            <v:group style="position:absolute;left:4084;top:1630;width:8;height:2" coordorigin="4084,1630" coordsize="8,2">
              <v:shape style="position:absolute;left:4084;top:1630;width:8;height:2" coordorigin="4084,1630" coordsize="8,0" path="m4084,1630l4091,1630e" filled="false" stroked="true" strokeweight=".48pt" strokecolor="#000000">
                <v:path arrowok="t"/>
              </v:shape>
            </v:group>
            <v:group style="position:absolute;left:4084;top:1654;width:8;height:2" coordorigin="4084,1654" coordsize="8,2">
              <v:shape style="position:absolute;left:4084;top:1654;width:8;height:2" coordorigin="4084,1654" coordsize="8,0" path="m4084,1654l4091,1654e" filled="false" stroked="true" strokeweight=".48pt" strokecolor="#000000">
                <v:path arrowok="t"/>
              </v:shape>
            </v:group>
            <v:group style="position:absolute;left:4084;top:1678;width:8;height:2" coordorigin="4084,1678" coordsize="8,2">
              <v:shape style="position:absolute;left:4084;top:1678;width:8;height:2" coordorigin="4084,1678" coordsize="8,0" path="m4084,1678l4091,1678e" filled="false" stroked="true" strokeweight=".48pt" strokecolor="#000000">
                <v:path arrowok="t"/>
              </v:shape>
            </v:group>
            <v:group style="position:absolute;left:4084;top:1702;width:8;height:2" coordorigin="4084,1702" coordsize="8,2">
              <v:shape style="position:absolute;left:4084;top:1702;width:8;height:2" coordorigin="4084,1702" coordsize="8,0" path="m4084,1702l4091,1702e" filled="false" stroked="true" strokeweight=".48pt" strokecolor="#000000">
                <v:path arrowok="t"/>
              </v:shape>
            </v:group>
            <v:group style="position:absolute;left:4084;top:1726;width:8;height:2" coordorigin="4084,1726" coordsize="8,2">
              <v:shape style="position:absolute;left:4084;top:1726;width:8;height:2" coordorigin="4084,1726" coordsize="8,0" path="m4084,1726l4091,1726e" filled="false" stroked="true" strokeweight=".48pt" strokecolor="#000000">
                <v:path arrowok="t"/>
              </v:shape>
            </v:group>
            <v:group style="position:absolute;left:4084;top:1750;width:8;height:2" coordorigin="4084,1750" coordsize="8,2">
              <v:shape style="position:absolute;left:4084;top:1750;width:8;height:2" coordorigin="4084,1750" coordsize="8,0" path="m4084,1750l4091,1750e" filled="false" stroked="true" strokeweight=".48pt" strokecolor="#000000">
                <v:path arrowok="t"/>
              </v:shape>
            </v:group>
            <v:group style="position:absolute;left:4084;top:1774;width:8;height:2" coordorigin="4084,1774" coordsize="8,2">
              <v:shape style="position:absolute;left:4084;top:1774;width:8;height:2" coordorigin="4084,1774" coordsize="8,0" path="m4084,1774l4091,1774e" filled="false" stroked="true" strokeweight=".48pt" strokecolor="#000000">
                <v:path arrowok="t"/>
              </v:shape>
            </v:group>
            <v:group style="position:absolute;left:4084;top:1798;width:8;height:2" coordorigin="4084,1798" coordsize="8,2">
              <v:shape style="position:absolute;left:4084;top:1798;width:8;height:2" coordorigin="4084,1798" coordsize="8,0" path="m4084,1798l4091,1798e" filled="false" stroked="true" strokeweight=".48pt" strokecolor="#000000">
                <v:path arrowok="t"/>
              </v:shape>
            </v:group>
            <v:group style="position:absolute;left:4084;top:1822;width:8;height:2" coordorigin="4084,1822" coordsize="8,2">
              <v:shape style="position:absolute;left:4084;top:1822;width:8;height:2" coordorigin="4084,1822" coordsize="8,0" path="m4084,1822l4091,1822e" filled="false" stroked="true" strokeweight=".48pt" strokecolor="#000000">
                <v:path arrowok="t"/>
              </v:shape>
            </v:group>
            <v:group style="position:absolute;left:4084;top:1846;width:8;height:2" coordorigin="4084,1846" coordsize="8,2">
              <v:shape style="position:absolute;left:4084;top:1846;width:8;height:2" coordorigin="4084,1846" coordsize="8,0" path="m4084,1846l4091,1846e" filled="false" stroked="true" strokeweight=".48pt" strokecolor="#000000">
                <v:path arrowok="t"/>
              </v:shape>
            </v:group>
            <v:group style="position:absolute;left:4084;top:1870;width:8;height:2" coordorigin="4084,1870" coordsize="8,2">
              <v:shape style="position:absolute;left:4084;top:1870;width:8;height:2" coordorigin="4084,1870" coordsize="8,0" path="m4084,1870l4091,1870e" filled="false" stroked="true" strokeweight=".48pt" strokecolor="#000000">
                <v:path arrowok="t"/>
              </v:shape>
            </v:group>
            <v:group style="position:absolute;left:4084;top:1893;width:8;height:2" coordorigin="4084,1893" coordsize="8,2">
              <v:shape style="position:absolute;left:4084;top:1893;width:8;height:2" coordorigin="4084,1893" coordsize="8,0" path="m4084,1893l4091,1893e" filled="false" stroked="true" strokeweight=".48pt" strokecolor="#000000">
                <v:path arrowok="t"/>
              </v:shape>
            </v:group>
            <v:group style="position:absolute;left:4084;top:1918;width:8;height:2" coordorigin="4084,1918" coordsize="8,2">
              <v:shape style="position:absolute;left:4084;top:1918;width:8;height:2" coordorigin="4084,1918" coordsize="8,0" path="m4084,1918l4091,1918e" filled="false" stroked="true" strokeweight=".48pt" strokecolor="#000000">
                <v:path arrowok="t"/>
              </v:shape>
            </v:group>
            <v:group style="position:absolute;left:4084;top:1942;width:8;height:2" coordorigin="4084,1942" coordsize="8,2">
              <v:shape style="position:absolute;left:4084;top:1942;width:8;height:2" coordorigin="4084,1942" coordsize="8,0" path="m4084,1942l4091,1942e" filled="false" stroked="true" strokeweight=".48pt" strokecolor="#000000">
                <v:path arrowok="t"/>
              </v:shape>
            </v:group>
            <v:group style="position:absolute;left:4084;top:1966;width:8;height:2" coordorigin="4084,1966" coordsize="8,2">
              <v:shape style="position:absolute;left:4084;top:1966;width:8;height:2" coordorigin="4084,1966" coordsize="8,0" path="m4084,1966l4091,1966e" filled="false" stroked="true" strokeweight=".48pt" strokecolor="#000000">
                <v:path arrowok="t"/>
              </v:shape>
            </v:group>
            <v:group style="position:absolute;left:4084;top:1990;width:8;height:2" coordorigin="4084,1990" coordsize="8,2">
              <v:shape style="position:absolute;left:4084;top:1990;width:8;height:2" coordorigin="4084,1990" coordsize="8,0" path="m4084,1990l4091,1990e" filled="false" stroked="true" strokeweight=".48pt" strokecolor="#000000">
                <v:path arrowok="t"/>
              </v:shape>
            </v:group>
            <v:group style="position:absolute;left:4084;top:2013;width:8;height:2" coordorigin="4084,2013" coordsize="8,2">
              <v:shape style="position:absolute;left:4084;top:2013;width:8;height:2" coordorigin="4084,2013" coordsize="8,0" path="m4084,2013l4091,2013e" filled="false" stroked="true" strokeweight=".48pt" strokecolor="#000000">
                <v:path arrowok="t"/>
              </v:shape>
            </v:group>
            <v:group style="position:absolute;left:4084;top:2037;width:8;height:2" coordorigin="4084,2037" coordsize="8,2">
              <v:shape style="position:absolute;left:4084;top:2037;width:8;height:2" coordorigin="4084,2037" coordsize="8,0" path="m4084,2037l4091,2037e" filled="false" stroked="true" strokeweight=".48pt" strokecolor="#000000">
                <v:path arrowok="t"/>
              </v:shape>
            </v:group>
            <v:group style="position:absolute;left:4084;top:2061;width:8;height:2" coordorigin="4084,2061" coordsize="8,2">
              <v:shape style="position:absolute;left:4084;top:2061;width:8;height:2" coordorigin="4084,2061" coordsize="8,0" path="m4084,2061l4091,2061e" filled="false" stroked="true" strokeweight=".48pt" strokecolor="#000000">
                <v:path arrowok="t"/>
              </v:shape>
            </v:group>
            <v:group style="position:absolute;left:4084;top:2085;width:8;height:2" coordorigin="4084,2085" coordsize="8,2">
              <v:shape style="position:absolute;left:4084;top:2085;width:8;height:2" coordorigin="4084,2085" coordsize="8,0" path="m4084,2085l4091,2085e" filled="false" stroked="true" strokeweight=".48pt" strokecolor="#000000">
                <v:path arrowok="t"/>
              </v:shape>
            </v:group>
            <v:group style="position:absolute;left:4084;top:2109;width:8;height:2" coordorigin="4084,2109" coordsize="8,2">
              <v:shape style="position:absolute;left:4084;top:2109;width:8;height:2" coordorigin="4084,2109" coordsize="8,0" path="m4084,2109l4091,2109e" filled="false" stroked="true" strokeweight=".48pt" strokecolor="#000000">
                <v:path arrowok="t"/>
              </v:shape>
            </v:group>
            <v:group style="position:absolute;left:4084;top:2133;width:8;height:2" coordorigin="4084,2133" coordsize="8,2">
              <v:shape style="position:absolute;left:4084;top:2133;width:8;height:2" coordorigin="4084,2133" coordsize="8,0" path="m4084,2133l4091,2133e" filled="false" stroked="true" strokeweight=".48pt" strokecolor="#000000">
                <v:path arrowok="t"/>
              </v:shape>
            </v:group>
            <v:group style="position:absolute;left:4084;top:2157;width:8;height:2" coordorigin="4084,2157" coordsize="8,2">
              <v:shape style="position:absolute;left:4084;top:2157;width:8;height:2" coordorigin="4084,2157" coordsize="8,0" path="m4084,2157l4091,2157e" filled="false" stroked="true" strokeweight=".48pt" strokecolor="#000000">
                <v:path arrowok="t"/>
              </v:shape>
            </v:group>
            <v:group style="position:absolute;left:4084;top:2181;width:8;height:2" coordorigin="4084,2181" coordsize="8,2">
              <v:shape style="position:absolute;left:4084;top:2181;width:8;height:2" coordorigin="4084,2181" coordsize="8,0" path="m4084,2181l4091,2181e" filled="false" stroked="true" strokeweight=".48pt" strokecolor="#000000">
                <v:path arrowok="t"/>
              </v:shape>
            </v:group>
            <v:group style="position:absolute;left:4084;top:2205;width:8;height:2" coordorigin="4084,2205" coordsize="8,2">
              <v:shape style="position:absolute;left:4084;top:2205;width:8;height:2" coordorigin="4084,2205" coordsize="8,0" path="m4084,2205l4091,2205e" filled="false" stroked="true" strokeweight=".48pt" strokecolor="#000000">
                <v:path arrowok="t"/>
              </v:shape>
            </v:group>
            <v:group style="position:absolute;left:4084;top:2229;width:8;height:2" coordorigin="4084,2229" coordsize="8,2">
              <v:shape style="position:absolute;left:4084;top:2229;width:8;height:2" coordorigin="4084,2229" coordsize="8,0" path="m4084,2229l4091,2229e" filled="false" stroked="true" strokeweight=".48pt" strokecolor="#000000">
                <v:path arrowok="t"/>
              </v:shape>
            </v:group>
            <v:group style="position:absolute;left:4084;top:2253;width:8;height:2" coordorigin="4084,2253" coordsize="8,2">
              <v:shape style="position:absolute;left:4084;top:2253;width:8;height:2" coordorigin="4084,2253" coordsize="8,0" path="m4084,2253l4091,2253e" filled="false" stroked="true" strokeweight=".48pt" strokecolor="#000000">
                <v:path arrowok="t"/>
              </v:shape>
            </v:group>
            <v:group style="position:absolute;left:4084;top:2277;width:8;height:2" coordorigin="4084,2277" coordsize="8,2">
              <v:shape style="position:absolute;left:4084;top:2277;width:8;height:2" coordorigin="4084,2277" coordsize="8,0" path="m4084,2277l4091,2277e" filled="false" stroked="true" strokeweight=".48pt" strokecolor="#000000">
                <v:path arrowok="t"/>
              </v:shape>
            </v:group>
            <v:group style="position:absolute;left:4084;top:2301;width:8;height:2" coordorigin="4084,2301" coordsize="8,2">
              <v:shape style="position:absolute;left:4084;top:2301;width:8;height:2" coordorigin="4084,2301" coordsize="8,0" path="m4084,2301l4091,2301e" filled="false" stroked="true" strokeweight=".48pt" strokecolor="#000000">
                <v:path arrowok="t"/>
              </v:shape>
            </v:group>
            <v:group style="position:absolute;left:4084;top:2325;width:8;height:2" coordorigin="4084,2325" coordsize="8,2">
              <v:shape style="position:absolute;left:4084;top:2325;width:8;height:2" coordorigin="4084,2325" coordsize="8,0" path="m4084,2325l4091,2325e" filled="false" stroked="true" strokeweight=".48pt" strokecolor="#000000">
                <v:path arrowok="t"/>
              </v:shape>
            </v:group>
            <v:group style="position:absolute;left:4084;top:2349;width:8;height:2" coordorigin="4084,2349" coordsize="8,2">
              <v:shape style="position:absolute;left:4084;top:2349;width:8;height:2" coordorigin="4084,2349" coordsize="8,0" path="m4084,2349l4091,2349e" filled="false" stroked="true" strokeweight=".48pt" strokecolor="#000000">
                <v:path arrowok="t"/>
              </v:shape>
            </v:group>
            <v:group style="position:absolute;left:4084;top:2373;width:8;height:2" coordorigin="4084,2373" coordsize="8,2">
              <v:shape style="position:absolute;left:4084;top:2373;width:8;height:2" coordorigin="4084,2373" coordsize="8,0" path="m4084,2373l4091,2373e" filled="false" stroked="true" strokeweight=".48pt" strokecolor="#000000">
                <v:path arrowok="t"/>
              </v:shape>
            </v:group>
            <v:group style="position:absolute;left:4084;top:2397;width:8;height:2" coordorigin="4084,2397" coordsize="8,2">
              <v:shape style="position:absolute;left:4084;top:2397;width:8;height:2" coordorigin="4084,2397" coordsize="8,0" path="m4084,2397l4091,2397e" filled="false" stroked="true" strokeweight=".48pt" strokecolor="#000000">
                <v:path arrowok="t"/>
              </v:shape>
            </v:group>
            <v:group style="position:absolute;left:4084;top:2421;width:8;height:2" coordorigin="4084,2421" coordsize="8,2">
              <v:shape style="position:absolute;left:4084;top:2421;width:8;height:2" coordorigin="4084,2421" coordsize="8,0" path="m4084,2421l4091,2421e" filled="false" stroked="true" strokeweight=".48pt" strokecolor="#000000">
                <v:path arrowok="t"/>
              </v:shape>
            </v:group>
            <v:group style="position:absolute;left:4084;top:2445;width:8;height:2" coordorigin="4084,2445" coordsize="8,2">
              <v:shape style="position:absolute;left:4084;top:2445;width:8;height:2" coordorigin="4084,2445" coordsize="8,0" path="m4084,2445l4091,2445e" filled="false" stroked="true" strokeweight=".48pt" strokecolor="#000000">
                <v:path arrowok="t"/>
              </v:shape>
            </v:group>
            <v:group style="position:absolute;left:4084;top:2469;width:8;height:2" coordorigin="4084,2469" coordsize="8,2">
              <v:shape style="position:absolute;left:4084;top:2469;width:8;height:2" coordorigin="4084,2469" coordsize="8,0" path="m4084,2469l4091,2469e" filled="false" stroked="true" strokeweight=".48pt" strokecolor="#000000">
                <v:path arrowok="t"/>
              </v:shape>
            </v:group>
            <v:group style="position:absolute;left:4084;top:2493;width:8;height:2" coordorigin="4084,2493" coordsize="8,2">
              <v:shape style="position:absolute;left:4084;top:2493;width:8;height:2" coordorigin="4084,2493" coordsize="8,0" path="m4084,2493l4091,2493e" filled="false" stroked="true" strokeweight=".48pt" strokecolor="#000000">
                <v:path arrowok="t"/>
              </v:shape>
            </v:group>
            <v:group style="position:absolute;left:4084;top:2517;width:8;height:2" coordorigin="4084,2517" coordsize="8,2">
              <v:shape style="position:absolute;left:4084;top:2517;width:8;height:2" coordorigin="4084,2517" coordsize="8,0" path="m4084,2517l4091,2517e" filled="false" stroked="true" strokeweight=".48pt" strokecolor="#000000">
                <v:path arrowok="t"/>
              </v:shape>
            </v:group>
            <v:group style="position:absolute;left:4084;top:2541;width:8;height:2" coordorigin="4084,2541" coordsize="8,2">
              <v:shape style="position:absolute;left:4084;top:2541;width:8;height:2" coordorigin="4084,2541" coordsize="8,0" path="m4084,2541l4091,2541e" filled="false" stroked="true" strokeweight=".48pt" strokecolor="#000000">
                <v:path arrowok="t"/>
              </v:shape>
            </v:group>
            <v:group style="position:absolute;left:4084;top:2565;width:8;height:2" coordorigin="4084,2565" coordsize="8,2">
              <v:shape style="position:absolute;left:4084;top:2565;width:8;height:2" coordorigin="4084,2565" coordsize="8,0" path="m4084,2565l4091,2565e" filled="false" stroked="true" strokeweight=".48pt" strokecolor="#000000">
                <v:path arrowok="t"/>
              </v:shape>
            </v:group>
            <v:group style="position:absolute;left:4084;top:2589;width:8;height:2" coordorigin="4084,2589" coordsize="8,2">
              <v:shape style="position:absolute;left:4084;top:2589;width:8;height:2" coordorigin="4084,2589" coordsize="8,0" path="m4084,2589l4091,2589e" filled="false" stroked="true" strokeweight=".48pt" strokecolor="#000000">
                <v:path arrowok="t"/>
              </v:shape>
            </v:group>
            <v:group style="position:absolute;left:4084;top:2613;width:8;height:2" coordorigin="4084,2613" coordsize="8,2">
              <v:shape style="position:absolute;left:4084;top:2613;width:8;height:2" coordorigin="4084,2613" coordsize="8,0" path="m4084,2613l4091,2613e" filled="false" stroked="true" strokeweight=".48pt" strokecolor="#000000">
                <v:path arrowok="t"/>
              </v:shape>
            </v:group>
            <v:group style="position:absolute;left:4084;top:2637;width:8;height:2" coordorigin="4084,2637" coordsize="8,2">
              <v:shape style="position:absolute;left:4084;top:2637;width:8;height:2" coordorigin="4084,2637" coordsize="8,0" path="m4084,2637l4091,2637e" filled="false" stroked="true" strokeweight=".48pt" strokecolor="#000000">
                <v:path arrowok="t"/>
              </v:shape>
            </v:group>
            <v:group style="position:absolute;left:4084;top:2661;width:8;height:2" coordorigin="4084,2661" coordsize="8,2">
              <v:shape style="position:absolute;left:4084;top:2661;width:8;height:2" coordorigin="4084,2661" coordsize="8,0" path="m4084,2661l4091,2661e" filled="false" stroked="true" strokeweight=".48pt" strokecolor="#000000">
                <v:path arrowok="t"/>
              </v:shape>
            </v:group>
            <v:group style="position:absolute;left:4084;top:2685;width:8;height:2" coordorigin="4084,2685" coordsize="8,2">
              <v:shape style="position:absolute;left:4084;top:2685;width:8;height:2" coordorigin="4084,2685" coordsize="8,0" path="m4084,2685l4091,2685e" filled="false" stroked="true" strokeweight=".48pt" strokecolor="#000000">
                <v:path arrowok="t"/>
              </v:shape>
            </v:group>
            <v:group style="position:absolute;left:4084;top:2709;width:8;height:2" coordorigin="4084,2709" coordsize="8,2">
              <v:shape style="position:absolute;left:4084;top:2709;width:8;height:2" coordorigin="4084,2709" coordsize="8,0" path="m4084,2709l4091,2709e" filled="false" stroked="true" strokeweight=".48pt" strokecolor="#000000">
                <v:path arrowok="t"/>
              </v:shape>
            </v:group>
            <v:group style="position:absolute;left:4084;top:2733;width:8;height:2" coordorigin="4084,2733" coordsize="8,2">
              <v:shape style="position:absolute;left:4084;top:2733;width:8;height:2" coordorigin="4084,2733" coordsize="8,0" path="m4084,2733l4091,2733e" filled="false" stroked="true" strokeweight=".48pt" strokecolor="#000000">
                <v:path arrowok="t"/>
              </v:shape>
            </v:group>
            <v:group style="position:absolute;left:4084;top:2757;width:8;height:2" coordorigin="4084,2757" coordsize="8,2">
              <v:shape style="position:absolute;left:4084;top:2757;width:8;height:2" coordorigin="4084,2757" coordsize="8,0" path="m4084,2757l4091,2757e" filled="false" stroked="true" strokeweight=".479pt" strokecolor="#000000">
                <v:path arrowok="t"/>
              </v:shape>
            </v:group>
            <v:group style="position:absolute;left:4084;top:2781;width:8;height:2" coordorigin="4084,2781" coordsize="8,2">
              <v:shape style="position:absolute;left:4084;top:2781;width:8;height:2" coordorigin="4084,2781" coordsize="8,0" path="m4084,2781l4091,2781e" filled="false" stroked="true" strokeweight=".48pt" strokecolor="#000000">
                <v:path arrowok="t"/>
              </v:shape>
            </v:group>
            <v:group style="position:absolute;left:4084;top:2805;width:8;height:2" coordorigin="4084,2805" coordsize="8,2">
              <v:shape style="position:absolute;left:4084;top:2805;width:8;height:2" coordorigin="4084,2805" coordsize="8,0" path="m4084,2805l4091,2805e" filled="false" stroked="true" strokeweight=".48pt" strokecolor="#000000">
                <v:path arrowok="t"/>
              </v:shape>
            </v:group>
            <v:group style="position:absolute;left:4084;top:2829;width:8;height:2" coordorigin="4084,2829" coordsize="8,2">
              <v:shape style="position:absolute;left:4084;top:2829;width:8;height:2" coordorigin="4084,2829" coordsize="8,0" path="m4084,2829l4091,2829e" filled="false" stroked="true" strokeweight=".48pt" strokecolor="#000000">
                <v:path arrowok="t"/>
              </v:shape>
            </v:group>
            <v:group style="position:absolute;left:4084;top:2853;width:8;height:2" coordorigin="4084,2853" coordsize="8,2">
              <v:shape style="position:absolute;left:4084;top:2853;width:8;height:2" coordorigin="4084,2853" coordsize="8,0" path="m4084,2853l4091,2853e" filled="false" stroked="true" strokeweight=".48pt" strokecolor="#000000">
                <v:path arrowok="t"/>
              </v:shape>
            </v:group>
            <v:group style="position:absolute;left:4084;top:2877;width:8;height:2" coordorigin="4084,2877" coordsize="8,2">
              <v:shape style="position:absolute;left:4084;top:2877;width:8;height:2" coordorigin="4084,2877" coordsize="8,0" path="m4084,2877l4091,2877e" filled="false" stroked="true" strokeweight=".48pt" strokecolor="#000000">
                <v:path arrowok="t"/>
              </v:shape>
            </v:group>
            <v:group style="position:absolute;left:4084;top:2901;width:8;height:2" coordorigin="4084,2901" coordsize="8,2">
              <v:shape style="position:absolute;left:4084;top:2901;width:8;height:2" coordorigin="4084,2901" coordsize="8,0" path="m4084,2901l4091,2901e" filled="false" stroked="true" strokeweight=".48pt" strokecolor="#000000">
                <v:path arrowok="t"/>
              </v:shape>
            </v:group>
            <v:group style="position:absolute;left:4084;top:2925;width:8;height:2" coordorigin="4084,2925" coordsize="8,2">
              <v:shape style="position:absolute;left:4084;top:2925;width:8;height:2" coordorigin="4084,2925" coordsize="8,0" path="m4084,2925l4091,2925e" filled="false" stroked="true" strokeweight=".48pt" strokecolor="#000000">
                <v:path arrowok="t"/>
              </v:shape>
            </v:group>
            <v:group style="position:absolute;left:4084;top:2949;width:8;height:2" coordorigin="4084,2949" coordsize="8,2">
              <v:shape style="position:absolute;left:4084;top:2949;width:8;height:2" coordorigin="4084,2949" coordsize="8,0" path="m4084,2949l4091,2949e" filled="false" stroked="true" strokeweight=".48pt" strokecolor="#000000">
                <v:path arrowok="t"/>
              </v:shape>
            </v:group>
            <v:group style="position:absolute;left:4084;top:2973;width:8;height:2" coordorigin="4084,2973" coordsize="8,2">
              <v:shape style="position:absolute;left:4084;top:2973;width:8;height:2" coordorigin="4084,2973" coordsize="8,0" path="m4084,2973l4091,2973e" filled="false" stroked="true" strokeweight=".48pt" strokecolor="#000000">
                <v:path arrowok="t"/>
              </v:shape>
            </v:group>
            <v:group style="position:absolute;left:4084;top:2997;width:8;height:2" coordorigin="4084,2997" coordsize="8,2">
              <v:shape style="position:absolute;left:4084;top:2997;width:8;height:2" coordorigin="4084,2997" coordsize="8,0" path="m4084,2997l4091,2997e" filled="false" stroked="true" strokeweight=".48pt" strokecolor="#000000">
                <v:path arrowok="t"/>
              </v:shape>
            </v:group>
            <v:group style="position:absolute;left:4084;top:3021;width:8;height:2" coordorigin="4084,3021" coordsize="8,2">
              <v:shape style="position:absolute;left:4084;top:3021;width:8;height:2" coordorigin="4084,3021" coordsize="8,0" path="m4084,3021l4091,3021e" filled="false" stroked="true" strokeweight=".48pt" strokecolor="#000000">
                <v:path arrowok="t"/>
              </v:shape>
            </v:group>
            <v:group style="position:absolute;left:4084;top:3045;width:8;height:2" coordorigin="4084,3045" coordsize="8,2">
              <v:shape style="position:absolute;left:4084;top:3045;width:8;height:2" coordorigin="4084,3045" coordsize="8,0" path="m4084,3045l4091,3045e" filled="false" stroked="true" strokeweight=".48pt" strokecolor="#000000">
                <v:path arrowok="t"/>
              </v:shape>
            </v:group>
            <v:group style="position:absolute;left:4084;top:3069;width:8;height:2" coordorigin="4084,3069" coordsize="8,2">
              <v:shape style="position:absolute;left:4084;top:3069;width:8;height:2" coordorigin="4084,3069" coordsize="8,0" path="m4084,3069l4091,3069e" filled="false" stroked="true" strokeweight=".48pt" strokecolor="#000000">
                <v:path arrowok="t"/>
              </v:shape>
            </v:group>
            <v:group style="position:absolute;left:4084;top:3093;width:8;height:2" coordorigin="4084,3093" coordsize="8,2">
              <v:shape style="position:absolute;left:4084;top:3093;width:8;height:2" coordorigin="4084,3093" coordsize="8,0" path="m4084,3093l4091,3093e" filled="false" stroked="true" strokeweight=".48pt" strokecolor="#000000">
                <v:path arrowok="t"/>
              </v:shape>
            </v:group>
            <v:group style="position:absolute;left:4084;top:3117;width:8;height:2" coordorigin="4084,3117" coordsize="8,2">
              <v:shape style="position:absolute;left:4084;top:3117;width:8;height:2" coordorigin="4084,3117" coordsize="8,0" path="m4084,3117l4091,3117e" filled="false" stroked="true" strokeweight=".48pt" strokecolor="#000000">
                <v:path arrowok="t"/>
              </v:shape>
            </v:group>
            <v:group style="position:absolute;left:4084;top:3141;width:8;height:2" coordorigin="4084,3141" coordsize="8,2">
              <v:shape style="position:absolute;left:4084;top:3141;width:8;height:2" coordorigin="4084,3141" coordsize="8,0" path="m4084,3141l4091,3141e" filled="false" stroked="true" strokeweight=".48pt" strokecolor="#000000">
                <v:path arrowok="t"/>
              </v:shape>
            </v:group>
            <v:group style="position:absolute;left:4084;top:3165;width:8;height:2" coordorigin="4084,3165" coordsize="8,2">
              <v:shape style="position:absolute;left:4084;top:3165;width:8;height:2" coordorigin="4084,3165" coordsize="8,0" path="m4084,3165l4091,3165e" filled="false" stroked="true" strokeweight=".48pt" strokecolor="#000000">
                <v:path arrowok="t"/>
              </v:shape>
            </v:group>
            <v:group style="position:absolute;left:4084;top:3189;width:8;height:2" coordorigin="4084,3189" coordsize="8,2">
              <v:shape style="position:absolute;left:4084;top:3189;width:8;height:2" coordorigin="4084,3189" coordsize="8,0" path="m4084,3189l4091,3189e" filled="false" stroked="true" strokeweight=".48pt" strokecolor="#000000">
                <v:path arrowok="t"/>
              </v:shape>
            </v:group>
            <v:group style="position:absolute;left:4084;top:3213;width:8;height:2" coordorigin="4084,3213" coordsize="8,2">
              <v:shape style="position:absolute;left:4084;top:3213;width:8;height:2" coordorigin="4084,3213" coordsize="8,0" path="m4084,3213l4091,3213e" filled="false" stroked="true" strokeweight=".48pt" strokecolor="#000000">
                <v:path arrowok="t"/>
              </v:shape>
            </v:group>
            <v:group style="position:absolute;left:4084;top:3237;width:8;height:2" coordorigin="4084,3237" coordsize="8,2">
              <v:shape style="position:absolute;left:4084;top:3237;width:8;height:2" coordorigin="4084,3237" coordsize="8,0" path="m4084,3237l4091,3237e" filled="false" stroked="true" strokeweight=".48pt" strokecolor="#000000">
                <v:path arrowok="t"/>
              </v:shape>
            </v:group>
            <v:group style="position:absolute;left:4084;top:3261;width:8;height:2" coordorigin="4084,3261" coordsize="8,2">
              <v:shape style="position:absolute;left:4084;top:3261;width:8;height:2" coordorigin="4084,3261" coordsize="8,0" path="m4084,3261l4091,3261e" filled="false" stroked="true" strokeweight=".48pt" strokecolor="#000000">
                <v:path arrowok="t"/>
              </v:shape>
            </v:group>
            <v:group style="position:absolute;left:4084;top:3285;width:8;height:2" coordorigin="4084,3285" coordsize="8,2">
              <v:shape style="position:absolute;left:4084;top:3285;width:8;height:2" coordorigin="4084,3285" coordsize="8,0" path="m4084,3285l4091,3285e" filled="false" stroked="true" strokeweight=".48pt" strokecolor="#000000">
                <v:path arrowok="t"/>
              </v:shape>
            </v:group>
            <v:group style="position:absolute;left:4084;top:3309;width:8;height:2" coordorigin="4084,3309" coordsize="8,2">
              <v:shape style="position:absolute;left:4084;top:3309;width:8;height:2" coordorigin="4084,3309" coordsize="8,0" path="m4084,3309l4091,3309e" filled="false" stroked="true" strokeweight=".48pt" strokecolor="#000000">
                <v:path arrowok="t"/>
              </v:shape>
            </v:group>
            <v:group style="position:absolute;left:4084;top:3333;width:8;height:2" coordorigin="4084,3333" coordsize="8,2">
              <v:shape style="position:absolute;left:4084;top:3333;width:8;height:2" coordorigin="4084,3333" coordsize="8,0" path="m4084,3333l4091,3333e" filled="false" stroked="true" strokeweight=".48pt" strokecolor="#000000">
                <v:path arrowok="t"/>
              </v:shape>
            </v:group>
            <v:group style="position:absolute;left:4084;top:3357;width:8;height:2" coordorigin="4084,3357" coordsize="8,2">
              <v:shape style="position:absolute;left:4084;top:3357;width:8;height:2" coordorigin="4084,3357" coordsize="8,0" path="m4084,3357l4091,3357e" filled="false" stroked="true" strokeweight=".48pt" strokecolor="#000000">
                <v:path arrowok="t"/>
              </v:shape>
            </v:group>
            <v:group style="position:absolute;left:4084;top:3381;width:8;height:2" coordorigin="4084,3381" coordsize="8,2">
              <v:shape style="position:absolute;left:4084;top:3381;width:8;height:2" coordorigin="4084,3381" coordsize="8,0" path="m4084,3381l4091,3381e" filled="false" stroked="true" strokeweight=".48pt" strokecolor="#000000">
                <v:path arrowok="t"/>
              </v:shape>
            </v:group>
            <v:group style="position:absolute;left:4084;top:3405;width:8;height:2" coordorigin="4084,3405" coordsize="8,2">
              <v:shape style="position:absolute;left:4084;top:3405;width:8;height:2" coordorigin="4084,3405" coordsize="8,0" path="m4084,3405l4091,3405e" filled="false" stroked="true" strokeweight=".48pt" strokecolor="#000000">
                <v:path arrowok="t"/>
              </v:shape>
            </v:group>
            <v:group style="position:absolute;left:4084;top:3429;width:8;height:2" coordorigin="4084,3429" coordsize="8,2">
              <v:shape style="position:absolute;left:4084;top:3429;width:8;height:2" coordorigin="4084,3429" coordsize="8,0" path="m4084,3429l4091,3429e" filled="false" stroked="true" strokeweight=".48pt" strokecolor="#000000">
                <v:path arrowok="t"/>
              </v:shape>
            </v:group>
            <v:group style="position:absolute;left:4084;top:3453;width:8;height:2" coordorigin="4084,3453" coordsize="8,2">
              <v:shape style="position:absolute;left:4084;top:3453;width:8;height:2" coordorigin="4084,3453" coordsize="8,0" path="m4084,3453l4091,3453e" filled="false" stroked="true" strokeweight=".48pt" strokecolor="#000000">
                <v:path arrowok="t"/>
              </v:shape>
            </v:group>
            <v:group style="position:absolute;left:4084;top:3477;width:8;height:2" coordorigin="4084,3477" coordsize="8,2">
              <v:shape style="position:absolute;left:4084;top:3477;width:8;height:2" coordorigin="4084,3477" coordsize="8,0" path="m4084,3477l4091,3477e" filled="false" stroked="true" strokeweight=".48pt" strokecolor="#000000">
                <v:path arrowok="t"/>
              </v:shape>
            </v:group>
            <v:group style="position:absolute;left:4084;top:3501;width:8;height:2" coordorigin="4084,3501" coordsize="8,2">
              <v:shape style="position:absolute;left:4084;top:3501;width:8;height:2" coordorigin="4084,3501" coordsize="8,0" path="m4084,3501l4091,3501e" filled="false" stroked="true" strokeweight=".479pt" strokecolor="#000000">
                <v:path arrowok="t"/>
              </v:shape>
            </v:group>
            <v:group style="position:absolute;left:4084;top:3525;width:8;height:2" coordorigin="4084,3525" coordsize="8,2">
              <v:shape style="position:absolute;left:4084;top:3525;width:8;height:2" coordorigin="4084,3525" coordsize="8,0" path="m4084,3525l4091,3525e" filled="false" stroked="true" strokeweight=".48pt" strokecolor="#000000">
                <v:path arrowok="t"/>
              </v:shape>
            </v:group>
            <v:group style="position:absolute;left:4084;top:3549;width:8;height:2" coordorigin="4084,3549" coordsize="8,2">
              <v:shape style="position:absolute;left:4084;top:3549;width:8;height:2" coordorigin="4084,3549" coordsize="8,0" path="m4084,3549l4091,3549e" filled="false" stroked="true" strokeweight=".48pt" strokecolor="#000000">
                <v:path arrowok="t"/>
              </v:shape>
            </v:group>
            <v:group style="position:absolute;left:4084;top:3573;width:8;height:2" coordorigin="4084,3573" coordsize="8,2">
              <v:shape style="position:absolute;left:4084;top:3573;width:8;height:2" coordorigin="4084,3573" coordsize="8,0" path="m4084,3573l4091,3573e" filled="false" stroked="true" strokeweight=".48pt" strokecolor="#000000">
                <v:path arrowok="t"/>
              </v:shape>
            </v:group>
            <v:group style="position:absolute;left:4084;top:3597;width:8;height:2" coordorigin="4084,3597" coordsize="8,2">
              <v:shape style="position:absolute;left:4084;top:3597;width:8;height:2" coordorigin="4084,3597" coordsize="8,0" path="m4084,3597l4091,3597e" filled="false" stroked="true" strokeweight=".48pt" strokecolor="#000000">
                <v:path arrowok="t"/>
              </v:shape>
            </v:group>
            <v:group style="position:absolute;left:4084;top:3621;width:8;height:2" coordorigin="4084,3621" coordsize="8,2">
              <v:shape style="position:absolute;left:4084;top:3621;width:8;height:2" coordorigin="4084,3621" coordsize="8,0" path="m4084,3621l4091,3621e" filled="false" stroked="true" strokeweight=".48pt" strokecolor="#000000">
                <v:path arrowok="t"/>
              </v:shape>
            </v:group>
            <v:group style="position:absolute;left:4084;top:3645;width:8;height:2" coordorigin="4084,3645" coordsize="8,2">
              <v:shape style="position:absolute;left:4084;top:3645;width:8;height:2" coordorigin="4084,3645" coordsize="8,0" path="m4084,3645l4091,3645e" filled="false" stroked="true" strokeweight=".48pt" strokecolor="#000000">
                <v:path arrowok="t"/>
              </v:shape>
            </v:group>
            <v:group style="position:absolute;left:4084;top:3669;width:8;height:2" coordorigin="4084,3669" coordsize="8,2">
              <v:shape style="position:absolute;left:4084;top:3669;width:8;height:2" coordorigin="4084,3669" coordsize="8,0" path="m4084,3669l4091,3669e" filled="false" stroked="true" strokeweight=".48pt" strokecolor="#000000">
                <v:path arrowok="t"/>
              </v:shape>
            </v:group>
            <v:group style="position:absolute;left:4084;top:3693;width:8;height:2" coordorigin="4084,3693" coordsize="8,2">
              <v:shape style="position:absolute;left:4084;top:3693;width:8;height:2" coordorigin="4084,3693" coordsize="8,0" path="m4084,3693l4091,3693e" filled="false" stroked="true" strokeweight=".48pt" strokecolor="#000000">
                <v:path arrowok="t"/>
              </v:shape>
            </v:group>
            <v:group style="position:absolute;left:4084;top:3717;width:8;height:2" coordorigin="4084,3717" coordsize="8,2">
              <v:shape style="position:absolute;left:4084;top:3717;width:8;height:2" coordorigin="4084,3717" coordsize="8,0" path="m4084,3717l4091,3717e" filled="false" stroked="true" strokeweight=".48pt" strokecolor="#000000">
                <v:path arrowok="t"/>
              </v:shape>
            </v:group>
            <v:group style="position:absolute;left:4084;top:3741;width:8;height:2" coordorigin="4084,3741" coordsize="8,2">
              <v:shape style="position:absolute;left:4084;top:3741;width:8;height:2" coordorigin="4084,3741" coordsize="8,0" path="m4084,3741l4091,3741e" filled="false" stroked="true" strokeweight=".48pt" strokecolor="#000000">
                <v:path arrowok="t"/>
              </v:shape>
            </v:group>
            <v:group style="position:absolute;left:4084;top:3765;width:8;height:2" coordorigin="4084,3765" coordsize="8,2">
              <v:shape style="position:absolute;left:4084;top:3765;width:8;height:2" coordorigin="4084,3765" coordsize="8,0" path="m4084,3765l4091,3765e" filled="false" stroked="true" strokeweight=".48pt" strokecolor="#000000">
                <v:path arrowok="t"/>
              </v:shape>
            </v:group>
            <v:group style="position:absolute;left:4084;top:3789;width:8;height:2" coordorigin="4084,3789" coordsize="8,2">
              <v:shape style="position:absolute;left:4084;top:3789;width:8;height:2" coordorigin="4084,3789" coordsize="8,0" path="m4084,3789l4091,3789e" filled="false" stroked="true" strokeweight=".48pt" strokecolor="#000000">
                <v:path arrowok="t"/>
              </v:shape>
            </v:group>
            <v:group style="position:absolute;left:4084;top:3813;width:8;height:2" coordorigin="4084,3813" coordsize="8,2">
              <v:shape style="position:absolute;left:4084;top:3813;width:8;height:2" coordorigin="4084,3813" coordsize="8,0" path="m4084,3813l4091,3813e" filled="false" stroked="true" strokeweight=".48pt" strokecolor="#000000">
                <v:path arrowok="t"/>
              </v:shape>
            </v:group>
            <v:group style="position:absolute;left:4084;top:3837;width:8;height:2" coordorigin="4084,3837" coordsize="8,2">
              <v:shape style="position:absolute;left:4084;top:3837;width:8;height:2" coordorigin="4084,3837" coordsize="8,0" path="m4084,3837l4091,3837e" filled="false" stroked="true" strokeweight=".48pt" strokecolor="#000000">
                <v:path arrowok="t"/>
              </v:shape>
            </v:group>
            <v:group style="position:absolute;left:4084;top:3861;width:8;height:2" coordorigin="4084,3861" coordsize="8,2">
              <v:shape style="position:absolute;left:4084;top:3861;width:8;height:2" coordorigin="4084,3861" coordsize="8,0" path="m4084,3861l4091,3861e" filled="false" stroked="true" strokeweight=".48pt" strokecolor="#000000">
                <v:path arrowok="t"/>
              </v:shape>
            </v:group>
            <v:group style="position:absolute;left:4084;top:3885;width:8;height:2" coordorigin="4084,3885" coordsize="8,2">
              <v:shape style="position:absolute;left:4084;top:3885;width:8;height:2" coordorigin="4084,3885" coordsize="8,0" path="m4084,3885l4091,3885e" filled="false" stroked="true" strokeweight=".48pt" strokecolor="#000000">
                <v:path arrowok="t"/>
              </v:shape>
            </v:group>
            <v:group style="position:absolute;left:4084;top:3909;width:8;height:2" coordorigin="4084,3909" coordsize="8,2">
              <v:shape style="position:absolute;left:4084;top:3909;width:8;height:2" coordorigin="4084,3909" coordsize="8,0" path="m4084,3909l4091,3909e" filled="false" stroked="true" strokeweight=".48pt" strokecolor="#000000">
                <v:path arrowok="t"/>
              </v:shape>
            </v:group>
            <v:group style="position:absolute;left:4084;top:3933;width:8;height:2" coordorigin="4084,3933" coordsize="8,2">
              <v:shape style="position:absolute;left:4084;top:3933;width:8;height:2" coordorigin="4084,3933" coordsize="8,0" path="m4084,3933l4091,3933e" filled="false" stroked="true" strokeweight=".48pt" strokecolor="#000000">
                <v:path arrowok="t"/>
              </v:shape>
            </v:group>
            <v:group style="position:absolute;left:4084;top:3957;width:8;height:2" coordorigin="4084,3957" coordsize="8,2">
              <v:shape style="position:absolute;left:4084;top:3957;width:8;height:2" coordorigin="4084,3957" coordsize="8,0" path="m4084,3957l4091,3957e" filled="false" stroked="true" strokeweight=".48pt" strokecolor="#000000">
                <v:path arrowok="t"/>
              </v:shape>
            </v:group>
            <v:group style="position:absolute;left:4084;top:3981;width:8;height:2" coordorigin="4084,3981" coordsize="8,2">
              <v:shape style="position:absolute;left:4084;top:3981;width:8;height:2" coordorigin="4084,3981" coordsize="8,0" path="m4084,3981l4091,3981e" filled="false" stroked="true" strokeweight=".48pt" strokecolor="#000000">
                <v:path arrowok="t"/>
              </v:shape>
            </v:group>
            <v:group style="position:absolute;left:4084;top:4005;width:8;height:2" coordorigin="4084,4005" coordsize="8,2">
              <v:shape style="position:absolute;left:4084;top:4005;width:8;height:2" coordorigin="4084,4005" coordsize="8,0" path="m4084,4005l4091,4005e" filled="false" stroked="true" strokeweight=".48pt" strokecolor="#000000">
                <v:path arrowok="t"/>
              </v:shape>
            </v:group>
            <v:group style="position:absolute;left:4084;top:4029;width:8;height:2" coordorigin="4084,4029" coordsize="8,2">
              <v:shape style="position:absolute;left:4084;top:4029;width:8;height:2" coordorigin="4084,4029" coordsize="8,0" path="m4084,4029l4091,4029e" filled="false" stroked="true" strokeweight=".48pt" strokecolor="#000000">
                <v:path arrowok="t"/>
              </v:shape>
            </v:group>
            <v:group style="position:absolute;left:4084;top:4053;width:8;height:2" coordorigin="4084,4053" coordsize="8,2">
              <v:shape style="position:absolute;left:4084;top:4053;width:8;height:2" coordorigin="4084,4053" coordsize="8,0" path="m4084,4053l4091,4053e" filled="false" stroked="true" strokeweight=".48pt" strokecolor="#000000">
                <v:path arrowok="t"/>
              </v:shape>
            </v:group>
            <v:group style="position:absolute;left:4084;top:4077;width:8;height:2" coordorigin="4084,4077" coordsize="8,2">
              <v:shape style="position:absolute;left:4084;top:4077;width:8;height:2" coordorigin="4084,4077" coordsize="8,0" path="m4084,4077l4091,4077e" filled="false" stroked="true" strokeweight=".48pt" strokecolor="#000000">
                <v:path arrowok="t"/>
              </v:shape>
            </v:group>
            <v:group style="position:absolute;left:4084;top:4101;width:8;height:2" coordorigin="4084,4101" coordsize="8,2">
              <v:shape style="position:absolute;left:4084;top:4101;width:8;height:2" coordorigin="4084,4101" coordsize="8,0" path="m4084,4101l4091,4101e" filled="false" stroked="true" strokeweight=".48pt" strokecolor="#000000">
                <v:path arrowok="t"/>
              </v:shape>
            </v:group>
            <v:group style="position:absolute;left:4084;top:4125;width:8;height:2" coordorigin="4084,4125" coordsize="8,2">
              <v:shape style="position:absolute;left:4084;top:4125;width:8;height:2" coordorigin="4084,4125" coordsize="8,0" path="m4084,4125l4091,4125e" filled="false" stroked="true" strokeweight=".48pt" strokecolor="#000000">
                <v:path arrowok="t"/>
              </v:shape>
            </v:group>
            <v:group style="position:absolute;left:4084;top:4149;width:8;height:2" coordorigin="4084,4149" coordsize="8,2">
              <v:shape style="position:absolute;left:4084;top:4149;width:8;height:2" coordorigin="4084,4149" coordsize="8,0" path="m4084,4149l4091,4149e" filled="false" stroked="true" strokeweight=".48pt" strokecolor="#000000">
                <v:path arrowok="t"/>
              </v:shape>
            </v:group>
            <v:group style="position:absolute;left:4084;top:4173;width:8;height:2" coordorigin="4084,4173" coordsize="8,2">
              <v:shape style="position:absolute;left:4084;top:4173;width:8;height:2" coordorigin="4084,4173" coordsize="8,0" path="m4084,4173l4091,4173e" filled="false" stroked="true" strokeweight=".48pt" strokecolor="#000000">
                <v:path arrowok="t"/>
              </v:shape>
            </v:group>
            <v:group style="position:absolute;left:4084;top:4197;width:8;height:2" coordorigin="4084,4197" coordsize="8,2">
              <v:shape style="position:absolute;left:4084;top:4197;width:8;height:2" coordorigin="4084,4197" coordsize="8,0" path="m4084,4197l4091,4197e" filled="false" stroked="true" strokeweight=".48pt" strokecolor="#000000">
                <v:path arrowok="t"/>
              </v:shape>
            </v:group>
            <v:group style="position:absolute;left:4084;top:4221;width:8;height:2" coordorigin="4084,4221" coordsize="8,2">
              <v:shape style="position:absolute;left:4084;top:4221;width:8;height:2" coordorigin="4084,4221" coordsize="8,0" path="m4084,4221l4091,4221e" filled="false" stroked="true" strokeweight=".48pt" strokecolor="#000000">
                <v:path arrowok="t"/>
              </v:shape>
            </v:group>
            <v:group style="position:absolute;left:4084;top:4245;width:8;height:2" coordorigin="4084,4245" coordsize="8,2">
              <v:shape style="position:absolute;left:4084;top:4245;width:8;height:2" coordorigin="4084,4245" coordsize="8,0" path="m4084,4245l4091,4245e" filled="false" stroked="true" strokeweight=".479pt" strokecolor="#000000">
                <v:path arrowok="t"/>
              </v:shape>
            </v:group>
            <v:group style="position:absolute;left:4084;top:4269;width:8;height:2" coordorigin="4084,4269" coordsize="8,2">
              <v:shape style="position:absolute;left:4084;top:4269;width:8;height:2" coordorigin="4084,4269" coordsize="8,0" path="m4084,4269l4091,4269e" filled="false" stroked="true" strokeweight=".48pt" strokecolor="#000000">
                <v:path arrowok="t"/>
              </v:shape>
            </v:group>
            <v:group style="position:absolute;left:4084;top:4293;width:8;height:2" coordorigin="4084,4293" coordsize="8,2">
              <v:shape style="position:absolute;left:4084;top:4293;width:8;height:2" coordorigin="4084,4293" coordsize="8,0" path="m4084,4293l4091,4293e" filled="false" stroked="true" strokeweight=".48pt" strokecolor="#000000">
                <v:path arrowok="t"/>
              </v:shape>
            </v:group>
            <v:group style="position:absolute;left:4084;top:4317;width:8;height:2" coordorigin="4084,4317" coordsize="8,2">
              <v:shape style="position:absolute;left:4084;top:4317;width:8;height:2" coordorigin="4084,4317" coordsize="8,0" path="m4084,4317l4091,4317e" filled="false" stroked="true" strokeweight=".48pt" strokecolor="#000000">
                <v:path arrowok="t"/>
              </v:shape>
            </v:group>
            <v:group style="position:absolute;left:4084;top:4341;width:8;height:2" coordorigin="4084,4341" coordsize="8,2">
              <v:shape style="position:absolute;left:4084;top:4341;width:8;height:2" coordorigin="4084,4341" coordsize="8,0" path="m4084,4341l4091,4341e" filled="false" stroked="true" strokeweight=".48pt" strokecolor="#000000">
                <v:path arrowok="t"/>
              </v:shape>
            </v:group>
            <v:group style="position:absolute;left:4084;top:4365;width:8;height:2" coordorigin="4084,4365" coordsize="8,2">
              <v:shape style="position:absolute;left:4084;top:4365;width:8;height:2" coordorigin="4084,4365" coordsize="8,0" path="m4084,4365l4091,4365e" filled="false" stroked="true" strokeweight=".48pt" strokecolor="#000000">
                <v:path arrowok="t"/>
              </v:shape>
            </v:group>
            <v:group style="position:absolute;left:4084;top:4389;width:8;height:2" coordorigin="4084,4389" coordsize="8,2">
              <v:shape style="position:absolute;left:4084;top:4389;width:8;height:2" coordorigin="4084,4389" coordsize="8,0" path="m4084,4389l4091,4389e" filled="false" stroked="true" strokeweight=".48pt" strokecolor="#000000">
                <v:path arrowok="t"/>
              </v:shape>
            </v:group>
            <v:group style="position:absolute;left:4084;top:4413;width:8;height:2" coordorigin="4084,4413" coordsize="8,2">
              <v:shape style="position:absolute;left:4084;top:4413;width:8;height:2" coordorigin="4084,4413" coordsize="8,0" path="m4084,4413l4091,4413e" filled="false" stroked="true" strokeweight=".48pt" strokecolor="#000000">
                <v:path arrowok="t"/>
              </v:shape>
            </v:group>
            <v:group style="position:absolute;left:4084;top:4437;width:8;height:2" coordorigin="4084,4437" coordsize="8,2">
              <v:shape style="position:absolute;left:4084;top:4437;width:8;height:2" coordorigin="4084,4437" coordsize="8,0" path="m4084,4437l4091,4437e" filled="false" stroked="true" strokeweight=".48pt" strokecolor="#000000">
                <v:path arrowok="t"/>
              </v:shape>
            </v:group>
            <v:group style="position:absolute;left:4084;top:4461;width:8;height:2" coordorigin="4084,4461" coordsize="8,2">
              <v:shape style="position:absolute;left:4084;top:4461;width:8;height:2" coordorigin="4084,4461" coordsize="8,0" path="m4084,4461l4091,4461e" filled="false" stroked="true" strokeweight=".48pt" strokecolor="#000000">
                <v:path arrowok="t"/>
              </v:shape>
            </v:group>
            <v:group style="position:absolute;left:4084;top:4485;width:8;height:2" coordorigin="4084,4485" coordsize="8,2">
              <v:shape style="position:absolute;left:4084;top:4485;width:8;height:2" coordorigin="4084,4485" coordsize="8,0" path="m4084,4485l4091,4485e" filled="false" stroked="true" strokeweight=".48pt" strokecolor="#000000">
                <v:path arrowok="t"/>
              </v:shape>
            </v:group>
            <v:group style="position:absolute;left:4084;top:4509;width:8;height:2" coordorigin="4084,4509" coordsize="8,2">
              <v:shape style="position:absolute;left:4084;top:4509;width:8;height:2" coordorigin="4084,4509" coordsize="8,0" path="m4084,4509l4091,4509e" filled="false" stroked="true" strokeweight=".48pt" strokecolor="#000000">
                <v:path arrowok="t"/>
              </v:shape>
            </v:group>
            <v:group style="position:absolute;left:4084;top:4533;width:8;height:2" coordorigin="4084,4533" coordsize="8,2">
              <v:shape style="position:absolute;left:4084;top:4533;width:8;height:2" coordorigin="4084,4533" coordsize="8,0" path="m4084,4533l4091,4533e" filled="false" stroked="true" strokeweight=".48pt" strokecolor="#000000">
                <v:path arrowok="t"/>
              </v:shape>
            </v:group>
            <v:group style="position:absolute;left:4084;top:4557;width:8;height:2" coordorigin="4084,4557" coordsize="8,2">
              <v:shape style="position:absolute;left:4084;top:4557;width:8;height:2" coordorigin="4084,4557" coordsize="8,0" path="m4084,4557l4091,4557e" filled="false" stroked="true" strokeweight=".48pt" strokecolor="#000000">
                <v:path arrowok="t"/>
              </v:shape>
            </v:group>
            <v:group style="position:absolute;left:4084;top:4581;width:8;height:2" coordorigin="4084,4581" coordsize="8,2">
              <v:shape style="position:absolute;left:4084;top:4581;width:8;height:2" coordorigin="4084,4581" coordsize="8,0" path="m4084,4581l4091,4581e" filled="false" stroked="true" strokeweight=".48pt" strokecolor="#000000">
                <v:path arrowok="t"/>
              </v:shape>
            </v:group>
            <v:group style="position:absolute;left:4084;top:4605;width:8;height:2" coordorigin="4084,4605" coordsize="8,2">
              <v:shape style="position:absolute;left:4084;top:4605;width:8;height:2" coordorigin="4084,4605" coordsize="8,0" path="m4084,4605l4091,4605e" filled="false" stroked="true" strokeweight=".48pt" strokecolor="#000000">
                <v:path arrowok="t"/>
              </v:shape>
            </v:group>
            <v:group style="position:absolute;left:4084;top:4629;width:8;height:2" coordorigin="4084,4629" coordsize="8,2">
              <v:shape style="position:absolute;left:4084;top:4629;width:8;height:2" coordorigin="4084,4629" coordsize="8,0" path="m4084,4629l4091,4629e" filled="false" stroked="true" strokeweight=".48pt" strokecolor="#000000">
                <v:path arrowok="t"/>
              </v:shape>
            </v:group>
            <v:group style="position:absolute;left:4084;top:4653;width:8;height:2" coordorigin="4084,4653" coordsize="8,2">
              <v:shape style="position:absolute;left:4084;top:4653;width:8;height:2" coordorigin="4084,4653" coordsize="8,0" path="m4084,4653l4091,4653e" filled="false" stroked="true" strokeweight=".48pt" strokecolor="#000000">
                <v:path arrowok="t"/>
              </v:shape>
            </v:group>
            <v:group style="position:absolute;left:4084;top:4677;width:8;height:2" coordorigin="4084,4677" coordsize="8,2">
              <v:shape style="position:absolute;left:4084;top:4677;width:8;height:2" coordorigin="4084,4677" coordsize="8,0" path="m4084,4677l4091,4677e" filled="false" stroked="true" strokeweight=".48pt" strokecolor="#000000">
                <v:path arrowok="t"/>
              </v:shape>
            </v:group>
            <v:group style="position:absolute;left:4084;top:4701;width:8;height:2" coordorigin="4084,4701" coordsize="8,2">
              <v:shape style="position:absolute;left:4084;top:4701;width:8;height:2" coordorigin="4084,4701" coordsize="8,0" path="m4084,4701l4091,4701e" filled="false" stroked="true" strokeweight=".48pt" strokecolor="#000000">
                <v:path arrowok="t"/>
              </v:shape>
            </v:group>
            <v:group style="position:absolute;left:4084;top:4725;width:8;height:2" coordorigin="4084,4725" coordsize="8,2">
              <v:shape style="position:absolute;left:4084;top:4725;width:8;height:2" coordorigin="4084,4725" coordsize="8,0" path="m4084,4725l4091,4725e" filled="false" stroked="true" strokeweight=".48pt" strokecolor="#000000">
                <v:path arrowok="t"/>
              </v:shape>
            </v:group>
            <v:group style="position:absolute;left:4084;top:4749;width:8;height:2" coordorigin="4084,4749" coordsize="8,2">
              <v:shape style="position:absolute;left:4084;top:4749;width:8;height:2" coordorigin="4084,4749" coordsize="8,0" path="m4084,4749l4091,4749e" filled="false" stroked="true" strokeweight=".48pt" strokecolor="#000000">
                <v:path arrowok="t"/>
              </v:shape>
            </v:group>
            <v:group style="position:absolute;left:4084;top:4773;width:8;height:2" coordorigin="4084,4773" coordsize="8,2">
              <v:shape style="position:absolute;left:4084;top:4773;width:8;height:2" coordorigin="4084,4773" coordsize="8,0" path="m4084,4773l4091,4773e" filled="false" stroked="true" strokeweight=".48pt" strokecolor="#000000">
                <v:path arrowok="t"/>
              </v:shape>
            </v:group>
            <v:group style="position:absolute;left:4084;top:4797;width:8;height:2" coordorigin="4084,4797" coordsize="8,2">
              <v:shape style="position:absolute;left:4084;top:4797;width:8;height:2" coordorigin="4084,4797" coordsize="8,0" path="m4084,4797l4091,4797e" filled="false" stroked="true" strokeweight=".48pt" strokecolor="#000000">
                <v:path arrowok="t"/>
              </v:shape>
            </v:group>
            <v:group style="position:absolute;left:4084;top:4821;width:8;height:2" coordorigin="4084,4821" coordsize="8,2">
              <v:shape style="position:absolute;left:4084;top:4821;width:8;height:2" coordorigin="4084,4821" coordsize="8,0" path="m4084,4821l4091,4821e" filled="false" stroked="true" strokeweight=".48pt" strokecolor="#000000">
                <v:path arrowok="t"/>
              </v:shape>
            </v:group>
            <v:group style="position:absolute;left:4084;top:4845;width:8;height:2" coordorigin="4084,4845" coordsize="8,2">
              <v:shape style="position:absolute;left:4084;top:4845;width:8;height:2" coordorigin="4084,4845" coordsize="8,0" path="m4084,4845l4091,4845e" filled="false" stroked="true" strokeweight=".48pt" strokecolor="#000000">
                <v:path arrowok="t"/>
              </v:shape>
            </v:group>
            <v:group style="position:absolute;left:4084;top:4869;width:8;height:2" coordorigin="4084,4869" coordsize="8,2">
              <v:shape style="position:absolute;left:4084;top:4869;width:8;height:2" coordorigin="4084,4869" coordsize="8,0" path="m4084,4869l4091,4869e" filled="false" stroked="true" strokeweight=".48pt" strokecolor="#000000">
                <v:path arrowok="t"/>
              </v:shape>
            </v:group>
            <v:group style="position:absolute;left:4084;top:4893;width:8;height:2" coordorigin="4084,4893" coordsize="8,2">
              <v:shape style="position:absolute;left:4084;top:4893;width:8;height:2" coordorigin="4084,4893" coordsize="8,0" path="m4084,4893l4091,4893e" filled="false" stroked="true" strokeweight=".48pt" strokecolor="#000000">
                <v:path arrowok="t"/>
              </v:shape>
            </v:group>
            <v:group style="position:absolute;left:4084;top:4917;width:8;height:2" coordorigin="4084,4917" coordsize="8,2">
              <v:shape style="position:absolute;left:4084;top:4917;width:8;height:2" coordorigin="4084,4917" coordsize="8,0" path="m4084,4917l4091,4917e" filled="false" stroked="true" strokeweight=".48pt" strokecolor="#000000">
                <v:path arrowok="t"/>
              </v:shape>
            </v:group>
            <v:group style="position:absolute;left:4084;top:4941;width:8;height:2" coordorigin="4084,4941" coordsize="8,2">
              <v:shape style="position:absolute;left:4084;top:4941;width:8;height:2" coordorigin="4084,4941" coordsize="8,0" path="m4084,4941l4091,4941e" filled="false" stroked="true" strokeweight=".48pt" strokecolor="#000000">
                <v:path arrowok="t"/>
              </v:shape>
            </v:group>
            <v:group style="position:absolute;left:4084;top:4965;width:8;height:2" coordorigin="4084,4965" coordsize="8,2">
              <v:shape style="position:absolute;left:4084;top:4965;width:8;height:2" coordorigin="4084,4965" coordsize="8,0" path="m4084,4965l4091,4965e" filled="false" stroked="true" strokeweight=".48pt" strokecolor="#000000">
                <v:path arrowok="t"/>
              </v:shape>
            </v:group>
            <v:group style="position:absolute;left:4084;top:4989;width:8;height:2" coordorigin="4084,4989" coordsize="8,2">
              <v:shape style="position:absolute;left:4084;top:4989;width:8;height:2" coordorigin="4084,4989" coordsize="8,0" path="m4084,4989l4091,4989e" filled="false" stroked="true" strokeweight=".48pt" strokecolor="#000000">
                <v:path arrowok="t"/>
              </v:shape>
            </v:group>
            <v:group style="position:absolute;left:4084;top:5013;width:8;height:2" coordorigin="4084,5013" coordsize="8,2">
              <v:shape style="position:absolute;left:4084;top:5013;width:8;height:2" coordorigin="4084,5013" coordsize="8,0" path="m4084,5013l4091,5013e" filled="false" stroked="true" strokeweight=".48pt" strokecolor="#000000">
                <v:path arrowok="t"/>
              </v:shape>
            </v:group>
            <v:group style="position:absolute;left:4084;top:5037;width:8;height:2" coordorigin="4084,5037" coordsize="8,2">
              <v:shape style="position:absolute;left:4084;top:5037;width:8;height:2" coordorigin="4084,5037" coordsize="8,0" path="m4084,5037l4091,5037e" filled="false" stroked="true" strokeweight=".48pt" strokecolor="#000000">
                <v:path arrowok="t"/>
              </v:shape>
            </v:group>
            <v:group style="position:absolute;left:4084;top:5061;width:8;height:2" coordorigin="4084,5061" coordsize="8,2">
              <v:shape style="position:absolute;left:4084;top:5061;width:8;height:2" coordorigin="4084,5061" coordsize="8,0" path="m4084,5061l4091,5061e" filled="false" stroked="true" strokeweight=".48pt" strokecolor="#000000">
                <v:path arrowok="t"/>
              </v:shape>
            </v:group>
            <v:group style="position:absolute;left:4084;top:5085;width:8;height:2" coordorigin="4084,5085" coordsize="8,2">
              <v:shape style="position:absolute;left:4084;top:5085;width:8;height:2" coordorigin="4084,5085" coordsize="8,0" path="m4084,5085l4091,5085e" filled="false" stroked="true" strokeweight=".48pt" strokecolor="#000000">
                <v:path arrowok="t"/>
              </v:shape>
            </v:group>
            <v:group style="position:absolute;left:4084;top:5109;width:8;height:2" coordorigin="4084,5109" coordsize="8,2">
              <v:shape style="position:absolute;left:4084;top:5109;width:8;height:2" coordorigin="4084,5109" coordsize="8,0" path="m4084,5109l4091,5109e" filled="false" stroked="true" strokeweight=".48pt" strokecolor="#000000">
                <v:path arrowok="t"/>
              </v:shape>
            </v:group>
            <v:group style="position:absolute;left:4084;top:5133;width:8;height:2" coordorigin="4084,5133" coordsize="8,2">
              <v:shape style="position:absolute;left:4084;top:5133;width:8;height:2" coordorigin="4084,5133" coordsize="8,0" path="m4084,5133l4091,5133e" filled="false" stroked="true" strokeweight=".48pt" strokecolor="#000000">
                <v:path arrowok="t"/>
              </v:shape>
            </v:group>
            <v:group style="position:absolute;left:4084;top:5157;width:8;height:2" coordorigin="4084,5157" coordsize="8,2">
              <v:shape style="position:absolute;left:4084;top:5157;width:8;height:2" coordorigin="4084,5157" coordsize="8,0" path="m4084,5157l4091,5157e" filled="false" stroked="true" strokeweight=".48pt" strokecolor="#000000">
                <v:path arrowok="t"/>
              </v:shape>
            </v:group>
            <v:group style="position:absolute;left:4084;top:5181;width:8;height:2" coordorigin="4084,5181" coordsize="8,2">
              <v:shape style="position:absolute;left:4084;top:5181;width:8;height:2" coordorigin="4084,5181" coordsize="8,0" path="m4084,5181l4091,5181e" filled="false" stroked="true" strokeweight=".48pt" strokecolor="#000000">
                <v:path arrowok="t"/>
              </v:shape>
            </v:group>
            <v:group style="position:absolute;left:4084;top:5205;width:8;height:2" coordorigin="4084,5205" coordsize="8,2">
              <v:shape style="position:absolute;left:4084;top:5205;width:8;height:2" coordorigin="4084,5205" coordsize="8,0" path="m4084,5205l4091,5205e" filled="false" stroked="true" strokeweight=".48pt" strokecolor="#000000">
                <v:path arrowok="t"/>
              </v:shape>
            </v:group>
            <v:group style="position:absolute;left:4084;top:5229;width:8;height:2" coordorigin="4084,5229" coordsize="8,2">
              <v:shape style="position:absolute;left:4084;top:5229;width:8;height:2" coordorigin="4084,5229" coordsize="8,0" path="m4084,5229l4091,5229e" filled="false" stroked="true" strokeweight=".48pt" strokecolor="#000000">
                <v:path arrowok="t"/>
              </v:shape>
            </v:group>
            <v:group style="position:absolute;left:4084;top:5253;width:8;height:2" coordorigin="4084,5253" coordsize="8,2">
              <v:shape style="position:absolute;left:4084;top:5253;width:8;height:2" coordorigin="4084,5253" coordsize="8,0" path="m4084,5253l4091,5253e" filled="false" stroked="true" strokeweight=".48pt" strokecolor="#000000">
                <v:path arrowok="t"/>
              </v:shape>
            </v:group>
            <v:group style="position:absolute;left:4084;top:5277;width:8;height:2" coordorigin="4084,5277" coordsize="8,2">
              <v:shape style="position:absolute;left:4084;top:5277;width:8;height:2" coordorigin="4084,5277" coordsize="8,0" path="m4084,5277l4091,5277e" filled="false" stroked="true" strokeweight=".48pt" strokecolor="#000000">
                <v:path arrowok="t"/>
              </v:shape>
            </v:group>
            <v:group style="position:absolute;left:4084;top:5301;width:8;height:2" coordorigin="4084,5301" coordsize="8,2">
              <v:shape style="position:absolute;left:4084;top:5301;width:8;height:2" coordorigin="4084,5301" coordsize="8,0" path="m4084,5301l4091,5301e" filled="false" stroked="true" strokeweight=".48pt" strokecolor="#000000">
                <v:path arrowok="t"/>
              </v:shape>
            </v:group>
            <v:group style="position:absolute;left:4084;top:5325;width:8;height:2" coordorigin="4084,5325" coordsize="8,2">
              <v:shape style="position:absolute;left:4084;top:5325;width:8;height:2" coordorigin="4084,5325" coordsize="8,0" path="m4084,5325l4091,5325e" filled="false" stroked="true" strokeweight=".48pt" strokecolor="#000000">
                <v:path arrowok="t"/>
              </v:shape>
            </v:group>
            <v:group style="position:absolute;left:4084;top:5349;width:8;height:2" coordorigin="4084,5349" coordsize="8,2">
              <v:shape style="position:absolute;left:4084;top:5349;width:8;height:2" coordorigin="4084,5349" coordsize="8,0" path="m4084,5349l4091,5349e" filled="false" stroked="true" strokeweight=".48pt" strokecolor="#000000">
                <v:path arrowok="t"/>
              </v:shape>
            </v:group>
            <v:group style="position:absolute;left:4084;top:5373;width:8;height:2" coordorigin="4084,5373" coordsize="8,2">
              <v:shape style="position:absolute;left:4084;top:5373;width:8;height:2" coordorigin="4084,5373" coordsize="8,0" path="m4084,5373l4091,5373e" filled="false" stroked="true" strokeweight=".48pt" strokecolor="#000000">
                <v:path arrowok="t"/>
              </v:shape>
            </v:group>
            <v:group style="position:absolute;left:4084;top:5397;width:8;height:2" coordorigin="4084,5397" coordsize="8,2">
              <v:shape style="position:absolute;left:4084;top:5397;width:8;height:2" coordorigin="4084,5397" coordsize="8,0" path="m4084,5397l4091,5397e" filled="false" stroked="true" strokeweight=".48pt" strokecolor="#000000">
                <v:path arrowok="t"/>
              </v:shape>
            </v:group>
            <v:group style="position:absolute;left:4084;top:5421;width:8;height:2" coordorigin="4084,5421" coordsize="8,2">
              <v:shape style="position:absolute;left:4084;top:5421;width:8;height:2" coordorigin="4084,5421" coordsize="8,0" path="m4084,5421l4091,5421e" filled="false" stroked="true" strokeweight=".48pt" strokecolor="#000000">
                <v:path arrowok="t"/>
              </v:shape>
            </v:group>
            <v:group style="position:absolute;left:4084;top:5445;width:8;height:2" coordorigin="4084,5445" coordsize="8,2">
              <v:shape style="position:absolute;left:4084;top:5445;width:8;height:2" coordorigin="4084,5445" coordsize="8,0" path="m4084,5445l4091,5445e" filled="false" stroked="true" strokeweight=".48pt" strokecolor="#000000">
                <v:path arrowok="t"/>
              </v:shape>
            </v:group>
            <v:group style="position:absolute;left:4084;top:5469;width:8;height:2" coordorigin="4084,5469" coordsize="8,2">
              <v:shape style="position:absolute;left:4084;top:5469;width:8;height:2" coordorigin="4084,5469" coordsize="8,0" path="m4084,5469l4091,5469e" filled="false" stroked="true" strokeweight=".48pt" strokecolor="#000000">
                <v:path arrowok="t"/>
              </v:shape>
            </v:group>
            <v:group style="position:absolute;left:4084;top:5493;width:8;height:2" coordorigin="4084,5493" coordsize="8,2">
              <v:shape style="position:absolute;left:4084;top:5493;width:8;height:2" coordorigin="4084,5493" coordsize="8,0" path="m4084,5493l4091,5493e" filled="false" stroked="true" strokeweight=".48pt" strokecolor="#000000">
                <v:path arrowok="t"/>
              </v:shape>
            </v:group>
            <v:group style="position:absolute;left:4084;top:5517;width:8;height:2" coordorigin="4084,5517" coordsize="8,2">
              <v:shape style="position:absolute;left:4084;top:5517;width:8;height:2" coordorigin="4084,5517" coordsize="8,0" path="m4084,5517l4091,5517e" filled="false" stroked="true" strokeweight=".48pt" strokecolor="#000000">
                <v:path arrowok="t"/>
              </v:shape>
            </v:group>
            <v:group style="position:absolute;left:4084;top:5541;width:8;height:2" coordorigin="4084,5541" coordsize="8,2">
              <v:shape style="position:absolute;left:4084;top:5541;width:8;height:2" coordorigin="4084,5541" coordsize="8,0" path="m4084,5541l4091,5541e" filled="false" stroked="true" strokeweight=".48pt" strokecolor="#000000">
                <v:path arrowok="t"/>
              </v:shape>
            </v:group>
            <v:group style="position:absolute;left:4084;top:5565;width:8;height:2" coordorigin="4084,5565" coordsize="8,2">
              <v:shape style="position:absolute;left:4084;top:5565;width:8;height:2" coordorigin="4084,5565" coordsize="8,0" path="m4084,5565l4091,5565e" filled="false" stroked="true" strokeweight=".48pt" strokecolor="#000000">
                <v:path arrowok="t"/>
              </v:shape>
            </v:group>
            <v:group style="position:absolute;left:4084;top:5589;width:8;height:2" coordorigin="4084,5589" coordsize="8,2">
              <v:shape style="position:absolute;left:4084;top:5589;width:8;height:2" coordorigin="4084,5589" coordsize="8,0" path="m4084,5589l4091,5589e" filled="false" stroked="true" strokeweight=".48pt" strokecolor="#000000">
                <v:path arrowok="t"/>
              </v:shape>
            </v:group>
            <v:group style="position:absolute;left:4084;top:5613;width:8;height:2" coordorigin="4084,5613" coordsize="8,2">
              <v:shape style="position:absolute;left:4084;top:5613;width:8;height:2" coordorigin="4084,5613" coordsize="8,0" path="m4084,5613l4091,5613e" filled="false" stroked="true" strokeweight=".48pt" strokecolor="#000000">
                <v:path arrowok="t"/>
              </v:shape>
            </v:group>
            <v:group style="position:absolute;left:4084;top:5637;width:8;height:2" coordorigin="4084,5637" coordsize="8,2">
              <v:shape style="position:absolute;left:4084;top:5637;width:8;height:2" coordorigin="4084,5637" coordsize="8,0" path="m4084,5637l4091,5637e" filled="false" stroked="true" strokeweight=".48pt" strokecolor="#000000">
                <v:path arrowok="t"/>
              </v:shape>
            </v:group>
            <v:group style="position:absolute;left:4084;top:5661;width:8;height:2" coordorigin="4084,5661" coordsize="8,2">
              <v:shape style="position:absolute;left:4084;top:5661;width:8;height:2" coordorigin="4084,5661" coordsize="8,0" path="m4084,5661l4091,5661e" filled="false" stroked="true" strokeweight=".48pt" strokecolor="#000000">
                <v:path arrowok="t"/>
              </v:shape>
            </v:group>
            <v:group style="position:absolute;left:4084;top:5685;width:8;height:2" coordorigin="4084,5685" coordsize="8,2">
              <v:shape style="position:absolute;left:4084;top:5685;width:8;height:2" coordorigin="4084,5685" coordsize="8,0" path="m4084,5685l4091,5685e" filled="false" stroked="true" strokeweight=".48pt" strokecolor="#000000">
                <v:path arrowok="t"/>
              </v:shape>
            </v:group>
            <v:group style="position:absolute;left:4084;top:5709;width:8;height:2" coordorigin="4084,5709" coordsize="8,2">
              <v:shape style="position:absolute;left:4084;top:5709;width:8;height:2" coordorigin="4084,5709" coordsize="8,0" path="m4084,5709l4091,5709e" filled="false" stroked="true" strokeweight=".479pt" strokecolor="#000000">
                <v:path arrowok="t"/>
              </v:shape>
            </v:group>
            <v:group style="position:absolute;left:4084;top:5733;width:8;height:2" coordorigin="4084,5733" coordsize="8,2">
              <v:shape style="position:absolute;left:4084;top:5733;width:8;height:2" coordorigin="4084,5733" coordsize="8,0" path="m4084,5733l4091,5733e" filled="false" stroked="true" strokeweight=".48pt" strokecolor="#000000">
                <v:path arrowok="t"/>
              </v:shape>
            </v:group>
            <v:group style="position:absolute;left:4084;top:5757;width:8;height:2" coordorigin="4084,5757" coordsize="8,2">
              <v:shape style="position:absolute;left:4084;top:5757;width:8;height:2" coordorigin="4084,5757" coordsize="8,0" path="m4084,5757l4091,5757e" filled="false" stroked="true" strokeweight=".48pt" strokecolor="#000000">
                <v:path arrowok="t"/>
              </v:shape>
            </v:group>
            <v:group style="position:absolute;left:4084;top:5781;width:8;height:2" coordorigin="4084,5781" coordsize="8,2">
              <v:shape style="position:absolute;left:4084;top:5781;width:8;height:2" coordorigin="4084,5781" coordsize="8,0" path="m4084,5781l4091,5781e" filled="false" stroked="true" strokeweight=".48pt" strokecolor="#000000">
                <v:path arrowok="t"/>
              </v:shape>
            </v:group>
            <v:group style="position:absolute;left:4084;top:5805;width:8;height:2" coordorigin="4084,5805" coordsize="8,2">
              <v:shape style="position:absolute;left:4084;top:5805;width:8;height:2" coordorigin="4084,5805" coordsize="8,0" path="m4084,5805l4091,5805e" filled="false" stroked="true" strokeweight=".48pt" strokecolor="#000000">
                <v:path arrowok="t"/>
              </v:shape>
            </v:group>
            <v:group style="position:absolute;left:4084;top:5829;width:8;height:2" coordorigin="4084,5829" coordsize="8,2">
              <v:shape style="position:absolute;left:4084;top:5829;width:8;height:2" coordorigin="4084,5829" coordsize="8,0" path="m4084,5829l4091,5829e" filled="false" stroked="true" strokeweight=".48pt" strokecolor="#000000">
                <v:path arrowok="t"/>
              </v:shape>
            </v:group>
            <v:group style="position:absolute;left:4084;top:5853;width:8;height:2" coordorigin="4084,5853" coordsize="8,2">
              <v:shape style="position:absolute;left:4084;top:5853;width:8;height:2" coordorigin="4084,5853" coordsize="8,0" path="m4084,5853l4091,5853e" filled="false" stroked="true" strokeweight=".48pt" strokecolor="#000000">
                <v:path arrowok="t"/>
              </v:shape>
            </v:group>
            <v:group style="position:absolute;left:4084;top:5877;width:8;height:2" coordorigin="4084,5877" coordsize="8,2">
              <v:shape style="position:absolute;left:4084;top:5877;width:8;height:2" coordorigin="4084,5877" coordsize="8,0" path="m4084,5877l4091,5877e" filled="false" stroked="true" strokeweight=".48pt" strokecolor="#000000">
                <v:path arrowok="t"/>
              </v:shape>
            </v:group>
            <v:group style="position:absolute;left:4084;top:5901;width:8;height:2" coordorigin="4084,5901" coordsize="8,2">
              <v:shape style="position:absolute;left:4084;top:5901;width:8;height:2" coordorigin="4084,5901" coordsize="8,0" path="m4084,5901l4091,5901e" filled="false" stroked="true" strokeweight=".48pt" strokecolor="#000000">
                <v:path arrowok="t"/>
              </v:shape>
            </v:group>
            <v:group style="position:absolute;left:4084;top:5925;width:8;height:2" coordorigin="4084,5925" coordsize="8,2">
              <v:shape style="position:absolute;left:4084;top:5925;width:8;height:2" coordorigin="4084,5925" coordsize="8,0" path="m4084,5925l4091,5925e" filled="false" stroked="true" strokeweight=".48pt" strokecolor="#000000">
                <v:path arrowok="t"/>
              </v:shape>
            </v:group>
            <v:group style="position:absolute;left:4084;top:5949;width:8;height:2" coordorigin="4084,5949" coordsize="8,2">
              <v:shape style="position:absolute;left:4084;top:5949;width:8;height:2" coordorigin="4084,5949" coordsize="8,0" path="m4084,5949l4091,5949e" filled="false" stroked="true" strokeweight=".48pt" strokecolor="#000000">
                <v:path arrowok="t"/>
              </v:shape>
            </v:group>
            <v:group style="position:absolute;left:4084;top:5973;width:8;height:2" coordorigin="4084,5973" coordsize="8,2">
              <v:shape style="position:absolute;left:4084;top:5973;width:8;height:2" coordorigin="4084,5973" coordsize="8,0" path="m4084,5973l4091,5973e" filled="false" stroked="true" strokeweight=".48pt" strokecolor="#000000">
                <v:path arrowok="t"/>
              </v:shape>
            </v:group>
            <v:group style="position:absolute;left:4084;top:5997;width:8;height:2" coordorigin="4084,5997" coordsize="8,2">
              <v:shape style="position:absolute;left:4084;top:5997;width:8;height:2" coordorigin="4084,5997" coordsize="8,0" path="m4084,5997l4091,5997e" filled="false" stroked="true" strokeweight=".48pt" strokecolor="#000000">
                <v:path arrowok="t"/>
              </v:shape>
            </v:group>
            <v:group style="position:absolute;left:4084;top:6021;width:8;height:2" coordorigin="4084,6021" coordsize="8,2">
              <v:shape style="position:absolute;left:4084;top:6021;width:8;height:2" coordorigin="4084,6021" coordsize="8,0" path="m4084,6021l4091,6021e" filled="false" stroked="true" strokeweight=".48pt" strokecolor="#000000">
                <v:path arrowok="t"/>
              </v:shape>
            </v:group>
            <v:group style="position:absolute;left:4084;top:6045;width:8;height:2" coordorigin="4084,6045" coordsize="8,2">
              <v:shape style="position:absolute;left:4084;top:6045;width:8;height:2" coordorigin="4084,6045" coordsize="8,0" path="m4084,6045l4091,6045e" filled="false" stroked="true" strokeweight=".48pt" strokecolor="#000000">
                <v:path arrowok="t"/>
              </v:shape>
            </v:group>
            <v:group style="position:absolute;left:4084;top:6069;width:8;height:2" coordorigin="4084,6069" coordsize="8,2">
              <v:shape style="position:absolute;left:4084;top:6069;width:8;height:2" coordorigin="4084,6069" coordsize="8,0" path="m4084,6069l4091,6069e" filled="false" stroked="true" strokeweight=".48pt" strokecolor="#000000">
                <v:path arrowok="t"/>
              </v:shape>
            </v:group>
            <v:group style="position:absolute;left:4084;top:6093;width:8;height:2" coordorigin="4084,6093" coordsize="8,2">
              <v:shape style="position:absolute;left:4084;top:6093;width:8;height:2" coordorigin="4084,6093" coordsize="8,0" path="m4084,6093l4091,6093e" filled="false" stroked="true" strokeweight=".48pt" strokecolor="#000000">
                <v:path arrowok="t"/>
              </v:shape>
            </v:group>
            <v:group style="position:absolute;left:4084;top:6117;width:8;height:2" coordorigin="4084,6117" coordsize="8,2">
              <v:shape style="position:absolute;left:4084;top:6117;width:8;height:2" coordorigin="4084,6117" coordsize="8,0" path="m4084,6117l4091,6117e" filled="false" stroked="true" strokeweight=".48pt" strokecolor="#000000">
                <v:path arrowok="t"/>
              </v:shape>
            </v:group>
            <v:group style="position:absolute;left:4084;top:6141;width:8;height:2" coordorigin="4084,6141" coordsize="8,2">
              <v:shape style="position:absolute;left:4084;top:6141;width:8;height:2" coordorigin="4084,6141" coordsize="8,0" path="m4084,6141l4091,6141e" filled="false" stroked="true" strokeweight=".48pt" strokecolor="#000000">
                <v:path arrowok="t"/>
              </v:shape>
            </v:group>
            <v:group style="position:absolute;left:4084;top:6165;width:8;height:2" coordorigin="4084,6165" coordsize="8,2">
              <v:shape style="position:absolute;left:4084;top:6165;width:8;height:2" coordorigin="4084,6165" coordsize="8,0" path="m4084,6165l4091,6165e" filled="false" stroked="true" strokeweight=".48pt" strokecolor="#000000">
                <v:path arrowok="t"/>
              </v:shape>
            </v:group>
            <v:group style="position:absolute;left:4084;top:6189;width:8;height:2" coordorigin="4084,6189" coordsize="8,2">
              <v:shape style="position:absolute;left:4084;top:6189;width:8;height:2" coordorigin="4084,6189" coordsize="8,0" path="m4084,6189l4091,6189e" filled="false" stroked="true" strokeweight=".48pt" strokecolor="#000000">
                <v:path arrowok="t"/>
              </v:shape>
            </v:group>
            <v:group style="position:absolute;left:4084;top:6213;width:8;height:2" coordorigin="4084,6213" coordsize="8,2">
              <v:shape style="position:absolute;left:4084;top:6213;width:8;height:2" coordorigin="4084,6213" coordsize="8,0" path="m4084,6213l4091,6213e" filled="false" stroked="true" strokeweight=".48pt" strokecolor="#000000">
                <v:path arrowok="t"/>
              </v:shape>
            </v:group>
            <v:group style="position:absolute;left:4084;top:6237;width:8;height:2" coordorigin="4084,6237" coordsize="8,2">
              <v:shape style="position:absolute;left:4084;top:6237;width:8;height:2" coordorigin="4084,6237" coordsize="8,0" path="m4084,6237l4091,6237e" filled="false" stroked="true" strokeweight=".48pt" strokecolor="#000000">
                <v:path arrowok="t"/>
              </v:shape>
            </v:group>
            <v:group style="position:absolute;left:4084;top:6261;width:8;height:2" coordorigin="4084,6261" coordsize="8,2">
              <v:shape style="position:absolute;left:4084;top:6261;width:8;height:2" coordorigin="4084,6261" coordsize="8,0" path="m4084,6261l4091,6261e" filled="false" stroked="true" strokeweight=".48pt" strokecolor="#000000">
                <v:path arrowok="t"/>
              </v:shape>
            </v:group>
            <v:group style="position:absolute;left:4084;top:6285;width:8;height:2" coordorigin="4084,6285" coordsize="8,2">
              <v:shape style="position:absolute;left:4084;top:6285;width:8;height:2" coordorigin="4084,6285" coordsize="8,0" path="m4084,6285l4091,6285e" filled="false" stroked="true" strokeweight=".48pt" strokecolor="#000000">
                <v:path arrowok="t"/>
              </v:shape>
            </v:group>
            <v:group style="position:absolute;left:4084;top:6309;width:8;height:2" coordorigin="4084,6309" coordsize="8,2">
              <v:shape style="position:absolute;left:4084;top:6309;width:8;height:2" coordorigin="4084,6309" coordsize="8,0" path="m4084,6309l4091,6309e" filled="false" stroked="true" strokeweight=".48pt" strokecolor="#000000">
                <v:path arrowok="t"/>
              </v:shape>
            </v:group>
            <v:group style="position:absolute;left:4084;top:6333;width:8;height:2" coordorigin="4084,6333" coordsize="8,2">
              <v:shape style="position:absolute;left:4084;top:6333;width:8;height:2" coordorigin="4084,6333" coordsize="8,0" path="m4084,6333l4091,6333e" filled="false" stroked="true" strokeweight=".48pt" strokecolor="#000000">
                <v:path arrowok="t"/>
              </v:shape>
            </v:group>
            <v:group style="position:absolute;left:4084;top:6357;width:8;height:2" coordorigin="4084,6357" coordsize="8,2">
              <v:shape style="position:absolute;left:4084;top:6357;width:8;height:2" coordorigin="4084,6357" coordsize="8,0" path="m4084,6357l4091,6357e" filled="false" stroked="true" strokeweight=".48pt" strokecolor="#000000">
                <v:path arrowok="t"/>
              </v:shape>
            </v:group>
            <v:group style="position:absolute;left:4084;top:6381;width:8;height:2" coordorigin="4084,6381" coordsize="8,2">
              <v:shape style="position:absolute;left:4084;top:6381;width:8;height:2" coordorigin="4084,6381" coordsize="8,0" path="m4084,6381l4091,6381e" filled="false" stroked="true" strokeweight=".48pt" strokecolor="#000000">
                <v:path arrowok="t"/>
              </v:shape>
            </v:group>
            <v:group style="position:absolute;left:4084;top:6405;width:8;height:2" coordorigin="4084,6405" coordsize="8,2">
              <v:shape style="position:absolute;left:4084;top:6405;width:8;height:2" coordorigin="4084,6405" coordsize="8,0" path="m4084,6405l4091,6405e" filled="false" stroked="true" strokeweight=".48pt" strokecolor="#000000">
                <v:path arrowok="t"/>
              </v:shape>
            </v:group>
            <v:group style="position:absolute;left:4084;top:6429;width:8;height:2" coordorigin="4084,6429" coordsize="8,2">
              <v:shape style="position:absolute;left:4084;top:6429;width:8;height:2" coordorigin="4084,6429" coordsize="8,0" path="m4084,6429l4091,6429e" filled="false" stroked="true" strokeweight=".48pt" strokecolor="#000000">
                <v:path arrowok="t"/>
              </v:shape>
            </v:group>
            <v:group style="position:absolute;left:4084;top:6453;width:8;height:2" coordorigin="4084,6453" coordsize="8,2">
              <v:shape style="position:absolute;left:4084;top:6453;width:8;height:2" coordorigin="4084,6453" coordsize="8,0" path="m4084,6453l4091,6453e" filled="false" stroked="true" strokeweight=".48pt" strokecolor="#000000">
                <v:path arrowok="t"/>
              </v:shape>
            </v:group>
            <v:group style="position:absolute;left:4084;top:6477;width:8;height:2" coordorigin="4084,6477" coordsize="8,2">
              <v:shape style="position:absolute;left:4084;top:6477;width:8;height:2" coordorigin="4084,6477" coordsize="8,0" path="m4084,6477l4091,6477e" filled="false" stroked="true" strokeweight=".48pt" strokecolor="#000000">
                <v:path arrowok="t"/>
              </v:shape>
            </v:group>
            <v:group style="position:absolute;left:4084;top:6501;width:8;height:2" coordorigin="4084,6501" coordsize="8,2">
              <v:shape style="position:absolute;left:4084;top:6501;width:8;height:2" coordorigin="4084,6501" coordsize="8,0" path="m4084,6501l4091,6501e" filled="false" stroked="true" strokeweight=".48pt" strokecolor="#000000">
                <v:path arrowok="t"/>
              </v:shape>
            </v:group>
            <v:group style="position:absolute;left:4084;top:6525;width:8;height:2" coordorigin="4084,6525" coordsize="8,2">
              <v:shape style="position:absolute;left:4084;top:6525;width:8;height:2" coordorigin="4084,6525" coordsize="8,0" path="m4084,6525l4091,6525e" filled="false" stroked="true" strokeweight=".48pt" strokecolor="#000000">
                <v:path arrowok="t"/>
              </v:shape>
            </v:group>
            <v:group style="position:absolute;left:4084;top:6549;width:8;height:2" coordorigin="4084,6549" coordsize="8,2">
              <v:shape style="position:absolute;left:4084;top:6549;width:8;height:2" coordorigin="4084,6549" coordsize="8,0" path="m4084,6549l4091,6549e" filled="false" stroked="true" strokeweight=".48pt" strokecolor="#000000">
                <v:path arrowok="t"/>
              </v:shape>
            </v:group>
            <v:group style="position:absolute;left:4084;top:6573;width:8;height:2" coordorigin="4084,6573" coordsize="8,2">
              <v:shape style="position:absolute;left:4084;top:6573;width:8;height:2" coordorigin="4084,6573" coordsize="8,0" path="m4084,6573l4091,6573e" filled="false" stroked="true" strokeweight=".48pt" strokecolor="#000000">
                <v:path arrowok="t"/>
              </v:shape>
            </v:group>
            <v:group style="position:absolute;left:4084;top:6597;width:8;height:2" coordorigin="4084,6597" coordsize="8,2">
              <v:shape style="position:absolute;left:4084;top:6597;width:8;height:2" coordorigin="4084,6597" coordsize="8,0" path="m4084,6597l4091,6597e" filled="false" stroked="true" strokeweight=".48pt" strokecolor="#000000">
                <v:path arrowok="t"/>
              </v:shape>
            </v:group>
            <v:group style="position:absolute;left:4084;top:6621;width:8;height:2" coordorigin="4084,6621" coordsize="8,2">
              <v:shape style="position:absolute;left:4084;top:6621;width:8;height:2" coordorigin="4084,6621" coordsize="8,0" path="m4084,6621l4091,6621e" filled="false" stroked="true" strokeweight=".48pt" strokecolor="#000000">
                <v:path arrowok="t"/>
              </v:shape>
            </v:group>
            <v:group style="position:absolute;left:4084;top:6645;width:8;height:2" coordorigin="4084,6645" coordsize="8,2">
              <v:shape style="position:absolute;left:4084;top:6645;width:8;height:2" coordorigin="4084,6645" coordsize="8,0" path="m4084,6645l4091,6645e" filled="false" stroked="true" strokeweight=".48pt" strokecolor="#000000">
                <v:path arrowok="t"/>
              </v:shape>
            </v:group>
            <v:group style="position:absolute;left:4084;top:6669;width:8;height:2" coordorigin="4084,6669" coordsize="8,2">
              <v:shape style="position:absolute;left:4084;top:6669;width:8;height:2" coordorigin="4084,6669" coordsize="8,0" path="m4084,6669l4091,6669e" filled="false" stroked="true" strokeweight=".48pt" strokecolor="#000000">
                <v:path arrowok="t"/>
              </v:shape>
            </v:group>
            <v:group style="position:absolute;left:4084;top:6693;width:8;height:2" coordorigin="4084,6693" coordsize="8,2">
              <v:shape style="position:absolute;left:4084;top:6693;width:8;height:2" coordorigin="4084,6693" coordsize="8,0" path="m4084,6693l4091,6693e" filled="false" stroked="true" strokeweight=".48pt" strokecolor="#000000">
                <v:path arrowok="t"/>
              </v:shape>
            </v:group>
            <v:group style="position:absolute;left:4084;top:6717;width:8;height:2" coordorigin="4084,6717" coordsize="8,2">
              <v:shape style="position:absolute;left:4084;top:6717;width:8;height:2" coordorigin="4084,6717" coordsize="8,0" path="m4084,6717l4091,6717e" filled="false" stroked="true" strokeweight=".48pt" strokecolor="#000000">
                <v:path arrowok="t"/>
              </v:shape>
            </v:group>
            <v:group style="position:absolute;left:4084;top:6741;width:8;height:2" coordorigin="4084,6741" coordsize="8,2">
              <v:shape style="position:absolute;left:4084;top:6741;width:8;height:2" coordorigin="4084,6741" coordsize="8,0" path="m4084,6741l4091,6741e" filled="false" stroked="true" strokeweight=".48pt" strokecolor="#000000">
                <v:path arrowok="t"/>
              </v:shape>
            </v:group>
            <v:group style="position:absolute;left:4084;top:6765;width:8;height:2" coordorigin="4084,6765" coordsize="8,2">
              <v:shape style="position:absolute;left:4084;top:6765;width:8;height:2" coordorigin="4084,6765" coordsize="8,0" path="m4084,6765l4091,6765e" filled="false" stroked="true" strokeweight=".48pt" strokecolor="#000000">
                <v:path arrowok="t"/>
              </v:shape>
            </v:group>
            <v:group style="position:absolute;left:4084;top:6789;width:8;height:2" coordorigin="4084,6789" coordsize="8,2">
              <v:shape style="position:absolute;left:4084;top:6789;width:8;height:2" coordorigin="4084,6789" coordsize="8,0" path="m4084,6789l4091,6789e" filled="false" stroked="true" strokeweight=".48pt" strokecolor="#000000">
                <v:path arrowok="t"/>
              </v:shape>
            </v:group>
            <v:group style="position:absolute;left:4084;top:6813;width:8;height:2" coordorigin="4084,6813" coordsize="8,2">
              <v:shape style="position:absolute;left:4084;top:6813;width:8;height:2" coordorigin="4084,6813" coordsize="8,0" path="m4084,6813l4091,6813e" filled="false" stroked="true" strokeweight=".479pt" strokecolor="#000000">
                <v:path arrowok="t"/>
              </v:shape>
            </v:group>
            <v:group style="position:absolute;left:4084;top:6837;width:8;height:2" coordorigin="4084,6837" coordsize="8,2">
              <v:shape style="position:absolute;left:4084;top:6837;width:8;height:2" coordorigin="4084,6837" coordsize="8,0" path="m4084,6837l4091,6837e" filled="false" stroked="true" strokeweight=".48pt" strokecolor="#000000">
                <v:path arrowok="t"/>
              </v:shape>
            </v:group>
            <v:group style="position:absolute;left:4084;top:6861;width:8;height:2" coordorigin="4084,6861" coordsize="8,2">
              <v:shape style="position:absolute;left:4084;top:6861;width:8;height:2" coordorigin="4084,6861" coordsize="8,0" path="m4084,6861l4091,6861e" filled="false" stroked="true" strokeweight=".48pt" strokecolor="#000000">
                <v:path arrowok="t"/>
              </v:shape>
            </v:group>
            <v:group style="position:absolute;left:4084;top:6885;width:8;height:2" coordorigin="4084,6885" coordsize="8,2">
              <v:shape style="position:absolute;left:4084;top:6885;width:8;height:2" coordorigin="4084,6885" coordsize="8,0" path="m4084,6885l4091,6885e" filled="false" stroked="true" strokeweight=".48pt" strokecolor="#000000">
                <v:path arrowok="t"/>
              </v:shape>
            </v:group>
            <v:group style="position:absolute;left:4084;top:6909;width:8;height:2" coordorigin="4084,6909" coordsize="8,2">
              <v:shape style="position:absolute;left:4084;top:6909;width:8;height:2" coordorigin="4084,6909" coordsize="8,0" path="m4084,6909l4091,6909e" filled="false" stroked="true" strokeweight=".48pt" strokecolor="#000000">
                <v:path arrowok="t"/>
              </v:shape>
            </v:group>
            <v:group style="position:absolute;left:4084;top:6933;width:8;height:2" coordorigin="4084,6933" coordsize="8,2">
              <v:shape style="position:absolute;left:4084;top:6933;width:8;height:2" coordorigin="4084,6933" coordsize="8,0" path="m4084,6933l4091,6933e" filled="false" stroked="true" strokeweight=".48pt" strokecolor="#000000">
                <v:path arrowok="t"/>
              </v:shape>
            </v:group>
            <v:group style="position:absolute;left:4084;top:6957;width:8;height:2" coordorigin="4084,6957" coordsize="8,2">
              <v:shape style="position:absolute;left:4084;top:6957;width:8;height:2" coordorigin="4084,6957" coordsize="8,0" path="m4084,6957l4091,6957e" filled="false" stroked="true" strokeweight=".48pt" strokecolor="#000000">
                <v:path arrowok="t"/>
              </v:shape>
            </v:group>
            <v:group style="position:absolute;left:4084;top:6981;width:8;height:2" coordorigin="4084,6981" coordsize="8,2">
              <v:shape style="position:absolute;left:4084;top:6981;width:8;height:2" coordorigin="4084,6981" coordsize="8,0" path="m4084,6981l4091,6981e" filled="false" stroked="true" strokeweight=".48pt" strokecolor="#000000">
                <v:path arrowok="t"/>
              </v:shape>
            </v:group>
            <v:group style="position:absolute;left:4084;top:7005;width:8;height:2" coordorigin="4084,7005" coordsize="8,2">
              <v:shape style="position:absolute;left:4084;top:7005;width:8;height:2" coordorigin="4084,7005" coordsize="8,0" path="m4084,7005l4091,7005e" filled="false" stroked="true" strokeweight=".48pt" strokecolor="#000000">
                <v:path arrowok="t"/>
              </v:shape>
            </v:group>
            <v:group style="position:absolute;left:4084;top:7029;width:8;height:2" coordorigin="4084,7029" coordsize="8,2">
              <v:shape style="position:absolute;left:4084;top:7029;width:8;height:2" coordorigin="4084,7029" coordsize="8,0" path="m4084,7029l4091,7029e" filled="false" stroked="true" strokeweight=".48pt" strokecolor="#000000">
                <v:path arrowok="t"/>
              </v:shape>
            </v:group>
            <v:group style="position:absolute;left:4084;top:7053;width:8;height:2" coordorigin="4084,7053" coordsize="8,2">
              <v:shape style="position:absolute;left:4084;top:7053;width:8;height:2" coordorigin="4084,7053" coordsize="8,0" path="m4084,7053l4091,7053e" filled="false" stroked="true" strokeweight=".48pt" strokecolor="#000000">
                <v:path arrowok="t"/>
              </v:shape>
            </v:group>
            <v:group style="position:absolute;left:4084;top:7077;width:8;height:2" coordorigin="4084,7077" coordsize="8,2">
              <v:shape style="position:absolute;left:4084;top:7077;width:8;height:2" coordorigin="4084,7077" coordsize="8,0" path="m4084,7077l4091,7077e" filled="false" stroked="true" strokeweight=".48pt" strokecolor="#000000">
                <v:path arrowok="t"/>
              </v:shape>
            </v:group>
            <v:group style="position:absolute;left:4084;top:7101;width:8;height:2" coordorigin="4084,7101" coordsize="8,2">
              <v:shape style="position:absolute;left:4084;top:7101;width:8;height:2" coordorigin="4084,7101" coordsize="8,0" path="m4084,7101l4091,7101e" filled="false" stroked="true" strokeweight=".48pt" strokecolor="#000000">
                <v:path arrowok="t"/>
              </v:shape>
            </v:group>
            <v:group style="position:absolute;left:4084;top:7125;width:8;height:2" coordorigin="4084,7125" coordsize="8,2">
              <v:shape style="position:absolute;left:4084;top:7125;width:8;height:2" coordorigin="4084,7125" coordsize="8,0" path="m4084,7125l4091,7125e" filled="false" stroked="true" strokeweight=".48pt" strokecolor="#000000">
                <v:path arrowok="t"/>
              </v:shape>
            </v:group>
            <v:group style="position:absolute;left:4084;top:7149;width:8;height:2" coordorigin="4084,7149" coordsize="8,2">
              <v:shape style="position:absolute;left:4084;top:7149;width:8;height:2" coordorigin="4084,7149" coordsize="8,0" path="m4084,7149l4091,7149e" filled="false" stroked="true" strokeweight=".48pt" strokecolor="#000000">
                <v:path arrowok="t"/>
              </v:shape>
            </v:group>
            <v:group style="position:absolute;left:4084;top:7173;width:8;height:2" coordorigin="4084,7173" coordsize="8,2">
              <v:shape style="position:absolute;left:4084;top:7173;width:8;height:2" coordorigin="4084,7173" coordsize="8,0" path="m4084,7173l4091,7173e" filled="false" stroked="true" strokeweight=".48pt" strokecolor="#000000">
                <v:path arrowok="t"/>
              </v:shape>
            </v:group>
            <v:group style="position:absolute;left:4084;top:7197;width:8;height:2" coordorigin="4084,7197" coordsize="8,2">
              <v:shape style="position:absolute;left:4084;top:7197;width:8;height:2" coordorigin="4084,7197" coordsize="8,0" path="m4084,7197l4091,7197e" filled="false" stroked="true" strokeweight=".48pt" strokecolor="#000000">
                <v:path arrowok="t"/>
              </v:shape>
            </v:group>
            <v:group style="position:absolute;left:4084;top:7221;width:8;height:2" coordorigin="4084,7221" coordsize="8,2">
              <v:shape style="position:absolute;left:4084;top:7221;width:8;height:2" coordorigin="4084,7221" coordsize="8,0" path="m4084,7221l4091,7221e" filled="false" stroked="true" strokeweight=".48pt" strokecolor="#000000">
                <v:path arrowok="t"/>
              </v:shape>
            </v:group>
            <v:group style="position:absolute;left:4084;top:7245;width:8;height:2" coordorigin="4084,7245" coordsize="8,2">
              <v:shape style="position:absolute;left:4084;top:7245;width:8;height:2" coordorigin="4084,7245" coordsize="8,0" path="m4084,7245l4091,7245e" filled="false" stroked="true" strokeweight=".48pt" strokecolor="#000000">
                <v:path arrowok="t"/>
              </v:shape>
            </v:group>
            <v:group style="position:absolute;left:4084;top:7269;width:8;height:2" coordorigin="4084,7269" coordsize="8,2">
              <v:shape style="position:absolute;left:4084;top:7269;width:8;height:2" coordorigin="4084,7269" coordsize="8,0" path="m4084,7269l4091,7269e" filled="false" stroked="true" strokeweight=".48pt" strokecolor="#000000">
                <v:path arrowok="t"/>
              </v:shape>
            </v:group>
            <v:group style="position:absolute;left:4084;top:7293;width:8;height:2" coordorigin="4084,7293" coordsize="8,2">
              <v:shape style="position:absolute;left:4084;top:7293;width:8;height:2" coordorigin="4084,7293" coordsize="8,0" path="m4084,7293l4091,7293e" filled="false" stroked="true" strokeweight=".48pt" strokecolor="#000000">
                <v:path arrowok="t"/>
              </v:shape>
            </v:group>
            <v:group style="position:absolute;left:4084;top:7317;width:8;height:2" coordorigin="4084,7317" coordsize="8,2">
              <v:shape style="position:absolute;left:4084;top:7317;width:8;height:2" coordorigin="4084,7317" coordsize="8,0" path="m4084,7317l4091,7317e" filled="false" stroked="true" strokeweight=".48pt" strokecolor="#000000">
                <v:path arrowok="t"/>
              </v:shape>
            </v:group>
            <v:group style="position:absolute;left:4084;top:7341;width:8;height:2" coordorigin="4084,7341" coordsize="8,2">
              <v:shape style="position:absolute;left:4084;top:7341;width:8;height:2" coordorigin="4084,7341" coordsize="8,0" path="m4084,7341l4091,7341e" filled="false" stroked="true" strokeweight=".48pt" strokecolor="#000000">
                <v:path arrowok="t"/>
              </v:shape>
            </v:group>
            <v:group style="position:absolute;left:4084;top:7365;width:8;height:2" coordorigin="4084,7365" coordsize="8,2">
              <v:shape style="position:absolute;left:4084;top:7365;width:8;height:2" coordorigin="4084,7365" coordsize="8,0" path="m4084,7365l4091,7365e" filled="false" stroked="true" strokeweight=".48pt" strokecolor="#000000">
                <v:path arrowok="t"/>
              </v:shape>
            </v:group>
            <v:group style="position:absolute;left:4084;top:7389;width:8;height:2" coordorigin="4084,7389" coordsize="8,2">
              <v:shape style="position:absolute;left:4084;top:7389;width:8;height:2" coordorigin="4084,7389" coordsize="8,0" path="m4084,7389l4091,7389e" filled="false" stroked="true" strokeweight=".48pt" strokecolor="#000000">
                <v:path arrowok="t"/>
              </v:shape>
            </v:group>
            <v:group style="position:absolute;left:4084;top:7413;width:8;height:2" coordorigin="4084,7413" coordsize="8,2">
              <v:shape style="position:absolute;left:4084;top:7413;width:8;height:2" coordorigin="4084,7413" coordsize="8,0" path="m4084,7413l4091,7413e" filled="false" stroked="true" strokeweight=".48pt" strokecolor="#000000">
                <v:path arrowok="t"/>
              </v:shape>
            </v:group>
            <v:group style="position:absolute;left:4084;top:7437;width:8;height:2" coordorigin="4084,7437" coordsize="8,2">
              <v:shape style="position:absolute;left:4084;top:7437;width:8;height:2" coordorigin="4084,7437" coordsize="8,0" path="m4084,7437l4091,7437e" filled="false" stroked="true" strokeweight=".48pt" strokecolor="#000000">
                <v:path arrowok="t"/>
              </v:shape>
            </v:group>
            <v:group style="position:absolute;left:4084;top:7461;width:8;height:2" coordorigin="4084,7461" coordsize="8,2">
              <v:shape style="position:absolute;left:4084;top:7461;width:8;height:2" coordorigin="4084,7461" coordsize="8,0" path="m4084,7461l4091,7461e" filled="false" stroked="true" strokeweight=".48pt" strokecolor="#000000">
                <v:path arrowok="t"/>
              </v:shape>
            </v:group>
            <v:group style="position:absolute;left:4084;top:7485;width:8;height:2" coordorigin="4084,7485" coordsize="8,2">
              <v:shape style="position:absolute;left:4084;top:7485;width:8;height:2" coordorigin="4084,7485" coordsize="8,0" path="m4084,7485l4091,7485e" filled="false" stroked="true" strokeweight=".48pt" strokecolor="#000000">
                <v:path arrowok="t"/>
              </v:shape>
            </v:group>
            <v:group style="position:absolute;left:4084;top:7509;width:8;height:2" coordorigin="4084,7509" coordsize="8,2">
              <v:shape style="position:absolute;left:4084;top:7509;width:8;height:2" coordorigin="4084,7509" coordsize="8,0" path="m4084,7509l4091,7509e" filled="false" stroked="true" strokeweight=".48pt" strokecolor="#000000">
                <v:path arrowok="t"/>
              </v:shape>
            </v:group>
            <v:group style="position:absolute;left:4084;top:7533;width:8;height:2" coordorigin="4084,7533" coordsize="8,2">
              <v:shape style="position:absolute;left:4084;top:7533;width:8;height:2" coordorigin="4084,7533" coordsize="8,0" path="m4084,7533l4091,7533e" filled="false" stroked="true" strokeweight=".48pt" strokecolor="#000000">
                <v:path arrowok="t"/>
              </v:shape>
            </v:group>
            <v:group style="position:absolute;left:4084;top:7557;width:8;height:2" coordorigin="4084,7557" coordsize="8,2">
              <v:shape style="position:absolute;left:4084;top:7557;width:8;height:2" coordorigin="4084,7557" coordsize="8,0" path="m4084,7557l4091,7557e" filled="false" stroked="true" strokeweight=".479pt" strokecolor="#000000">
                <v:path arrowok="t"/>
              </v:shape>
            </v:group>
            <v:group style="position:absolute;left:4084;top:7581;width:8;height:2" coordorigin="4084,7581" coordsize="8,2">
              <v:shape style="position:absolute;left:4084;top:7581;width:8;height:2" coordorigin="4084,7581" coordsize="8,0" path="m4084,7581l4091,7581e" filled="false" stroked="true" strokeweight=".48pt" strokecolor="#000000">
                <v:path arrowok="t"/>
              </v:shape>
            </v:group>
            <v:group style="position:absolute;left:4084;top:7605;width:8;height:2" coordorigin="4084,7605" coordsize="8,2">
              <v:shape style="position:absolute;left:4084;top:7605;width:8;height:2" coordorigin="4084,7605" coordsize="8,0" path="m4084,7605l4091,7605e" filled="false" stroked="true" strokeweight=".48pt" strokecolor="#000000">
                <v:path arrowok="t"/>
              </v:shape>
            </v:group>
            <v:group style="position:absolute;left:4084;top:7629;width:8;height:2" coordorigin="4084,7629" coordsize="8,2">
              <v:shape style="position:absolute;left:4084;top:7629;width:8;height:2" coordorigin="4084,7629" coordsize="8,0" path="m4084,7629l4091,7629e" filled="false" stroked="true" strokeweight=".48pt" strokecolor="#000000">
                <v:path arrowok="t"/>
              </v:shape>
            </v:group>
            <v:group style="position:absolute;left:4084;top:7653;width:8;height:2" coordorigin="4084,7653" coordsize="8,2">
              <v:shape style="position:absolute;left:4084;top:7653;width:8;height:2" coordorigin="4084,7653" coordsize="8,0" path="m4084,7653l4091,7653e" filled="false" stroked="true" strokeweight=".48pt" strokecolor="#000000">
                <v:path arrowok="t"/>
              </v:shape>
            </v:group>
            <v:group style="position:absolute;left:4084;top:7677;width:8;height:2" coordorigin="4084,7677" coordsize="8,2">
              <v:shape style="position:absolute;left:4084;top:7677;width:8;height:2" coordorigin="4084,7677" coordsize="8,0" path="m4084,7677l4091,7677e" filled="false" stroked="true" strokeweight=".48pt" strokecolor="#000000">
                <v:path arrowok="t"/>
              </v:shape>
            </v:group>
            <v:group style="position:absolute;left:4084;top:7701;width:8;height:2" coordorigin="4084,7701" coordsize="8,2">
              <v:shape style="position:absolute;left:4084;top:7701;width:8;height:2" coordorigin="4084,7701" coordsize="8,0" path="m4084,7701l4091,7701e" filled="false" stroked="true" strokeweight=".48pt" strokecolor="#000000">
                <v:path arrowok="t"/>
              </v:shape>
            </v:group>
            <v:group style="position:absolute;left:4084;top:7725;width:8;height:2" coordorigin="4084,7725" coordsize="8,2">
              <v:shape style="position:absolute;left:4084;top:7725;width:8;height:2" coordorigin="4084,7725" coordsize="8,0" path="m4084,7725l4091,7725e" filled="false" stroked="true" strokeweight=".48pt" strokecolor="#000000">
                <v:path arrowok="t"/>
              </v:shape>
            </v:group>
            <v:group style="position:absolute;left:4084;top:7749;width:8;height:2" coordorigin="4084,7749" coordsize="8,2">
              <v:shape style="position:absolute;left:4084;top:7749;width:8;height:2" coordorigin="4084,7749" coordsize="8,0" path="m4084,7749l4091,7749e" filled="false" stroked="true" strokeweight=".48pt" strokecolor="#000000">
                <v:path arrowok="t"/>
              </v:shape>
            </v:group>
            <v:group style="position:absolute;left:4084;top:7773;width:8;height:2" coordorigin="4084,7773" coordsize="8,2">
              <v:shape style="position:absolute;left:4084;top:7773;width:8;height:2" coordorigin="4084,7773" coordsize="8,0" path="m4084,7773l4091,7773e" filled="false" stroked="true" strokeweight=".48pt" strokecolor="#000000">
                <v:path arrowok="t"/>
              </v:shape>
            </v:group>
            <v:group style="position:absolute;left:4084;top:7797;width:8;height:2" coordorigin="4084,7797" coordsize="8,2">
              <v:shape style="position:absolute;left:4084;top:7797;width:8;height:2" coordorigin="4084,7797" coordsize="8,0" path="m4084,7797l4091,7797e" filled="false" stroked="true" strokeweight=".48pt" strokecolor="#000000">
                <v:path arrowok="t"/>
              </v:shape>
            </v:group>
            <v:group style="position:absolute;left:4084;top:7821;width:8;height:2" coordorigin="4084,7821" coordsize="8,2">
              <v:shape style="position:absolute;left:4084;top:7821;width:8;height:2" coordorigin="4084,7821" coordsize="8,0" path="m4084,7821l4091,7821e" filled="false" stroked="true" strokeweight=".48pt" strokecolor="#000000">
                <v:path arrowok="t"/>
              </v:shape>
            </v:group>
            <v:group style="position:absolute;left:4084;top:7845;width:8;height:2" coordorigin="4084,7845" coordsize="8,2">
              <v:shape style="position:absolute;left:4084;top:7845;width:8;height:2" coordorigin="4084,7845" coordsize="8,0" path="m4084,7845l4091,7845e" filled="false" stroked="true" strokeweight=".48pt" strokecolor="#000000">
                <v:path arrowok="t"/>
              </v:shape>
            </v:group>
            <v:group style="position:absolute;left:4084;top:7869;width:8;height:2" coordorigin="4084,7869" coordsize="8,2">
              <v:shape style="position:absolute;left:4084;top:7869;width:8;height:2" coordorigin="4084,7869" coordsize="8,0" path="m4084,7869l4091,7869e" filled="false" stroked="true" strokeweight=".48pt" strokecolor="#000000">
                <v:path arrowok="t"/>
              </v:shape>
            </v:group>
            <v:group style="position:absolute;left:4084;top:7893;width:8;height:2" coordorigin="4084,7893" coordsize="8,2">
              <v:shape style="position:absolute;left:4084;top:7893;width:8;height:2" coordorigin="4084,7893" coordsize="8,0" path="m4084,7893l4091,7893e" filled="false" stroked="true" strokeweight=".48pt" strokecolor="#000000">
                <v:path arrowok="t"/>
              </v:shape>
            </v:group>
            <v:group style="position:absolute;left:4084;top:7917;width:8;height:2" coordorigin="4084,7917" coordsize="8,2">
              <v:shape style="position:absolute;left:4084;top:7917;width:8;height:2" coordorigin="4084,7917" coordsize="8,0" path="m4084,7917l4091,7917e" filled="false" stroked="true" strokeweight=".48pt" strokecolor="#000000">
                <v:path arrowok="t"/>
              </v:shape>
            </v:group>
            <v:group style="position:absolute;left:4084;top:7941;width:8;height:2" coordorigin="4084,7941" coordsize="8,2">
              <v:shape style="position:absolute;left:4084;top:7941;width:8;height:2" coordorigin="4084,7941" coordsize="8,0" path="m4084,7941l4091,7941e" filled="false" stroked="true" strokeweight=".48pt" strokecolor="#000000">
                <v:path arrowok="t"/>
              </v:shape>
            </v:group>
            <v:group style="position:absolute;left:4084;top:7965;width:8;height:2" coordorigin="4084,7965" coordsize="8,2">
              <v:shape style="position:absolute;left:4084;top:7965;width:8;height:2" coordorigin="4084,7965" coordsize="8,0" path="m4084,7965l4091,7965e" filled="false" stroked="true" strokeweight=".48pt" strokecolor="#000000">
                <v:path arrowok="t"/>
              </v:shape>
            </v:group>
            <v:group style="position:absolute;left:4084;top:7989;width:8;height:2" coordorigin="4084,7989" coordsize="8,2">
              <v:shape style="position:absolute;left:4084;top:7989;width:8;height:2" coordorigin="4084,7989" coordsize="8,0" path="m4084,7989l4091,7989e" filled="false" stroked="true" strokeweight=".48pt" strokecolor="#000000">
                <v:path arrowok="t"/>
              </v:shape>
            </v:group>
            <v:group style="position:absolute;left:4084;top:8013;width:8;height:2" coordorigin="4084,8013" coordsize="8,2">
              <v:shape style="position:absolute;left:4084;top:8013;width:8;height:2" coordorigin="4084,8013" coordsize="8,0" path="m4084,8013l4091,8013e" filled="false" stroked="true" strokeweight=".48pt" strokecolor="#000000">
                <v:path arrowok="t"/>
              </v:shape>
            </v:group>
            <v:group style="position:absolute;left:4084;top:8037;width:8;height:2" coordorigin="4084,8037" coordsize="8,2">
              <v:shape style="position:absolute;left:4084;top:8037;width:8;height:2" coordorigin="4084,8037" coordsize="8,0" path="m4084,8037l4091,8037e" filled="false" stroked="true" strokeweight=".48pt" strokecolor="#000000">
                <v:path arrowok="t"/>
              </v:shape>
            </v:group>
            <v:group style="position:absolute;left:4084;top:8061;width:8;height:2" coordorigin="4084,8061" coordsize="8,2">
              <v:shape style="position:absolute;left:4084;top:8061;width:8;height:2" coordorigin="4084,8061" coordsize="8,0" path="m4084,8061l4091,8061e" filled="false" stroked="true" strokeweight=".48pt" strokecolor="#000000">
                <v:path arrowok="t"/>
              </v:shape>
            </v:group>
            <v:group style="position:absolute;left:4084;top:8085;width:8;height:2" coordorigin="4084,8085" coordsize="8,2">
              <v:shape style="position:absolute;left:4084;top:8085;width:8;height:2" coordorigin="4084,8085" coordsize="8,0" path="m4084,8085l4091,8085e" filled="false" stroked="true" strokeweight=".48pt" strokecolor="#000000">
                <v:path arrowok="t"/>
              </v:shape>
            </v:group>
            <v:group style="position:absolute;left:4084;top:8109;width:8;height:2" coordorigin="4084,8109" coordsize="8,2">
              <v:shape style="position:absolute;left:4084;top:8109;width:8;height:2" coordorigin="4084,8109" coordsize="8,0" path="m4084,8109l4091,8109e" filled="false" stroked="true" strokeweight=".48pt" strokecolor="#000000">
                <v:path arrowok="t"/>
              </v:shape>
            </v:group>
            <v:group style="position:absolute;left:4084;top:8133;width:8;height:2" coordorigin="4084,8133" coordsize="8,2">
              <v:shape style="position:absolute;left:4084;top:8133;width:8;height:2" coordorigin="4084,8133" coordsize="8,0" path="m4084,8133l4091,8133e" filled="false" stroked="true" strokeweight=".48pt" strokecolor="#000000">
                <v:path arrowok="t"/>
              </v:shape>
            </v:group>
            <v:group style="position:absolute;left:4084;top:8157;width:8;height:2" coordorigin="4084,8157" coordsize="8,2">
              <v:shape style="position:absolute;left:4084;top:8157;width:8;height:2" coordorigin="4084,8157" coordsize="8,0" path="m4084,8157l4091,8157e" filled="false" stroked="true" strokeweight=".48pt" strokecolor="#000000">
                <v:path arrowok="t"/>
              </v:shape>
            </v:group>
            <v:group style="position:absolute;left:4084;top:8181;width:8;height:2" coordorigin="4084,8181" coordsize="8,2">
              <v:shape style="position:absolute;left:4084;top:8181;width:8;height:2" coordorigin="4084,8181" coordsize="8,0" path="m4084,8181l4091,8181e" filled="false" stroked="true" strokeweight=".48pt" strokecolor="#000000">
                <v:path arrowok="t"/>
              </v:shape>
            </v:group>
            <v:group style="position:absolute;left:4084;top:8205;width:8;height:2" coordorigin="4084,8205" coordsize="8,2">
              <v:shape style="position:absolute;left:4084;top:8205;width:8;height:2" coordorigin="4084,8205" coordsize="8,0" path="m4084,8205l4091,8205e" filled="false" stroked="true" strokeweight=".48pt" strokecolor="#000000">
                <v:path arrowok="t"/>
              </v:shape>
            </v:group>
            <v:group style="position:absolute;left:4084;top:8229;width:8;height:2" coordorigin="4084,8229" coordsize="8,2">
              <v:shape style="position:absolute;left:4084;top:8229;width:8;height:2" coordorigin="4084,8229" coordsize="8,0" path="m4084,8229l4091,8229e" filled="false" stroked="true" strokeweight=".48pt" strokecolor="#000000">
                <v:path arrowok="t"/>
              </v:shape>
            </v:group>
            <v:group style="position:absolute;left:4084;top:8253;width:8;height:2" coordorigin="4084,8253" coordsize="8,2">
              <v:shape style="position:absolute;left:4084;top:8253;width:8;height:2" coordorigin="4084,8253" coordsize="8,0" path="m4084,8253l4091,8253e" filled="false" stroked="true" strokeweight=".48pt" strokecolor="#000000">
                <v:path arrowok="t"/>
              </v:shape>
            </v:group>
            <v:group style="position:absolute;left:4084;top:8277;width:8;height:2" coordorigin="4084,8277" coordsize="8,2">
              <v:shape style="position:absolute;left:4084;top:8277;width:8;height:2" coordorigin="4084,8277" coordsize="8,0" path="m4084,8277l4091,8277e" filled="false" stroked="true" strokeweight=".48pt" strokecolor="#000000">
                <v:path arrowok="t"/>
              </v:shape>
            </v:group>
            <v:group style="position:absolute;left:4084;top:8301;width:8;height:2" coordorigin="4084,8301" coordsize="8,2">
              <v:shape style="position:absolute;left:4084;top:8301;width:8;height:2" coordorigin="4084,8301" coordsize="8,0" path="m4084,8301l4091,8301e" filled="false" stroked="true" strokeweight=".48pt" strokecolor="#000000">
                <v:path arrowok="t"/>
              </v:shape>
            </v:group>
            <v:group style="position:absolute;left:4084;top:8325;width:8;height:2" coordorigin="4084,8325" coordsize="8,2">
              <v:shape style="position:absolute;left:4084;top:8325;width:8;height:2" coordorigin="4084,8325" coordsize="8,0" path="m4084,8325l4091,8325e" filled="false" stroked="true" strokeweight=".48pt" strokecolor="#000000">
                <v:path arrowok="t"/>
              </v:shape>
            </v:group>
            <v:group style="position:absolute;left:4084;top:8349;width:8;height:2" coordorigin="4084,8349" coordsize="8,2">
              <v:shape style="position:absolute;left:4084;top:8349;width:8;height:2" coordorigin="4084,8349" coordsize="8,0" path="m4084,8349l4091,8349e" filled="false" stroked="true" strokeweight=".48pt" strokecolor="#000000">
                <v:path arrowok="t"/>
              </v:shape>
            </v:group>
            <v:group style="position:absolute;left:4084;top:8373;width:8;height:2" coordorigin="4084,8373" coordsize="8,2">
              <v:shape style="position:absolute;left:4084;top:8373;width:8;height:2" coordorigin="4084,8373" coordsize="8,0" path="m4084,8373l4091,8373e" filled="false" stroked="true" strokeweight=".48pt" strokecolor="#000000">
                <v:path arrowok="t"/>
              </v:shape>
            </v:group>
            <v:group style="position:absolute;left:4084;top:8397;width:8;height:2" coordorigin="4084,8397" coordsize="8,2">
              <v:shape style="position:absolute;left:4084;top:8397;width:8;height:2" coordorigin="4084,8397" coordsize="8,0" path="m4084,8397l4091,8397e" filled="false" stroked="true" strokeweight=".48pt" strokecolor="#000000">
                <v:path arrowok="t"/>
              </v:shape>
            </v:group>
            <v:group style="position:absolute;left:4084;top:8421;width:8;height:2" coordorigin="4084,8421" coordsize="8,2">
              <v:shape style="position:absolute;left:4084;top:8421;width:8;height:2" coordorigin="4084,8421" coordsize="8,0" path="m4084,8421l4091,8421e" filled="false" stroked="true" strokeweight=".48pt" strokecolor="#000000">
                <v:path arrowok="t"/>
              </v:shape>
            </v:group>
            <v:group style="position:absolute;left:4084;top:8445;width:8;height:2" coordorigin="4084,8445" coordsize="8,2">
              <v:shape style="position:absolute;left:4084;top:8445;width:8;height:2" coordorigin="4084,8445" coordsize="8,0" path="m4084,8445l4091,8445e" filled="false" stroked="true" strokeweight=".48pt" strokecolor="#000000">
                <v:path arrowok="t"/>
              </v:shape>
            </v:group>
            <v:group style="position:absolute;left:4084;top:8469;width:8;height:2" coordorigin="4084,8469" coordsize="8,2">
              <v:shape style="position:absolute;left:4084;top:8469;width:8;height:2" coordorigin="4084,8469" coordsize="8,0" path="m4084,8469l4091,8469e" filled="false" stroked="true" strokeweight=".48pt" strokecolor="#000000">
                <v:path arrowok="t"/>
              </v:shape>
            </v:group>
            <v:group style="position:absolute;left:4084;top:8493;width:8;height:2" coordorigin="4084,8493" coordsize="8,2">
              <v:shape style="position:absolute;left:4084;top:8493;width:8;height:2" coordorigin="4084,8493" coordsize="8,0" path="m4084,8493l4091,8493e" filled="false" stroked="true" strokeweight=".48pt" strokecolor="#000000">
                <v:path arrowok="t"/>
              </v:shape>
            </v:group>
            <v:group style="position:absolute;left:4084;top:8517;width:8;height:2" coordorigin="4084,8517" coordsize="8,2">
              <v:shape style="position:absolute;left:4084;top:8517;width:8;height:2" coordorigin="4084,8517" coordsize="8,0" path="m4084,8517l4091,8517e" filled="false" stroked="true" strokeweight=".48pt" strokecolor="#000000">
                <v:path arrowok="t"/>
              </v:shape>
            </v:group>
            <v:group style="position:absolute;left:4084;top:8541;width:8;height:2" coordorigin="4084,8541" coordsize="8,2">
              <v:shape style="position:absolute;left:4084;top:8541;width:8;height:2" coordorigin="4084,8541" coordsize="8,0" path="m4084,8541l4091,8541e" filled="false" stroked="true" strokeweight=".48pt" strokecolor="#000000">
                <v:path arrowok="t"/>
              </v:shape>
            </v:group>
            <v:group style="position:absolute;left:4084;top:8565;width:8;height:2" coordorigin="4084,8565" coordsize="8,2">
              <v:shape style="position:absolute;left:4084;top:8565;width:8;height:2" coordorigin="4084,8565" coordsize="8,0" path="m4084,8565l4091,8565e" filled="false" stroked="true" strokeweight=".48pt" strokecolor="#000000">
                <v:path arrowok="t"/>
              </v:shape>
            </v:group>
            <v:group style="position:absolute;left:4084;top:8589;width:8;height:2" coordorigin="4084,8589" coordsize="8,2">
              <v:shape style="position:absolute;left:4084;top:8589;width:8;height:2" coordorigin="4084,8589" coordsize="8,0" path="m4084,8589l4091,8589e" filled="false" stroked="true" strokeweight=".48pt" strokecolor="#000000">
                <v:path arrowok="t"/>
              </v:shape>
            </v:group>
            <v:group style="position:absolute;left:4084;top:8613;width:8;height:2" coordorigin="4084,8613" coordsize="8,2">
              <v:shape style="position:absolute;left:4084;top:8613;width:8;height:2" coordorigin="4084,8613" coordsize="8,0" path="m4084,8613l4091,8613e" filled="false" stroked="true" strokeweight=".48pt" strokecolor="#000000">
                <v:path arrowok="t"/>
              </v:shape>
            </v:group>
            <v:group style="position:absolute;left:4084;top:8637;width:8;height:2" coordorigin="4084,8637" coordsize="8,2">
              <v:shape style="position:absolute;left:4084;top:8637;width:8;height:2" coordorigin="4084,8637" coordsize="8,0" path="m4084,8637l4091,8637e" filled="false" stroked="true" strokeweight=".48pt" strokecolor="#000000">
                <v:path arrowok="t"/>
              </v:shape>
            </v:group>
            <v:group style="position:absolute;left:4084;top:8661;width:8;height:2" coordorigin="4084,8661" coordsize="8,2">
              <v:shape style="position:absolute;left:4084;top:8661;width:8;height:2" coordorigin="4084,8661" coordsize="8,0" path="m4084,8661l4091,8661e" filled="false" stroked="true" strokeweight=".48pt" strokecolor="#000000">
                <v:path arrowok="t"/>
              </v:shape>
            </v:group>
            <v:group style="position:absolute;left:4084;top:8685;width:8;height:2" coordorigin="4084,8685" coordsize="8,2">
              <v:shape style="position:absolute;left:4084;top:8685;width:8;height:2" coordorigin="4084,8685" coordsize="8,0" path="m4084,8685l4091,8685e" filled="false" stroked="true" strokeweight=".48pt" strokecolor="#000000">
                <v:path arrowok="t"/>
              </v:shape>
            </v:group>
            <v:group style="position:absolute;left:4084;top:8709;width:8;height:2" coordorigin="4084,8709" coordsize="8,2">
              <v:shape style="position:absolute;left:4084;top:8709;width:8;height:2" coordorigin="4084,8709" coordsize="8,0" path="m4084,8709l4091,8709e" filled="false" stroked="true" strokeweight=".48pt" strokecolor="#000000">
                <v:path arrowok="t"/>
              </v:shape>
            </v:group>
            <v:group style="position:absolute;left:4084;top:8733;width:8;height:2" coordorigin="4084,8733" coordsize="8,2">
              <v:shape style="position:absolute;left:4084;top:8733;width:8;height:2" coordorigin="4084,8733" coordsize="8,0" path="m4084,8733l4091,8733e" filled="false" stroked="true" strokeweight=".48pt" strokecolor="#000000">
                <v:path arrowok="t"/>
              </v:shape>
            </v:group>
            <v:group style="position:absolute;left:4084;top:8757;width:8;height:2" coordorigin="4084,8757" coordsize="8,2">
              <v:shape style="position:absolute;left:4084;top:8757;width:8;height:2" coordorigin="4084,8757" coordsize="8,0" path="m4084,8757l4091,8757e" filled="false" stroked="true" strokeweight=".48pt" strokecolor="#000000">
                <v:path arrowok="t"/>
              </v:shape>
            </v:group>
            <v:group style="position:absolute;left:4084;top:8781;width:8;height:2" coordorigin="4084,8781" coordsize="8,2">
              <v:shape style="position:absolute;left:4084;top:8781;width:8;height:2" coordorigin="4084,8781" coordsize="8,0" path="m4084,8781l4091,8781e" filled="false" stroked="true" strokeweight=".48pt" strokecolor="#000000">
                <v:path arrowok="t"/>
              </v:shape>
            </v:group>
            <v:group style="position:absolute;left:4084;top:8805;width:8;height:2" coordorigin="4084,8805" coordsize="8,2">
              <v:shape style="position:absolute;left:4084;top:8805;width:8;height:2" coordorigin="4084,8805" coordsize="8,0" path="m4084,8805l4091,8805e" filled="false" stroked="true" strokeweight=".48pt" strokecolor="#000000">
                <v:path arrowok="t"/>
              </v:shape>
            </v:group>
            <v:group style="position:absolute;left:4084;top:8829;width:8;height:2" coordorigin="4084,8829" coordsize="8,2">
              <v:shape style="position:absolute;left:4084;top:8829;width:8;height:2" coordorigin="4084,8829" coordsize="8,0" path="m4084,8829l4091,8829e" filled="false" stroked="true" strokeweight=".48pt" strokecolor="#000000">
                <v:path arrowok="t"/>
              </v:shape>
            </v:group>
            <v:group style="position:absolute;left:4084;top:8853;width:8;height:2" coordorigin="4084,8853" coordsize="8,2">
              <v:shape style="position:absolute;left:4084;top:8853;width:8;height:2" coordorigin="4084,8853" coordsize="8,0" path="m4084,8853l4091,8853e" filled="false" stroked="true" strokeweight=".48pt" strokecolor="#000000">
                <v:path arrowok="t"/>
              </v:shape>
            </v:group>
            <v:group style="position:absolute;left:4084;top:8877;width:8;height:2" coordorigin="4084,8877" coordsize="8,2">
              <v:shape style="position:absolute;left:4084;top:8877;width:8;height:2" coordorigin="4084,8877" coordsize="8,0" path="m4084,8877l4091,8877e" filled="false" stroked="true" strokeweight=".48pt" strokecolor="#000000">
                <v:path arrowok="t"/>
              </v:shape>
            </v:group>
            <v:group style="position:absolute;left:4084;top:8901;width:8;height:2" coordorigin="4084,8901" coordsize="8,2">
              <v:shape style="position:absolute;left:4084;top:8901;width:8;height:2" coordorigin="4084,8901" coordsize="8,0" path="m4084,8901l4091,8901e" filled="false" stroked="true" strokeweight=".48pt" strokecolor="#000000">
                <v:path arrowok="t"/>
              </v:shape>
            </v:group>
            <v:group style="position:absolute;left:4084;top:8925;width:8;height:2" coordorigin="4084,8925" coordsize="8,2">
              <v:shape style="position:absolute;left:4084;top:8925;width:8;height:2" coordorigin="4084,8925" coordsize="8,0" path="m4084,8925l4091,8925e" filled="false" stroked="true" strokeweight=".48pt" strokecolor="#000000">
                <v:path arrowok="t"/>
              </v:shape>
            </v:group>
            <v:group style="position:absolute;left:4084;top:8949;width:8;height:2" coordorigin="4084,8949" coordsize="8,2">
              <v:shape style="position:absolute;left:4084;top:8949;width:8;height:2" coordorigin="4084,8949" coordsize="8,0" path="m4084,8949l4091,8949e" filled="false" stroked="true" strokeweight=".48pt" strokecolor="#000000">
                <v:path arrowok="t"/>
              </v:shape>
            </v:group>
            <v:group style="position:absolute;left:4084;top:8973;width:8;height:2" coordorigin="4084,8973" coordsize="8,2">
              <v:shape style="position:absolute;left:4084;top:8973;width:8;height:2" coordorigin="4084,8973" coordsize="8,0" path="m4084,8973l4091,8973e" filled="false" stroked="true" strokeweight=".48pt" strokecolor="#000000">
                <v:path arrowok="t"/>
              </v:shape>
            </v:group>
            <v:group style="position:absolute;left:4084;top:8997;width:8;height:2" coordorigin="4084,8997" coordsize="8,2">
              <v:shape style="position:absolute;left:4084;top:8997;width:8;height:2" coordorigin="4084,8997" coordsize="8,0" path="m4084,8997l4091,8997e" filled="false" stroked="true" strokeweight=".48pt" strokecolor="#000000">
                <v:path arrowok="t"/>
              </v:shape>
            </v:group>
            <v:group style="position:absolute;left:4084;top:9021;width:8;height:2" coordorigin="4084,9021" coordsize="8,2">
              <v:shape style="position:absolute;left:4084;top:9021;width:8;height:2" coordorigin="4084,9021" coordsize="8,0" path="m4084,9021l4091,9021e" filled="false" stroked="true" strokeweight=".48pt" strokecolor="#000000">
                <v:path arrowok="t"/>
              </v:shape>
            </v:group>
            <v:group style="position:absolute;left:4084;top:9045;width:8;height:2" coordorigin="4084,9045" coordsize="8,2">
              <v:shape style="position:absolute;left:4084;top:9045;width:8;height:2" coordorigin="4084,9045" coordsize="8,0" path="m4084,9045l4091,9045e" filled="false" stroked="true" strokeweight=".48pt" strokecolor="#000000">
                <v:path arrowok="t"/>
              </v:shape>
            </v:group>
            <v:group style="position:absolute;left:4084;top:9069;width:8;height:2" coordorigin="4084,9069" coordsize="8,2">
              <v:shape style="position:absolute;left:4084;top:9069;width:8;height:2" coordorigin="4084,9069" coordsize="8,0" path="m4084,9069l4091,9069e" filled="false" stroked="true" strokeweight=".48pt" strokecolor="#000000">
                <v:path arrowok="t"/>
              </v:shape>
            </v:group>
            <v:group style="position:absolute;left:4084;top:9093;width:8;height:2" coordorigin="4084,9093" coordsize="8,2">
              <v:shape style="position:absolute;left:4084;top:9093;width:8;height:2" coordorigin="4084,9093" coordsize="8,0" path="m4084,9093l4091,9093e" filled="false" stroked="true" strokeweight=".48pt" strokecolor="#000000">
                <v:path arrowok="t"/>
              </v:shape>
            </v:group>
            <v:group style="position:absolute;left:4084;top:9117;width:8;height:2" coordorigin="4084,9117" coordsize="8,2">
              <v:shape style="position:absolute;left:4084;top:9117;width:8;height:2" coordorigin="4084,9117" coordsize="8,0" path="m4084,9117l4091,9117e" filled="false" stroked="true" strokeweight=".48pt" strokecolor="#000000">
                <v:path arrowok="t"/>
              </v:shape>
            </v:group>
            <v:group style="position:absolute;left:4084;top:9141;width:8;height:2" coordorigin="4084,9141" coordsize="8,2">
              <v:shape style="position:absolute;left:4084;top:9141;width:8;height:2" coordorigin="4084,9141" coordsize="8,0" path="m4084,9141l4091,9141e" filled="false" stroked="true" strokeweight=".48pt" strokecolor="#000000">
                <v:path arrowok="t"/>
              </v:shape>
            </v:group>
            <v:group style="position:absolute;left:4084;top:9165;width:8;height:2" coordorigin="4084,9165" coordsize="8,2">
              <v:shape style="position:absolute;left:4084;top:9165;width:8;height:2" coordorigin="4084,9165" coordsize="8,0" path="m4084,9165l4091,9165e" filled="false" stroked="true" strokeweight=".48pt" strokecolor="#000000">
                <v:path arrowok="t"/>
              </v:shape>
            </v:group>
            <v:group style="position:absolute;left:4084;top:9189;width:8;height:2" coordorigin="4084,9189" coordsize="8,2">
              <v:shape style="position:absolute;left:4084;top:9189;width:8;height:2" coordorigin="4084,9189" coordsize="8,0" path="m4084,9189l4091,9189e" filled="false" stroked="true" strokeweight=".48pt" strokecolor="#000000">
                <v:path arrowok="t"/>
              </v:shape>
            </v:group>
            <v:group style="position:absolute;left:4084;top:9213;width:8;height:2" coordorigin="4084,9213" coordsize="8,2">
              <v:shape style="position:absolute;left:4084;top:9213;width:8;height:2" coordorigin="4084,9213" coordsize="8,0" path="m4084,9213l4091,9213e" filled="false" stroked="true" strokeweight=".48pt" strokecolor="#000000">
                <v:path arrowok="t"/>
              </v:shape>
            </v:group>
            <v:group style="position:absolute;left:4084;top:9237;width:8;height:2" coordorigin="4084,9237" coordsize="8,2">
              <v:shape style="position:absolute;left:4084;top:9237;width:8;height:2" coordorigin="4084,9237" coordsize="8,0" path="m4084,9237l4091,9237e" filled="false" stroked="true" strokeweight=".48pt" strokecolor="#000000">
                <v:path arrowok="t"/>
              </v:shape>
            </v:group>
            <v:group style="position:absolute;left:4084;top:9261;width:8;height:2" coordorigin="4084,9261" coordsize="8,2">
              <v:shape style="position:absolute;left:4084;top:9261;width:8;height:2" coordorigin="4084,9261" coordsize="8,0" path="m4084,9261l4091,9261e" filled="false" stroked="true" strokeweight=".48pt" strokecolor="#000000">
                <v:path arrowok="t"/>
              </v:shape>
            </v:group>
            <v:group style="position:absolute;left:4084;top:9285;width:8;height:2" coordorigin="4084,9285" coordsize="8,2">
              <v:shape style="position:absolute;left:4084;top:9285;width:8;height:2" coordorigin="4084,9285" coordsize="8,0" path="m4084,9285l4091,9285e" filled="false" stroked="true" strokeweight=".48pt" strokecolor="#000000">
                <v:path arrowok="t"/>
              </v:shape>
            </v:group>
            <v:group style="position:absolute;left:4084;top:9309;width:8;height:2" coordorigin="4084,9309" coordsize="8,2">
              <v:shape style="position:absolute;left:4084;top:9309;width:8;height:2" coordorigin="4084,9309" coordsize="8,0" path="m4084,9309l4091,9309e" filled="false" stroked="true" strokeweight=".48pt" strokecolor="#000000">
                <v:path arrowok="t"/>
              </v:shape>
            </v:group>
            <v:group style="position:absolute;left:4084;top:9333;width:8;height:2" coordorigin="4084,9333" coordsize="8,2">
              <v:shape style="position:absolute;left:4084;top:9333;width:8;height:2" coordorigin="4084,9333" coordsize="8,0" path="m4084,9333l4091,9333e" filled="false" stroked="true" strokeweight=".48pt" strokecolor="#000000">
                <v:path arrowok="t"/>
              </v:shape>
            </v:group>
            <v:group style="position:absolute;left:4084;top:9357;width:8;height:2" coordorigin="4084,9357" coordsize="8,2">
              <v:shape style="position:absolute;left:4084;top:9357;width:8;height:2" coordorigin="4084,9357" coordsize="8,0" path="m4084,9357l4091,9357e" filled="false" stroked="true" strokeweight=".48pt" strokecolor="#000000">
                <v:path arrowok="t"/>
              </v:shape>
            </v:group>
            <v:group style="position:absolute;left:4084;top:9381;width:8;height:2" coordorigin="4084,9381" coordsize="8,2">
              <v:shape style="position:absolute;left:4084;top:9381;width:8;height:2" coordorigin="4084,9381" coordsize="8,0" path="m4084,9381l4091,9381e" filled="false" stroked="true" strokeweight=".48pt" strokecolor="#000000">
                <v:path arrowok="t"/>
              </v:shape>
            </v:group>
            <v:group style="position:absolute;left:4084;top:9405;width:8;height:2" coordorigin="4084,9405" coordsize="8,2">
              <v:shape style="position:absolute;left:4084;top:9405;width:8;height:2" coordorigin="4084,9405" coordsize="8,0" path="m4084,9405l4091,9405e" filled="false" stroked="true" strokeweight=".48pt" strokecolor="#000000">
                <v:path arrowok="t"/>
              </v:shape>
            </v:group>
            <v:group style="position:absolute;left:4084;top:9429;width:8;height:2" coordorigin="4084,9429" coordsize="8,2">
              <v:shape style="position:absolute;left:4084;top:9429;width:8;height:2" coordorigin="4084,9429" coordsize="8,0" path="m4084,9429l4091,9429e" filled="false" stroked="true" strokeweight=".48pt" strokecolor="#000000">
                <v:path arrowok="t"/>
              </v:shape>
            </v:group>
            <v:group style="position:absolute;left:4084;top:9453;width:8;height:2" coordorigin="4084,9453" coordsize="8,2">
              <v:shape style="position:absolute;left:4084;top:9453;width:8;height:2" coordorigin="4084,9453" coordsize="8,0" path="m4084,9453l4091,9453e" filled="false" stroked="true" strokeweight=".48pt" strokecolor="#000000">
                <v:path arrowok="t"/>
              </v:shape>
            </v:group>
            <v:group style="position:absolute;left:4084;top:9477;width:8;height:2" coordorigin="4084,9477" coordsize="8,2">
              <v:shape style="position:absolute;left:4084;top:9477;width:8;height:2" coordorigin="4084,9477" coordsize="8,0" path="m4084,9477l4091,9477e" filled="false" stroked="true" strokeweight=".48pt" strokecolor="#000000">
                <v:path arrowok="t"/>
              </v:shape>
            </v:group>
            <v:group style="position:absolute;left:4084;top:9501;width:8;height:2" coordorigin="4084,9501" coordsize="8,2">
              <v:shape style="position:absolute;left:4084;top:9501;width:8;height:2" coordorigin="4084,9501" coordsize="8,0" path="m4084,9501l4091,9501e" filled="false" stroked="true" strokeweight=".48pt" strokecolor="#000000">
                <v:path arrowok="t"/>
              </v:shape>
            </v:group>
            <v:group style="position:absolute;left:4084;top:9525;width:8;height:2" coordorigin="4084,9525" coordsize="8,2">
              <v:shape style="position:absolute;left:4084;top:9525;width:8;height:2" coordorigin="4084,9525" coordsize="8,0" path="m4084,9525l4091,9525e" filled="false" stroked="true" strokeweight=".48pt" strokecolor="#000000">
                <v:path arrowok="t"/>
              </v:shape>
            </v:group>
            <v:group style="position:absolute;left:4084;top:9549;width:8;height:2" coordorigin="4084,9549" coordsize="8,2">
              <v:shape style="position:absolute;left:4084;top:9549;width:8;height:2" coordorigin="4084,9549" coordsize="8,0" path="m4084,9549l4091,9549e" filled="false" stroked="true" strokeweight=".48pt" strokecolor="#000000">
                <v:path arrowok="t"/>
              </v:shape>
            </v:group>
            <v:group style="position:absolute;left:4084;top:9573;width:8;height:2" coordorigin="4084,9573" coordsize="8,2">
              <v:shape style="position:absolute;left:4084;top:9573;width:8;height:2" coordorigin="4084,9573" coordsize="8,0" path="m4084,9573l4091,9573e" filled="false" stroked="true" strokeweight=".48pt" strokecolor="#000000">
                <v:path arrowok="t"/>
              </v:shape>
            </v:group>
            <v:group style="position:absolute;left:4084;top:9597;width:8;height:2" coordorigin="4084,9597" coordsize="8,2">
              <v:shape style="position:absolute;left:4084;top:9597;width:8;height:2" coordorigin="4084,9597" coordsize="8,0" path="m4084,9597l4091,9597e" filled="false" stroked="true" strokeweight=".48pt" strokecolor="#000000">
                <v:path arrowok="t"/>
              </v:shape>
            </v:group>
            <v:group style="position:absolute;left:4084;top:9621;width:8;height:2" coordorigin="4084,9621" coordsize="8,2">
              <v:shape style="position:absolute;left:4084;top:9621;width:8;height:2" coordorigin="4084,9621" coordsize="8,0" path="m4084,9621l4091,9621e" filled="false" stroked="true" strokeweight=".48pt" strokecolor="#000000">
                <v:path arrowok="t"/>
              </v:shape>
            </v:group>
            <v:group style="position:absolute;left:4084;top:9645;width:8;height:2" coordorigin="4084,9645" coordsize="8,2">
              <v:shape style="position:absolute;left:4084;top:9645;width:8;height:2" coordorigin="4084,9645" coordsize="8,0" path="m4084,9645l4091,9645e" filled="false" stroked="true" strokeweight=".48pt" strokecolor="#000000">
                <v:path arrowok="t"/>
              </v:shape>
            </v:group>
            <v:group style="position:absolute;left:4084;top:9669;width:8;height:2" coordorigin="4084,9669" coordsize="8,2">
              <v:shape style="position:absolute;left:4084;top:9669;width:8;height:2" coordorigin="4084,9669" coordsize="8,0" path="m4084,9669l4091,9669e" filled="false" stroked="true" strokeweight=".48pt" strokecolor="#000000">
                <v:path arrowok="t"/>
              </v:shape>
            </v:group>
            <v:group style="position:absolute;left:4084;top:9693;width:8;height:2" coordorigin="4084,9693" coordsize="8,2">
              <v:shape style="position:absolute;left:4084;top:9693;width:8;height:2" coordorigin="4084,9693" coordsize="8,0" path="m4084,9693l4091,9693e" filled="false" stroked="true" strokeweight=".48pt" strokecolor="#000000">
                <v:path arrowok="t"/>
              </v:shape>
            </v:group>
            <v:group style="position:absolute;left:4084;top:9717;width:8;height:2" coordorigin="4084,9717" coordsize="8,2">
              <v:shape style="position:absolute;left:4084;top:9717;width:8;height:2" coordorigin="4084,9717" coordsize="8,0" path="m4084,9717l4091,9717e" filled="false" stroked="true" strokeweight=".48pt" strokecolor="#000000">
                <v:path arrowok="t"/>
              </v:shape>
            </v:group>
            <v:group style="position:absolute;left:4084;top:9741;width:8;height:2" coordorigin="4084,9741" coordsize="8,2">
              <v:shape style="position:absolute;left:4084;top:9741;width:8;height:2" coordorigin="4084,9741" coordsize="8,0" path="m4084,9741l4091,9741e" filled="false" stroked="true" strokeweight=".48pt" strokecolor="#000000">
                <v:path arrowok="t"/>
              </v:shape>
            </v:group>
            <v:group style="position:absolute;left:4084;top:9765;width:8;height:2" coordorigin="4084,9765" coordsize="8,2">
              <v:shape style="position:absolute;left:4084;top:9765;width:8;height:2" coordorigin="4084,9765" coordsize="8,0" path="m4084,9765l4091,9765e" filled="false" stroked="true" strokeweight=".479pt" strokecolor="#000000">
                <v:path arrowok="t"/>
              </v:shape>
            </v:group>
            <v:group style="position:absolute;left:4084;top:9789;width:8;height:2" coordorigin="4084,9789" coordsize="8,2">
              <v:shape style="position:absolute;left:4084;top:9789;width:8;height:2" coordorigin="4084,9789" coordsize="8,0" path="m4084,9789l4091,9789e" filled="false" stroked="true" strokeweight=".48pt" strokecolor="#000000">
                <v:path arrowok="t"/>
              </v:shape>
            </v:group>
            <v:group style="position:absolute;left:4084;top:9813;width:8;height:2" coordorigin="4084,9813" coordsize="8,2">
              <v:shape style="position:absolute;left:4084;top:9813;width:8;height:2" coordorigin="4084,9813" coordsize="8,0" path="m4084,9813l4091,9813e" filled="false" stroked="true" strokeweight=".48pt" strokecolor="#000000">
                <v:path arrowok="t"/>
              </v:shape>
            </v:group>
            <v:group style="position:absolute;left:4084;top:9837;width:8;height:2" coordorigin="4084,9837" coordsize="8,2">
              <v:shape style="position:absolute;left:4084;top:9837;width:8;height:2" coordorigin="4084,9837" coordsize="8,0" path="m4084,9837l4091,9837e" filled="false" stroked="true" strokeweight=".48pt" strokecolor="#000000">
                <v:path arrowok="t"/>
              </v:shape>
            </v:group>
            <v:group style="position:absolute;left:4084;top:9861;width:8;height:2" coordorigin="4084,9861" coordsize="8,2">
              <v:shape style="position:absolute;left:4084;top:9861;width:8;height:2" coordorigin="4084,9861" coordsize="8,0" path="m4084,9861l4091,9861e" filled="false" stroked="true" strokeweight=".48pt" strokecolor="#000000">
                <v:path arrowok="t"/>
              </v:shape>
            </v:group>
            <v:group style="position:absolute;left:4084;top:9885;width:8;height:2" coordorigin="4084,9885" coordsize="8,2">
              <v:shape style="position:absolute;left:4084;top:9885;width:8;height:2" coordorigin="4084,9885" coordsize="8,0" path="m4084,9885l4091,9885e" filled="false" stroked="true" strokeweight=".48pt" strokecolor="#000000">
                <v:path arrowok="t"/>
              </v:shape>
            </v:group>
            <v:group style="position:absolute;left:4084;top:9909;width:8;height:2" coordorigin="4084,9909" coordsize="8,2">
              <v:shape style="position:absolute;left:4084;top:9909;width:8;height:2" coordorigin="4084,9909" coordsize="8,0" path="m4084,9909l4091,9909e" filled="false" stroked="true" strokeweight=".48pt" strokecolor="#000000">
                <v:path arrowok="t"/>
              </v:shape>
            </v:group>
            <v:group style="position:absolute;left:4084;top:9933;width:8;height:2" coordorigin="4084,9933" coordsize="8,2">
              <v:shape style="position:absolute;left:4084;top:9933;width:8;height:2" coordorigin="4084,9933" coordsize="8,0" path="m4084,9933l4091,9933e" filled="false" stroked="true" strokeweight=".48pt" strokecolor="#000000">
                <v:path arrowok="t"/>
              </v:shape>
            </v:group>
            <v:group style="position:absolute;left:4084;top:9957;width:8;height:2" coordorigin="4084,9957" coordsize="8,2">
              <v:shape style="position:absolute;left:4084;top:9957;width:8;height:2" coordorigin="4084,9957" coordsize="8,0" path="m4084,9957l4091,9957e" filled="false" stroked="true" strokeweight=".48pt" strokecolor="#000000">
                <v:path arrowok="t"/>
              </v:shape>
            </v:group>
            <v:group style="position:absolute;left:4084;top:9981;width:8;height:2" coordorigin="4084,9981" coordsize="8,2">
              <v:shape style="position:absolute;left:4084;top:9981;width:8;height:2" coordorigin="4084,9981" coordsize="8,0" path="m4084,9981l4091,9981e" filled="false" stroked="true" strokeweight=".48pt" strokecolor="#000000">
                <v:path arrowok="t"/>
              </v:shape>
            </v:group>
            <v:group style="position:absolute;left:4084;top:10005;width:8;height:2" coordorigin="4084,10005" coordsize="8,2">
              <v:shape style="position:absolute;left:4084;top:10005;width:8;height:2" coordorigin="4084,10005" coordsize="8,0" path="m4084,10005l4091,10005e" filled="false" stroked="true" strokeweight=".48pt" strokecolor="#000000">
                <v:path arrowok="t"/>
              </v:shape>
            </v:group>
            <v:group style="position:absolute;left:4084;top:10029;width:8;height:2" coordorigin="4084,10029" coordsize="8,2">
              <v:shape style="position:absolute;left:4084;top:10029;width:8;height:2" coordorigin="4084,10029" coordsize="8,0" path="m4084,10029l4091,10029e" filled="false" stroked="true" strokeweight=".48pt" strokecolor="#000000">
                <v:path arrowok="t"/>
              </v:shape>
            </v:group>
            <v:group style="position:absolute;left:4084;top:10053;width:8;height:2" coordorigin="4084,10053" coordsize="8,2">
              <v:shape style="position:absolute;left:4084;top:10053;width:8;height:2" coordorigin="4084,10053" coordsize="8,0" path="m4084,10053l4091,10053e" filled="false" stroked="true" strokeweight=".48pt" strokecolor="#000000">
                <v:path arrowok="t"/>
              </v:shape>
            </v:group>
            <v:group style="position:absolute;left:4084;top:10077;width:8;height:2" coordorigin="4084,10077" coordsize="8,2">
              <v:shape style="position:absolute;left:4084;top:10077;width:8;height:2" coordorigin="4084,10077" coordsize="8,0" path="m4084,10077l4091,10077e" filled="false" stroked="true" strokeweight=".48pt" strokecolor="#000000">
                <v:path arrowok="t"/>
              </v:shape>
            </v:group>
            <v:group style="position:absolute;left:4084;top:10101;width:8;height:2" coordorigin="4084,10101" coordsize="8,2">
              <v:shape style="position:absolute;left:4084;top:10101;width:8;height:2" coordorigin="4084,10101" coordsize="8,0" path="m4084,10101l4091,10101e" filled="false" stroked="true" strokeweight=".48pt" strokecolor="#000000">
                <v:path arrowok="t"/>
              </v:shape>
            </v:group>
            <v:group style="position:absolute;left:4084;top:10125;width:8;height:2" coordorigin="4084,10125" coordsize="8,2">
              <v:shape style="position:absolute;left:4084;top:10125;width:8;height:2" coordorigin="4084,10125" coordsize="8,0" path="m4084,10125l4091,10125e" filled="false" stroked="true" strokeweight=".479pt" strokecolor="#000000">
                <v:path arrowok="t"/>
              </v:shape>
            </v:group>
            <v:group style="position:absolute;left:4084;top:10149;width:8;height:2" coordorigin="4084,10149" coordsize="8,2">
              <v:shape style="position:absolute;left:4084;top:10149;width:8;height:2" coordorigin="4084,10149" coordsize="8,0" path="m4084,10149l4091,10149e" filled="false" stroked="true" strokeweight=".48pt" strokecolor="#000000">
                <v:path arrowok="t"/>
              </v:shape>
            </v:group>
            <v:group style="position:absolute;left:4084;top:10173;width:8;height:2" coordorigin="4084,10173" coordsize="8,2">
              <v:shape style="position:absolute;left:4084;top:10173;width:8;height:2" coordorigin="4084,10173" coordsize="8,0" path="m4084,10173l4091,10173e" filled="false" stroked="true" strokeweight=".48pt" strokecolor="#000000">
                <v:path arrowok="t"/>
              </v:shape>
            </v:group>
            <v:group style="position:absolute;left:4084;top:10197;width:8;height:2" coordorigin="4084,10197" coordsize="8,2">
              <v:shape style="position:absolute;left:4084;top:10197;width:8;height:2" coordorigin="4084,10197" coordsize="8,0" path="m4084,10197l4091,10197e" filled="false" stroked="true" strokeweight=".48pt" strokecolor="#000000">
                <v:path arrowok="t"/>
              </v:shape>
            </v:group>
            <v:group style="position:absolute;left:4084;top:10221;width:8;height:2" coordorigin="4084,10221" coordsize="8,2">
              <v:shape style="position:absolute;left:4084;top:10221;width:8;height:2" coordorigin="4084,10221" coordsize="8,0" path="m4084,10221l4091,10221e" filled="false" stroked="true" strokeweight=".48pt" strokecolor="#000000">
                <v:path arrowok="t"/>
              </v:shape>
            </v:group>
            <v:group style="position:absolute;left:4084;top:10245;width:8;height:2" coordorigin="4084,10245" coordsize="8,2">
              <v:shape style="position:absolute;left:4084;top:10245;width:8;height:2" coordorigin="4084,10245" coordsize="8,0" path="m4084,10245l4091,10245e" filled="false" stroked="true" strokeweight=".48pt" strokecolor="#000000">
                <v:path arrowok="t"/>
              </v:shape>
            </v:group>
            <v:group style="position:absolute;left:4084;top:10269;width:8;height:2" coordorigin="4084,10269" coordsize="8,2">
              <v:shape style="position:absolute;left:4084;top:10269;width:8;height:2" coordorigin="4084,10269" coordsize="8,0" path="m4084,10269l4091,10269e" filled="false" stroked="true" strokeweight=".48pt" strokecolor="#000000">
                <v:path arrowok="t"/>
              </v:shape>
            </v:group>
            <v:group style="position:absolute;left:4084;top:10293;width:8;height:2" coordorigin="4084,10293" coordsize="8,2">
              <v:shape style="position:absolute;left:4084;top:10293;width:8;height:2" coordorigin="4084,10293" coordsize="8,0" path="m4084,10293l4091,10293e" filled="false" stroked="true" strokeweight=".48pt" strokecolor="#000000">
                <v:path arrowok="t"/>
              </v:shape>
            </v:group>
            <v:group style="position:absolute;left:4084;top:10317;width:8;height:2" coordorigin="4084,10317" coordsize="8,2">
              <v:shape style="position:absolute;left:4084;top:10317;width:8;height:2" coordorigin="4084,10317" coordsize="8,0" path="m4084,10317l4091,10317e" filled="false" stroked="true" strokeweight=".48pt" strokecolor="#000000">
                <v:path arrowok="t"/>
              </v:shape>
            </v:group>
            <v:group style="position:absolute;left:4084;top:10341;width:8;height:2" coordorigin="4084,10341" coordsize="8,2">
              <v:shape style="position:absolute;left:4084;top:10341;width:8;height:2" coordorigin="4084,10341" coordsize="8,0" path="m4084,10341l4091,10341e" filled="false" stroked="true" strokeweight=".48pt" strokecolor="#000000">
                <v:path arrowok="t"/>
              </v:shape>
            </v:group>
            <v:group style="position:absolute;left:4084;top:10365;width:8;height:2" coordorigin="4084,10365" coordsize="8,2">
              <v:shape style="position:absolute;left:4084;top:10365;width:8;height:2" coordorigin="4084,10365" coordsize="8,0" path="m4084,10365l4091,10365e" filled="false" stroked="true" strokeweight=".48pt" strokecolor="#000000">
                <v:path arrowok="t"/>
              </v:shape>
            </v:group>
            <v:group style="position:absolute;left:4084;top:10389;width:8;height:2" coordorigin="4084,10389" coordsize="8,2">
              <v:shape style="position:absolute;left:4084;top:10389;width:8;height:2" coordorigin="4084,10389" coordsize="8,0" path="m4084,10389l4091,10389e" filled="false" stroked="true" strokeweight=".48pt" strokecolor="#000000">
                <v:path arrowok="t"/>
              </v:shape>
            </v:group>
            <v:group style="position:absolute;left:4084;top:10413;width:8;height:2" coordorigin="4084,10413" coordsize="8,2">
              <v:shape style="position:absolute;left:4084;top:10413;width:8;height:2" coordorigin="4084,10413" coordsize="8,0" path="m4084,10413l4091,10413e" filled="false" stroked="true" strokeweight=".48pt" strokecolor="#000000">
                <v:path arrowok="t"/>
              </v:shape>
            </v:group>
            <v:group style="position:absolute;left:4084;top:10437;width:8;height:2" coordorigin="4084,10437" coordsize="8,2">
              <v:shape style="position:absolute;left:4084;top:10437;width:8;height:2" coordorigin="4084,10437" coordsize="8,0" path="m4084,10437l4091,10437e" filled="false" stroked="true" strokeweight=".48pt" strokecolor="#000000">
                <v:path arrowok="t"/>
              </v:shape>
            </v:group>
            <v:group style="position:absolute;left:4084;top:10461;width:8;height:2" coordorigin="4084,10461" coordsize="8,2">
              <v:shape style="position:absolute;left:4084;top:10461;width:8;height:2" coordorigin="4084,10461" coordsize="8,0" path="m4084,10461l4091,10461e" filled="false" stroked="true" strokeweight=".48pt" strokecolor="#000000">
                <v:path arrowok="t"/>
              </v:shape>
            </v:group>
            <v:group style="position:absolute;left:4084;top:10485;width:8;height:2" coordorigin="4084,10485" coordsize="8,2">
              <v:shape style="position:absolute;left:4084;top:10485;width:8;height:2" coordorigin="4084,10485" coordsize="8,0" path="m4084,10485l4091,10485e" filled="false" stroked="true" strokeweight=".48pt" strokecolor="#000000">
                <v:path arrowok="t"/>
              </v:shape>
            </v:group>
            <v:group style="position:absolute;left:4084;top:10509;width:8;height:2" coordorigin="4084,10509" coordsize="8,2">
              <v:shape style="position:absolute;left:4084;top:10509;width:8;height:2" coordorigin="4084,10509" coordsize="8,0" path="m4084,10509l4091,10509e" filled="false" stroked="true" strokeweight=".48pt" strokecolor="#000000">
                <v:path arrowok="t"/>
              </v:shape>
            </v:group>
            <v:group style="position:absolute;left:4084;top:10533;width:8;height:2" coordorigin="4084,10533" coordsize="8,2">
              <v:shape style="position:absolute;left:4084;top:10533;width:8;height:2" coordorigin="4084,10533" coordsize="8,0" path="m4084,10533l4091,10533e" filled="false" stroked="true" strokeweight=".48pt" strokecolor="#000000">
                <v:path arrowok="t"/>
              </v:shape>
            </v:group>
            <v:group style="position:absolute;left:4084;top:10557;width:8;height:2" coordorigin="4084,10557" coordsize="8,2">
              <v:shape style="position:absolute;left:4084;top:10557;width:8;height:2" coordorigin="4084,10557" coordsize="8,0" path="m4084,10557l4091,10557e" filled="false" stroked="true" strokeweight=".48pt" strokecolor="#000000">
                <v:path arrowok="t"/>
              </v:shape>
            </v:group>
            <v:group style="position:absolute;left:4084;top:10581;width:8;height:2" coordorigin="4084,10581" coordsize="8,2">
              <v:shape style="position:absolute;left:4084;top:10581;width:8;height:2" coordorigin="4084,10581" coordsize="8,0" path="m4084,10581l4091,10581e" filled="false" stroked="true" strokeweight=".48pt" strokecolor="#000000">
                <v:path arrowok="t"/>
              </v:shape>
            </v:group>
            <v:group style="position:absolute;left:4084;top:10605;width:8;height:2" coordorigin="4084,10605" coordsize="8,2">
              <v:shape style="position:absolute;left:4084;top:10605;width:8;height:2" coordorigin="4084,10605" coordsize="8,0" path="m4084,10605l4091,10605e" filled="false" stroked="true" strokeweight=".48pt" strokecolor="#000000">
                <v:path arrowok="t"/>
              </v:shape>
            </v:group>
            <v:group style="position:absolute;left:4084;top:10629;width:8;height:2" coordorigin="4084,10629" coordsize="8,2">
              <v:shape style="position:absolute;left:4084;top:10629;width:8;height:2" coordorigin="4084,10629" coordsize="8,0" path="m4084,10629l4091,10629e" filled="false" stroked="true" strokeweight=".48pt" strokecolor="#000000">
                <v:path arrowok="t"/>
              </v:shape>
            </v:group>
            <v:group style="position:absolute;left:4084;top:10653;width:8;height:2" coordorigin="4084,10653" coordsize="8,2">
              <v:shape style="position:absolute;left:4084;top:10653;width:8;height:2" coordorigin="4084,10653" coordsize="8,0" path="m4084,10653l4091,10653e" filled="false" stroked="true" strokeweight=".48pt" strokecolor="#000000">
                <v:path arrowok="t"/>
              </v:shape>
            </v:group>
            <v:group style="position:absolute;left:4084;top:10677;width:8;height:2" coordorigin="4084,10677" coordsize="8,2">
              <v:shape style="position:absolute;left:4084;top:10677;width:8;height:2" coordorigin="4084,10677" coordsize="8,0" path="m4084,10677l4091,10677e" filled="false" stroked="true" strokeweight=".48pt" strokecolor="#000000">
                <v:path arrowok="t"/>
              </v:shape>
            </v:group>
            <v:group style="position:absolute;left:4084;top:10701;width:8;height:2" coordorigin="4084,10701" coordsize="8,2">
              <v:shape style="position:absolute;left:4084;top:10701;width:8;height:2" coordorigin="4084,10701" coordsize="8,0" path="m4084,10701l4091,10701e" filled="false" stroked="true" strokeweight=".48pt" strokecolor="#000000">
                <v:path arrowok="t"/>
              </v:shape>
            </v:group>
            <v:group style="position:absolute;left:4084;top:10725;width:8;height:2" coordorigin="4084,10725" coordsize="8,2">
              <v:shape style="position:absolute;left:4084;top:10725;width:8;height:2" coordorigin="4084,10725" coordsize="8,0" path="m4084,10725l4091,10725e" filled="false" stroked="true" strokeweight=".48pt" strokecolor="#000000">
                <v:path arrowok="t"/>
              </v:shape>
            </v:group>
            <v:group style="position:absolute;left:4084;top:10749;width:8;height:2" coordorigin="4084,10749" coordsize="8,2">
              <v:shape style="position:absolute;left:4084;top:10749;width:8;height:2" coordorigin="4084,10749" coordsize="8,0" path="m4084,10749l4091,10749e" filled="false" stroked="true" strokeweight=".48pt" strokecolor="#000000">
                <v:path arrowok="t"/>
              </v:shape>
            </v:group>
            <v:group style="position:absolute;left:4084;top:10773;width:8;height:2" coordorigin="4084,10773" coordsize="8,2">
              <v:shape style="position:absolute;left:4084;top:10773;width:8;height:2" coordorigin="4084,10773" coordsize="8,0" path="m4084,10773l4091,10773e" filled="false" stroked="true" strokeweight=".48pt" strokecolor="#000000">
                <v:path arrowok="t"/>
              </v:shape>
            </v:group>
            <v:group style="position:absolute;left:4084;top:10797;width:8;height:2" coordorigin="4084,10797" coordsize="8,2">
              <v:shape style="position:absolute;left:4084;top:10797;width:8;height:2" coordorigin="4084,10797" coordsize="8,0" path="m4084,10797l4091,10797e" filled="false" stroked="true" strokeweight=".48pt" strokecolor="#000000">
                <v:path arrowok="t"/>
              </v:shape>
            </v:group>
            <v:group style="position:absolute;left:4084;top:10821;width:8;height:2" coordorigin="4084,10821" coordsize="8,2">
              <v:shape style="position:absolute;left:4084;top:10821;width:8;height:2" coordorigin="4084,10821" coordsize="8,0" path="m4084,10821l4091,10821e" filled="false" stroked="true" strokeweight=".48pt" strokecolor="#000000">
                <v:path arrowok="t"/>
              </v:shape>
            </v:group>
            <v:group style="position:absolute;left:4084;top:10845;width:8;height:2" coordorigin="4084,10845" coordsize="8,2">
              <v:shape style="position:absolute;left:4084;top:10845;width:8;height:2" coordorigin="4084,10845" coordsize="8,0" path="m4084,10845l4091,10845e" filled="false" stroked="true" strokeweight=".48pt" strokecolor="#000000">
                <v:path arrowok="t"/>
              </v:shape>
            </v:group>
            <v:group style="position:absolute;left:4084;top:10869;width:8;height:2" coordorigin="4084,10869" coordsize="8,2">
              <v:shape style="position:absolute;left:4084;top:10869;width:8;height:2" coordorigin="4084,10869" coordsize="8,0" path="m4084,10869l4091,10869e" filled="false" stroked="true" strokeweight=".479pt" strokecolor="#000000">
                <v:path arrowok="t"/>
              </v:shape>
            </v:group>
            <v:group style="position:absolute;left:4084;top:10893;width:8;height:2" coordorigin="4084,10893" coordsize="8,2">
              <v:shape style="position:absolute;left:4084;top:10893;width:8;height:2" coordorigin="4084,10893" coordsize="8,0" path="m4084,10893l4091,10893e" filled="false" stroked="true" strokeweight=".48pt" strokecolor="#000000">
                <v:path arrowok="t"/>
              </v:shape>
            </v:group>
            <v:group style="position:absolute;left:4084;top:10917;width:8;height:2" coordorigin="4084,10917" coordsize="8,2">
              <v:shape style="position:absolute;left:4084;top:10917;width:8;height:2" coordorigin="4084,10917" coordsize="8,0" path="m4084,10917l4091,10917e" filled="false" stroked="true" strokeweight=".48pt" strokecolor="#000000">
                <v:path arrowok="t"/>
              </v:shape>
            </v:group>
            <v:group style="position:absolute;left:4084;top:10941;width:8;height:2" coordorigin="4084,10941" coordsize="8,2">
              <v:shape style="position:absolute;left:4084;top:10941;width:8;height:2" coordorigin="4084,10941" coordsize="8,0" path="m4084,10941l4091,10941e" filled="false" stroked="true" strokeweight=".48pt" strokecolor="#000000">
                <v:path arrowok="t"/>
              </v:shape>
            </v:group>
            <v:group style="position:absolute;left:4084;top:10965;width:8;height:2" coordorigin="4084,10965" coordsize="8,2">
              <v:shape style="position:absolute;left:4084;top:10965;width:8;height:2" coordorigin="4084,10965" coordsize="8,0" path="m4084,10965l4091,10965e" filled="false" stroked="true" strokeweight=".48pt" strokecolor="#000000">
                <v:path arrowok="t"/>
              </v:shape>
            </v:group>
            <v:group style="position:absolute;left:4084;top:10989;width:8;height:2" coordorigin="4084,10989" coordsize="8,2">
              <v:shape style="position:absolute;left:4084;top:10989;width:8;height:2" coordorigin="4084,10989" coordsize="8,0" path="m4084,10989l4091,10989e" filled="false" stroked="true" strokeweight=".48pt" strokecolor="#000000">
                <v:path arrowok="t"/>
              </v:shape>
            </v:group>
            <v:group style="position:absolute;left:4084;top:11013;width:8;height:2" coordorigin="4084,11013" coordsize="8,2">
              <v:shape style="position:absolute;left:4084;top:11013;width:8;height:2" coordorigin="4084,11013" coordsize="8,0" path="m4084,11013l4091,11013e" filled="false" stroked="true" strokeweight=".48pt" strokecolor="#000000">
                <v:path arrowok="t"/>
              </v:shape>
            </v:group>
            <v:group style="position:absolute;left:4084;top:11037;width:8;height:2" coordorigin="4084,11037" coordsize="8,2">
              <v:shape style="position:absolute;left:4084;top:11037;width:8;height:2" coordorigin="4084,11037" coordsize="8,0" path="m4084,11037l4091,11037e" filled="false" stroked="true" strokeweight=".48pt" strokecolor="#000000">
                <v:path arrowok="t"/>
              </v:shape>
            </v:group>
            <v:group style="position:absolute;left:4084;top:11061;width:8;height:2" coordorigin="4084,11061" coordsize="8,2">
              <v:shape style="position:absolute;left:4084;top:11061;width:8;height:2" coordorigin="4084,11061" coordsize="8,0" path="m4084,11061l4091,11061e" filled="false" stroked="true" strokeweight=".48pt" strokecolor="#000000">
                <v:path arrowok="t"/>
              </v:shape>
            </v:group>
            <v:group style="position:absolute;left:4084;top:11085;width:8;height:2" coordorigin="4084,11085" coordsize="8,2">
              <v:shape style="position:absolute;left:4084;top:11085;width:8;height:2" coordorigin="4084,11085" coordsize="8,0" path="m4084,11085l4091,11085e" filled="false" stroked="true" strokeweight=".48pt" strokecolor="#000000">
                <v:path arrowok="t"/>
              </v:shape>
            </v:group>
            <v:group style="position:absolute;left:4084;top:11109;width:8;height:2" coordorigin="4084,11109" coordsize="8,2">
              <v:shape style="position:absolute;left:4084;top:11109;width:8;height:2" coordorigin="4084,11109" coordsize="8,0" path="m4084,11109l4091,11109e" filled="false" stroked="true" strokeweight=".48pt" strokecolor="#000000">
                <v:path arrowok="t"/>
              </v:shape>
            </v:group>
            <v:group style="position:absolute;left:4084;top:11133;width:8;height:2" coordorigin="4084,11133" coordsize="8,2">
              <v:shape style="position:absolute;left:4084;top:11133;width:8;height:2" coordorigin="4084,11133" coordsize="8,0" path="m4084,11133l4091,11133e" filled="false" stroked="true" strokeweight=".48pt" strokecolor="#000000">
                <v:path arrowok="t"/>
              </v:shape>
            </v:group>
            <v:group style="position:absolute;left:4084;top:11157;width:8;height:2" coordorigin="4084,11157" coordsize="8,2">
              <v:shape style="position:absolute;left:4084;top:11157;width:8;height:2" coordorigin="4084,11157" coordsize="8,0" path="m4084,11157l4091,11157e" filled="false" stroked="true" strokeweight=".48pt" strokecolor="#000000">
                <v:path arrowok="t"/>
              </v:shape>
            </v:group>
            <v:group style="position:absolute;left:4084;top:11181;width:8;height:2" coordorigin="4084,11181" coordsize="8,2">
              <v:shape style="position:absolute;left:4084;top:11181;width:8;height:2" coordorigin="4084,11181" coordsize="8,0" path="m4084,11181l4091,11181e" filled="false" stroked="true" strokeweight=".48pt" strokecolor="#000000">
                <v:path arrowok="t"/>
              </v:shape>
            </v:group>
            <v:group style="position:absolute;left:4084;top:11205;width:8;height:2" coordorigin="4084,11205" coordsize="8,2">
              <v:shape style="position:absolute;left:4084;top:11205;width:8;height:2" coordorigin="4084,11205" coordsize="8,0" path="m4084,11205l4091,11205e" filled="false" stroked="true" strokeweight=".48pt" strokecolor="#000000">
                <v:path arrowok="t"/>
              </v:shape>
            </v:group>
            <v:group style="position:absolute;left:4084;top:11229;width:8;height:2" coordorigin="4084,11229" coordsize="8,2">
              <v:shape style="position:absolute;left:4084;top:11229;width:8;height:2" coordorigin="4084,11229" coordsize="8,0" path="m4084,11229l4091,11229e" filled="false" stroked="true" strokeweight=".48pt" strokecolor="#000000">
                <v:path arrowok="t"/>
              </v:shape>
            </v:group>
            <v:group style="position:absolute;left:4084;top:11253;width:8;height:2" coordorigin="4084,11253" coordsize="8,2">
              <v:shape style="position:absolute;left:4084;top:11253;width:8;height:2" coordorigin="4084,11253" coordsize="8,0" path="m4084,11253l4091,11253e" filled="false" stroked="true" strokeweight=".48pt" strokecolor="#000000">
                <v:path arrowok="t"/>
              </v:shape>
            </v:group>
            <v:group style="position:absolute;left:4084;top:11277;width:8;height:2" coordorigin="4084,11277" coordsize="8,2">
              <v:shape style="position:absolute;left:4084;top:11277;width:8;height:2" coordorigin="4084,11277" coordsize="8,0" path="m4084,11277l4091,11277e" filled="false" stroked="true" strokeweight=".48pt" strokecolor="#000000">
                <v:path arrowok="t"/>
              </v:shape>
            </v:group>
            <v:group style="position:absolute;left:4084;top:11301;width:8;height:2" coordorigin="4084,11301" coordsize="8,2">
              <v:shape style="position:absolute;left:4084;top:11301;width:8;height:2" coordorigin="4084,11301" coordsize="8,0" path="m4084,11301l4091,11301e" filled="false" stroked="true" strokeweight=".48pt" strokecolor="#000000">
                <v:path arrowok="t"/>
              </v:shape>
            </v:group>
            <v:group style="position:absolute;left:4084;top:11325;width:8;height:2" coordorigin="4084,11325" coordsize="8,2">
              <v:shape style="position:absolute;left:4084;top:11325;width:8;height:2" coordorigin="4084,11325" coordsize="8,0" path="m4084,11325l4091,11325e" filled="false" stroked="true" strokeweight=".48pt" strokecolor="#000000">
                <v:path arrowok="t"/>
              </v:shape>
            </v:group>
            <v:group style="position:absolute;left:4084;top:11349;width:8;height:2" coordorigin="4084,11349" coordsize="8,2">
              <v:shape style="position:absolute;left:4084;top:11349;width:8;height:2" coordorigin="4084,11349" coordsize="8,0" path="m4084,11349l4091,11349e" filled="false" stroked="true" strokeweight=".48pt" strokecolor="#000000">
                <v:path arrowok="t"/>
              </v:shape>
            </v:group>
            <v:group style="position:absolute;left:4084;top:11373;width:8;height:2" coordorigin="4084,11373" coordsize="8,2">
              <v:shape style="position:absolute;left:4084;top:11373;width:8;height:2" coordorigin="4084,11373" coordsize="8,0" path="m4084,11373l4091,11373e" filled="false" stroked="true" strokeweight=".48pt" strokecolor="#000000">
                <v:path arrowok="t"/>
              </v:shape>
            </v:group>
            <v:group style="position:absolute;left:4084;top:11397;width:8;height:2" coordorigin="4084,11397" coordsize="8,2">
              <v:shape style="position:absolute;left:4084;top:11397;width:8;height:2" coordorigin="4084,11397" coordsize="8,0" path="m4084,11397l4091,11397e" filled="false" stroked="true" strokeweight=".48pt" strokecolor="#000000">
                <v:path arrowok="t"/>
              </v:shape>
            </v:group>
            <v:group style="position:absolute;left:4084;top:11421;width:8;height:2" coordorigin="4084,11421" coordsize="8,2">
              <v:shape style="position:absolute;left:4084;top:11421;width:8;height:2" coordorigin="4084,11421" coordsize="8,0" path="m4084,11421l4091,11421e" filled="false" stroked="true" strokeweight=".48pt" strokecolor="#000000">
                <v:path arrowok="t"/>
              </v:shape>
            </v:group>
            <v:group style="position:absolute;left:4084;top:11445;width:8;height:2" coordorigin="4084,11445" coordsize="8,2">
              <v:shape style="position:absolute;left:4084;top:11445;width:8;height:2" coordorigin="4084,11445" coordsize="8,0" path="m4084,11445l4091,11445e" filled="false" stroked="true" strokeweight=".48pt" strokecolor="#000000">
                <v:path arrowok="t"/>
              </v:shape>
            </v:group>
            <v:group style="position:absolute;left:4084;top:11469;width:8;height:2" coordorigin="4084,11469" coordsize="8,2">
              <v:shape style="position:absolute;left:4084;top:11469;width:8;height:2" coordorigin="4084,11469" coordsize="8,0" path="m4084,11469l4091,11469e" filled="false" stroked="true" strokeweight=".48pt" strokecolor="#000000">
                <v:path arrowok="t"/>
              </v:shape>
            </v:group>
            <v:group style="position:absolute;left:4084;top:11493;width:8;height:2" coordorigin="4084,11493" coordsize="8,2">
              <v:shape style="position:absolute;left:4084;top:11493;width:8;height:2" coordorigin="4084,11493" coordsize="8,0" path="m4084,11493l4091,11493e" filled="false" stroked="true" strokeweight=".48pt" strokecolor="#000000">
                <v:path arrowok="t"/>
              </v:shape>
            </v:group>
            <v:group style="position:absolute;left:4084;top:11517;width:8;height:2" coordorigin="4084,11517" coordsize="8,2">
              <v:shape style="position:absolute;left:4084;top:11517;width:8;height:2" coordorigin="4084,11517" coordsize="8,0" path="m4084,11517l4091,11517e" filled="false" stroked="true" strokeweight=".48pt" strokecolor="#000000">
                <v:path arrowok="t"/>
              </v:shape>
            </v:group>
            <v:group style="position:absolute;left:4084;top:11541;width:8;height:2" coordorigin="4084,11541" coordsize="8,2">
              <v:shape style="position:absolute;left:4084;top:11541;width:8;height:2" coordorigin="4084,11541" coordsize="8,0" path="m4084,11541l4091,11541e" filled="false" stroked="true" strokeweight=".48pt" strokecolor="#000000">
                <v:path arrowok="t"/>
              </v:shape>
            </v:group>
            <v:group style="position:absolute;left:4084;top:11565;width:8;height:2" coordorigin="4084,11565" coordsize="8,2">
              <v:shape style="position:absolute;left:4084;top:11565;width:8;height:2" coordorigin="4084,11565" coordsize="8,0" path="m4084,11565l4091,11565e" filled="false" stroked="true" strokeweight=".48pt" strokecolor="#000000">
                <v:path arrowok="t"/>
              </v:shape>
            </v:group>
            <v:group style="position:absolute;left:4084;top:11589;width:8;height:2" coordorigin="4084,11589" coordsize="8,2">
              <v:shape style="position:absolute;left:4084;top:11589;width:8;height:2" coordorigin="4084,11589" coordsize="8,0" path="m4084,11589l4091,11589e" filled="false" stroked="true" strokeweight=".48pt" strokecolor="#000000">
                <v:path arrowok="t"/>
              </v:shape>
            </v:group>
            <v:group style="position:absolute;left:4084;top:11613;width:8;height:2" coordorigin="4084,11613" coordsize="8,2">
              <v:shape style="position:absolute;left:4084;top:11613;width:8;height:2" coordorigin="4084,11613" coordsize="8,0" path="m4084,11613l4091,11613e" filled="false" stroked="true" strokeweight=".479pt" strokecolor="#000000">
                <v:path arrowok="t"/>
              </v:shape>
            </v:group>
            <v:group style="position:absolute;left:4084;top:11637;width:8;height:2" coordorigin="4084,11637" coordsize="8,2">
              <v:shape style="position:absolute;left:4084;top:11637;width:8;height:2" coordorigin="4084,11637" coordsize="8,0" path="m4084,11637l4091,11637e" filled="false" stroked="true" strokeweight=".48pt" strokecolor="#000000">
                <v:path arrowok="t"/>
              </v:shape>
            </v:group>
            <v:group style="position:absolute;left:4084;top:11661;width:8;height:2" coordorigin="4084,11661" coordsize="8,2">
              <v:shape style="position:absolute;left:4084;top:11661;width:8;height:2" coordorigin="4084,11661" coordsize="8,0" path="m4084,11661l4091,11661e" filled="false" stroked="true" strokeweight=".48pt" strokecolor="#000000">
                <v:path arrowok="t"/>
              </v:shape>
            </v:group>
            <v:group style="position:absolute;left:4084;top:11685;width:8;height:2" coordorigin="4084,11685" coordsize="8,2">
              <v:shape style="position:absolute;left:4084;top:11685;width:8;height:2" coordorigin="4084,11685" coordsize="8,0" path="m4084,11685l4091,11685e" filled="false" stroked="true" strokeweight=".48pt" strokecolor="#000000">
                <v:path arrowok="t"/>
              </v:shape>
            </v:group>
            <v:group style="position:absolute;left:4084;top:11709;width:8;height:2" coordorigin="4084,11709" coordsize="8,2">
              <v:shape style="position:absolute;left:4084;top:11709;width:8;height:2" coordorigin="4084,11709" coordsize="8,0" path="m4084,11709l4091,11709e" filled="false" stroked="true" strokeweight=".48pt" strokecolor="#000000">
                <v:path arrowok="t"/>
              </v:shape>
            </v:group>
            <v:group style="position:absolute;left:4084;top:11733;width:8;height:2" coordorigin="4084,11733" coordsize="8,2">
              <v:shape style="position:absolute;left:4084;top:11733;width:8;height:2" coordorigin="4084,11733" coordsize="8,0" path="m4084,11733l4091,11733e" filled="false" stroked="true" strokeweight=".48pt" strokecolor="#000000">
                <v:path arrowok="t"/>
              </v:shape>
            </v:group>
            <v:group style="position:absolute;left:4084;top:11757;width:8;height:2" coordorigin="4084,11757" coordsize="8,2">
              <v:shape style="position:absolute;left:4084;top:11757;width:8;height:2" coordorigin="4084,11757" coordsize="8,0" path="m4084,11757l4091,11757e" filled="false" stroked="true" strokeweight=".48pt" strokecolor="#000000">
                <v:path arrowok="t"/>
              </v:shape>
            </v:group>
            <v:group style="position:absolute;left:4084;top:11781;width:8;height:2" coordorigin="4084,11781" coordsize="8,2">
              <v:shape style="position:absolute;left:4084;top:11781;width:8;height:2" coordorigin="4084,11781" coordsize="8,0" path="m4084,11781l4091,11781e" filled="false" stroked="true" strokeweight=".48pt" strokecolor="#000000">
                <v:path arrowok="t"/>
              </v:shape>
            </v:group>
            <v:group style="position:absolute;left:4084;top:11805;width:8;height:2" coordorigin="4084,11805" coordsize="8,2">
              <v:shape style="position:absolute;left:4084;top:11805;width:8;height:2" coordorigin="4084,11805" coordsize="8,0" path="m4084,11805l4091,11805e" filled="false" stroked="true" strokeweight=".48pt" strokecolor="#000000">
                <v:path arrowok="t"/>
              </v:shape>
            </v:group>
            <v:group style="position:absolute;left:4084;top:11829;width:8;height:2" coordorigin="4084,11829" coordsize="8,2">
              <v:shape style="position:absolute;left:4084;top:11829;width:8;height:2" coordorigin="4084,11829" coordsize="8,0" path="m4084,11829l4091,11829e" filled="false" stroked="true" strokeweight=".48pt" strokecolor="#000000">
                <v:path arrowok="t"/>
              </v:shape>
            </v:group>
            <v:group style="position:absolute;left:4084;top:11853;width:8;height:2" coordorigin="4084,11853" coordsize="8,2">
              <v:shape style="position:absolute;left:4084;top:11853;width:8;height:2" coordorigin="4084,11853" coordsize="8,0" path="m4084,11853l4091,11853e" filled="false" stroked="true" strokeweight=".48pt" strokecolor="#000000">
                <v:path arrowok="t"/>
              </v:shape>
            </v:group>
            <v:group style="position:absolute;left:4084;top:11877;width:8;height:2" coordorigin="4084,11877" coordsize="8,2">
              <v:shape style="position:absolute;left:4084;top:11877;width:8;height:2" coordorigin="4084,11877" coordsize="8,0" path="m4084,11877l4091,11877e" filled="false" stroked="true" strokeweight=".48pt" strokecolor="#000000">
                <v:path arrowok="t"/>
              </v:shape>
            </v:group>
            <v:group style="position:absolute;left:4084;top:11901;width:8;height:2" coordorigin="4084,11901" coordsize="8,2">
              <v:shape style="position:absolute;left:4084;top:11901;width:8;height:2" coordorigin="4084,11901" coordsize="8,0" path="m4084,11901l4091,11901e" filled="false" stroked="true" strokeweight=".48pt" strokecolor="#000000">
                <v:path arrowok="t"/>
              </v:shape>
            </v:group>
            <v:group style="position:absolute;left:4084;top:11925;width:8;height:2" coordorigin="4084,11925" coordsize="8,2">
              <v:shape style="position:absolute;left:4084;top:11925;width:8;height:2" coordorigin="4084,11925" coordsize="8,0" path="m4084,11925l4091,11925e" filled="false" stroked="true" strokeweight=".48pt" strokecolor="#000000">
                <v:path arrowok="t"/>
              </v:shape>
            </v:group>
            <v:group style="position:absolute;left:4084;top:11949;width:8;height:2" coordorigin="4084,11949" coordsize="8,2">
              <v:shape style="position:absolute;left:4084;top:11949;width:8;height:2" coordorigin="4084,11949" coordsize="8,0" path="m4084,11949l4091,11949e" filled="false" stroked="true" strokeweight=".48pt" strokecolor="#000000">
                <v:path arrowok="t"/>
              </v:shape>
            </v:group>
            <v:group style="position:absolute;left:4084;top:11973;width:8;height:2" coordorigin="4084,11973" coordsize="8,2">
              <v:shape style="position:absolute;left:4084;top:11973;width:8;height:2" coordorigin="4084,11973" coordsize="8,0" path="m4084,11973l4091,11973e" filled="false" stroked="true" strokeweight=".48pt" strokecolor="#000000">
                <v:path arrowok="t"/>
              </v:shape>
            </v:group>
            <v:group style="position:absolute;left:4084;top:11997;width:8;height:2" coordorigin="4084,11997" coordsize="8,2">
              <v:shape style="position:absolute;left:4084;top:11997;width:8;height:2" coordorigin="4084,11997" coordsize="8,0" path="m4084,11997l4091,11997e" filled="false" stroked="true" strokeweight=".48pt" strokecolor="#000000">
                <v:path arrowok="t"/>
              </v:shape>
            </v:group>
            <v:group style="position:absolute;left:4084;top:12021;width:8;height:2" coordorigin="4084,12021" coordsize="8,2">
              <v:shape style="position:absolute;left:4084;top:12021;width:8;height:2" coordorigin="4084,12021" coordsize="8,0" path="m4084,12021l4091,12021e" filled="false" stroked="true" strokeweight=".48pt" strokecolor="#000000">
                <v:path arrowok="t"/>
              </v:shape>
            </v:group>
            <v:group style="position:absolute;left:4084;top:12045;width:8;height:2" coordorigin="4084,12045" coordsize="8,2">
              <v:shape style="position:absolute;left:4084;top:12045;width:8;height:2" coordorigin="4084,12045" coordsize="8,0" path="m4084,12045l4091,12045e" filled="false" stroked="true" strokeweight=".48pt" strokecolor="#000000">
                <v:path arrowok="t"/>
              </v:shape>
            </v:group>
            <v:group style="position:absolute;left:4084;top:12069;width:8;height:2" coordorigin="4084,12069" coordsize="8,2">
              <v:shape style="position:absolute;left:4084;top:12069;width:8;height:2" coordorigin="4084,12069" coordsize="8,0" path="m4084,12069l4091,12069e" filled="false" stroked="true" strokeweight=".48pt" strokecolor="#000000">
                <v:path arrowok="t"/>
              </v:shape>
            </v:group>
            <v:group style="position:absolute;left:4084;top:12093;width:8;height:2" coordorigin="4084,12093" coordsize="8,2">
              <v:shape style="position:absolute;left:4084;top:12093;width:8;height:2" coordorigin="4084,12093" coordsize="8,0" path="m4084,12093l4091,12093e" filled="false" stroked="true" strokeweight=".48pt" strokecolor="#000000">
                <v:path arrowok="t"/>
              </v:shape>
            </v:group>
            <v:group style="position:absolute;left:4084;top:12117;width:8;height:2" coordorigin="4084,12117" coordsize="8,2">
              <v:shape style="position:absolute;left:4084;top:12117;width:8;height:2" coordorigin="4084,12117" coordsize="8,0" path="m4084,12117l4091,12117e" filled="false" stroked="true" strokeweight=".48pt" strokecolor="#000000">
                <v:path arrowok="t"/>
              </v:shape>
            </v:group>
            <v:group style="position:absolute;left:4084;top:12141;width:8;height:2" coordorigin="4084,12141" coordsize="8,2">
              <v:shape style="position:absolute;left:4084;top:12141;width:8;height:2" coordorigin="4084,12141" coordsize="8,0" path="m4084,12141l4091,12141e" filled="false" stroked="true" strokeweight=".48pt" strokecolor="#000000">
                <v:path arrowok="t"/>
              </v:shape>
            </v:group>
            <v:group style="position:absolute;left:4084;top:12165;width:8;height:2" coordorigin="4084,12165" coordsize="8,2">
              <v:shape style="position:absolute;left:4084;top:12165;width:8;height:2" coordorigin="4084,12165" coordsize="8,0" path="m4084,12165l4091,12165e" filled="false" stroked="true" strokeweight=".48pt" strokecolor="#000000">
                <v:path arrowok="t"/>
              </v:shape>
            </v:group>
            <v:group style="position:absolute;left:4084;top:12189;width:8;height:2" coordorigin="4084,12189" coordsize="8,2">
              <v:shape style="position:absolute;left:4084;top:12189;width:8;height:2" coordorigin="4084,12189" coordsize="8,0" path="m4084,12189l4091,12189e" filled="false" stroked="true" strokeweight=".48pt" strokecolor="#000000">
                <v:path arrowok="t"/>
              </v:shape>
            </v:group>
            <v:group style="position:absolute;left:4084;top:12213;width:8;height:2" coordorigin="4084,12213" coordsize="8,2">
              <v:shape style="position:absolute;left:4084;top:12213;width:8;height:2" coordorigin="4084,12213" coordsize="8,0" path="m4084,12213l4091,12213e" filled="false" stroked="true" strokeweight=".48pt" strokecolor="#000000">
                <v:path arrowok="t"/>
              </v:shape>
            </v:group>
            <v:group style="position:absolute;left:4084;top:12237;width:8;height:2" coordorigin="4084,12237" coordsize="8,2">
              <v:shape style="position:absolute;left:4084;top:12237;width:8;height:2" coordorigin="4084,12237" coordsize="8,0" path="m4084,12237l4091,12237e" filled="false" stroked="true" strokeweight=".48pt" strokecolor="#000000">
                <v:path arrowok="t"/>
              </v:shape>
            </v:group>
            <v:group style="position:absolute;left:4084;top:12261;width:8;height:2" coordorigin="4084,12261" coordsize="8,2">
              <v:shape style="position:absolute;left:4084;top:12261;width:8;height:2" coordorigin="4084,12261" coordsize="8,0" path="m4084,12261l4091,12261e" filled="false" stroked="true" strokeweight=".48pt" strokecolor="#000000">
                <v:path arrowok="t"/>
              </v:shape>
            </v:group>
            <v:group style="position:absolute;left:4084;top:12285;width:8;height:2" coordorigin="4084,12285" coordsize="8,2">
              <v:shape style="position:absolute;left:4084;top:12285;width:8;height:2" coordorigin="4084,12285" coordsize="8,0" path="m4084,12285l4091,12285e" filled="false" stroked="true" strokeweight=".48pt" strokecolor="#000000">
                <v:path arrowok="t"/>
              </v:shape>
            </v:group>
            <v:group style="position:absolute;left:4084;top:12309;width:8;height:2" coordorigin="4084,12309" coordsize="8,2">
              <v:shape style="position:absolute;left:4084;top:12309;width:8;height:2" coordorigin="4084,12309" coordsize="8,0" path="m4084,12309l4091,12309e" filled="false" stroked="true" strokeweight=".48pt" strokecolor="#000000">
                <v:path arrowok="t"/>
              </v:shape>
            </v:group>
            <v:group style="position:absolute;left:4084;top:12333;width:8;height:2" coordorigin="4084,12333" coordsize="8,2">
              <v:shape style="position:absolute;left:4084;top:12333;width:8;height:2" coordorigin="4084,12333" coordsize="8,0" path="m4084,12333l4091,12333e" filled="false" stroked="true" strokeweight=".48pt" strokecolor="#000000">
                <v:path arrowok="t"/>
              </v:shape>
            </v:group>
            <v:group style="position:absolute;left:4084;top:12357;width:8;height:2" coordorigin="4084,12357" coordsize="8,2">
              <v:shape style="position:absolute;left:4084;top:12357;width:8;height:2" coordorigin="4084,12357" coordsize="8,0" path="m4084,12357l4091,12357e" filled="false" stroked="true" strokeweight=".48pt" strokecolor="#000000">
                <v:path arrowok="t"/>
              </v:shape>
            </v:group>
            <v:group style="position:absolute;left:4084;top:12381;width:8;height:2" coordorigin="4084,12381" coordsize="8,2">
              <v:shape style="position:absolute;left:4084;top:12381;width:8;height:2" coordorigin="4084,12381" coordsize="8,0" path="m4084,12381l4091,12381e" filled="false" stroked="true" strokeweight=".48pt" strokecolor="#000000">
                <v:path arrowok="t"/>
              </v:shape>
            </v:group>
            <v:group style="position:absolute;left:4084;top:12405;width:8;height:2" coordorigin="4084,12405" coordsize="8,2">
              <v:shape style="position:absolute;left:4084;top:12405;width:8;height:2" coordorigin="4084,12405" coordsize="8,0" path="m4084,12405l4091,12405e" filled="false" stroked="true" strokeweight=".48pt" strokecolor="#000000">
                <v:path arrowok="t"/>
              </v:shape>
            </v:group>
            <v:group style="position:absolute;left:4084;top:12429;width:8;height:2" coordorigin="4084,12429" coordsize="8,2">
              <v:shape style="position:absolute;left:4084;top:12429;width:8;height:2" coordorigin="4084,12429" coordsize="8,0" path="m4084,12429l4091,12429e" filled="false" stroked="true" strokeweight=".48pt" strokecolor="#000000">
                <v:path arrowok="t"/>
              </v:shape>
            </v:group>
            <v:group style="position:absolute;left:4084;top:12453;width:8;height:2" coordorigin="4084,12453" coordsize="8,2">
              <v:shape style="position:absolute;left:4084;top:12453;width:8;height:2" coordorigin="4084,12453" coordsize="8,0" path="m4084,12453l4091,12453e" filled="false" stroked="true" strokeweight=".48pt" strokecolor="#000000">
                <v:path arrowok="t"/>
              </v:shape>
            </v:group>
            <v:group style="position:absolute;left:4084;top:12477;width:8;height:2" coordorigin="4084,12477" coordsize="8,2">
              <v:shape style="position:absolute;left:4084;top:12477;width:8;height:2" coordorigin="4084,12477" coordsize="8,0" path="m4084,12477l4091,12477e" filled="false" stroked="true" strokeweight=".48pt" strokecolor="#000000">
                <v:path arrowok="t"/>
              </v:shape>
            </v:group>
            <v:group style="position:absolute;left:4084;top:12501;width:8;height:2" coordorigin="4084,12501" coordsize="8,2">
              <v:shape style="position:absolute;left:4084;top:12501;width:8;height:2" coordorigin="4084,12501" coordsize="8,0" path="m4084,12501l4091,12501e" filled="false" stroked="true" strokeweight=".48pt" strokecolor="#000000">
                <v:path arrowok="t"/>
              </v:shape>
            </v:group>
            <v:group style="position:absolute;left:4084;top:12525;width:8;height:2" coordorigin="4084,12525" coordsize="8,2">
              <v:shape style="position:absolute;left:4084;top:12525;width:8;height:2" coordorigin="4084,12525" coordsize="8,0" path="m4084,12525l4091,12525e" filled="false" stroked="true" strokeweight=".48pt" strokecolor="#000000">
                <v:path arrowok="t"/>
              </v:shape>
            </v:group>
            <v:group style="position:absolute;left:4084;top:12549;width:8;height:2" coordorigin="4084,12549" coordsize="8,2">
              <v:shape style="position:absolute;left:4084;top:12549;width:8;height:2" coordorigin="4084,12549" coordsize="8,0" path="m4084,12549l4091,12549e" filled="false" stroked="true" strokeweight=".48pt" strokecolor="#000000">
                <v:path arrowok="t"/>
              </v:shape>
            </v:group>
            <v:group style="position:absolute;left:4084;top:12573;width:8;height:2" coordorigin="4084,12573" coordsize="8,2">
              <v:shape style="position:absolute;left:4084;top:12573;width:8;height:2" coordorigin="4084,12573" coordsize="8,0" path="m4084,12573l4091,12573e" filled="false" stroked="true" strokeweight=".48pt" strokecolor="#000000">
                <v:path arrowok="t"/>
              </v:shape>
            </v:group>
            <v:group style="position:absolute;left:4084;top:12597;width:8;height:2" coordorigin="4084,12597" coordsize="8,2">
              <v:shape style="position:absolute;left:4084;top:12597;width:8;height:2" coordorigin="4084,12597" coordsize="8,0" path="m4084,12597l4091,12597e" filled="false" stroked="true" strokeweight=".48pt" strokecolor="#000000">
                <v:path arrowok="t"/>
              </v:shape>
            </v:group>
            <v:group style="position:absolute;left:4084;top:12621;width:8;height:2" coordorigin="4084,12621" coordsize="8,2">
              <v:shape style="position:absolute;left:4084;top:12621;width:8;height:2" coordorigin="4084,12621" coordsize="8,0" path="m4084,12621l4091,12621e" filled="false" stroked="true" strokeweight=".48pt" strokecolor="#000000">
                <v:path arrowok="t"/>
              </v:shape>
            </v:group>
            <v:group style="position:absolute;left:4084;top:12645;width:8;height:2" coordorigin="4084,12645" coordsize="8,2">
              <v:shape style="position:absolute;left:4084;top:12645;width:8;height:2" coordorigin="4084,12645" coordsize="8,0" path="m4084,12645l4091,12645e" filled="false" stroked="true" strokeweight=".48pt" strokecolor="#000000">
                <v:path arrowok="t"/>
              </v:shape>
            </v:group>
            <v:group style="position:absolute;left:4084;top:12669;width:8;height:2" coordorigin="4084,12669" coordsize="8,2">
              <v:shape style="position:absolute;left:4084;top:12669;width:8;height:2" coordorigin="4084,12669" coordsize="8,0" path="m4084,12669l4091,12669e" filled="false" stroked="true" strokeweight=".48pt" strokecolor="#000000">
                <v:path arrowok="t"/>
              </v:shape>
            </v:group>
            <v:group style="position:absolute;left:4084;top:12693;width:8;height:2" coordorigin="4084,12693" coordsize="8,2">
              <v:shape style="position:absolute;left:4084;top:12693;width:8;height:2" coordorigin="4084,12693" coordsize="8,0" path="m4084,12693l4091,12693e" filled="false" stroked="true" strokeweight=".48pt" strokecolor="#000000">
                <v:path arrowok="t"/>
              </v:shape>
            </v:group>
            <v:group style="position:absolute;left:4084;top:12717;width:8;height:2" coordorigin="4084,12717" coordsize="8,2">
              <v:shape style="position:absolute;left:4084;top:12717;width:8;height:2" coordorigin="4084,12717" coordsize="8,0" path="m4084,12717l4091,12717e" filled="false" stroked="true" strokeweight=".48pt" strokecolor="#000000">
                <v:path arrowok="t"/>
              </v:shape>
            </v:group>
            <v:group style="position:absolute;left:4084;top:12741;width:8;height:2" coordorigin="4084,12741" coordsize="8,2">
              <v:shape style="position:absolute;left:4084;top:12741;width:8;height:2" coordorigin="4084,12741" coordsize="8,0" path="m4084,12741l4091,12741e" filled="false" stroked="true" strokeweight=".48pt" strokecolor="#000000">
                <v:path arrowok="t"/>
              </v:shape>
            </v:group>
            <v:group style="position:absolute;left:4084;top:12765;width:8;height:2" coordorigin="4084,12765" coordsize="8,2">
              <v:shape style="position:absolute;left:4084;top:12765;width:8;height:2" coordorigin="4084,12765" coordsize="8,0" path="m4084,12765l4091,12765e" filled="false" stroked="true" strokeweight=".48pt" strokecolor="#000000">
                <v:path arrowok="t"/>
              </v:shape>
            </v:group>
            <v:group style="position:absolute;left:4084;top:12789;width:8;height:2" coordorigin="4084,12789" coordsize="8,2">
              <v:shape style="position:absolute;left:4084;top:12789;width:8;height:2" coordorigin="4084,12789" coordsize="8,0" path="m4084,12789l4091,12789e" filled="false" stroked="true" strokeweight=".48pt" strokecolor="#000000">
                <v:path arrowok="t"/>
              </v:shape>
            </v:group>
            <v:group style="position:absolute;left:4084;top:12813;width:8;height:2" coordorigin="4084,12813" coordsize="8,2">
              <v:shape style="position:absolute;left:4084;top:12813;width:8;height:2" coordorigin="4084,12813" coordsize="8,0" path="m4084,12813l4091,12813e" filled="false" stroked="true" strokeweight=".48pt" strokecolor="#000000">
                <v:path arrowok="t"/>
              </v:shape>
            </v:group>
            <v:group style="position:absolute;left:4084;top:12837;width:8;height:2" coordorigin="4084,12837" coordsize="8,2">
              <v:shape style="position:absolute;left:4084;top:12837;width:8;height:2" coordorigin="4084,12837" coordsize="8,0" path="m4084,12837l4091,12837e" filled="false" stroked="true" strokeweight=".48pt" strokecolor="#000000">
                <v:path arrowok="t"/>
              </v:shape>
            </v:group>
            <v:group style="position:absolute;left:4084;top:12861;width:8;height:2" coordorigin="4084,12861" coordsize="8,2">
              <v:shape style="position:absolute;left:4084;top:12861;width:8;height:2" coordorigin="4084,12861" coordsize="8,0" path="m4084,12861l4091,12861e" filled="false" stroked="true" strokeweight=".48pt" strokecolor="#000000">
                <v:path arrowok="t"/>
              </v:shape>
            </v:group>
            <v:group style="position:absolute;left:4084;top:12885;width:8;height:2" coordorigin="4084,12885" coordsize="8,2">
              <v:shape style="position:absolute;left:4084;top:12885;width:8;height:2" coordorigin="4084,12885" coordsize="8,0" path="m4084,12885l4091,12885e" filled="false" stroked="true" strokeweight=".48pt" strokecolor="#000000">
                <v:path arrowok="t"/>
              </v:shape>
            </v:group>
            <v:group style="position:absolute;left:4084;top:12909;width:8;height:2" coordorigin="4084,12909" coordsize="8,2">
              <v:shape style="position:absolute;left:4084;top:12909;width:8;height:2" coordorigin="4084,12909" coordsize="8,0" path="m4084,12909l4091,12909e" filled="false" stroked="true" strokeweight=".48pt" strokecolor="#000000">
                <v:path arrowok="t"/>
              </v:shape>
            </v:group>
            <v:group style="position:absolute;left:4084;top:12933;width:8;height:2" coordorigin="4084,12933" coordsize="8,2">
              <v:shape style="position:absolute;left:4084;top:12933;width:8;height:2" coordorigin="4084,12933" coordsize="8,0" path="m4084,12933l4091,12933e" filled="false" stroked="true" strokeweight=".48pt" strokecolor="#000000">
                <v:path arrowok="t"/>
              </v:shape>
            </v:group>
            <v:group style="position:absolute;left:4084;top:12957;width:8;height:2" coordorigin="4084,12957" coordsize="8,2">
              <v:shape style="position:absolute;left:4084;top:12957;width:8;height:2" coordorigin="4084,12957" coordsize="8,0" path="m4084,12957l4091,12957e" filled="false" stroked="true" strokeweight=".48pt" strokecolor="#000000">
                <v:path arrowok="t"/>
              </v:shape>
            </v:group>
            <v:group style="position:absolute;left:4084;top:12981;width:8;height:2" coordorigin="4084,12981" coordsize="8,2">
              <v:shape style="position:absolute;left:4084;top:12981;width:8;height:2" coordorigin="4084,12981" coordsize="8,0" path="m4084,12981l4091,12981e" filled="false" stroked="true" strokeweight=".48pt" strokecolor="#000000">
                <v:path arrowok="t"/>
              </v:shape>
            </v:group>
            <v:group style="position:absolute;left:4084;top:13005;width:8;height:2" coordorigin="4084,13005" coordsize="8,2">
              <v:shape style="position:absolute;left:4084;top:13005;width:8;height:2" coordorigin="4084,13005" coordsize="8,0" path="m4084,13005l4091,13005e" filled="false" stroked="true" strokeweight=".48pt" strokecolor="#000000">
                <v:path arrowok="t"/>
              </v:shape>
            </v:group>
            <v:group style="position:absolute;left:4084;top:13029;width:8;height:2" coordorigin="4084,13029" coordsize="8,2">
              <v:shape style="position:absolute;left:4084;top:13029;width:8;height:2" coordorigin="4084,13029" coordsize="8,0" path="m4084,13029l4091,13029e" filled="false" stroked="true" strokeweight=".48pt" strokecolor="#000000">
                <v:path arrowok="t"/>
              </v:shape>
            </v:group>
            <v:group style="position:absolute;left:4084;top:13053;width:8;height:2" coordorigin="4084,13053" coordsize="8,2">
              <v:shape style="position:absolute;left:4084;top:13053;width:8;height:2" coordorigin="4084,13053" coordsize="8,0" path="m4084,13053l4091,13053e" filled="false" stroked="true" strokeweight=".48pt" strokecolor="#000000">
                <v:path arrowok="t"/>
              </v:shape>
            </v:group>
            <v:group style="position:absolute;left:4084;top:13077;width:8;height:2" coordorigin="4084,13077" coordsize="8,2">
              <v:shape style="position:absolute;left:4084;top:13077;width:8;height:2" coordorigin="4084,13077" coordsize="8,0" path="m4084,13077l4091,13077e" filled="false" stroked="true" strokeweight=".48pt" strokecolor="#000000">
                <v:path arrowok="t"/>
              </v:shape>
            </v:group>
            <v:group style="position:absolute;left:4084;top:13101;width:8;height:2" coordorigin="4084,13101" coordsize="8,2">
              <v:shape style="position:absolute;left:4084;top:13101;width:8;height:2" coordorigin="4084,13101" coordsize="8,0" path="m4084,13101l4091,13101e" filled="false" stroked="true" strokeweight=".48pt" strokecolor="#000000">
                <v:path arrowok="t"/>
              </v:shape>
            </v:group>
            <v:group style="position:absolute;left:4084;top:13125;width:8;height:2" coordorigin="4084,13125" coordsize="8,2">
              <v:shape style="position:absolute;left:4084;top:13125;width:8;height:2" coordorigin="4084,13125" coordsize="8,0" path="m4084,13125l4091,13125e" filled="false" stroked="true" strokeweight=".48pt" strokecolor="#000000">
                <v:path arrowok="t"/>
              </v:shape>
            </v:group>
            <v:group style="position:absolute;left:4084;top:13149;width:8;height:2" coordorigin="4084,13149" coordsize="8,2">
              <v:shape style="position:absolute;left:4084;top:13149;width:8;height:2" coordorigin="4084,13149" coordsize="8,0" path="m4084,13149l4091,13149e" filled="false" stroked="true" strokeweight=".48pt" strokecolor="#000000">
                <v:path arrowok="t"/>
              </v:shape>
            </v:group>
            <v:group style="position:absolute;left:4084;top:13173;width:8;height:2" coordorigin="4084,13173" coordsize="8,2">
              <v:shape style="position:absolute;left:4084;top:13173;width:8;height:2" coordorigin="4084,13173" coordsize="8,0" path="m4084,13173l4091,13173e" filled="false" stroked="true" strokeweight=".48pt" strokecolor="#000000">
                <v:path arrowok="t"/>
              </v:shape>
            </v:group>
            <v:group style="position:absolute;left:4084;top:13197;width:8;height:2" coordorigin="4084,13197" coordsize="8,2">
              <v:shape style="position:absolute;left:4084;top:13197;width:8;height:2" coordorigin="4084,13197" coordsize="8,0" path="m4084,13197l4091,13197e" filled="false" stroked="true" strokeweight=".48pt" strokecolor="#000000">
                <v:path arrowok="t"/>
              </v:shape>
            </v:group>
            <v:group style="position:absolute;left:4084;top:13221;width:8;height:2" coordorigin="4084,13221" coordsize="8,2">
              <v:shape style="position:absolute;left:4084;top:13221;width:8;height:2" coordorigin="4084,13221" coordsize="8,0" path="m4084,13221l4091,13221e" filled="false" stroked="true" strokeweight=".48pt" strokecolor="#000000">
                <v:path arrowok="t"/>
              </v:shape>
            </v:group>
            <v:group style="position:absolute;left:4084;top:13245;width:8;height:2" coordorigin="4084,13245" coordsize="8,2">
              <v:shape style="position:absolute;left:4084;top:13245;width:8;height:2" coordorigin="4084,13245" coordsize="8,0" path="m4084,13245l4091,13245e" filled="false" stroked="true" strokeweight=".48pt" strokecolor="#000000">
                <v:path arrowok="t"/>
              </v:shape>
            </v:group>
            <v:group style="position:absolute;left:4084;top:13269;width:8;height:2" coordorigin="4084,13269" coordsize="8,2">
              <v:shape style="position:absolute;left:4084;top:13269;width:8;height:2" coordorigin="4084,13269" coordsize="8,0" path="m4084,13269l4091,13269e" filled="false" stroked="true" strokeweight=".48pt" strokecolor="#000000">
                <v:path arrowok="t"/>
              </v:shape>
            </v:group>
            <v:group style="position:absolute;left:4084;top:13293;width:8;height:2" coordorigin="4084,13293" coordsize="8,2">
              <v:shape style="position:absolute;left:4084;top:13293;width:8;height:2" coordorigin="4084,13293" coordsize="8,0" path="m4084,13293l4091,13293e" filled="false" stroked="true" strokeweight=".48pt" strokecolor="#000000">
                <v:path arrowok="t"/>
              </v:shape>
            </v:group>
            <v:group style="position:absolute;left:4084;top:13317;width:8;height:2" coordorigin="4084,13317" coordsize="8,2">
              <v:shape style="position:absolute;left:4084;top:13317;width:8;height:2" coordorigin="4084,13317" coordsize="8,0" path="m4084,13317l4091,13317e" filled="false" stroked="true" strokeweight=".48pt" strokecolor="#000000">
                <v:path arrowok="t"/>
              </v:shape>
            </v:group>
            <v:group style="position:absolute;left:4084;top:13341;width:8;height:2" coordorigin="4084,13341" coordsize="8,2">
              <v:shape style="position:absolute;left:4084;top:13341;width:8;height:2" coordorigin="4084,13341" coordsize="8,0" path="m4084,13341l4091,13341e" filled="false" stroked="true" strokeweight=".48pt" strokecolor="#000000">
                <v:path arrowok="t"/>
              </v:shape>
            </v:group>
            <v:group style="position:absolute;left:4084;top:13365;width:8;height:2" coordorigin="4084,13365" coordsize="8,2">
              <v:shape style="position:absolute;left:4084;top:13365;width:8;height:2" coordorigin="4084,13365" coordsize="8,0" path="m4084,13365l4091,13365e" filled="false" stroked="true" strokeweight=".48pt" strokecolor="#000000">
                <v:path arrowok="t"/>
              </v:shape>
            </v:group>
            <v:group style="position:absolute;left:4084;top:13389;width:8;height:2" coordorigin="4084,13389" coordsize="8,2">
              <v:shape style="position:absolute;left:4084;top:13389;width:8;height:2" coordorigin="4084,13389" coordsize="8,0" path="m4084,13389l4091,13389e" filled="false" stroked="true" strokeweight=".48pt" strokecolor="#000000">
                <v:path arrowok="t"/>
              </v:shape>
            </v:group>
            <v:group style="position:absolute;left:4084;top:13413;width:8;height:2" coordorigin="4084,13413" coordsize="8,2">
              <v:shape style="position:absolute;left:4084;top:13413;width:8;height:2" coordorigin="4084,13413" coordsize="8,0" path="m4084,13413l4091,13413e" filled="false" stroked="true" strokeweight=".48pt" strokecolor="#000000">
                <v:path arrowok="t"/>
              </v:shape>
            </v:group>
            <v:group style="position:absolute;left:4084;top:13437;width:8;height:2" coordorigin="4084,13437" coordsize="8,2">
              <v:shape style="position:absolute;left:4084;top:13437;width:8;height:2" coordorigin="4084,13437" coordsize="8,0" path="m4084,13437l4091,13437e" filled="false" stroked="true" strokeweight=".479pt" strokecolor="#000000">
                <v:path arrowok="t"/>
              </v:shape>
            </v:group>
            <v:group style="position:absolute;left:4084;top:13461;width:8;height:2" coordorigin="4084,13461" coordsize="8,2">
              <v:shape style="position:absolute;left:4084;top:13461;width:8;height:2" coordorigin="4084,13461" coordsize="8,0" path="m4084,13461l4091,13461e" filled="false" stroked="true" strokeweight=".48pt" strokecolor="#000000">
                <v:path arrowok="t"/>
              </v:shape>
            </v:group>
            <v:group style="position:absolute;left:4084;top:13485;width:8;height:2" coordorigin="4084,13485" coordsize="8,2">
              <v:shape style="position:absolute;left:4084;top:13485;width:8;height:2" coordorigin="4084,13485" coordsize="8,0" path="m4084,13485l4091,13485e" filled="false" stroked="true" strokeweight=".48pt" strokecolor="#000000">
                <v:path arrowok="t"/>
              </v:shape>
            </v:group>
            <v:group style="position:absolute;left:4084;top:13509;width:8;height:2" coordorigin="4084,13509" coordsize="8,2">
              <v:shape style="position:absolute;left:4084;top:13509;width:8;height:2" coordorigin="4084,13509" coordsize="8,0" path="m4084,13509l4091,13509e" filled="false" stroked="true" strokeweight=".48pt" strokecolor="#000000">
                <v:path arrowok="t"/>
              </v:shape>
            </v:group>
            <v:group style="position:absolute;left:4084;top:13533;width:8;height:2" coordorigin="4084,13533" coordsize="8,2">
              <v:shape style="position:absolute;left:4084;top:13533;width:8;height:2" coordorigin="4084,13533" coordsize="8,0" path="m4084,13533l4091,13533e" filled="false" stroked="true" strokeweight=".48pt" strokecolor="#000000">
                <v:path arrowok="t"/>
              </v:shape>
            </v:group>
            <v:group style="position:absolute;left:4084;top:13557;width:8;height:2" coordorigin="4084,13557" coordsize="8,2">
              <v:shape style="position:absolute;left:4084;top:13557;width:8;height:2" coordorigin="4084,13557" coordsize="8,0" path="m4084,13557l4091,13557e" filled="false" stroked="true" strokeweight=".48pt" strokecolor="#000000">
                <v:path arrowok="t"/>
              </v:shape>
            </v:group>
            <v:group style="position:absolute;left:4084;top:13581;width:8;height:2" coordorigin="4084,13581" coordsize="8,2">
              <v:shape style="position:absolute;left:4084;top:13581;width:8;height:2" coordorigin="4084,13581" coordsize="8,0" path="m4084,13581l4091,13581e" filled="false" stroked="true" strokeweight=".48pt" strokecolor="#000000">
                <v:path arrowok="t"/>
              </v:shape>
            </v:group>
            <v:group style="position:absolute;left:4084;top:13605;width:8;height:2" coordorigin="4084,13605" coordsize="8,2">
              <v:shape style="position:absolute;left:4084;top:13605;width:8;height:2" coordorigin="4084,13605" coordsize="8,0" path="m4084,13605l4091,13605e" filled="false" stroked="true" strokeweight=".48pt" strokecolor="#000000">
                <v:path arrowok="t"/>
              </v:shape>
            </v:group>
            <v:group style="position:absolute;left:4084;top:13629;width:8;height:2" coordorigin="4084,13629" coordsize="8,2">
              <v:shape style="position:absolute;left:4084;top:13629;width:8;height:2" coordorigin="4084,13629" coordsize="8,0" path="m4084,13629l4091,13629e" filled="false" stroked="true" strokeweight=".48pt" strokecolor="#000000">
                <v:path arrowok="t"/>
              </v:shape>
            </v:group>
            <v:group style="position:absolute;left:4084;top:13653;width:8;height:2" coordorigin="4084,13653" coordsize="8,2">
              <v:shape style="position:absolute;left:4084;top:13653;width:8;height:2" coordorigin="4084,13653" coordsize="8,0" path="m4084,13653l4091,13653e" filled="false" stroked="true" strokeweight=".48pt" strokecolor="#000000">
                <v:path arrowok="t"/>
              </v:shape>
            </v:group>
            <v:group style="position:absolute;left:4084;top:13677;width:8;height:2" coordorigin="4084,13677" coordsize="8,2">
              <v:shape style="position:absolute;left:4084;top:13677;width:8;height:2" coordorigin="4084,13677" coordsize="8,0" path="m4084,13677l4091,13677e" filled="false" stroked="true" strokeweight=".48pt" strokecolor="#000000">
                <v:path arrowok="t"/>
              </v:shape>
            </v:group>
            <v:group style="position:absolute;left:4084;top:13701;width:8;height:2" coordorigin="4084,13701" coordsize="8,2">
              <v:shape style="position:absolute;left:4084;top:13701;width:8;height:2" coordorigin="4084,13701" coordsize="8,0" path="m4084,13701l4091,13701e" filled="false" stroked="true" strokeweight=".48pt" strokecolor="#000000">
                <v:path arrowok="t"/>
              </v:shape>
            </v:group>
            <v:group style="position:absolute;left:4084;top:13725;width:8;height:2" coordorigin="4084,13725" coordsize="8,2">
              <v:shape style="position:absolute;left:4084;top:13725;width:8;height:2" coordorigin="4084,13725" coordsize="8,0" path="m4084,13725l4091,13725e" filled="false" stroked="true" strokeweight=".48pt" strokecolor="#000000">
                <v:path arrowok="t"/>
              </v:shape>
            </v:group>
            <v:group style="position:absolute;left:4084;top:13749;width:8;height:2" coordorigin="4084,13749" coordsize="8,2">
              <v:shape style="position:absolute;left:4084;top:13749;width:8;height:2" coordorigin="4084,13749" coordsize="8,0" path="m4084,13749l4091,13749e" filled="false" stroked="true" strokeweight=".48pt" strokecolor="#000000">
                <v:path arrowok="t"/>
              </v:shape>
            </v:group>
            <v:group style="position:absolute;left:4084;top:13773;width:8;height:2" coordorigin="4084,13773" coordsize="8,2">
              <v:shape style="position:absolute;left:4084;top:13773;width:8;height:2" coordorigin="4084,13773" coordsize="8,0" path="m4084,13773l4091,13773e" filled="false" stroked="true" strokeweight=".48pt" strokecolor="#000000">
                <v:path arrowok="t"/>
              </v:shape>
            </v:group>
            <v:group style="position:absolute;left:4084;top:1222;width:8;height:2" coordorigin="4084,1222" coordsize="8,2">
              <v:shape style="position:absolute;left:4084;top:1222;width:8;height:2" coordorigin="4084,1222" coordsize="8,0" path="m4084,1222l4091,1222e" filled="false" stroked="true" strokeweight=".48pt" strokecolor="#000000">
                <v:path arrowok="t"/>
              </v:shape>
            </v:group>
            <v:group style="position:absolute;left:4084;top:1246;width:8;height:2" coordorigin="4084,1246" coordsize="8,2">
              <v:shape style="position:absolute;left:4084;top:1246;width:8;height:2" coordorigin="4084,1246" coordsize="8,0" path="m4084,1246l4091,1246e" filled="false" stroked="true" strokeweight=".48pt" strokecolor="#000000">
                <v:path arrowok="t"/>
              </v:shape>
            </v:group>
            <v:group style="position:absolute;left:4084;top:1270;width:8;height:2" coordorigin="4084,1270" coordsize="8,2">
              <v:shape style="position:absolute;left:4084;top:1270;width:8;height:2" coordorigin="4084,1270" coordsize="8,0" path="m4084,1270l4091,1270e" filled="false" stroked="true" strokeweight=".48pt" strokecolor="#000000">
                <v:path arrowok="t"/>
              </v:shape>
            </v:group>
            <v:group style="position:absolute;left:4084;top:1294;width:8;height:2" coordorigin="4084,1294" coordsize="8,2">
              <v:shape style="position:absolute;left:4084;top:1294;width:8;height:2" coordorigin="4084,1294" coordsize="8,0" path="m4084,1294l4091,1294e" filled="false" stroked="true" strokeweight=".48pt" strokecolor="#000000">
                <v:path arrowok="t"/>
              </v:shape>
            </v:group>
            <v:group style="position:absolute;left:4084;top:1318;width:8;height:2" coordorigin="4084,1318" coordsize="8,2">
              <v:shape style="position:absolute;left:4084;top:1318;width:8;height:2" coordorigin="4084,1318" coordsize="8,0" path="m4084,1318l4091,1318e" filled="false" stroked="true" strokeweight=".48pt" strokecolor="#000000">
                <v:path arrowok="t"/>
              </v:shape>
            </v:group>
            <v:group style="position:absolute;left:4084;top:1342;width:8;height:2" coordorigin="4084,1342" coordsize="8,2">
              <v:shape style="position:absolute;left:4084;top:1342;width:8;height:2" coordorigin="4084,1342" coordsize="8,0" path="m4084,1342l4091,1342e" filled="false" stroked="true" strokeweight=".48pt" strokecolor="#000000">
                <v:path arrowok="t"/>
              </v:shape>
            </v:group>
            <v:group style="position:absolute;left:4084;top:1366;width:8;height:2" coordorigin="4084,1366" coordsize="8,2">
              <v:shape style="position:absolute;left:4084;top:1366;width:8;height:2" coordorigin="4084,1366" coordsize="8,0" path="m4084,1366l4091,1366e" filled="false" stroked="true" strokeweight=".48pt" strokecolor="#000000">
                <v:path arrowok="t"/>
              </v:shape>
            </v:group>
            <v:group style="position:absolute;left:4084;top:1390;width:8;height:2" coordorigin="4084,1390" coordsize="8,2">
              <v:shape style="position:absolute;left:4084;top:1390;width:8;height:2" coordorigin="4084,1390" coordsize="8,0" path="m4084,1390l4091,1390e" filled="false" stroked="true" strokeweight=".48pt" strokecolor="#000000">
                <v:path arrowok="t"/>
              </v:shape>
            </v:group>
            <v:group style="position:absolute;left:4084;top:1414;width:8;height:2" coordorigin="4084,1414" coordsize="8,2">
              <v:shape style="position:absolute;left:4084;top:1414;width:8;height:2" coordorigin="4084,1414" coordsize="8,0" path="m4084,1414l4091,1414e" filled="false" stroked="true" strokeweight=".48pt" strokecolor="#000000">
                <v:path arrowok="t"/>
              </v:shape>
            </v:group>
            <v:group style="position:absolute;left:4084;top:1438;width:8;height:2" coordorigin="4084,1438" coordsize="8,2">
              <v:shape style="position:absolute;left:4084;top:1438;width:8;height:2" coordorigin="4084,1438" coordsize="8,0" path="m4084,1438l4091,1438e" filled="false" stroked="true" strokeweight=".48pt" strokecolor="#000000">
                <v:path arrowok="t"/>
              </v:shape>
            </v:group>
            <v:group style="position:absolute;left:4084;top:1462;width:8;height:2" coordorigin="4084,1462" coordsize="8,2">
              <v:shape style="position:absolute;left:4084;top:1462;width:8;height:2" coordorigin="4084,1462" coordsize="8,0" path="m4084,1462l4091,1462e" filled="false" stroked="true" strokeweight=".48pt" strokecolor="#000000">
                <v:path arrowok="t"/>
              </v:shape>
            </v:group>
            <v:group style="position:absolute;left:4084;top:1486;width:8;height:2" coordorigin="4084,1486" coordsize="8,2">
              <v:shape style="position:absolute;left:4084;top:1486;width:8;height:2" coordorigin="4084,1486" coordsize="8,0" path="m4084,1486l4091,1486e" filled="false" stroked="true" strokeweight=".48pt" strokecolor="#000000">
                <v:path arrowok="t"/>
              </v:shape>
            </v:group>
            <v:group style="position:absolute;left:4084;top:1510;width:8;height:2" coordorigin="4084,1510" coordsize="8,2">
              <v:shape style="position:absolute;left:4084;top:1510;width:8;height:2" coordorigin="4084,1510" coordsize="8,0" path="m4084,1510l4091,1510e" filled="false" stroked="true" strokeweight=".48pt" strokecolor="#000000">
                <v:path arrowok="t"/>
              </v:shape>
            </v:group>
            <v:group style="position:absolute;left:4084;top:1534;width:8;height:2" coordorigin="4084,1534" coordsize="8,2">
              <v:shape style="position:absolute;left:4084;top:1534;width:8;height:2" coordorigin="4084,1534" coordsize="8,0" path="m4084,1534l4091,1534e" filled="false" stroked="true" strokeweight=".48pt" strokecolor="#000000">
                <v:path arrowok="t"/>
              </v:shape>
            </v:group>
            <v:group style="position:absolute;left:4084;top:1558;width:8;height:2" coordorigin="4084,1558" coordsize="8,2">
              <v:shape style="position:absolute;left:4084;top:1558;width:8;height:2" coordorigin="4084,1558" coordsize="8,0" path="m4084,1558l4091,1558e" filled="false" stroked="true" strokeweight=".48pt" strokecolor="#000000">
                <v:path arrowok="t"/>
              </v:shape>
            </v:group>
            <v:group style="position:absolute;left:4084;top:1582;width:8;height:2" coordorigin="4084,1582" coordsize="8,2">
              <v:shape style="position:absolute;left:4084;top:1582;width:8;height:2" coordorigin="4084,1582" coordsize="8,0" path="m4084,1582l4091,1582e" filled="false" stroked="true" strokeweight=".48pt" strokecolor="#000000">
                <v:path arrowok="t"/>
              </v:shape>
            </v:group>
            <v:group style="position:absolute;left:4084;top:1606;width:8;height:2" coordorigin="4084,1606" coordsize="8,2">
              <v:shape style="position:absolute;left:4084;top:1606;width:8;height:2" coordorigin="4084,1606" coordsize="8,0" path="m4084,1606l4091,1606e" filled="false" stroked="true" strokeweight=".48pt" strokecolor="#000000">
                <v:path arrowok="t"/>
              </v:shape>
            </v:group>
            <v:group style="position:absolute;left:4084;top:1630;width:8;height:2" coordorigin="4084,1630" coordsize="8,2">
              <v:shape style="position:absolute;left:4084;top:1630;width:8;height:2" coordorigin="4084,1630" coordsize="8,0" path="m4084,1630l4091,1630e" filled="false" stroked="true" strokeweight=".48pt" strokecolor="#000000">
                <v:path arrowok="t"/>
              </v:shape>
            </v:group>
            <v:group style="position:absolute;left:4084;top:1654;width:8;height:2" coordorigin="4084,1654" coordsize="8,2">
              <v:shape style="position:absolute;left:4084;top:1654;width:8;height:2" coordorigin="4084,1654" coordsize="8,0" path="m4084,1654l4091,1654e" filled="false" stroked="true" strokeweight=".48pt" strokecolor="#000000">
                <v:path arrowok="t"/>
              </v:shape>
            </v:group>
            <v:group style="position:absolute;left:4084;top:1678;width:8;height:2" coordorigin="4084,1678" coordsize="8,2">
              <v:shape style="position:absolute;left:4084;top:1678;width:8;height:2" coordorigin="4084,1678" coordsize="8,0" path="m4084,1678l4091,1678e" filled="false" stroked="true" strokeweight=".48pt" strokecolor="#000000">
                <v:path arrowok="t"/>
              </v:shape>
            </v:group>
            <v:group style="position:absolute;left:4084;top:1702;width:8;height:2" coordorigin="4084,1702" coordsize="8,2">
              <v:shape style="position:absolute;left:4084;top:1702;width:8;height:2" coordorigin="4084,1702" coordsize="8,0" path="m4084,1702l4091,1702e" filled="false" stroked="true" strokeweight=".48pt" strokecolor="#000000">
                <v:path arrowok="t"/>
              </v:shape>
            </v:group>
            <v:group style="position:absolute;left:4084;top:1726;width:8;height:2" coordorigin="4084,1726" coordsize="8,2">
              <v:shape style="position:absolute;left:4084;top:1726;width:8;height:2" coordorigin="4084,1726" coordsize="8,0" path="m4084,1726l4091,1726e" filled="false" stroked="true" strokeweight=".48pt" strokecolor="#000000">
                <v:path arrowok="t"/>
              </v:shape>
            </v:group>
            <v:group style="position:absolute;left:4084;top:1750;width:8;height:2" coordorigin="4084,1750" coordsize="8,2">
              <v:shape style="position:absolute;left:4084;top:1750;width:8;height:2" coordorigin="4084,1750" coordsize="8,0" path="m4084,1750l4091,1750e" filled="false" stroked="true" strokeweight=".48pt" strokecolor="#000000">
                <v:path arrowok="t"/>
              </v:shape>
            </v:group>
            <v:group style="position:absolute;left:4084;top:1774;width:8;height:2" coordorigin="4084,1774" coordsize="8,2">
              <v:shape style="position:absolute;left:4084;top:1774;width:8;height:2" coordorigin="4084,1774" coordsize="8,0" path="m4084,1774l4091,1774e" filled="false" stroked="true" strokeweight=".48pt" strokecolor="#000000">
                <v:path arrowok="t"/>
              </v:shape>
            </v:group>
            <v:group style="position:absolute;left:4084;top:1798;width:8;height:2" coordorigin="4084,1798" coordsize="8,2">
              <v:shape style="position:absolute;left:4084;top:1798;width:8;height:2" coordorigin="4084,1798" coordsize="8,0" path="m4084,1798l4091,1798e" filled="false" stroked="true" strokeweight=".48pt" strokecolor="#000000">
                <v:path arrowok="t"/>
              </v:shape>
            </v:group>
            <v:group style="position:absolute;left:4084;top:1822;width:8;height:2" coordorigin="4084,1822" coordsize="8,2">
              <v:shape style="position:absolute;left:4084;top:1822;width:8;height:2" coordorigin="4084,1822" coordsize="8,0" path="m4084,1822l4091,1822e" filled="false" stroked="true" strokeweight=".48pt" strokecolor="#000000">
                <v:path arrowok="t"/>
              </v:shape>
            </v:group>
            <v:group style="position:absolute;left:4084;top:1846;width:8;height:2" coordorigin="4084,1846" coordsize="8,2">
              <v:shape style="position:absolute;left:4084;top:1846;width:8;height:2" coordorigin="4084,1846" coordsize="8,0" path="m4084,1846l4091,1846e" filled="false" stroked="true" strokeweight=".48pt" strokecolor="#000000">
                <v:path arrowok="t"/>
              </v:shape>
            </v:group>
            <v:group style="position:absolute;left:4084;top:1870;width:8;height:2" coordorigin="4084,1870" coordsize="8,2">
              <v:shape style="position:absolute;left:4084;top:1870;width:8;height:2" coordorigin="4084,1870" coordsize="8,0" path="m4084,1870l4091,1870e" filled="false" stroked="true" strokeweight=".48pt" strokecolor="#000000">
                <v:path arrowok="t"/>
              </v:shape>
            </v:group>
            <v:group style="position:absolute;left:4084;top:1893;width:8;height:2" coordorigin="4084,1893" coordsize="8,2">
              <v:shape style="position:absolute;left:4084;top:1893;width:8;height:2" coordorigin="4084,1893" coordsize="8,0" path="m4084,1893l4091,1893e" filled="false" stroked="true" strokeweight=".48pt" strokecolor="#000000">
                <v:path arrowok="t"/>
              </v:shape>
            </v:group>
            <v:group style="position:absolute;left:4084;top:1918;width:8;height:2" coordorigin="4084,1918" coordsize="8,2">
              <v:shape style="position:absolute;left:4084;top:1918;width:8;height:2" coordorigin="4084,1918" coordsize="8,0" path="m4084,1918l4091,1918e" filled="false" stroked="true" strokeweight=".48pt" strokecolor="#000000">
                <v:path arrowok="t"/>
              </v:shape>
            </v:group>
            <v:group style="position:absolute;left:4084;top:1942;width:8;height:2" coordorigin="4084,1942" coordsize="8,2">
              <v:shape style="position:absolute;left:4084;top:1942;width:8;height:2" coordorigin="4084,1942" coordsize="8,0" path="m4084,1942l4091,1942e" filled="false" stroked="true" strokeweight=".48pt" strokecolor="#000000">
                <v:path arrowok="t"/>
              </v:shape>
            </v:group>
            <v:group style="position:absolute;left:4084;top:1966;width:8;height:2" coordorigin="4084,1966" coordsize="8,2">
              <v:shape style="position:absolute;left:4084;top:1966;width:8;height:2" coordorigin="4084,1966" coordsize="8,0" path="m4084,1966l4091,1966e" filled="false" stroked="true" strokeweight=".48pt" strokecolor="#000000">
                <v:path arrowok="t"/>
              </v:shape>
            </v:group>
            <v:group style="position:absolute;left:4084;top:1990;width:8;height:2" coordorigin="4084,1990" coordsize="8,2">
              <v:shape style="position:absolute;left:4084;top:1990;width:8;height:2" coordorigin="4084,1990" coordsize="8,0" path="m4084,1990l4091,1990e" filled="false" stroked="true" strokeweight=".48pt" strokecolor="#000000">
                <v:path arrowok="t"/>
              </v:shape>
            </v:group>
            <v:group style="position:absolute;left:4084;top:2013;width:8;height:2" coordorigin="4084,2013" coordsize="8,2">
              <v:shape style="position:absolute;left:4084;top:2013;width:8;height:2" coordorigin="4084,2013" coordsize="8,0" path="m4084,2013l4091,2013e" filled="false" stroked="true" strokeweight=".48pt" strokecolor="#000000">
                <v:path arrowok="t"/>
              </v:shape>
            </v:group>
            <v:group style="position:absolute;left:4084;top:2037;width:8;height:2" coordorigin="4084,2037" coordsize="8,2">
              <v:shape style="position:absolute;left:4084;top:2037;width:8;height:2" coordorigin="4084,2037" coordsize="8,0" path="m4084,2037l4091,2037e" filled="false" stroked="true" strokeweight=".48pt" strokecolor="#000000">
                <v:path arrowok="t"/>
              </v:shape>
            </v:group>
            <v:group style="position:absolute;left:4084;top:2061;width:8;height:2" coordorigin="4084,2061" coordsize="8,2">
              <v:shape style="position:absolute;left:4084;top:2061;width:8;height:2" coordorigin="4084,2061" coordsize="8,0" path="m4084,2061l4091,2061e" filled="false" stroked="true" strokeweight=".48pt" strokecolor="#000000">
                <v:path arrowok="t"/>
              </v:shape>
            </v:group>
            <v:group style="position:absolute;left:4084;top:2085;width:8;height:2" coordorigin="4084,2085" coordsize="8,2">
              <v:shape style="position:absolute;left:4084;top:2085;width:8;height:2" coordorigin="4084,2085" coordsize="8,0" path="m4084,2085l4091,2085e" filled="false" stroked="true" strokeweight=".48pt" strokecolor="#000000">
                <v:path arrowok="t"/>
              </v:shape>
            </v:group>
            <v:group style="position:absolute;left:4084;top:2109;width:8;height:2" coordorigin="4084,2109" coordsize="8,2">
              <v:shape style="position:absolute;left:4084;top:2109;width:8;height:2" coordorigin="4084,2109" coordsize="8,0" path="m4084,2109l4091,2109e" filled="false" stroked="true" strokeweight=".48pt" strokecolor="#000000">
                <v:path arrowok="t"/>
              </v:shape>
            </v:group>
            <v:group style="position:absolute;left:4084;top:2133;width:8;height:2" coordorigin="4084,2133" coordsize="8,2">
              <v:shape style="position:absolute;left:4084;top:2133;width:8;height:2" coordorigin="4084,2133" coordsize="8,0" path="m4084,2133l4091,2133e" filled="false" stroked="true" strokeweight=".48pt" strokecolor="#000000">
                <v:path arrowok="t"/>
              </v:shape>
            </v:group>
            <v:group style="position:absolute;left:4084;top:2157;width:8;height:2" coordorigin="4084,2157" coordsize="8,2">
              <v:shape style="position:absolute;left:4084;top:2157;width:8;height:2" coordorigin="4084,2157" coordsize="8,0" path="m4084,2157l4091,2157e" filled="false" stroked="true" strokeweight=".48pt" strokecolor="#000000">
                <v:path arrowok="t"/>
              </v:shape>
            </v:group>
            <v:group style="position:absolute;left:4084;top:2181;width:8;height:2" coordorigin="4084,2181" coordsize="8,2">
              <v:shape style="position:absolute;left:4084;top:2181;width:8;height:2" coordorigin="4084,2181" coordsize="8,0" path="m4084,2181l4091,2181e" filled="false" stroked="true" strokeweight=".48pt" strokecolor="#000000">
                <v:path arrowok="t"/>
              </v:shape>
            </v:group>
            <v:group style="position:absolute;left:4084;top:2205;width:8;height:2" coordorigin="4084,2205" coordsize="8,2">
              <v:shape style="position:absolute;left:4084;top:2205;width:8;height:2" coordorigin="4084,2205" coordsize="8,0" path="m4084,2205l4091,2205e" filled="false" stroked="true" strokeweight=".48pt" strokecolor="#000000">
                <v:path arrowok="t"/>
              </v:shape>
            </v:group>
            <v:group style="position:absolute;left:4084;top:2229;width:8;height:2" coordorigin="4084,2229" coordsize="8,2">
              <v:shape style="position:absolute;left:4084;top:2229;width:8;height:2" coordorigin="4084,2229" coordsize="8,0" path="m4084,2229l4091,2229e" filled="false" stroked="true" strokeweight=".48pt" strokecolor="#000000">
                <v:path arrowok="t"/>
              </v:shape>
            </v:group>
            <v:group style="position:absolute;left:4084;top:2253;width:8;height:2" coordorigin="4084,2253" coordsize="8,2">
              <v:shape style="position:absolute;left:4084;top:2253;width:8;height:2" coordorigin="4084,2253" coordsize="8,0" path="m4084,2253l4091,2253e" filled="false" stroked="true" strokeweight=".48pt" strokecolor="#000000">
                <v:path arrowok="t"/>
              </v:shape>
            </v:group>
            <v:group style="position:absolute;left:4084;top:2277;width:8;height:2" coordorigin="4084,2277" coordsize="8,2">
              <v:shape style="position:absolute;left:4084;top:2277;width:8;height:2" coordorigin="4084,2277" coordsize="8,0" path="m4084,2277l4091,2277e" filled="false" stroked="true" strokeweight=".48pt" strokecolor="#000000">
                <v:path arrowok="t"/>
              </v:shape>
            </v:group>
            <v:group style="position:absolute;left:4084;top:2301;width:8;height:2" coordorigin="4084,2301" coordsize="8,2">
              <v:shape style="position:absolute;left:4084;top:2301;width:8;height:2" coordorigin="4084,2301" coordsize="8,0" path="m4084,2301l4091,2301e" filled="false" stroked="true" strokeweight=".48pt" strokecolor="#000000">
                <v:path arrowok="t"/>
              </v:shape>
            </v:group>
            <v:group style="position:absolute;left:4084;top:2325;width:8;height:2" coordorigin="4084,2325" coordsize="8,2">
              <v:shape style="position:absolute;left:4084;top:2325;width:8;height:2" coordorigin="4084,2325" coordsize="8,0" path="m4084,2325l4091,2325e" filled="false" stroked="true" strokeweight=".48pt" strokecolor="#000000">
                <v:path arrowok="t"/>
              </v:shape>
            </v:group>
            <v:group style="position:absolute;left:4084;top:2349;width:8;height:2" coordorigin="4084,2349" coordsize="8,2">
              <v:shape style="position:absolute;left:4084;top:2349;width:8;height:2" coordorigin="4084,2349" coordsize="8,0" path="m4084,2349l4091,2349e" filled="false" stroked="true" strokeweight=".48pt" strokecolor="#000000">
                <v:path arrowok="t"/>
              </v:shape>
            </v:group>
            <v:group style="position:absolute;left:4084;top:2373;width:8;height:2" coordorigin="4084,2373" coordsize="8,2">
              <v:shape style="position:absolute;left:4084;top:2373;width:8;height:2" coordorigin="4084,2373" coordsize="8,0" path="m4084,2373l4091,2373e" filled="false" stroked="true" strokeweight=".48pt" strokecolor="#000000">
                <v:path arrowok="t"/>
              </v:shape>
            </v:group>
            <v:group style="position:absolute;left:4084;top:2397;width:8;height:2" coordorigin="4084,2397" coordsize="8,2">
              <v:shape style="position:absolute;left:4084;top:2397;width:8;height:2" coordorigin="4084,2397" coordsize="8,0" path="m4084,2397l4091,2397e" filled="false" stroked="true" strokeweight=".48pt" strokecolor="#000000">
                <v:path arrowok="t"/>
              </v:shape>
            </v:group>
            <v:group style="position:absolute;left:4084;top:2421;width:8;height:2" coordorigin="4084,2421" coordsize="8,2">
              <v:shape style="position:absolute;left:4084;top:2421;width:8;height:2" coordorigin="4084,2421" coordsize="8,0" path="m4084,2421l4091,2421e" filled="false" stroked="true" strokeweight=".48pt" strokecolor="#000000">
                <v:path arrowok="t"/>
              </v:shape>
            </v:group>
            <v:group style="position:absolute;left:4084;top:2445;width:8;height:2" coordorigin="4084,2445" coordsize="8,2">
              <v:shape style="position:absolute;left:4084;top:2445;width:8;height:2" coordorigin="4084,2445" coordsize="8,0" path="m4084,2445l4091,2445e" filled="false" stroked="true" strokeweight=".48pt" strokecolor="#000000">
                <v:path arrowok="t"/>
              </v:shape>
            </v:group>
            <v:group style="position:absolute;left:4084;top:2469;width:8;height:2" coordorigin="4084,2469" coordsize="8,2">
              <v:shape style="position:absolute;left:4084;top:2469;width:8;height:2" coordorigin="4084,2469" coordsize="8,0" path="m4084,2469l4091,2469e" filled="false" stroked="true" strokeweight=".48pt" strokecolor="#000000">
                <v:path arrowok="t"/>
              </v:shape>
            </v:group>
            <v:group style="position:absolute;left:4084;top:2493;width:8;height:2" coordorigin="4084,2493" coordsize="8,2">
              <v:shape style="position:absolute;left:4084;top:2493;width:8;height:2" coordorigin="4084,2493" coordsize="8,0" path="m4084,2493l4091,2493e" filled="false" stroked="true" strokeweight=".48pt" strokecolor="#000000">
                <v:path arrowok="t"/>
              </v:shape>
            </v:group>
            <v:group style="position:absolute;left:4084;top:2517;width:8;height:2" coordorigin="4084,2517" coordsize="8,2">
              <v:shape style="position:absolute;left:4084;top:2517;width:8;height:2" coordorigin="4084,2517" coordsize="8,0" path="m4084,2517l4091,2517e" filled="false" stroked="true" strokeweight=".48pt" strokecolor="#000000">
                <v:path arrowok="t"/>
              </v:shape>
            </v:group>
            <v:group style="position:absolute;left:4084;top:2541;width:8;height:2" coordorigin="4084,2541" coordsize="8,2">
              <v:shape style="position:absolute;left:4084;top:2541;width:8;height:2" coordorigin="4084,2541" coordsize="8,0" path="m4084,2541l4091,2541e" filled="false" stroked="true" strokeweight=".48pt" strokecolor="#000000">
                <v:path arrowok="t"/>
              </v:shape>
            </v:group>
            <v:group style="position:absolute;left:4084;top:2565;width:8;height:2" coordorigin="4084,2565" coordsize="8,2">
              <v:shape style="position:absolute;left:4084;top:2565;width:8;height:2" coordorigin="4084,2565" coordsize="8,0" path="m4084,2565l4091,2565e" filled="false" stroked="true" strokeweight=".48pt" strokecolor="#000000">
                <v:path arrowok="t"/>
              </v:shape>
            </v:group>
            <v:group style="position:absolute;left:4084;top:2589;width:8;height:2" coordorigin="4084,2589" coordsize="8,2">
              <v:shape style="position:absolute;left:4084;top:2589;width:8;height:2" coordorigin="4084,2589" coordsize="8,0" path="m4084,2589l4091,2589e" filled="false" stroked="true" strokeweight=".48pt" strokecolor="#000000">
                <v:path arrowok="t"/>
              </v:shape>
            </v:group>
            <v:group style="position:absolute;left:4084;top:2613;width:8;height:2" coordorigin="4084,2613" coordsize="8,2">
              <v:shape style="position:absolute;left:4084;top:2613;width:8;height:2" coordorigin="4084,2613" coordsize="8,0" path="m4084,2613l4091,2613e" filled="false" stroked="true" strokeweight=".48pt" strokecolor="#000000">
                <v:path arrowok="t"/>
              </v:shape>
            </v:group>
            <v:group style="position:absolute;left:4084;top:2637;width:8;height:2" coordorigin="4084,2637" coordsize="8,2">
              <v:shape style="position:absolute;left:4084;top:2637;width:8;height:2" coordorigin="4084,2637" coordsize="8,0" path="m4084,2637l4091,2637e" filled="false" stroked="true" strokeweight=".48pt" strokecolor="#000000">
                <v:path arrowok="t"/>
              </v:shape>
            </v:group>
            <v:group style="position:absolute;left:4084;top:2661;width:8;height:2" coordorigin="4084,2661" coordsize="8,2">
              <v:shape style="position:absolute;left:4084;top:2661;width:8;height:2" coordorigin="4084,2661" coordsize="8,0" path="m4084,2661l4091,2661e" filled="false" stroked="true" strokeweight=".48pt" strokecolor="#000000">
                <v:path arrowok="t"/>
              </v:shape>
            </v:group>
            <v:group style="position:absolute;left:4084;top:2685;width:8;height:2" coordorigin="4084,2685" coordsize="8,2">
              <v:shape style="position:absolute;left:4084;top:2685;width:8;height:2" coordorigin="4084,2685" coordsize="8,0" path="m4084,2685l4091,2685e" filled="false" stroked="true" strokeweight=".48pt" strokecolor="#000000">
                <v:path arrowok="t"/>
              </v:shape>
            </v:group>
            <v:group style="position:absolute;left:4084;top:2709;width:8;height:2" coordorigin="4084,2709" coordsize="8,2">
              <v:shape style="position:absolute;left:4084;top:2709;width:8;height:2" coordorigin="4084,2709" coordsize="8,0" path="m4084,2709l4091,2709e" filled="false" stroked="true" strokeweight=".48pt" strokecolor="#000000">
                <v:path arrowok="t"/>
              </v:shape>
            </v:group>
            <v:group style="position:absolute;left:4084;top:2733;width:8;height:2" coordorigin="4084,2733" coordsize="8,2">
              <v:shape style="position:absolute;left:4084;top:2733;width:8;height:2" coordorigin="4084,2733" coordsize="8,0" path="m4084,2733l4091,2733e" filled="false" stroked="true" strokeweight=".48pt" strokecolor="#000000">
                <v:path arrowok="t"/>
              </v:shape>
            </v:group>
            <v:group style="position:absolute;left:4084;top:2757;width:8;height:2" coordorigin="4084,2757" coordsize="8,2">
              <v:shape style="position:absolute;left:4084;top:2757;width:8;height:2" coordorigin="4084,2757" coordsize="8,0" path="m4084,2757l4091,2757e" filled="false" stroked="true" strokeweight=".479pt" strokecolor="#000000">
                <v:path arrowok="t"/>
              </v:shape>
            </v:group>
            <v:group style="position:absolute;left:4084;top:2781;width:8;height:2" coordorigin="4084,2781" coordsize="8,2">
              <v:shape style="position:absolute;left:4084;top:2781;width:8;height:2" coordorigin="4084,2781" coordsize="8,0" path="m4084,2781l4091,2781e" filled="false" stroked="true" strokeweight=".48pt" strokecolor="#000000">
                <v:path arrowok="t"/>
              </v:shape>
            </v:group>
            <v:group style="position:absolute;left:4084;top:2805;width:8;height:2" coordorigin="4084,2805" coordsize="8,2">
              <v:shape style="position:absolute;left:4084;top:2805;width:8;height:2" coordorigin="4084,2805" coordsize="8,0" path="m4084,2805l4091,2805e" filled="false" stroked="true" strokeweight=".48pt" strokecolor="#000000">
                <v:path arrowok="t"/>
              </v:shape>
            </v:group>
            <v:group style="position:absolute;left:4084;top:2829;width:8;height:2" coordorigin="4084,2829" coordsize="8,2">
              <v:shape style="position:absolute;left:4084;top:2829;width:8;height:2" coordorigin="4084,2829" coordsize="8,0" path="m4084,2829l4091,2829e" filled="false" stroked="true" strokeweight=".48pt" strokecolor="#000000">
                <v:path arrowok="t"/>
              </v:shape>
            </v:group>
            <v:group style="position:absolute;left:4084;top:2853;width:8;height:2" coordorigin="4084,2853" coordsize="8,2">
              <v:shape style="position:absolute;left:4084;top:2853;width:8;height:2" coordorigin="4084,2853" coordsize="8,0" path="m4084,2853l4091,2853e" filled="false" stroked="true" strokeweight=".48pt" strokecolor="#000000">
                <v:path arrowok="t"/>
              </v:shape>
            </v:group>
            <v:group style="position:absolute;left:4084;top:2877;width:8;height:2" coordorigin="4084,2877" coordsize="8,2">
              <v:shape style="position:absolute;left:4084;top:2877;width:8;height:2" coordorigin="4084,2877" coordsize="8,0" path="m4084,2877l4091,2877e" filled="false" stroked="true" strokeweight=".48pt" strokecolor="#000000">
                <v:path arrowok="t"/>
              </v:shape>
            </v:group>
            <v:group style="position:absolute;left:4084;top:2901;width:8;height:2" coordorigin="4084,2901" coordsize="8,2">
              <v:shape style="position:absolute;left:4084;top:2901;width:8;height:2" coordorigin="4084,2901" coordsize="8,0" path="m4084,2901l4091,2901e" filled="false" stroked="true" strokeweight=".48pt" strokecolor="#000000">
                <v:path arrowok="t"/>
              </v:shape>
            </v:group>
            <v:group style="position:absolute;left:4084;top:2925;width:8;height:2" coordorigin="4084,2925" coordsize="8,2">
              <v:shape style="position:absolute;left:4084;top:2925;width:8;height:2" coordorigin="4084,2925" coordsize="8,0" path="m4084,2925l4091,2925e" filled="false" stroked="true" strokeweight=".48pt" strokecolor="#000000">
                <v:path arrowok="t"/>
              </v:shape>
            </v:group>
            <v:group style="position:absolute;left:4084;top:2949;width:8;height:2" coordorigin="4084,2949" coordsize="8,2">
              <v:shape style="position:absolute;left:4084;top:2949;width:8;height:2" coordorigin="4084,2949" coordsize="8,0" path="m4084,2949l4091,2949e" filled="false" stroked="true" strokeweight=".48pt" strokecolor="#000000">
                <v:path arrowok="t"/>
              </v:shape>
            </v:group>
            <v:group style="position:absolute;left:4084;top:2973;width:8;height:2" coordorigin="4084,2973" coordsize="8,2">
              <v:shape style="position:absolute;left:4084;top:2973;width:8;height:2" coordorigin="4084,2973" coordsize="8,0" path="m4084,2973l4091,2973e" filled="false" stroked="true" strokeweight=".48pt" strokecolor="#000000">
                <v:path arrowok="t"/>
              </v:shape>
            </v:group>
            <v:group style="position:absolute;left:4084;top:2997;width:8;height:2" coordorigin="4084,2997" coordsize="8,2">
              <v:shape style="position:absolute;left:4084;top:2997;width:8;height:2" coordorigin="4084,2997" coordsize="8,0" path="m4084,2997l4091,2997e" filled="false" stroked="true" strokeweight=".48pt" strokecolor="#000000">
                <v:path arrowok="t"/>
              </v:shape>
            </v:group>
            <v:group style="position:absolute;left:4084;top:3021;width:8;height:2" coordorigin="4084,3021" coordsize="8,2">
              <v:shape style="position:absolute;left:4084;top:3021;width:8;height:2" coordorigin="4084,3021" coordsize="8,0" path="m4084,3021l4091,3021e" filled="false" stroked="true" strokeweight=".48pt" strokecolor="#000000">
                <v:path arrowok="t"/>
              </v:shape>
            </v:group>
            <v:group style="position:absolute;left:4084;top:3045;width:8;height:2" coordorigin="4084,3045" coordsize="8,2">
              <v:shape style="position:absolute;left:4084;top:3045;width:8;height:2" coordorigin="4084,3045" coordsize="8,0" path="m4084,3045l4091,3045e" filled="false" stroked="true" strokeweight=".48pt" strokecolor="#000000">
                <v:path arrowok="t"/>
              </v:shape>
            </v:group>
            <v:group style="position:absolute;left:4084;top:3069;width:8;height:2" coordorigin="4084,3069" coordsize="8,2">
              <v:shape style="position:absolute;left:4084;top:3069;width:8;height:2" coordorigin="4084,3069" coordsize="8,0" path="m4084,3069l4091,3069e" filled="false" stroked="true" strokeweight=".48pt" strokecolor="#000000">
                <v:path arrowok="t"/>
              </v:shape>
            </v:group>
            <v:group style="position:absolute;left:4084;top:3093;width:8;height:2" coordorigin="4084,3093" coordsize="8,2">
              <v:shape style="position:absolute;left:4084;top:3093;width:8;height:2" coordorigin="4084,3093" coordsize="8,0" path="m4084,3093l4091,3093e" filled="false" stroked="true" strokeweight=".48pt" strokecolor="#000000">
                <v:path arrowok="t"/>
              </v:shape>
            </v:group>
            <v:group style="position:absolute;left:4084;top:3117;width:8;height:2" coordorigin="4084,3117" coordsize="8,2">
              <v:shape style="position:absolute;left:4084;top:3117;width:8;height:2" coordorigin="4084,3117" coordsize="8,0" path="m4084,3117l4091,3117e" filled="false" stroked="true" strokeweight=".48pt" strokecolor="#000000">
                <v:path arrowok="t"/>
              </v:shape>
            </v:group>
            <v:group style="position:absolute;left:4084;top:3141;width:8;height:2" coordorigin="4084,3141" coordsize="8,2">
              <v:shape style="position:absolute;left:4084;top:3141;width:8;height:2" coordorigin="4084,3141" coordsize="8,0" path="m4084,3141l4091,3141e" filled="false" stroked="true" strokeweight=".48pt" strokecolor="#000000">
                <v:path arrowok="t"/>
              </v:shape>
            </v:group>
            <v:group style="position:absolute;left:4084;top:3165;width:8;height:2" coordorigin="4084,3165" coordsize="8,2">
              <v:shape style="position:absolute;left:4084;top:3165;width:8;height:2" coordorigin="4084,3165" coordsize="8,0" path="m4084,3165l4091,3165e" filled="false" stroked="true" strokeweight=".48pt" strokecolor="#000000">
                <v:path arrowok="t"/>
              </v:shape>
            </v:group>
            <v:group style="position:absolute;left:4084;top:3189;width:8;height:2" coordorigin="4084,3189" coordsize="8,2">
              <v:shape style="position:absolute;left:4084;top:3189;width:8;height:2" coordorigin="4084,3189" coordsize="8,0" path="m4084,3189l4091,3189e" filled="false" stroked="true" strokeweight=".48pt" strokecolor="#000000">
                <v:path arrowok="t"/>
              </v:shape>
            </v:group>
            <v:group style="position:absolute;left:4084;top:3213;width:8;height:2" coordorigin="4084,3213" coordsize="8,2">
              <v:shape style="position:absolute;left:4084;top:3213;width:8;height:2" coordorigin="4084,3213" coordsize="8,0" path="m4084,3213l4091,3213e" filled="false" stroked="true" strokeweight=".48pt" strokecolor="#000000">
                <v:path arrowok="t"/>
              </v:shape>
            </v:group>
            <v:group style="position:absolute;left:4084;top:3237;width:8;height:2" coordorigin="4084,3237" coordsize="8,2">
              <v:shape style="position:absolute;left:4084;top:3237;width:8;height:2" coordorigin="4084,3237" coordsize="8,0" path="m4084,3237l4091,3237e" filled="false" stroked="true" strokeweight=".48pt" strokecolor="#000000">
                <v:path arrowok="t"/>
              </v:shape>
            </v:group>
            <v:group style="position:absolute;left:4084;top:3261;width:8;height:2" coordorigin="4084,3261" coordsize="8,2">
              <v:shape style="position:absolute;left:4084;top:3261;width:8;height:2" coordorigin="4084,3261" coordsize="8,0" path="m4084,3261l4091,3261e" filled="false" stroked="true" strokeweight=".48pt" strokecolor="#000000">
                <v:path arrowok="t"/>
              </v:shape>
            </v:group>
            <v:group style="position:absolute;left:4084;top:3285;width:8;height:2" coordorigin="4084,3285" coordsize="8,2">
              <v:shape style="position:absolute;left:4084;top:3285;width:8;height:2" coordorigin="4084,3285" coordsize="8,0" path="m4084,3285l4091,3285e" filled="false" stroked="true" strokeweight=".48pt" strokecolor="#000000">
                <v:path arrowok="t"/>
              </v:shape>
            </v:group>
            <v:group style="position:absolute;left:4084;top:3309;width:8;height:2" coordorigin="4084,3309" coordsize="8,2">
              <v:shape style="position:absolute;left:4084;top:3309;width:8;height:2" coordorigin="4084,3309" coordsize="8,0" path="m4084,3309l4091,3309e" filled="false" stroked="true" strokeweight=".48pt" strokecolor="#000000">
                <v:path arrowok="t"/>
              </v:shape>
            </v:group>
            <v:group style="position:absolute;left:4084;top:3333;width:8;height:2" coordorigin="4084,3333" coordsize="8,2">
              <v:shape style="position:absolute;left:4084;top:3333;width:8;height:2" coordorigin="4084,3333" coordsize="8,0" path="m4084,3333l4091,3333e" filled="false" stroked="true" strokeweight=".48pt" strokecolor="#000000">
                <v:path arrowok="t"/>
              </v:shape>
            </v:group>
            <v:group style="position:absolute;left:4084;top:3357;width:8;height:2" coordorigin="4084,3357" coordsize="8,2">
              <v:shape style="position:absolute;left:4084;top:3357;width:8;height:2" coordorigin="4084,3357" coordsize="8,0" path="m4084,3357l4091,3357e" filled="false" stroked="true" strokeweight=".48pt" strokecolor="#000000">
                <v:path arrowok="t"/>
              </v:shape>
            </v:group>
            <v:group style="position:absolute;left:4084;top:3381;width:8;height:2" coordorigin="4084,3381" coordsize="8,2">
              <v:shape style="position:absolute;left:4084;top:3381;width:8;height:2" coordorigin="4084,3381" coordsize="8,0" path="m4084,3381l4091,3381e" filled="false" stroked="true" strokeweight=".48pt" strokecolor="#000000">
                <v:path arrowok="t"/>
              </v:shape>
            </v:group>
            <v:group style="position:absolute;left:4084;top:3405;width:8;height:2" coordorigin="4084,3405" coordsize="8,2">
              <v:shape style="position:absolute;left:4084;top:3405;width:8;height:2" coordorigin="4084,3405" coordsize="8,0" path="m4084,3405l4091,3405e" filled="false" stroked="true" strokeweight=".48pt" strokecolor="#000000">
                <v:path arrowok="t"/>
              </v:shape>
            </v:group>
            <v:group style="position:absolute;left:4084;top:3429;width:8;height:2" coordorigin="4084,3429" coordsize="8,2">
              <v:shape style="position:absolute;left:4084;top:3429;width:8;height:2" coordorigin="4084,3429" coordsize="8,0" path="m4084,3429l4091,3429e" filled="false" stroked="true" strokeweight=".48pt" strokecolor="#000000">
                <v:path arrowok="t"/>
              </v:shape>
            </v:group>
            <v:group style="position:absolute;left:4084;top:3453;width:8;height:2" coordorigin="4084,3453" coordsize="8,2">
              <v:shape style="position:absolute;left:4084;top:3453;width:8;height:2" coordorigin="4084,3453" coordsize="8,0" path="m4084,3453l4091,3453e" filled="false" stroked="true" strokeweight=".48pt" strokecolor="#000000">
                <v:path arrowok="t"/>
              </v:shape>
            </v:group>
            <v:group style="position:absolute;left:4084;top:3477;width:8;height:2" coordorigin="4084,3477" coordsize="8,2">
              <v:shape style="position:absolute;left:4084;top:3477;width:8;height:2" coordorigin="4084,3477" coordsize="8,0" path="m4084,3477l4091,3477e" filled="false" stroked="true" strokeweight=".48pt" strokecolor="#000000">
                <v:path arrowok="t"/>
              </v:shape>
            </v:group>
            <v:group style="position:absolute;left:4084;top:3501;width:8;height:2" coordorigin="4084,3501" coordsize="8,2">
              <v:shape style="position:absolute;left:4084;top:3501;width:8;height:2" coordorigin="4084,3501" coordsize="8,0" path="m4084,3501l4091,3501e" filled="false" stroked="true" strokeweight=".479pt" strokecolor="#000000">
                <v:path arrowok="t"/>
              </v:shape>
            </v:group>
            <v:group style="position:absolute;left:4084;top:3525;width:8;height:2" coordorigin="4084,3525" coordsize="8,2">
              <v:shape style="position:absolute;left:4084;top:3525;width:8;height:2" coordorigin="4084,3525" coordsize="8,0" path="m4084,3525l4091,3525e" filled="false" stroked="true" strokeweight=".48pt" strokecolor="#000000">
                <v:path arrowok="t"/>
              </v:shape>
            </v:group>
            <v:group style="position:absolute;left:4084;top:3549;width:8;height:2" coordorigin="4084,3549" coordsize="8,2">
              <v:shape style="position:absolute;left:4084;top:3549;width:8;height:2" coordorigin="4084,3549" coordsize="8,0" path="m4084,3549l4091,3549e" filled="false" stroked="true" strokeweight=".48pt" strokecolor="#000000">
                <v:path arrowok="t"/>
              </v:shape>
            </v:group>
            <v:group style="position:absolute;left:4084;top:3573;width:8;height:2" coordorigin="4084,3573" coordsize="8,2">
              <v:shape style="position:absolute;left:4084;top:3573;width:8;height:2" coordorigin="4084,3573" coordsize="8,0" path="m4084,3573l4091,3573e" filled="false" stroked="true" strokeweight=".48pt" strokecolor="#000000">
                <v:path arrowok="t"/>
              </v:shape>
            </v:group>
            <v:group style="position:absolute;left:4084;top:3597;width:8;height:2" coordorigin="4084,3597" coordsize="8,2">
              <v:shape style="position:absolute;left:4084;top:3597;width:8;height:2" coordorigin="4084,3597" coordsize="8,0" path="m4084,3597l4091,3597e" filled="false" stroked="true" strokeweight=".48pt" strokecolor="#000000">
                <v:path arrowok="t"/>
              </v:shape>
            </v:group>
            <v:group style="position:absolute;left:4084;top:3621;width:8;height:2" coordorigin="4084,3621" coordsize="8,2">
              <v:shape style="position:absolute;left:4084;top:3621;width:8;height:2" coordorigin="4084,3621" coordsize="8,0" path="m4084,3621l4091,3621e" filled="false" stroked="true" strokeweight=".48pt" strokecolor="#000000">
                <v:path arrowok="t"/>
              </v:shape>
            </v:group>
            <v:group style="position:absolute;left:4084;top:3645;width:8;height:2" coordorigin="4084,3645" coordsize="8,2">
              <v:shape style="position:absolute;left:4084;top:3645;width:8;height:2" coordorigin="4084,3645" coordsize="8,0" path="m4084,3645l4091,3645e" filled="false" stroked="true" strokeweight=".48pt" strokecolor="#000000">
                <v:path arrowok="t"/>
              </v:shape>
            </v:group>
            <v:group style="position:absolute;left:4084;top:3669;width:8;height:2" coordorigin="4084,3669" coordsize="8,2">
              <v:shape style="position:absolute;left:4084;top:3669;width:8;height:2" coordorigin="4084,3669" coordsize="8,0" path="m4084,3669l4091,3669e" filled="false" stroked="true" strokeweight=".48pt" strokecolor="#000000">
                <v:path arrowok="t"/>
              </v:shape>
            </v:group>
            <v:group style="position:absolute;left:4084;top:3693;width:8;height:2" coordorigin="4084,3693" coordsize="8,2">
              <v:shape style="position:absolute;left:4084;top:3693;width:8;height:2" coordorigin="4084,3693" coordsize="8,0" path="m4084,3693l4091,3693e" filled="false" stroked="true" strokeweight=".48pt" strokecolor="#000000">
                <v:path arrowok="t"/>
              </v:shape>
            </v:group>
            <v:group style="position:absolute;left:4084;top:3717;width:8;height:2" coordorigin="4084,3717" coordsize="8,2">
              <v:shape style="position:absolute;left:4084;top:3717;width:8;height:2" coordorigin="4084,3717" coordsize="8,0" path="m4084,3717l4091,3717e" filled="false" stroked="true" strokeweight=".48pt" strokecolor="#000000">
                <v:path arrowok="t"/>
              </v:shape>
            </v:group>
            <v:group style="position:absolute;left:4084;top:3741;width:8;height:2" coordorigin="4084,3741" coordsize="8,2">
              <v:shape style="position:absolute;left:4084;top:3741;width:8;height:2" coordorigin="4084,3741" coordsize="8,0" path="m4084,3741l4091,3741e" filled="false" stroked="true" strokeweight=".48pt" strokecolor="#000000">
                <v:path arrowok="t"/>
              </v:shape>
            </v:group>
            <v:group style="position:absolute;left:4084;top:3765;width:8;height:2" coordorigin="4084,3765" coordsize="8,2">
              <v:shape style="position:absolute;left:4084;top:3765;width:8;height:2" coordorigin="4084,3765" coordsize="8,0" path="m4084,3765l4091,3765e" filled="false" stroked="true" strokeweight=".48pt" strokecolor="#000000">
                <v:path arrowok="t"/>
              </v:shape>
            </v:group>
            <v:group style="position:absolute;left:4084;top:3789;width:8;height:2" coordorigin="4084,3789" coordsize="8,2">
              <v:shape style="position:absolute;left:4084;top:3789;width:8;height:2" coordorigin="4084,3789" coordsize="8,0" path="m4084,3789l4091,3789e" filled="false" stroked="true" strokeweight=".48pt" strokecolor="#000000">
                <v:path arrowok="t"/>
              </v:shape>
            </v:group>
            <v:group style="position:absolute;left:4084;top:3813;width:8;height:2" coordorigin="4084,3813" coordsize="8,2">
              <v:shape style="position:absolute;left:4084;top:3813;width:8;height:2" coordorigin="4084,3813" coordsize="8,0" path="m4084,3813l4091,3813e" filled="false" stroked="true" strokeweight=".48pt" strokecolor="#000000">
                <v:path arrowok="t"/>
              </v:shape>
            </v:group>
            <v:group style="position:absolute;left:4084;top:3837;width:8;height:2" coordorigin="4084,3837" coordsize="8,2">
              <v:shape style="position:absolute;left:4084;top:3837;width:8;height:2" coordorigin="4084,3837" coordsize="8,0" path="m4084,3837l4091,3837e" filled="false" stroked="true" strokeweight=".48pt" strokecolor="#000000">
                <v:path arrowok="t"/>
              </v:shape>
            </v:group>
            <v:group style="position:absolute;left:4084;top:3861;width:8;height:2" coordorigin="4084,3861" coordsize="8,2">
              <v:shape style="position:absolute;left:4084;top:3861;width:8;height:2" coordorigin="4084,3861" coordsize="8,0" path="m4084,3861l4091,3861e" filled="false" stroked="true" strokeweight=".48pt" strokecolor="#000000">
                <v:path arrowok="t"/>
              </v:shape>
            </v:group>
            <v:group style="position:absolute;left:4084;top:3885;width:8;height:2" coordorigin="4084,3885" coordsize="8,2">
              <v:shape style="position:absolute;left:4084;top:3885;width:8;height:2" coordorigin="4084,3885" coordsize="8,0" path="m4084,3885l4091,3885e" filled="false" stroked="true" strokeweight=".48pt" strokecolor="#000000">
                <v:path arrowok="t"/>
              </v:shape>
            </v:group>
            <v:group style="position:absolute;left:4084;top:3909;width:8;height:2" coordorigin="4084,3909" coordsize="8,2">
              <v:shape style="position:absolute;left:4084;top:3909;width:8;height:2" coordorigin="4084,3909" coordsize="8,0" path="m4084,3909l4091,3909e" filled="false" stroked="true" strokeweight=".48pt" strokecolor="#000000">
                <v:path arrowok="t"/>
              </v:shape>
            </v:group>
            <v:group style="position:absolute;left:4084;top:3933;width:8;height:2" coordorigin="4084,3933" coordsize="8,2">
              <v:shape style="position:absolute;left:4084;top:3933;width:8;height:2" coordorigin="4084,3933" coordsize="8,0" path="m4084,3933l4091,3933e" filled="false" stroked="true" strokeweight=".48pt" strokecolor="#000000">
                <v:path arrowok="t"/>
              </v:shape>
            </v:group>
            <v:group style="position:absolute;left:4084;top:3957;width:8;height:2" coordorigin="4084,3957" coordsize="8,2">
              <v:shape style="position:absolute;left:4084;top:3957;width:8;height:2" coordorigin="4084,3957" coordsize="8,0" path="m4084,3957l4091,3957e" filled="false" stroked="true" strokeweight=".48pt" strokecolor="#000000">
                <v:path arrowok="t"/>
              </v:shape>
            </v:group>
            <v:group style="position:absolute;left:4084;top:3981;width:8;height:2" coordorigin="4084,3981" coordsize="8,2">
              <v:shape style="position:absolute;left:4084;top:3981;width:8;height:2" coordorigin="4084,3981" coordsize="8,0" path="m4084,3981l4091,3981e" filled="false" stroked="true" strokeweight=".48pt" strokecolor="#000000">
                <v:path arrowok="t"/>
              </v:shape>
            </v:group>
            <v:group style="position:absolute;left:4084;top:4005;width:8;height:2" coordorigin="4084,4005" coordsize="8,2">
              <v:shape style="position:absolute;left:4084;top:4005;width:8;height:2" coordorigin="4084,4005" coordsize="8,0" path="m4084,4005l4091,4005e" filled="false" stroked="true" strokeweight=".48pt" strokecolor="#000000">
                <v:path arrowok="t"/>
              </v:shape>
            </v:group>
            <v:group style="position:absolute;left:4084;top:4029;width:8;height:2" coordorigin="4084,4029" coordsize="8,2">
              <v:shape style="position:absolute;left:4084;top:4029;width:8;height:2" coordorigin="4084,4029" coordsize="8,0" path="m4084,4029l4091,4029e" filled="false" stroked="true" strokeweight=".48pt" strokecolor="#000000">
                <v:path arrowok="t"/>
              </v:shape>
            </v:group>
            <v:group style="position:absolute;left:4084;top:4053;width:8;height:2" coordorigin="4084,4053" coordsize="8,2">
              <v:shape style="position:absolute;left:4084;top:4053;width:8;height:2" coordorigin="4084,4053" coordsize="8,0" path="m4084,4053l4091,4053e" filled="false" stroked="true" strokeweight=".48pt" strokecolor="#000000">
                <v:path arrowok="t"/>
              </v:shape>
            </v:group>
            <v:group style="position:absolute;left:4084;top:4077;width:8;height:2" coordorigin="4084,4077" coordsize="8,2">
              <v:shape style="position:absolute;left:4084;top:4077;width:8;height:2" coordorigin="4084,4077" coordsize="8,0" path="m4084,4077l4091,4077e" filled="false" stroked="true" strokeweight=".48pt" strokecolor="#000000">
                <v:path arrowok="t"/>
              </v:shape>
            </v:group>
            <v:group style="position:absolute;left:4084;top:4101;width:8;height:2" coordorigin="4084,4101" coordsize="8,2">
              <v:shape style="position:absolute;left:4084;top:4101;width:8;height:2" coordorigin="4084,4101" coordsize="8,0" path="m4084,4101l4091,4101e" filled="false" stroked="true" strokeweight=".48pt" strokecolor="#000000">
                <v:path arrowok="t"/>
              </v:shape>
            </v:group>
            <v:group style="position:absolute;left:4084;top:4125;width:8;height:2" coordorigin="4084,4125" coordsize="8,2">
              <v:shape style="position:absolute;left:4084;top:4125;width:8;height:2" coordorigin="4084,4125" coordsize="8,0" path="m4084,4125l4091,4125e" filled="false" stroked="true" strokeweight=".48pt" strokecolor="#000000">
                <v:path arrowok="t"/>
              </v:shape>
            </v:group>
            <v:group style="position:absolute;left:4084;top:4149;width:8;height:2" coordorigin="4084,4149" coordsize="8,2">
              <v:shape style="position:absolute;left:4084;top:4149;width:8;height:2" coordorigin="4084,4149" coordsize="8,0" path="m4084,4149l4091,4149e" filled="false" stroked="true" strokeweight=".48pt" strokecolor="#000000">
                <v:path arrowok="t"/>
              </v:shape>
            </v:group>
            <v:group style="position:absolute;left:4084;top:4173;width:8;height:2" coordorigin="4084,4173" coordsize="8,2">
              <v:shape style="position:absolute;left:4084;top:4173;width:8;height:2" coordorigin="4084,4173" coordsize="8,0" path="m4084,4173l4091,4173e" filled="false" stroked="true" strokeweight=".48pt" strokecolor="#000000">
                <v:path arrowok="t"/>
              </v:shape>
            </v:group>
            <v:group style="position:absolute;left:4084;top:4197;width:8;height:2" coordorigin="4084,4197" coordsize="8,2">
              <v:shape style="position:absolute;left:4084;top:4197;width:8;height:2" coordorigin="4084,4197" coordsize="8,0" path="m4084,4197l4091,4197e" filled="false" stroked="true" strokeweight=".48pt" strokecolor="#000000">
                <v:path arrowok="t"/>
              </v:shape>
            </v:group>
            <v:group style="position:absolute;left:4084;top:4221;width:8;height:2" coordorigin="4084,4221" coordsize="8,2">
              <v:shape style="position:absolute;left:4084;top:4221;width:8;height:2" coordorigin="4084,4221" coordsize="8,0" path="m4084,4221l4091,4221e" filled="false" stroked="true" strokeweight=".48pt" strokecolor="#000000">
                <v:path arrowok="t"/>
              </v:shape>
            </v:group>
            <v:group style="position:absolute;left:4084;top:4245;width:8;height:2" coordorigin="4084,4245" coordsize="8,2">
              <v:shape style="position:absolute;left:4084;top:4245;width:8;height:2" coordorigin="4084,4245" coordsize="8,0" path="m4084,4245l4091,4245e" filled="false" stroked="true" strokeweight=".479pt" strokecolor="#000000">
                <v:path arrowok="t"/>
              </v:shape>
            </v:group>
            <v:group style="position:absolute;left:4084;top:4269;width:8;height:2" coordorigin="4084,4269" coordsize="8,2">
              <v:shape style="position:absolute;left:4084;top:4269;width:8;height:2" coordorigin="4084,4269" coordsize="8,0" path="m4084,4269l4091,4269e" filled="false" stroked="true" strokeweight=".48pt" strokecolor="#000000">
                <v:path arrowok="t"/>
              </v:shape>
            </v:group>
            <v:group style="position:absolute;left:4084;top:4293;width:8;height:2" coordorigin="4084,4293" coordsize="8,2">
              <v:shape style="position:absolute;left:4084;top:4293;width:8;height:2" coordorigin="4084,4293" coordsize="8,0" path="m4084,4293l4091,4293e" filled="false" stroked="true" strokeweight=".48pt" strokecolor="#000000">
                <v:path arrowok="t"/>
              </v:shape>
            </v:group>
            <v:group style="position:absolute;left:4084;top:4317;width:8;height:2" coordorigin="4084,4317" coordsize="8,2">
              <v:shape style="position:absolute;left:4084;top:4317;width:8;height:2" coordorigin="4084,4317" coordsize="8,0" path="m4084,4317l4091,4317e" filled="false" stroked="true" strokeweight=".48pt" strokecolor="#000000">
                <v:path arrowok="t"/>
              </v:shape>
            </v:group>
            <v:group style="position:absolute;left:4084;top:4341;width:8;height:2" coordorigin="4084,4341" coordsize="8,2">
              <v:shape style="position:absolute;left:4084;top:4341;width:8;height:2" coordorigin="4084,4341" coordsize="8,0" path="m4084,4341l4091,4341e" filled="false" stroked="true" strokeweight=".48pt" strokecolor="#000000">
                <v:path arrowok="t"/>
              </v:shape>
            </v:group>
            <v:group style="position:absolute;left:4084;top:4365;width:8;height:2" coordorigin="4084,4365" coordsize="8,2">
              <v:shape style="position:absolute;left:4084;top:4365;width:8;height:2" coordorigin="4084,4365" coordsize="8,0" path="m4084,4365l4091,4365e" filled="false" stroked="true" strokeweight=".48pt" strokecolor="#000000">
                <v:path arrowok="t"/>
              </v:shape>
            </v:group>
            <v:group style="position:absolute;left:4084;top:4389;width:8;height:2" coordorigin="4084,4389" coordsize="8,2">
              <v:shape style="position:absolute;left:4084;top:4389;width:8;height:2" coordorigin="4084,4389" coordsize="8,0" path="m4084,4389l4091,4389e" filled="false" stroked="true" strokeweight=".48pt" strokecolor="#000000">
                <v:path arrowok="t"/>
              </v:shape>
            </v:group>
            <v:group style="position:absolute;left:4084;top:4413;width:8;height:2" coordorigin="4084,4413" coordsize="8,2">
              <v:shape style="position:absolute;left:4084;top:4413;width:8;height:2" coordorigin="4084,4413" coordsize="8,0" path="m4084,4413l4091,4413e" filled="false" stroked="true" strokeweight=".48pt" strokecolor="#000000">
                <v:path arrowok="t"/>
              </v:shape>
            </v:group>
            <v:group style="position:absolute;left:4084;top:4437;width:8;height:2" coordorigin="4084,4437" coordsize="8,2">
              <v:shape style="position:absolute;left:4084;top:4437;width:8;height:2" coordorigin="4084,4437" coordsize="8,0" path="m4084,4437l4091,4437e" filled="false" stroked="true" strokeweight=".48pt" strokecolor="#000000">
                <v:path arrowok="t"/>
              </v:shape>
            </v:group>
            <v:group style="position:absolute;left:4084;top:4461;width:8;height:2" coordorigin="4084,4461" coordsize="8,2">
              <v:shape style="position:absolute;left:4084;top:4461;width:8;height:2" coordorigin="4084,4461" coordsize="8,0" path="m4084,4461l4091,4461e" filled="false" stroked="true" strokeweight=".48pt" strokecolor="#000000">
                <v:path arrowok="t"/>
              </v:shape>
            </v:group>
            <v:group style="position:absolute;left:4084;top:4485;width:8;height:2" coordorigin="4084,4485" coordsize="8,2">
              <v:shape style="position:absolute;left:4084;top:4485;width:8;height:2" coordorigin="4084,4485" coordsize="8,0" path="m4084,4485l4091,4485e" filled="false" stroked="true" strokeweight=".48pt" strokecolor="#000000">
                <v:path arrowok="t"/>
              </v:shape>
            </v:group>
            <v:group style="position:absolute;left:4084;top:4509;width:8;height:2" coordorigin="4084,4509" coordsize="8,2">
              <v:shape style="position:absolute;left:4084;top:4509;width:8;height:2" coordorigin="4084,4509" coordsize="8,0" path="m4084,4509l4091,4509e" filled="false" stroked="true" strokeweight=".48pt" strokecolor="#000000">
                <v:path arrowok="t"/>
              </v:shape>
            </v:group>
            <v:group style="position:absolute;left:4084;top:4533;width:8;height:2" coordorigin="4084,4533" coordsize="8,2">
              <v:shape style="position:absolute;left:4084;top:4533;width:8;height:2" coordorigin="4084,4533" coordsize="8,0" path="m4084,4533l4091,4533e" filled="false" stroked="true" strokeweight=".48pt" strokecolor="#000000">
                <v:path arrowok="t"/>
              </v:shape>
            </v:group>
            <v:group style="position:absolute;left:4084;top:4557;width:8;height:2" coordorigin="4084,4557" coordsize="8,2">
              <v:shape style="position:absolute;left:4084;top:4557;width:8;height:2" coordorigin="4084,4557" coordsize="8,0" path="m4084,4557l4091,4557e" filled="false" stroked="true" strokeweight=".48pt" strokecolor="#000000">
                <v:path arrowok="t"/>
              </v:shape>
            </v:group>
            <v:group style="position:absolute;left:4084;top:4581;width:8;height:2" coordorigin="4084,4581" coordsize="8,2">
              <v:shape style="position:absolute;left:4084;top:4581;width:8;height:2" coordorigin="4084,4581" coordsize="8,0" path="m4084,4581l4091,4581e" filled="false" stroked="true" strokeweight=".48pt" strokecolor="#000000">
                <v:path arrowok="t"/>
              </v:shape>
            </v:group>
            <v:group style="position:absolute;left:4084;top:4605;width:8;height:2" coordorigin="4084,4605" coordsize="8,2">
              <v:shape style="position:absolute;left:4084;top:4605;width:8;height:2" coordorigin="4084,4605" coordsize="8,0" path="m4084,4605l4091,4605e" filled="false" stroked="true" strokeweight=".48pt" strokecolor="#000000">
                <v:path arrowok="t"/>
              </v:shape>
            </v:group>
            <v:group style="position:absolute;left:4084;top:4629;width:8;height:2" coordorigin="4084,4629" coordsize="8,2">
              <v:shape style="position:absolute;left:4084;top:4629;width:8;height:2" coordorigin="4084,4629" coordsize="8,0" path="m4084,4629l4091,4629e" filled="false" stroked="true" strokeweight=".48pt" strokecolor="#000000">
                <v:path arrowok="t"/>
              </v:shape>
            </v:group>
            <v:group style="position:absolute;left:4084;top:4653;width:8;height:2" coordorigin="4084,4653" coordsize="8,2">
              <v:shape style="position:absolute;left:4084;top:4653;width:8;height:2" coordorigin="4084,4653" coordsize="8,0" path="m4084,4653l4091,4653e" filled="false" stroked="true" strokeweight=".48pt" strokecolor="#000000">
                <v:path arrowok="t"/>
              </v:shape>
            </v:group>
            <v:group style="position:absolute;left:4084;top:4677;width:8;height:2" coordorigin="4084,4677" coordsize="8,2">
              <v:shape style="position:absolute;left:4084;top:4677;width:8;height:2" coordorigin="4084,4677" coordsize="8,0" path="m4084,4677l4091,4677e" filled="false" stroked="true" strokeweight=".48pt" strokecolor="#000000">
                <v:path arrowok="t"/>
              </v:shape>
            </v:group>
            <v:group style="position:absolute;left:4084;top:4701;width:8;height:2" coordorigin="4084,4701" coordsize="8,2">
              <v:shape style="position:absolute;left:4084;top:4701;width:8;height:2" coordorigin="4084,4701" coordsize="8,0" path="m4084,4701l4091,4701e" filled="false" stroked="true" strokeweight=".48pt" strokecolor="#000000">
                <v:path arrowok="t"/>
              </v:shape>
            </v:group>
            <v:group style="position:absolute;left:4084;top:4725;width:8;height:2" coordorigin="4084,4725" coordsize="8,2">
              <v:shape style="position:absolute;left:4084;top:4725;width:8;height:2" coordorigin="4084,4725" coordsize="8,0" path="m4084,4725l4091,4725e" filled="false" stroked="true" strokeweight=".48pt" strokecolor="#000000">
                <v:path arrowok="t"/>
              </v:shape>
            </v:group>
            <v:group style="position:absolute;left:4084;top:4749;width:8;height:2" coordorigin="4084,4749" coordsize="8,2">
              <v:shape style="position:absolute;left:4084;top:4749;width:8;height:2" coordorigin="4084,4749" coordsize="8,0" path="m4084,4749l4091,4749e" filled="false" stroked="true" strokeweight=".48pt" strokecolor="#000000">
                <v:path arrowok="t"/>
              </v:shape>
            </v:group>
            <v:group style="position:absolute;left:4084;top:4773;width:8;height:2" coordorigin="4084,4773" coordsize="8,2">
              <v:shape style="position:absolute;left:4084;top:4773;width:8;height:2" coordorigin="4084,4773" coordsize="8,0" path="m4084,4773l4091,4773e" filled="false" stroked="true" strokeweight=".48pt" strokecolor="#000000">
                <v:path arrowok="t"/>
              </v:shape>
            </v:group>
            <v:group style="position:absolute;left:4084;top:4797;width:8;height:2" coordorigin="4084,4797" coordsize="8,2">
              <v:shape style="position:absolute;left:4084;top:4797;width:8;height:2" coordorigin="4084,4797" coordsize="8,0" path="m4084,4797l4091,4797e" filled="false" stroked="true" strokeweight=".48pt" strokecolor="#000000">
                <v:path arrowok="t"/>
              </v:shape>
            </v:group>
            <v:group style="position:absolute;left:4084;top:4821;width:8;height:2" coordorigin="4084,4821" coordsize="8,2">
              <v:shape style="position:absolute;left:4084;top:4821;width:8;height:2" coordorigin="4084,4821" coordsize="8,0" path="m4084,4821l4091,4821e" filled="false" stroked="true" strokeweight=".48pt" strokecolor="#000000">
                <v:path arrowok="t"/>
              </v:shape>
            </v:group>
            <v:group style="position:absolute;left:4084;top:4845;width:8;height:2" coordorigin="4084,4845" coordsize="8,2">
              <v:shape style="position:absolute;left:4084;top:4845;width:8;height:2" coordorigin="4084,4845" coordsize="8,0" path="m4084,4845l4091,4845e" filled="false" stroked="true" strokeweight=".48pt" strokecolor="#000000">
                <v:path arrowok="t"/>
              </v:shape>
            </v:group>
            <v:group style="position:absolute;left:4084;top:4869;width:8;height:2" coordorigin="4084,4869" coordsize="8,2">
              <v:shape style="position:absolute;left:4084;top:4869;width:8;height:2" coordorigin="4084,4869" coordsize="8,0" path="m4084,4869l4091,4869e" filled="false" stroked="true" strokeweight=".48pt" strokecolor="#000000">
                <v:path arrowok="t"/>
              </v:shape>
            </v:group>
            <v:group style="position:absolute;left:4084;top:4893;width:8;height:2" coordorigin="4084,4893" coordsize="8,2">
              <v:shape style="position:absolute;left:4084;top:4893;width:8;height:2" coordorigin="4084,4893" coordsize="8,0" path="m4084,4893l4091,4893e" filled="false" stroked="true" strokeweight=".48pt" strokecolor="#000000">
                <v:path arrowok="t"/>
              </v:shape>
            </v:group>
            <v:group style="position:absolute;left:4084;top:4917;width:8;height:2" coordorigin="4084,4917" coordsize="8,2">
              <v:shape style="position:absolute;left:4084;top:4917;width:8;height:2" coordorigin="4084,4917" coordsize="8,0" path="m4084,4917l4091,4917e" filled="false" stroked="true" strokeweight=".48pt" strokecolor="#000000">
                <v:path arrowok="t"/>
              </v:shape>
            </v:group>
            <v:group style="position:absolute;left:4084;top:4941;width:8;height:2" coordorigin="4084,4941" coordsize="8,2">
              <v:shape style="position:absolute;left:4084;top:4941;width:8;height:2" coordorigin="4084,4941" coordsize="8,0" path="m4084,4941l4091,4941e" filled="false" stroked="true" strokeweight=".48pt" strokecolor="#000000">
                <v:path arrowok="t"/>
              </v:shape>
            </v:group>
            <v:group style="position:absolute;left:4084;top:4965;width:8;height:2" coordorigin="4084,4965" coordsize="8,2">
              <v:shape style="position:absolute;left:4084;top:4965;width:8;height:2" coordorigin="4084,4965" coordsize="8,0" path="m4084,4965l4091,4965e" filled="false" stroked="true" strokeweight=".48pt" strokecolor="#000000">
                <v:path arrowok="t"/>
              </v:shape>
            </v:group>
            <v:group style="position:absolute;left:4084;top:4989;width:8;height:2" coordorigin="4084,4989" coordsize="8,2">
              <v:shape style="position:absolute;left:4084;top:4989;width:8;height:2" coordorigin="4084,4989" coordsize="8,0" path="m4084,4989l4091,4989e" filled="false" stroked="true" strokeweight=".48pt" strokecolor="#000000">
                <v:path arrowok="t"/>
              </v:shape>
            </v:group>
            <v:group style="position:absolute;left:4084;top:5013;width:8;height:2" coordorigin="4084,5013" coordsize="8,2">
              <v:shape style="position:absolute;left:4084;top:5013;width:8;height:2" coordorigin="4084,5013" coordsize="8,0" path="m4084,5013l4091,5013e" filled="false" stroked="true" strokeweight=".48pt" strokecolor="#000000">
                <v:path arrowok="t"/>
              </v:shape>
            </v:group>
            <v:group style="position:absolute;left:4084;top:5037;width:8;height:2" coordorigin="4084,5037" coordsize="8,2">
              <v:shape style="position:absolute;left:4084;top:5037;width:8;height:2" coordorigin="4084,5037" coordsize="8,0" path="m4084,5037l4091,5037e" filled="false" stroked="true" strokeweight=".48pt" strokecolor="#000000">
                <v:path arrowok="t"/>
              </v:shape>
            </v:group>
            <v:group style="position:absolute;left:4084;top:5061;width:8;height:2" coordorigin="4084,5061" coordsize="8,2">
              <v:shape style="position:absolute;left:4084;top:5061;width:8;height:2" coordorigin="4084,5061" coordsize="8,0" path="m4084,5061l4091,5061e" filled="false" stroked="true" strokeweight=".48pt" strokecolor="#000000">
                <v:path arrowok="t"/>
              </v:shape>
            </v:group>
            <v:group style="position:absolute;left:4084;top:5085;width:8;height:2" coordorigin="4084,5085" coordsize="8,2">
              <v:shape style="position:absolute;left:4084;top:5085;width:8;height:2" coordorigin="4084,5085" coordsize="8,0" path="m4084,5085l4091,5085e" filled="false" stroked="true" strokeweight=".48pt" strokecolor="#000000">
                <v:path arrowok="t"/>
              </v:shape>
            </v:group>
            <v:group style="position:absolute;left:4084;top:5109;width:8;height:2" coordorigin="4084,5109" coordsize="8,2">
              <v:shape style="position:absolute;left:4084;top:5109;width:8;height:2" coordorigin="4084,5109" coordsize="8,0" path="m4084,5109l4091,5109e" filled="false" stroked="true" strokeweight=".48pt" strokecolor="#000000">
                <v:path arrowok="t"/>
              </v:shape>
            </v:group>
            <v:group style="position:absolute;left:4084;top:5133;width:8;height:2" coordorigin="4084,5133" coordsize="8,2">
              <v:shape style="position:absolute;left:4084;top:5133;width:8;height:2" coordorigin="4084,5133" coordsize="8,0" path="m4084,5133l4091,5133e" filled="false" stroked="true" strokeweight=".48pt" strokecolor="#000000">
                <v:path arrowok="t"/>
              </v:shape>
            </v:group>
            <v:group style="position:absolute;left:4084;top:5157;width:8;height:2" coordorigin="4084,5157" coordsize="8,2">
              <v:shape style="position:absolute;left:4084;top:5157;width:8;height:2" coordorigin="4084,5157" coordsize="8,0" path="m4084,5157l4091,5157e" filled="false" stroked="true" strokeweight=".48pt" strokecolor="#000000">
                <v:path arrowok="t"/>
              </v:shape>
            </v:group>
            <v:group style="position:absolute;left:4084;top:5181;width:8;height:2" coordorigin="4084,5181" coordsize="8,2">
              <v:shape style="position:absolute;left:4084;top:5181;width:8;height:2" coordorigin="4084,5181" coordsize="8,0" path="m4084,5181l4091,5181e" filled="false" stroked="true" strokeweight=".48pt" strokecolor="#000000">
                <v:path arrowok="t"/>
              </v:shape>
            </v:group>
            <v:group style="position:absolute;left:4084;top:5205;width:8;height:2" coordorigin="4084,5205" coordsize="8,2">
              <v:shape style="position:absolute;left:4084;top:5205;width:8;height:2" coordorigin="4084,5205" coordsize="8,0" path="m4084,5205l4091,5205e" filled="false" stroked="true" strokeweight=".48pt" strokecolor="#000000">
                <v:path arrowok="t"/>
              </v:shape>
            </v:group>
            <v:group style="position:absolute;left:4084;top:5229;width:8;height:2" coordorigin="4084,5229" coordsize="8,2">
              <v:shape style="position:absolute;left:4084;top:5229;width:8;height:2" coordorigin="4084,5229" coordsize="8,0" path="m4084,5229l4091,5229e" filled="false" stroked="true" strokeweight=".48pt" strokecolor="#000000">
                <v:path arrowok="t"/>
              </v:shape>
            </v:group>
            <v:group style="position:absolute;left:4084;top:5253;width:8;height:2" coordorigin="4084,5253" coordsize="8,2">
              <v:shape style="position:absolute;left:4084;top:5253;width:8;height:2" coordorigin="4084,5253" coordsize="8,0" path="m4084,5253l4091,5253e" filled="false" stroked="true" strokeweight=".48pt" strokecolor="#000000">
                <v:path arrowok="t"/>
              </v:shape>
            </v:group>
            <v:group style="position:absolute;left:4084;top:5277;width:8;height:2" coordorigin="4084,5277" coordsize="8,2">
              <v:shape style="position:absolute;left:4084;top:5277;width:8;height:2" coordorigin="4084,5277" coordsize="8,0" path="m4084,5277l4091,5277e" filled="false" stroked="true" strokeweight=".48pt" strokecolor="#000000">
                <v:path arrowok="t"/>
              </v:shape>
            </v:group>
            <v:group style="position:absolute;left:4084;top:5301;width:8;height:2" coordorigin="4084,5301" coordsize="8,2">
              <v:shape style="position:absolute;left:4084;top:5301;width:8;height:2" coordorigin="4084,5301" coordsize="8,0" path="m4084,5301l4091,5301e" filled="false" stroked="true" strokeweight=".48pt" strokecolor="#000000">
                <v:path arrowok="t"/>
              </v:shape>
            </v:group>
            <v:group style="position:absolute;left:4084;top:5325;width:8;height:2" coordorigin="4084,5325" coordsize="8,2">
              <v:shape style="position:absolute;left:4084;top:5325;width:8;height:2" coordorigin="4084,5325" coordsize="8,0" path="m4084,5325l4091,5325e" filled="false" stroked="true" strokeweight=".48pt" strokecolor="#000000">
                <v:path arrowok="t"/>
              </v:shape>
            </v:group>
            <v:group style="position:absolute;left:4084;top:5349;width:8;height:2" coordorigin="4084,5349" coordsize="8,2">
              <v:shape style="position:absolute;left:4084;top:5349;width:8;height:2" coordorigin="4084,5349" coordsize="8,0" path="m4084,5349l4091,5349e" filled="false" stroked="true" strokeweight=".48pt" strokecolor="#000000">
                <v:path arrowok="t"/>
              </v:shape>
            </v:group>
            <v:group style="position:absolute;left:4084;top:5373;width:8;height:2" coordorigin="4084,5373" coordsize="8,2">
              <v:shape style="position:absolute;left:4084;top:5373;width:8;height:2" coordorigin="4084,5373" coordsize="8,0" path="m4084,5373l4091,5373e" filled="false" stroked="true" strokeweight=".48pt" strokecolor="#000000">
                <v:path arrowok="t"/>
              </v:shape>
            </v:group>
            <v:group style="position:absolute;left:4084;top:5397;width:8;height:2" coordorigin="4084,5397" coordsize="8,2">
              <v:shape style="position:absolute;left:4084;top:5397;width:8;height:2" coordorigin="4084,5397" coordsize="8,0" path="m4084,5397l4091,5397e" filled="false" stroked="true" strokeweight=".48pt" strokecolor="#000000">
                <v:path arrowok="t"/>
              </v:shape>
            </v:group>
            <v:group style="position:absolute;left:4084;top:5421;width:8;height:2" coordorigin="4084,5421" coordsize="8,2">
              <v:shape style="position:absolute;left:4084;top:5421;width:8;height:2" coordorigin="4084,5421" coordsize="8,0" path="m4084,5421l4091,5421e" filled="false" stroked="true" strokeweight=".48pt" strokecolor="#000000">
                <v:path arrowok="t"/>
              </v:shape>
            </v:group>
            <v:group style="position:absolute;left:4084;top:5445;width:8;height:2" coordorigin="4084,5445" coordsize="8,2">
              <v:shape style="position:absolute;left:4084;top:5445;width:8;height:2" coordorigin="4084,5445" coordsize="8,0" path="m4084,5445l4091,5445e" filled="false" stroked="true" strokeweight=".48pt" strokecolor="#000000">
                <v:path arrowok="t"/>
              </v:shape>
            </v:group>
            <v:group style="position:absolute;left:4084;top:5469;width:8;height:2" coordorigin="4084,5469" coordsize="8,2">
              <v:shape style="position:absolute;left:4084;top:5469;width:8;height:2" coordorigin="4084,5469" coordsize="8,0" path="m4084,5469l4091,5469e" filled="false" stroked="true" strokeweight=".48pt" strokecolor="#000000">
                <v:path arrowok="t"/>
              </v:shape>
            </v:group>
            <v:group style="position:absolute;left:4084;top:5493;width:8;height:2" coordorigin="4084,5493" coordsize="8,2">
              <v:shape style="position:absolute;left:4084;top:5493;width:8;height:2" coordorigin="4084,5493" coordsize="8,0" path="m4084,5493l4091,5493e" filled="false" stroked="true" strokeweight=".48pt" strokecolor="#000000">
                <v:path arrowok="t"/>
              </v:shape>
            </v:group>
            <v:group style="position:absolute;left:4084;top:5517;width:8;height:2" coordorigin="4084,5517" coordsize="8,2">
              <v:shape style="position:absolute;left:4084;top:5517;width:8;height:2" coordorigin="4084,5517" coordsize="8,0" path="m4084,5517l4091,5517e" filled="false" stroked="true" strokeweight=".48pt" strokecolor="#000000">
                <v:path arrowok="t"/>
              </v:shape>
            </v:group>
            <v:group style="position:absolute;left:4084;top:5541;width:8;height:2" coordorigin="4084,5541" coordsize="8,2">
              <v:shape style="position:absolute;left:4084;top:5541;width:8;height:2" coordorigin="4084,5541" coordsize="8,0" path="m4084,5541l4091,5541e" filled="false" stroked="true" strokeweight=".48pt" strokecolor="#000000">
                <v:path arrowok="t"/>
              </v:shape>
            </v:group>
            <v:group style="position:absolute;left:4084;top:5565;width:8;height:2" coordorigin="4084,5565" coordsize="8,2">
              <v:shape style="position:absolute;left:4084;top:5565;width:8;height:2" coordorigin="4084,5565" coordsize="8,0" path="m4084,5565l4091,5565e" filled="false" stroked="true" strokeweight=".48pt" strokecolor="#000000">
                <v:path arrowok="t"/>
              </v:shape>
            </v:group>
            <v:group style="position:absolute;left:4084;top:5589;width:8;height:2" coordorigin="4084,5589" coordsize="8,2">
              <v:shape style="position:absolute;left:4084;top:5589;width:8;height:2" coordorigin="4084,5589" coordsize="8,0" path="m4084,5589l4091,5589e" filled="false" stroked="true" strokeweight=".48pt" strokecolor="#000000">
                <v:path arrowok="t"/>
              </v:shape>
            </v:group>
            <v:group style="position:absolute;left:4084;top:5613;width:8;height:2" coordorigin="4084,5613" coordsize="8,2">
              <v:shape style="position:absolute;left:4084;top:5613;width:8;height:2" coordorigin="4084,5613" coordsize="8,0" path="m4084,5613l4091,5613e" filled="false" stroked="true" strokeweight=".48pt" strokecolor="#000000">
                <v:path arrowok="t"/>
              </v:shape>
            </v:group>
            <v:group style="position:absolute;left:4084;top:5637;width:8;height:2" coordorigin="4084,5637" coordsize="8,2">
              <v:shape style="position:absolute;left:4084;top:5637;width:8;height:2" coordorigin="4084,5637" coordsize="8,0" path="m4084,5637l4091,5637e" filled="false" stroked="true" strokeweight=".48pt" strokecolor="#000000">
                <v:path arrowok="t"/>
              </v:shape>
            </v:group>
            <v:group style="position:absolute;left:4084;top:5661;width:8;height:2" coordorigin="4084,5661" coordsize="8,2">
              <v:shape style="position:absolute;left:4084;top:5661;width:8;height:2" coordorigin="4084,5661" coordsize="8,0" path="m4084,5661l4091,5661e" filled="false" stroked="true" strokeweight=".48pt" strokecolor="#000000">
                <v:path arrowok="t"/>
              </v:shape>
            </v:group>
            <v:group style="position:absolute;left:4084;top:5685;width:8;height:2" coordorigin="4084,5685" coordsize="8,2">
              <v:shape style="position:absolute;left:4084;top:5685;width:8;height:2" coordorigin="4084,5685" coordsize="8,0" path="m4084,5685l4091,5685e" filled="false" stroked="true" strokeweight=".48pt" strokecolor="#000000">
                <v:path arrowok="t"/>
              </v:shape>
            </v:group>
            <v:group style="position:absolute;left:4084;top:5709;width:8;height:2" coordorigin="4084,5709" coordsize="8,2">
              <v:shape style="position:absolute;left:4084;top:5709;width:8;height:2" coordorigin="4084,5709" coordsize="8,0" path="m4084,5709l4091,5709e" filled="false" stroked="true" strokeweight=".479pt" strokecolor="#000000">
                <v:path arrowok="t"/>
              </v:shape>
            </v:group>
            <v:group style="position:absolute;left:4084;top:5733;width:8;height:2" coordorigin="4084,5733" coordsize="8,2">
              <v:shape style="position:absolute;left:4084;top:5733;width:8;height:2" coordorigin="4084,5733" coordsize="8,0" path="m4084,5733l4091,5733e" filled="false" stroked="true" strokeweight=".48pt" strokecolor="#000000">
                <v:path arrowok="t"/>
              </v:shape>
            </v:group>
            <v:group style="position:absolute;left:4084;top:5757;width:8;height:2" coordorigin="4084,5757" coordsize="8,2">
              <v:shape style="position:absolute;left:4084;top:5757;width:8;height:2" coordorigin="4084,5757" coordsize="8,0" path="m4084,5757l4091,5757e" filled="false" stroked="true" strokeweight=".48pt" strokecolor="#000000">
                <v:path arrowok="t"/>
              </v:shape>
            </v:group>
            <v:group style="position:absolute;left:4084;top:5781;width:8;height:2" coordorigin="4084,5781" coordsize="8,2">
              <v:shape style="position:absolute;left:4084;top:5781;width:8;height:2" coordorigin="4084,5781" coordsize="8,0" path="m4084,5781l4091,5781e" filled="false" stroked="true" strokeweight=".48pt" strokecolor="#000000">
                <v:path arrowok="t"/>
              </v:shape>
            </v:group>
            <v:group style="position:absolute;left:4084;top:5805;width:8;height:2" coordorigin="4084,5805" coordsize="8,2">
              <v:shape style="position:absolute;left:4084;top:5805;width:8;height:2" coordorigin="4084,5805" coordsize="8,0" path="m4084,5805l4091,5805e" filled="false" stroked="true" strokeweight=".48pt" strokecolor="#000000">
                <v:path arrowok="t"/>
              </v:shape>
            </v:group>
            <v:group style="position:absolute;left:4084;top:5829;width:8;height:2" coordorigin="4084,5829" coordsize="8,2">
              <v:shape style="position:absolute;left:4084;top:5829;width:8;height:2" coordorigin="4084,5829" coordsize="8,0" path="m4084,5829l4091,5829e" filled="false" stroked="true" strokeweight=".48pt" strokecolor="#000000">
                <v:path arrowok="t"/>
              </v:shape>
            </v:group>
            <v:group style="position:absolute;left:4084;top:5853;width:8;height:2" coordorigin="4084,5853" coordsize="8,2">
              <v:shape style="position:absolute;left:4084;top:5853;width:8;height:2" coordorigin="4084,5853" coordsize="8,0" path="m4084,5853l4091,5853e" filled="false" stroked="true" strokeweight=".48pt" strokecolor="#000000">
                <v:path arrowok="t"/>
              </v:shape>
            </v:group>
            <v:group style="position:absolute;left:4084;top:5877;width:8;height:2" coordorigin="4084,5877" coordsize="8,2">
              <v:shape style="position:absolute;left:4084;top:5877;width:8;height:2" coordorigin="4084,5877" coordsize="8,0" path="m4084,5877l4091,5877e" filled="false" stroked="true" strokeweight=".48pt" strokecolor="#000000">
                <v:path arrowok="t"/>
              </v:shape>
            </v:group>
            <v:group style="position:absolute;left:4084;top:5901;width:8;height:2" coordorigin="4084,5901" coordsize="8,2">
              <v:shape style="position:absolute;left:4084;top:5901;width:8;height:2" coordorigin="4084,5901" coordsize="8,0" path="m4084,5901l4091,5901e" filled="false" stroked="true" strokeweight=".48pt" strokecolor="#000000">
                <v:path arrowok="t"/>
              </v:shape>
            </v:group>
            <v:group style="position:absolute;left:4084;top:5925;width:8;height:2" coordorigin="4084,5925" coordsize="8,2">
              <v:shape style="position:absolute;left:4084;top:5925;width:8;height:2" coordorigin="4084,5925" coordsize="8,0" path="m4084,5925l4091,5925e" filled="false" stroked="true" strokeweight=".48pt" strokecolor="#000000">
                <v:path arrowok="t"/>
              </v:shape>
            </v:group>
            <v:group style="position:absolute;left:4084;top:5949;width:8;height:2" coordorigin="4084,5949" coordsize="8,2">
              <v:shape style="position:absolute;left:4084;top:5949;width:8;height:2" coordorigin="4084,5949" coordsize="8,0" path="m4084,5949l4091,5949e" filled="false" stroked="true" strokeweight=".48pt" strokecolor="#000000">
                <v:path arrowok="t"/>
              </v:shape>
            </v:group>
            <v:group style="position:absolute;left:4084;top:5973;width:8;height:2" coordorigin="4084,5973" coordsize="8,2">
              <v:shape style="position:absolute;left:4084;top:5973;width:8;height:2" coordorigin="4084,5973" coordsize="8,0" path="m4084,5973l4091,5973e" filled="false" stroked="true" strokeweight=".48pt" strokecolor="#000000">
                <v:path arrowok="t"/>
              </v:shape>
            </v:group>
            <v:group style="position:absolute;left:4084;top:5997;width:8;height:2" coordorigin="4084,5997" coordsize="8,2">
              <v:shape style="position:absolute;left:4084;top:5997;width:8;height:2" coordorigin="4084,5997" coordsize="8,0" path="m4084,5997l4091,5997e" filled="false" stroked="true" strokeweight=".48pt" strokecolor="#000000">
                <v:path arrowok="t"/>
              </v:shape>
            </v:group>
            <v:group style="position:absolute;left:4084;top:6021;width:8;height:2" coordorigin="4084,6021" coordsize="8,2">
              <v:shape style="position:absolute;left:4084;top:6021;width:8;height:2" coordorigin="4084,6021" coordsize="8,0" path="m4084,6021l4091,6021e" filled="false" stroked="true" strokeweight=".48pt" strokecolor="#000000">
                <v:path arrowok="t"/>
              </v:shape>
            </v:group>
            <v:group style="position:absolute;left:4084;top:6045;width:8;height:2" coordorigin="4084,6045" coordsize="8,2">
              <v:shape style="position:absolute;left:4084;top:6045;width:8;height:2" coordorigin="4084,6045" coordsize="8,0" path="m4084,6045l4091,6045e" filled="false" stroked="true" strokeweight=".48pt" strokecolor="#000000">
                <v:path arrowok="t"/>
              </v:shape>
            </v:group>
            <v:group style="position:absolute;left:4084;top:6069;width:8;height:2" coordorigin="4084,6069" coordsize="8,2">
              <v:shape style="position:absolute;left:4084;top:6069;width:8;height:2" coordorigin="4084,6069" coordsize="8,0" path="m4084,6069l4091,6069e" filled="false" stroked="true" strokeweight=".48pt" strokecolor="#000000">
                <v:path arrowok="t"/>
              </v:shape>
            </v:group>
            <v:group style="position:absolute;left:4084;top:6093;width:8;height:2" coordorigin="4084,6093" coordsize="8,2">
              <v:shape style="position:absolute;left:4084;top:6093;width:8;height:2" coordorigin="4084,6093" coordsize="8,0" path="m4084,6093l4091,6093e" filled="false" stroked="true" strokeweight=".48pt" strokecolor="#000000">
                <v:path arrowok="t"/>
              </v:shape>
            </v:group>
            <v:group style="position:absolute;left:4084;top:6117;width:8;height:2" coordorigin="4084,6117" coordsize="8,2">
              <v:shape style="position:absolute;left:4084;top:6117;width:8;height:2" coordorigin="4084,6117" coordsize="8,0" path="m4084,6117l4091,6117e" filled="false" stroked="true" strokeweight=".48pt" strokecolor="#000000">
                <v:path arrowok="t"/>
              </v:shape>
            </v:group>
            <v:group style="position:absolute;left:4084;top:6141;width:8;height:2" coordorigin="4084,6141" coordsize="8,2">
              <v:shape style="position:absolute;left:4084;top:6141;width:8;height:2" coordorigin="4084,6141" coordsize="8,0" path="m4084,6141l4091,6141e" filled="false" stroked="true" strokeweight=".48pt" strokecolor="#000000">
                <v:path arrowok="t"/>
              </v:shape>
            </v:group>
            <v:group style="position:absolute;left:4084;top:6165;width:8;height:2" coordorigin="4084,6165" coordsize="8,2">
              <v:shape style="position:absolute;left:4084;top:6165;width:8;height:2" coordorigin="4084,6165" coordsize="8,0" path="m4084,6165l4091,6165e" filled="false" stroked="true" strokeweight=".48pt" strokecolor="#000000">
                <v:path arrowok="t"/>
              </v:shape>
            </v:group>
            <v:group style="position:absolute;left:4084;top:6189;width:8;height:2" coordorigin="4084,6189" coordsize="8,2">
              <v:shape style="position:absolute;left:4084;top:6189;width:8;height:2" coordorigin="4084,6189" coordsize="8,0" path="m4084,6189l4091,6189e" filled="false" stroked="true" strokeweight=".48pt" strokecolor="#000000">
                <v:path arrowok="t"/>
              </v:shape>
            </v:group>
            <v:group style="position:absolute;left:4084;top:6213;width:8;height:2" coordorigin="4084,6213" coordsize="8,2">
              <v:shape style="position:absolute;left:4084;top:6213;width:8;height:2" coordorigin="4084,6213" coordsize="8,0" path="m4084,6213l4091,6213e" filled="false" stroked="true" strokeweight=".48pt" strokecolor="#000000">
                <v:path arrowok="t"/>
              </v:shape>
            </v:group>
            <v:group style="position:absolute;left:4084;top:6237;width:8;height:2" coordorigin="4084,6237" coordsize="8,2">
              <v:shape style="position:absolute;left:4084;top:6237;width:8;height:2" coordorigin="4084,6237" coordsize="8,0" path="m4084,6237l4091,6237e" filled="false" stroked="true" strokeweight=".48pt" strokecolor="#000000">
                <v:path arrowok="t"/>
              </v:shape>
            </v:group>
            <v:group style="position:absolute;left:4084;top:6261;width:8;height:2" coordorigin="4084,6261" coordsize="8,2">
              <v:shape style="position:absolute;left:4084;top:6261;width:8;height:2" coordorigin="4084,6261" coordsize="8,0" path="m4084,6261l4091,6261e" filled="false" stroked="true" strokeweight=".48pt" strokecolor="#000000">
                <v:path arrowok="t"/>
              </v:shape>
            </v:group>
            <v:group style="position:absolute;left:4084;top:6285;width:8;height:2" coordorigin="4084,6285" coordsize="8,2">
              <v:shape style="position:absolute;left:4084;top:6285;width:8;height:2" coordorigin="4084,6285" coordsize="8,0" path="m4084,6285l4091,6285e" filled="false" stroked="true" strokeweight=".48pt" strokecolor="#000000">
                <v:path arrowok="t"/>
              </v:shape>
            </v:group>
            <v:group style="position:absolute;left:4084;top:6309;width:8;height:2" coordorigin="4084,6309" coordsize="8,2">
              <v:shape style="position:absolute;left:4084;top:6309;width:8;height:2" coordorigin="4084,6309" coordsize="8,0" path="m4084,6309l4091,6309e" filled="false" stroked="true" strokeweight=".48pt" strokecolor="#000000">
                <v:path arrowok="t"/>
              </v:shape>
            </v:group>
            <v:group style="position:absolute;left:4084;top:6333;width:8;height:2" coordorigin="4084,6333" coordsize="8,2">
              <v:shape style="position:absolute;left:4084;top:6333;width:8;height:2" coordorigin="4084,6333" coordsize="8,0" path="m4084,6333l4091,6333e" filled="false" stroked="true" strokeweight=".48pt" strokecolor="#000000">
                <v:path arrowok="t"/>
              </v:shape>
            </v:group>
            <v:group style="position:absolute;left:4084;top:6357;width:8;height:2" coordorigin="4084,6357" coordsize="8,2">
              <v:shape style="position:absolute;left:4084;top:6357;width:8;height:2" coordorigin="4084,6357" coordsize="8,0" path="m4084,6357l4091,6357e" filled="false" stroked="true" strokeweight=".48pt" strokecolor="#000000">
                <v:path arrowok="t"/>
              </v:shape>
            </v:group>
            <v:group style="position:absolute;left:4084;top:6381;width:8;height:2" coordorigin="4084,6381" coordsize="8,2">
              <v:shape style="position:absolute;left:4084;top:6381;width:8;height:2" coordorigin="4084,6381" coordsize="8,0" path="m4084,6381l4091,6381e" filled="false" stroked="true" strokeweight=".48pt" strokecolor="#000000">
                <v:path arrowok="t"/>
              </v:shape>
            </v:group>
            <v:group style="position:absolute;left:4084;top:6405;width:8;height:2" coordorigin="4084,6405" coordsize="8,2">
              <v:shape style="position:absolute;left:4084;top:6405;width:8;height:2" coordorigin="4084,6405" coordsize="8,0" path="m4084,6405l4091,6405e" filled="false" stroked="true" strokeweight=".48pt" strokecolor="#000000">
                <v:path arrowok="t"/>
              </v:shape>
            </v:group>
            <v:group style="position:absolute;left:4084;top:6429;width:8;height:2" coordorigin="4084,6429" coordsize="8,2">
              <v:shape style="position:absolute;left:4084;top:6429;width:8;height:2" coordorigin="4084,6429" coordsize="8,0" path="m4084,6429l4091,6429e" filled="false" stroked="true" strokeweight=".48pt" strokecolor="#000000">
                <v:path arrowok="t"/>
              </v:shape>
            </v:group>
            <v:group style="position:absolute;left:4084;top:6453;width:8;height:2" coordorigin="4084,6453" coordsize="8,2">
              <v:shape style="position:absolute;left:4084;top:6453;width:8;height:2" coordorigin="4084,6453" coordsize="8,0" path="m4084,6453l4091,6453e" filled="false" stroked="true" strokeweight=".48pt" strokecolor="#000000">
                <v:path arrowok="t"/>
              </v:shape>
            </v:group>
            <v:group style="position:absolute;left:4084;top:6477;width:8;height:2" coordorigin="4084,6477" coordsize="8,2">
              <v:shape style="position:absolute;left:4084;top:6477;width:8;height:2" coordorigin="4084,6477" coordsize="8,0" path="m4084,6477l4091,6477e" filled="false" stroked="true" strokeweight=".48pt" strokecolor="#000000">
                <v:path arrowok="t"/>
              </v:shape>
            </v:group>
            <v:group style="position:absolute;left:4084;top:6501;width:8;height:2" coordorigin="4084,6501" coordsize="8,2">
              <v:shape style="position:absolute;left:4084;top:6501;width:8;height:2" coordorigin="4084,6501" coordsize="8,0" path="m4084,6501l4091,6501e" filled="false" stroked="true" strokeweight=".48pt" strokecolor="#000000">
                <v:path arrowok="t"/>
              </v:shape>
            </v:group>
            <v:group style="position:absolute;left:4084;top:6525;width:8;height:2" coordorigin="4084,6525" coordsize="8,2">
              <v:shape style="position:absolute;left:4084;top:6525;width:8;height:2" coordorigin="4084,6525" coordsize="8,0" path="m4084,6525l4091,6525e" filled="false" stroked="true" strokeweight=".48pt" strokecolor="#000000">
                <v:path arrowok="t"/>
              </v:shape>
            </v:group>
            <v:group style="position:absolute;left:4084;top:6549;width:8;height:2" coordorigin="4084,6549" coordsize="8,2">
              <v:shape style="position:absolute;left:4084;top:6549;width:8;height:2" coordorigin="4084,6549" coordsize="8,0" path="m4084,6549l4091,6549e" filled="false" stroked="true" strokeweight=".48pt" strokecolor="#000000">
                <v:path arrowok="t"/>
              </v:shape>
            </v:group>
            <v:group style="position:absolute;left:4084;top:6573;width:8;height:2" coordorigin="4084,6573" coordsize="8,2">
              <v:shape style="position:absolute;left:4084;top:6573;width:8;height:2" coordorigin="4084,6573" coordsize="8,0" path="m4084,6573l4091,6573e" filled="false" stroked="true" strokeweight=".48pt" strokecolor="#000000">
                <v:path arrowok="t"/>
              </v:shape>
            </v:group>
            <v:group style="position:absolute;left:4084;top:6597;width:8;height:2" coordorigin="4084,6597" coordsize="8,2">
              <v:shape style="position:absolute;left:4084;top:6597;width:8;height:2" coordorigin="4084,6597" coordsize="8,0" path="m4084,6597l4091,6597e" filled="false" stroked="true" strokeweight=".48pt" strokecolor="#000000">
                <v:path arrowok="t"/>
              </v:shape>
            </v:group>
            <v:group style="position:absolute;left:4084;top:6621;width:8;height:2" coordorigin="4084,6621" coordsize="8,2">
              <v:shape style="position:absolute;left:4084;top:6621;width:8;height:2" coordorigin="4084,6621" coordsize="8,0" path="m4084,6621l4091,6621e" filled="false" stroked="true" strokeweight=".48pt" strokecolor="#000000">
                <v:path arrowok="t"/>
              </v:shape>
            </v:group>
            <v:group style="position:absolute;left:4084;top:6645;width:8;height:2" coordorigin="4084,6645" coordsize="8,2">
              <v:shape style="position:absolute;left:4084;top:6645;width:8;height:2" coordorigin="4084,6645" coordsize="8,0" path="m4084,6645l4091,6645e" filled="false" stroked="true" strokeweight=".48pt" strokecolor="#000000">
                <v:path arrowok="t"/>
              </v:shape>
            </v:group>
            <v:group style="position:absolute;left:4084;top:6669;width:8;height:2" coordorigin="4084,6669" coordsize="8,2">
              <v:shape style="position:absolute;left:4084;top:6669;width:8;height:2" coordorigin="4084,6669" coordsize="8,0" path="m4084,6669l4091,6669e" filled="false" stroked="true" strokeweight=".48pt" strokecolor="#000000">
                <v:path arrowok="t"/>
              </v:shape>
            </v:group>
            <v:group style="position:absolute;left:4084;top:6693;width:8;height:2" coordorigin="4084,6693" coordsize="8,2">
              <v:shape style="position:absolute;left:4084;top:6693;width:8;height:2" coordorigin="4084,6693" coordsize="8,0" path="m4084,6693l4091,6693e" filled="false" stroked="true" strokeweight=".48pt" strokecolor="#000000">
                <v:path arrowok="t"/>
              </v:shape>
            </v:group>
            <v:group style="position:absolute;left:4084;top:6717;width:8;height:2" coordorigin="4084,6717" coordsize="8,2">
              <v:shape style="position:absolute;left:4084;top:6717;width:8;height:2" coordorigin="4084,6717" coordsize="8,0" path="m4084,6717l4091,6717e" filled="false" stroked="true" strokeweight=".48pt" strokecolor="#000000">
                <v:path arrowok="t"/>
              </v:shape>
            </v:group>
            <v:group style="position:absolute;left:4084;top:6741;width:8;height:2" coordorigin="4084,6741" coordsize="8,2">
              <v:shape style="position:absolute;left:4084;top:6741;width:8;height:2" coordorigin="4084,6741" coordsize="8,0" path="m4084,6741l4091,6741e" filled="false" stroked="true" strokeweight=".48pt" strokecolor="#000000">
                <v:path arrowok="t"/>
              </v:shape>
            </v:group>
            <v:group style="position:absolute;left:4084;top:6765;width:8;height:2" coordorigin="4084,6765" coordsize="8,2">
              <v:shape style="position:absolute;left:4084;top:6765;width:8;height:2" coordorigin="4084,6765" coordsize="8,0" path="m4084,6765l4091,6765e" filled="false" stroked="true" strokeweight=".48pt" strokecolor="#000000">
                <v:path arrowok="t"/>
              </v:shape>
            </v:group>
            <v:group style="position:absolute;left:4084;top:6789;width:8;height:2" coordorigin="4084,6789" coordsize="8,2">
              <v:shape style="position:absolute;left:4084;top:6789;width:8;height:2" coordorigin="4084,6789" coordsize="8,0" path="m4084,6789l4091,6789e" filled="false" stroked="true" strokeweight=".48pt" strokecolor="#000000">
                <v:path arrowok="t"/>
              </v:shape>
            </v:group>
            <v:group style="position:absolute;left:4084;top:6813;width:8;height:2" coordorigin="4084,6813" coordsize="8,2">
              <v:shape style="position:absolute;left:4084;top:6813;width:8;height:2" coordorigin="4084,6813" coordsize="8,0" path="m4084,6813l4091,6813e" filled="false" stroked="true" strokeweight=".479pt" strokecolor="#000000">
                <v:path arrowok="t"/>
              </v:shape>
            </v:group>
            <v:group style="position:absolute;left:4084;top:6837;width:8;height:2" coordorigin="4084,6837" coordsize="8,2">
              <v:shape style="position:absolute;left:4084;top:6837;width:8;height:2" coordorigin="4084,6837" coordsize="8,0" path="m4084,6837l4091,6837e" filled="false" stroked="true" strokeweight=".48pt" strokecolor="#000000">
                <v:path arrowok="t"/>
              </v:shape>
            </v:group>
            <v:group style="position:absolute;left:4084;top:6861;width:8;height:2" coordorigin="4084,6861" coordsize="8,2">
              <v:shape style="position:absolute;left:4084;top:6861;width:8;height:2" coordorigin="4084,6861" coordsize="8,0" path="m4084,6861l4091,6861e" filled="false" stroked="true" strokeweight=".48pt" strokecolor="#000000">
                <v:path arrowok="t"/>
              </v:shape>
            </v:group>
            <v:group style="position:absolute;left:4084;top:6885;width:8;height:2" coordorigin="4084,6885" coordsize="8,2">
              <v:shape style="position:absolute;left:4084;top:6885;width:8;height:2" coordorigin="4084,6885" coordsize="8,0" path="m4084,6885l4091,6885e" filled="false" stroked="true" strokeweight=".48pt" strokecolor="#000000">
                <v:path arrowok="t"/>
              </v:shape>
            </v:group>
            <v:group style="position:absolute;left:4084;top:6909;width:8;height:2" coordorigin="4084,6909" coordsize="8,2">
              <v:shape style="position:absolute;left:4084;top:6909;width:8;height:2" coordorigin="4084,6909" coordsize="8,0" path="m4084,6909l4091,6909e" filled="false" stroked="true" strokeweight=".48pt" strokecolor="#000000">
                <v:path arrowok="t"/>
              </v:shape>
            </v:group>
            <v:group style="position:absolute;left:4084;top:6933;width:8;height:2" coordorigin="4084,6933" coordsize="8,2">
              <v:shape style="position:absolute;left:4084;top:6933;width:8;height:2" coordorigin="4084,6933" coordsize="8,0" path="m4084,6933l4091,6933e" filled="false" stroked="true" strokeweight=".48pt" strokecolor="#000000">
                <v:path arrowok="t"/>
              </v:shape>
            </v:group>
            <v:group style="position:absolute;left:4084;top:6957;width:8;height:2" coordorigin="4084,6957" coordsize="8,2">
              <v:shape style="position:absolute;left:4084;top:6957;width:8;height:2" coordorigin="4084,6957" coordsize="8,0" path="m4084,6957l4091,6957e" filled="false" stroked="true" strokeweight=".48pt" strokecolor="#000000">
                <v:path arrowok="t"/>
              </v:shape>
            </v:group>
            <v:group style="position:absolute;left:4084;top:6981;width:8;height:2" coordorigin="4084,6981" coordsize="8,2">
              <v:shape style="position:absolute;left:4084;top:6981;width:8;height:2" coordorigin="4084,6981" coordsize="8,0" path="m4084,6981l4091,6981e" filled="false" stroked="true" strokeweight=".48pt" strokecolor="#000000">
                <v:path arrowok="t"/>
              </v:shape>
            </v:group>
            <v:group style="position:absolute;left:4084;top:7005;width:8;height:2" coordorigin="4084,7005" coordsize="8,2">
              <v:shape style="position:absolute;left:4084;top:7005;width:8;height:2" coordorigin="4084,7005" coordsize="8,0" path="m4084,7005l4091,7005e" filled="false" stroked="true" strokeweight=".48pt" strokecolor="#000000">
                <v:path arrowok="t"/>
              </v:shape>
            </v:group>
            <v:group style="position:absolute;left:4084;top:7029;width:8;height:2" coordorigin="4084,7029" coordsize="8,2">
              <v:shape style="position:absolute;left:4084;top:7029;width:8;height:2" coordorigin="4084,7029" coordsize="8,0" path="m4084,7029l4091,7029e" filled="false" stroked="true" strokeweight=".48pt" strokecolor="#000000">
                <v:path arrowok="t"/>
              </v:shape>
            </v:group>
            <v:group style="position:absolute;left:4084;top:7053;width:8;height:2" coordorigin="4084,7053" coordsize="8,2">
              <v:shape style="position:absolute;left:4084;top:7053;width:8;height:2" coordorigin="4084,7053" coordsize="8,0" path="m4084,7053l4091,7053e" filled="false" stroked="true" strokeweight=".48pt" strokecolor="#000000">
                <v:path arrowok="t"/>
              </v:shape>
            </v:group>
            <v:group style="position:absolute;left:4084;top:7077;width:8;height:2" coordorigin="4084,7077" coordsize="8,2">
              <v:shape style="position:absolute;left:4084;top:7077;width:8;height:2" coordorigin="4084,7077" coordsize="8,0" path="m4084,7077l4091,7077e" filled="false" stroked="true" strokeweight=".48pt" strokecolor="#000000">
                <v:path arrowok="t"/>
              </v:shape>
            </v:group>
            <v:group style="position:absolute;left:4084;top:7101;width:8;height:2" coordorigin="4084,7101" coordsize="8,2">
              <v:shape style="position:absolute;left:4084;top:7101;width:8;height:2" coordorigin="4084,7101" coordsize="8,0" path="m4084,7101l4091,7101e" filled="false" stroked="true" strokeweight=".48pt" strokecolor="#000000">
                <v:path arrowok="t"/>
              </v:shape>
            </v:group>
            <v:group style="position:absolute;left:4084;top:7125;width:8;height:2" coordorigin="4084,7125" coordsize="8,2">
              <v:shape style="position:absolute;left:4084;top:7125;width:8;height:2" coordorigin="4084,7125" coordsize="8,0" path="m4084,7125l4091,7125e" filled="false" stroked="true" strokeweight=".48pt" strokecolor="#000000">
                <v:path arrowok="t"/>
              </v:shape>
            </v:group>
            <v:group style="position:absolute;left:4084;top:7149;width:8;height:2" coordorigin="4084,7149" coordsize="8,2">
              <v:shape style="position:absolute;left:4084;top:7149;width:8;height:2" coordorigin="4084,7149" coordsize="8,0" path="m4084,7149l4091,7149e" filled="false" stroked="true" strokeweight=".48pt" strokecolor="#000000">
                <v:path arrowok="t"/>
              </v:shape>
            </v:group>
            <v:group style="position:absolute;left:4084;top:7173;width:8;height:2" coordorigin="4084,7173" coordsize="8,2">
              <v:shape style="position:absolute;left:4084;top:7173;width:8;height:2" coordorigin="4084,7173" coordsize="8,0" path="m4084,7173l4091,7173e" filled="false" stroked="true" strokeweight=".48pt" strokecolor="#000000">
                <v:path arrowok="t"/>
              </v:shape>
            </v:group>
            <v:group style="position:absolute;left:4084;top:7197;width:8;height:2" coordorigin="4084,7197" coordsize="8,2">
              <v:shape style="position:absolute;left:4084;top:7197;width:8;height:2" coordorigin="4084,7197" coordsize="8,0" path="m4084,7197l4091,7197e" filled="false" stroked="true" strokeweight=".48pt" strokecolor="#000000">
                <v:path arrowok="t"/>
              </v:shape>
            </v:group>
            <v:group style="position:absolute;left:4084;top:7221;width:8;height:2" coordorigin="4084,7221" coordsize="8,2">
              <v:shape style="position:absolute;left:4084;top:7221;width:8;height:2" coordorigin="4084,7221" coordsize="8,0" path="m4084,7221l4091,7221e" filled="false" stroked="true" strokeweight=".48pt" strokecolor="#000000">
                <v:path arrowok="t"/>
              </v:shape>
            </v:group>
            <v:group style="position:absolute;left:4084;top:7245;width:8;height:2" coordorigin="4084,7245" coordsize="8,2">
              <v:shape style="position:absolute;left:4084;top:7245;width:8;height:2" coordorigin="4084,7245" coordsize="8,0" path="m4084,7245l4091,7245e" filled="false" stroked="true" strokeweight=".48pt" strokecolor="#000000">
                <v:path arrowok="t"/>
              </v:shape>
            </v:group>
            <v:group style="position:absolute;left:4084;top:7269;width:8;height:2" coordorigin="4084,7269" coordsize="8,2">
              <v:shape style="position:absolute;left:4084;top:7269;width:8;height:2" coordorigin="4084,7269" coordsize="8,0" path="m4084,7269l4091,7269e" filled="false" stroked="true" strokeweight=".48pt" strokecolor="#000000">
                <v:path arrowok="t"/>
              </v:shape>
            </v:group>
            <v:group style="position:absolute;left:4084;top:7293;width:8;height:2" coordorigin="4084,7293" coordsize="8,2">
              <v:shape style="position:absolute;left:4084;top:7293;width:8;height:2" coordorigin="4084,7293" coordsize="8,0" path="m4084,7293l4091,7293e" filled="false" stroked="true" strokeweight=".48pt" strokecolor="#000000">
                <v:path arrowok="t"/>
              </v:shape>
            </v:group>
            <v:group style="position:absolute;left:4084;top:7317;width:8;height:2" coordorigin="4084,7317" coordsize="8,2">
              <v:shape style="position:absolute;left:4084;top:7317;width:8;height:2" coordorigin="4084,7317" coordsize="8,0" path="m4084,7317l4091,7317e" filled="false" stroked="true" strokeweight=".48pt" strokecolor="#000000">
                <v:path arrowok="t"/>
              </v:shape>
            </v:group>
            <v:group style="position:absolute;left:4084;top:7341;width:8;height:2" coordorigin="4084,7341" coordsize="8,2">
              <v:shape style="position:absolute;left:4084;top:7341;width:8;height:2" coordorigin="4084,7341" coordsize="8,0" path="m4084,7341l4091,7341e" filled="false" stroked="true" strokeweight=".48pt" strokecolor="#000000">
                <v:path arrowok="t"/>
              </v:shape>
            </v:group>
            <v:group style="position:absolute;left:4084;top:7365;width:8;height:2" coordorigin="4084,7365" coordsize="8,2">
              <v:shape style="position:absolute;left:4084;top:7365;width:8;height:2" coordorigin="4084,7365" coordsize="8,0" path="m4084,7365l4091,7365e" filled="false" stroked="true" strokeweight=".48pt" strokecolor="#000000">
                <v:path arrowok="t"/>
              </v:shape>
            </v:group>
            <v:group style="position:absolute;left:4084;top:7389;width:8;height:2" coordorigin="4084,7389" coordsize="8,2">
              <v:shape style="position:absolute;left:4084;top:7389;width:8;height:2" coordorigin="4084,7389" coordsize="8,0" path="m4084,7389l4091,7389e" filled="false" stroked="true" strokeweight=".48pt" strokecolor="#000000">
                <v:path arrowok="t"/>
              </v:shape>
            </v:group>
            <v:group style="position:absolute;left:4084;top:7413;width:8;height:2" coordorigin="4084,7413" coordsize="8,2">
              <v:shape style="position:absolute;left:4084;top:7413;width:8;height:2" coordorigin="4084,7413" coordsize="8,0" path="m4084,7413l4091,7413e" filled="false" stroked="true" strokeweight=".48pt" strokecolor="#000000">
                <v:path arrowok="t"/>
              </v:shape>
            </v:group>
            <v:group style="position:absolute;left:4084;top:7437;width:8;height:2" coordorigin="4084,7437" coordsize="8,2">
              <v:shape style="position:absolute;left:4084;top:7437;width:8;height:2" coordorigin="4084,7437" coordsize="8,0" path="m4084,7437l4091,7437e" filled="false" stroked="true" strokeweight=".48pt" strokecolor="#000000">
                <v:path arrowok="t"/>
              </v:shape>
            </v:group>
            <v:group style="position:absolute;left:4084;top:7461;width:8;height:2" coordorigin="4084,7461" coordsize="8,2">
              <v:shape style="position:absolute;left:4084;top:7461;width:8;height:2" coordorigin="4084,7461" coordsize="8,0" path="m4084,7461l4091,7461e" filled="false" stroked="true" strokeweight=".48pt" strokecolor="#000000">
                <v:path arrowok="t"/>
              </v:shape>
            </v:group>
            <v:group style="position:absolute;left:4084;top:7485;width:8;height:2" coordorigin="4084,7485" coordsize="8,2">
              <v:shape style="position:absolute;left:4084;top:7485;width:8;height:2" coordorigin="4084,7485" coordsize="8,0" path="m4084,7485l4091,7485e" filled="false" stroked="true" strokeweight=".48pt" strokecolor="#000000">
                <v:path arrowok="t"/>
              </v:shape>
            </v:group>
            <v:group style="position:absolute;left:4084;top:7509;width:8;height:2" coordorigin="4084,7509" coordsize="8,2">
              <v:shape style="position:absolute;left:4084;top:7509;width:8;height:2" coordorigin="4084,7509" coordsize="8,0" path="m4084,7509l4091,7509e" filled="false" stroked="true" strokeweight=".48pt" strokecolor="#000000">
                <v:path arrowok="t"/>
              </v:shape>
            </v:group>
            <v:group style="position:absolute;left:4084;top:7533;width:8;height:2" coordorigin="4084,7533" coordsize="8,2">
              <v:shape style="position:absolute;left:4084;top:7533;width:8;height:2" coordorigin="4084,7533" coordsize="8,0" path="m4084,7533l4091,7533e" filled="false" stroked="true" strokeweight=".48pt" strokecolor="#000000">
                <v:path arrowok="t"/>
              </v:shape>
            </v:group>
            <v:group style="position:absolute;left:4084;top:7557;width:8;height:2" coordorigin="4084,7557" coordsize="8,2">
              <v:shape style="position:absolute;left:4084;top:7557;width:8;height:2" coordorigin="4084,7557" coordsize="8,0" path="m4084,7557l4091,7557e" filled="false" stroked="true" strokeweight=".479pt" strokecolor="#000000">
                <v:path arrowok="t"/>
              </v:shape>
            </v:group>
            <v:group style="position:absolute;left:4084;top:7581;width:8;height:2" coordorigin="4084,7581" coordsize="8,2">
              <v:shape style="position:absolute;left:4084;top:7581;width:8;height:2" coordorigin="4084,7581" coordsize="8,0" path="m4084,7581l4091,7581e" filled="false" stroked="true" strokeweight=".48pt" strokecolor="#000000">
                <v:path arrowok="t"/>
              </v:shape>
            </v:group>
            <v:group style="position:absolute;left:4084;top:7605;width:8;height:2" coordorigin="4084,7605" coordsize="8,2">
              <v:shape style="position:absolute;left:4084;top:7605;width:8;height:2" coordorigin="4084,7605" coordsize="8,0" path="m4084,7605l4091,7605e" filled="false" stroked="true" strokeweight=".48pt" strokecolor="#000000">
                <v:path arrowok="t"/>
              </v:shape>
            </v:group>
            <v:group style="position:absolute;left:4084;top:7629;width:8;height:2" coordorigin="4084,7629" coordsize="8,2">
              <v:shape style="position:absolute;left:4084;top:7629;width:8;height:2" coordorigin="4084,7629" coordsize="8,0" path="m4084,7629l4091,7629e" filled="false" stroked="true" strokeweight=".48pt" strokecolor="#000000">
                <v:path arrowok="t"/>
              </v:shape>
            </v:group>
            <v:group style="position:absolute;left:4084;top:7653;width:8;height:2" coordorigin="4084,7653" coordsize="8,2">
              <v:shape style="position:absolute;left:4084;top:7653;width:8;height:2" coordorigin="4084,7653" coordsize="8,0" path="m4084,7653l4091,7653e" filled="false" stroked="true" strokeweight=".48pt" strokecolor="#000000">
                <v:path arrowok="t"/>
              </v:shape>
            </v:group>
            <v:group style="position:absolute;left:4084;top:7677;width:8;height:2" coordorigin="4084,7677" coordsize="8,2">
              <v:shape style="position:absolute;left:4084;top:7677;width:8;height:2" coordorigin="4084,7677" coordsize="8,0" path="m4084,7677l4091,7677e" filled="false" stroked="true" strokeweight=".48pt" strokecolor="#000000">
                <v:path arrowok="t"/>
              </v:shape>
            </v:group>
            <v:group style="position:absolute;left:4084;top:7701;width:8;height:2" coordorigin="4084,7701" coordsize="8,2">
              <v:shape style="position:absolute;left:4084;top:7701;width:8;height:2" coordorigin="4084,7701" coordsize="8,0" path="m4084,7701l4091,7701e" filled="false" stroked="true" strokeweight=".48pt" strokecolor="#000000">
                <v:path arrowok="t"/>
              </v:shape>
            </v:group>
            <v:group style="position:absolute;left:4084;top:7725;width:8;height:2" coordorigin="4084,7725" coordsize="8,2">
              <v:shape style="position:absolute;left:4084;top:7725;width:8;height:2" coordorigin="4084,7725" coordsize="8,0" path="m4084,7725l4091,7725e" filled="false" stroked="true" strokeweight=".48pt" strokecolor="#000000">
                <v:path arrowok="t"/>
              </v:shape>
            </v:group>
            <v:group style="position:absolute;left:4084;top:7749;width:8;height:2" coordorigin="4084,7749" coordsize="8,2">
              <v:shape style="position:absolute;left:4084;top:7749;width:8;height:2" coordorigin="4084,7749" coordsize="8,0" path="m4084,7749l4091,7749e" filled="false" stroked="true" strokeweight=".48pt" strokecolor="#000000">
                <v:path arrowok="t"/>
              </v:shape>
            </v:group>
            <v:group style="position:absolute;left:4084;top:7773;width:8;height:2" coordorigin="4084,7773" coordsize="8,2">
              <v:shape style="position:absolute;left:4084;top:7773;width:8;height:2" coordorigin="4084,7773" coordsize="8,0" path="m4084,7773l4091,7773e" filled="false" stroked="true" strokeweight=".48pt" strokecolor="#000000">
                <v:path arrowok="t"/>
              </v:shape>
            </v:group>
            <v:group style="position:absolute;left:4084;top:7797;width:8;height:2" coordorigin="4084,7797" coordsize="8,2">
              <v:shape style="position:absolute;left:4084;top:7797;width:8;height:2" coordorigin="4084,7797" coordsize="8,0" path="m4084,7797l4091,7797e" filled="false" stroked="true" strokeweight=".48pt" strokecolor="#000000">
                <v:path arrowok="t"/>
              </v:shape>
            </v:group>
            <v:group style="position:absolute;left:4084;top:7821;width:8;height:2" coordorigin="4084,7821" coordsize="8,2">
              <v:shape style="position:absolute;left:4084;top:7821;width:8;height:2" coordorigin="4084,7821" coordsize="8,0" path="m4084,7821l4091,7821e" filled="false" stroked="true" strokeweight=".48pt" strokecolor="#000000">
                <v:path arrowok="t"/>
              </v:shape>
            </v:group>
            <v:group style="position:absolute;left:4084;top:7845;width:8;height:2" coordorigin="4084,7845" coordsize="8,2">
              <v:shape style="position:absolute;left:4084;top:7845;width:8;height:2" coordorigin="4084,7845" coordsize="8,0" path="m4084,7845l4091,7845e" filled="false" stroked="true" strokeweight=".48pt" strokecolor="#000000">
                <v:path arrowok="t"/>
              </v:shape>
            </v:group>
            <v:group style="position:absolute;left:4084;top:7869;width:8;height:2" coordorigin="4084,7869" coordsize="8,2">
              <v:shape style="position:absolute;left:4084;top:7869;width:8;height:2" coordorigin="4084,7869" coordsize="8,0" path="m4084,7869l4091,7869e" filled="false" stroked="true" strokeweight=".48pt" strokecolor="#000000">
                <v:path arrowok="t"/>
              </v:shape>
            </v:group>
            <v:group style="position:absolute;left:4084;top:7893;width:8;height:2" coordorigin="4084,7893" coordsize="8,2">
              <v:shape style="position:absolute;left:4084;top:7893;width:8;height:2" coordorigin="4084,7893" coordsize="8,0" path="m4084,7893l4091,7893e" filled="false" stroked="true" strokeweight=".48pt" strokecolor="#000000">
                <v:path arrowok="t"/>
              </v:shape>
            </v:group>
            <v:group style="position:absolute;left:4084;top:7917;width:8;height:2" coordorigin="4084,7917" coordsize="8,2">
              <v:shape style="position:absolute;left:4084;top:7917;width:8;height:2" coordorigin="4084,7917" coordsize="8,0" path="m4084,7917l4091,7917e" filled="false" stroked="true" strokeweight=".48pt" strokecolor="#000000">
                <v:path arrowok="t"/>
              </v:shape>
            </v:group>
            <v:group style="position:absolute;left:4084;top:7941;width:8;height:2" coordorigin="4084,7941" coordsize="8,2">
              <v:shape style="position:absolute;left:4084;top:7941;width:8;height:2" coordorigin="4084,7941" coordsize="8,0" path="m4084,7941l4091,7941e" filled="false" stroked="true" strokeweight=".48pt" strokecolor="#000000">
                <v:path arrowok="t"/>
              </v:shape>
            </v:group>
            <v:group style="position:absolute;left:4084;top:7965;width:8;height:2" coordorigin="4084,7965" coordsize="8,2">
              <v:shape style="position:absolute;left:4084;top:7965;width:8;height:2" coordorigin="4084,7965" coordsize="8,0" path="m4084,7965l4091,7965e" filled="false" stroked="true" strokeweight=".48pt" strokecolor="#000000">
                <v:path arrowok="t"/>
              </v:shape>
            </v:group>
            <v:group style="position:absolute;left:4084;top:7989;width:8;height:2" coordorigin="4084,7989" coordsize="8,2">
              <v:shape style="position:absolute;left:4084;top:7989;width:8;height:2" coordorigin="4084,7989" coordsize="8,0" path="m4084,7989l4091,7989e" filled="false" stroked="true" strokeweight=".48pt" strokecolor="#000000">
                <v:path arrowok="t"/>
              </v:shape>
            </v:group>
            <v:group style="position:absolute;left:4084;top:8013;width:8;height:2" coordorigin="4084,8013" coordsize="8,2">
              <v:shape style="position:absolute;left:4084;top:8013;width:8;height:2" coordorigin="4084,8013" coordsize="8,0" path="m4084,8013l4091,8013e" filled="false" stroked="true" strokeweight=".48pt" strokecolor="#000000">
                <v:path arrowok="t"/>
              </v:shape>
            </v:group>
            <v:group style="position:absolute;left:4084;top:8037;width:8;height:2" coordorigin="4084,8037" coordsize="8,2">
              <v:shape style="position:absolute;left:4084;top:8037;width:8;height:2" coordorigin="4084,8037" coordsize="8,0" path="m4084,8037l4091,8037e" filled="false" stroked="true" strokeweight=".48pt" strokecolor="#000000">
                <v:path arrowok="t"/>
              </v:shape>
            </v:group>
            <v:group style="position:absolute;left:4084;top:8061;width:8;height:2" coordorigin="4084,8061" coordsize="8,2">
              <v:shape style="position:absolute;left:4084;top:8061;width:8;height:2" coordorigin="4084,8061" coordsize="8,0" path="m4084,8061l4091,8061e" filled="false" stroked="true" strokeweight=".48pt" strokecolor="#000000">
                <v:path arrowok="t"/>
              </v:shape>
            </v:group>
            <v:group style="position:absolute;left:4084;top:8085;width:8;height:2" coordorigin="4084,8085" coordsize="8,2">
              <v:shape style="position:absolute;left:4084;top:8085;width:8;height:2" coordorigin="4084,8085" coordsize="8,0" path="m4084,8085l4091,8085e" filled="false" stroked="true" strokeweight=".48pt" strokecolor="#000000">
                <v:path arrowok="t"/>
              </v:shape>
            </v:group>
            <v:group style="position:absolute;left:4084;top:8109;width:8;height:2" coordorigin="4084,8109" coordsize="8,2">
              <v:shape style="position:absolute;left:4084;top:8109;width:8;height:2" coordorigin="4084,8109" coordsize="8,0" path="m4084,8109l4091,8109e" filled="false" stroked="true" strokeweight=".48pt" strokecolor="#000000">
                <v:path arrowok="t"/>
              </v:shape>
            </v:group>
            <v:group style="position:absolute;left:4084;top:8133;width:8;height:2" coordorigin="4084,8133" coordsize="8,2">
              <v:shape style="position:absolute;left:4084;top:8133;width:8;height:2" coordorigin="4084,8133" coordsize="8,0" path="m4084,8133l4091,8133e" filled="false" stroked="true" strokeweight=".48pt" strokecolor="#000000">
                <v:path arrowok="t"/>
              </v:shape>
            </v:group>
            <v:group style="position:absolute;left:4084;top:8157;width:8;height:2" coordorigin="4084,8157" coordsize="8,2">
              <v:shape style="position:absolute;left:4084;top:8157;width:8;height:2" coordorigin="4084,8157" coordsize="8,0" path="m4084,8157l4091,8157e" filled="false" stroked="true" strokeweight=".48pt" strokecolor="#000000">
                <v:path arrowok="t"/>
              </v:shape>
            </v:group>
            <v:group style="position:absolute;left:4084;top:8181;width:8;height:2" coordorigin="4084,8181" coordsize="8,2">
              <v:shape style="position:absolute;left:4084;top:8181;width:8;height:2" coordorigin="4084,8181" coordsize="8,0" path="m4084,8181l4091,8181e" filled="false" stroked="true" strokeweight=".48pt" strokecolor="#000000">
                <v:path arrowok="t"/>
              </v:shape>
            </v:group>
            <v:group style="position:absolute;left:4084;top:8205;width:8;height:2" coordorigin="4084,8205" coordsize="8,2">
              <v:shape style="position:absolute;left:4084;top:8205;width:8;height:2" coordorigin="4084,8205" coordsize="8,0" path="m4084,8205l4091,8205e" filled="false" stroked="true" strokeweight=".48pt" strokecolor="#000000">
                <v:path arrowok="t"/>
              </v:shape>
            </v:group>
            <v:group style="position:absolute;left:4084;top:8229;width:8;height:2" coordorigin="4084,8229" coordsize="8,2">
              <v:shape style="position:absolute;left:4084;top:8229;width:8;height:2" coordorigin="4084,8229" coordsize="8,0" path="m4084,8229l4091,8229e" filled="false" stroked="true" strokeweight=".48pt" strokecolor="#000000">
                <v:path arrowok="t"/>
              </v:shape>
            </v:group>
            <v:group style="position:absolute;left:4084;top:8253;width:8;height:2" coordorigin="4084,8253" coordsize="8,2">
              <v:shape style="position:absolute;left:4084;top:8253;width:8;height:2" coordorigin="4084,8253" coordsize="8,0" path="m4084,8253l4091,8253e" filled="false" stroked="true" strokeweight=".48pt" strokecolor="#000000">
                <v:path arrowok="t"/>
              </v:shape>
            </v:group>
            <v:group style="position:absolute;left:4084;top:8277;width:8;height:2" coordorigin="4084,8277" coordsize="8,2">
              <v:shape style="position:absolute;left:4084;top:8277;width:8;height:2" coordorigin="4084,8277" coordsize="8,0" path="m4084,8277l4091,8277e" filled="false" stroked="true" strokeweight=".48pt" strokecolor="#000000">
                <v:path arrowok="t"/>
              </v:shape>
            </v:group>
            <v:group style="position:absolute;left:4084;top:8301;width:8;height:2" coordorigin="4084,8301" coordsize="8,2">
              <v:shape style="position:absolute;left:4084;top:8301;width:8;height:2" coordorigin="4084,8301" coordsize="8,0" path="m4084,8301l4091,8301e" filled="false" stroked="true" strokeweight=".48pt" strokecolor="#000000">
                <v:path arrowok="t"/>
              </v:shape>
            </v:group>
            <v:group style="position:absolute;left:4084;top:8325;width:8;height:2" coordorigin="4084,8325" coordsize="8,2">
              <v:shape style="position:absolute;left:4084;top:8325;width:8;height:2" coordorigin="4084,8325" coordsize="8,0" path="m4084,8325l4091,8325e" filled="false" stroked="true" strokeweight=".48pt" strokecolor="#000000">
                <v:path arrowok="t"/>
              </v:shape>
            </v:group>
            <v:group style="position:absolute;left:4084;top:8349;width:8;height:2" coordorigin="4084,8349" coordsize="8,2">
              <v:shape style="position:absolute;left:4084;top:8349;width:8;height:2" coordorigin="4084,8349" coordsize="8,0" path="m4084,8349l4091,8349e" filled="false" stroked="true" strokeweight=".48pt" strokecolor="#000000">
                <v:path arrowok="t"/>
              </v:shape>
            </v:group>
            <v:group style="position:absolute;left:4084;top:8373;width:8;height:2" coordorigin="4084,8373" coordsize="8,2">
              <v:shape style="position:absolute;left:4084;top:8373;width:8;height:2" coordorigin="4084,8373" coordsize="8,0" path="m4084,8373l4091,8373e" filled="false" stroked="true" strokeweight=".48pt" strokecolor="#000000">
                <v:path arrowok="t"/>
              </v:shape>
            </v:group>
            <v:group style="position:absolute;left:4084;top:8397;width:8;height:2" coordorigin="4084,8397" coordsize="8,2">
              <v:shape style="position:absolute;left:4084;top:8397;width:8;height:2" coordorigin="4084,8397" coordsize="8,0" path="m4084,8397l4091,8397e" filled="false" stroked="true" strokeweight=".48pt" strokecolor="#000000">
                <v:path arrowok="t"/>
              </v:shape>
            </v:group>
            <v:group style="position:absolute;left:4084;top:8421;width:8;height:2" coordorigin="4084,8421" coordsize="8,2">
              <v:shape style="position:absolute;left:4084;top:8421;width:8;height:2" coordorigin="4084,8421" coordsize="8,0" path="m4084,8421l4091,8421e" filled="false" stroked="true" strokeweight=".48pt" strokecolor="#000000">
                <v:path arrowok="t"/>
              </v:shape>
            </v:group>
            <v:group style="position:absolute;left:4084;top:8445;width:8;height:2" coordorigin="4084,8445" coordsize="8,2">
              <v:shape style="position:absolute;left:4084;top:8445;width:8;height:2" coordorigin="4084,8445" coordsize="8,0" path="m4084,8445l4091,8445e" filled="false" stroked="true" strokeweight=".48pt" strokecolor="#000000">
                <v:path arrowok="t"/>
              </v:shape>
            </v:group>
            <v:group style="position:absolute;left:4084;top:8469;width:8;height:2" coordorigin="4084,8469" coordsize="8,2">
              <v:shape style="position:absolute;left:4084;top:8469;width:8;height:2" coordorigin="4084,8469" coordsize="8,0" path="m4084,8469l4091,8469e" filled="false" stroked="true" strokeweight=".48pt" strokecolor="#000000">
                <v:path arrowok="t"/>
              </v:shape>
            </v:group>
            <v:group style="position:absolute;left:4084;top:8493;width:8;height:2" coordorigin="4084,8493" coordsize="8,2">
              <v:shape style="position:absolute;left:4084;top:8493;width:8;height:2" coordorigin="4084,8493" coordsize="8,0" path="m4084,8493l4091,8493e" filled="false" stroked="true" strokeweight=".48pt" strokecolor="#000000">
                <v:path arrowok="t"/>
              </v:shape>
            </v:group>
            <v:group style="position:absolute;left:4084;top:8517;width:8;height:2" coordorigin="4084,8517" coordsize="8,2">
              <v:shape style="position:absolute;left:4084;top:8517;width:8;height:2" coordorigin="4084,8517" coordsize="8,0" path="m4084,8517l4091,8517e" filled="false" stroked="true" strokeweight=".48pt" strokecolor="#000000">
                <v:path arrowok="t"/>
              </v:shape>
            </v:group>
            <v:group style="position:absolute;left:4084;top:8541;width:8;height:2" coordorigin="4084,8541" coordsize="8,2">
              <v:shape style="position:absolute;left:4084;top:8541;width:8;height:2" coordorigin="4084,8541" coordsize="8,0" path="m4084,8541l4091,8541e" filled="false" stroked="true" strokeweight=".48pt" strokecolor="#000000">
                <v:path arrowok="t"/>
              </v:shape>
            </v:group>
            <v:group style="position:absolute;left:4084;top:8565;width:8;height:2" coordorigin="4084,8565" coordsize="8,2">
              <v:shape style="position:absolute;left:4084;top:8565;width:8;height:2" coordorigin="4084,8565" coordsize="8,0" path="m4084,8565l4091,8565e" filled="false" stroked="true" strokeweight=".48pt" strokecolor="#000000">
                <v:path arrowok="t"/>
              </v:shape>
            </v:group>
            <v:group style="position:absolute;left:4084;top:8589;width:8;height:2" coordorigin="4084,8589" coordsize="8,2">
              <v:shape style="position:absolute;left:4084;top:8589;width:8;height:2" coordorigin="4084,8589" coordsize="8,0" path="m4084,8589l4091,8589e" filled="false" stroked="true" strokeweight=".48pt" strokecolor="#000000">
                <v:path arrowok="t"/>
              </v:shape>
            </v:group>
            <v:group style="position:absolute;left:4084;top:8613;width:8;height:2" coordorigin="4084,8613" coordsize="8,2">
              <v:shape style="position:absolute;left:4084;top:8613;width:8;height:2" coordorigin="4084,8613" coordsize="8,0" path="m4084,8613l4091,8613e" filled="false" stroked="true" strokeweight=".48pt" strokecolor="#000000">
                <v:path arrowok="t"/>
              </v:shape>
            </v:group>
            <v:group style="position:absolute;left:4084;top:8637;width:8;height:2" coordorigin="4084,8637" coordsize="8,2">
              <v:shape style="position:absolute;left:4084;top:8637;width:8;height:2" coordorigin="4084,8637" coordsize="8,0" path="m4084,8637l4091,8637e" filled="false" stroked="true" strokeweight=".48pt" strokecolor="#000000">
                <v:path arrowok="t"/>
              </v:shape>
            </v:group>
            <v:group style="position:absolute;left:4084;top:8661;width:8;height:2" coordorigin="4084,8661" coordsize="8,2">
              <v:shape style="position:absolute;left:4084;top:8661;width:8;height:2" coordorigin="4084,8661" coordsize="8,0" path="m4084,8661l4091,8661e" filled="false" stroked="true" strokeweight=".48pt" strokecolor="#000000">
                <v:path arrowok="t"/>
              </v:shape>
            </v:group>
            <v:group style="position:absolute;left:4084;top:8685;width:8;height:2" coordorigin="4084,8685" coordsize="8,2">
              <v:shape style="position:absolute;left:4084;top:8685;width:8;height:2" coordorigin="4084,8685" coordsize="8,0" path="m4084,8685l4091,8685e" filled="false" stroked="true" strokeweight=".48pt" strokecolor="#000000">
                <v:path arrowok="t"/>
              </v:shape>
            </v:group>
            <v:group style="position:absolute;left:4084;top:8709;width:8;height:2" coordorigin="4084,8709" coordsize="8,2">
              <v:shape style="position:absolute;left:4084;top:8709;width:8;height:2" coordorigin="4084,8709" coordsize="8,0" path="m4084,8709l4091,8709e" filled="false" stroked="true" strokeweight=".48pt" strokecolor="#000000">
                <v:path arrowok="t"/>
              </v:shape>
            </v:group>
            <v:group style="position:absolute;left:4084;top:8733;width:8;height:2" coordorigin="4084,8733" coordsize="8,2">
              <v:shape style="position:absolute;left:4084;top:8733;width:8;height:2" coordorigin="4084,8733" coordsize="8,0" path="m4084,8733l4091,8733e" filled="false" stroked="true" strokeweight=".48pt" strokecolor="#000000">
                <v:path arrowok="t"/>
              </v:shape>
            </v:group>
            <v:group style="position:absolute;left:4084;top:8757;width:8;height:2" coordorigin="4084,8757" coordsize="8,2">
              <v:shape style="position:absolute;left:4084;top:8757;width:8;height:2" coordorigin="4084,8757" coordsize="8,0" path="m4084,8757l4091,8757e" filled="false" stroked="true" strokeweight=".48pt" strokecolor="#000000">
                <v:path arrowok="t"/>
              </v:shape>
            </v:group>
            <v:group style="position:absolute;left:4084;top:8781;width:8;height:2" coordorigin="4084,8781" coordsize="8,2">
              <v:shape style="position:absolute;left:4084;top:8781;width:8;height:2" coordorigin="4084,8781" coordsize="8,0" path="m4084,8781l4091,8781e" filled="false" stroked="true" strokeweight=".48pt" strokecolor="#000000">
                <v:path arrowok="t"/>
              </v:shape>
            </v:group>
            <v:group style="position:absolute;left:4084;top:8805;width:8;height:2" coordorigin="4084,8805" coordsize="8,2">
              <v:shape style="position:absolute;left:4084;top:8805;width:8;height:2" coordorigin="4084,8805" coordsize="8,0" path="m4084,8805l4091,8805e" filled="false" stroked="true" strokeweight=".48pt" strokecolor="#000000">
                <v:path arrowok="t"/>
              </v:shape>
            </v:group>
            <v:group style="position:absolute;left:4084;top:8829;width:8;height:2" coordorigin="4084,8829" coordsize="8,2">
              <v:shape style="position:absolute;left:4084;top:8829;width:8;height:2" coordorigin="4084,8829" coordsize="8,0" path="m4084,8829l4091,8829e" filled="false" stroked="true" strokeweight=".48pt" strokecolor="#000000">
                <v:path arrowok="t"/>
              </v:shape>
            </v:group>
            <v:group style="position:absolute;left:4084;top:8853;width:8;height:2" coordorigin="4084,8853" coordsize="8,2">
              <v:shape style="position:absolute;left:4084;top:8853;width:8;height:2" coordorigin="4084,8853" coordsize="8,0" path="m4084,8853l4091,8853e" filled="false" stroked="true" strokeweight=".48pt" strokecolor="#000000">
                <v:path arrowok="t"/>
              </v:shape>
            </v:group>
            <v:group style="position:absolute;left:4084;top:8877;width:8;height:2" coordorigin="4084,8877" coordsize="8,2">
              <v:shape style="position:absolute;left:4084;top:8877;width:8;height:2" coordorigin="4084,8877" coordsize="8,0" path="m4084,8877l4091,8877e" filled="false" stroked="true" strokeweight=".48pt" strokecolor="#000000">
                <v:path arrowok="t"/>
              </v:shape>
            </v:group>
            <v:group style="position:absolute;left:4084;top:8901;width:8;height:2" coordorigin="4084,8901" coordsize="8,2">
              <v:shape style="position:absolute;left:4084;top:8901;width:8;height:2" coordorigin="4084,8901" coordsize="8,0" path="m4084,8901l4091,8901e" filled="false" stroked="true" strokeweight=".48pt" strokecolor="#000000">
                <v:path arrowok="t"/>
              </v:shape>
            </v:group>
            <v:group style="position:absolute;left:4084;top:8925;width:8;height:2" coordorigin="4084,8925" coordsize="8,2">
              <v:shape style="position:absolute;left:4084;top:8925;width:8;height:2" coordorigin="4084,8925" coordsize="8,0" path="m4084,8925l4091,8925e" filled="false" stroked="true" strokeweight=".48pt" strokecolor="#000000">
                <v:path arrowok="t"/>
              </v:shape>
            </v:group>
            <v:group style="position:absolute;left:4084;top:8949;width:8;height:2" coordorigin="4084,8949" coordsize="8,2">
              <v:shape style="position:absolute;left:4084;top:8949;width:8;height:2" coordorigin="4084,8949" coordsize="8,0" path="m4084,8949l4091,8949e" filled="false" stroked="true" strokeweight=".48pt" strokecolor="#000000">
                <v:path arrowok="t"/>
              </v:shape>
            </v:group>
            <v:group style="position:absolute;left:4084;top:8973;width:8;height:2" coordorigin="4084,8973" coordsize="8,2">
              <v:shape style="position:absolute;left:4084;top:8973;width:8;height:2" coordorigin="4084,8973" coordsize="8,0" path="m4084,8973l4091,8973e" filled="false" stroked="true" strokeweight=".48pt" strokecolor="#000000">
                <v:path arrowok="t"/>
              </v:shape>
            </v:group>
            <v:group style="position:absolute;left:4084;top:8997;width:8;height:2" coordorigin="4084,8997" coordsize="8,2">
              <v:shape style="position:absolute;left:4084;top:8997;width:8;height:2" coordorigin="4084,8997" coordsize="8,0" path="m4084,8997l4091,8997e" filled="false" stroked="true" strokeweight=".48pt" strokecolor="#000000">
                <v:path arrowok="t"/>
              </v:shape>
            </v:group>
            <v:group style="position:absolute;left:4084;top:9021;width:8;height:2" coordorigin="4084,9021" coordsize="8,2">
              <v:shape style="position:absolute;left:4084;top:9021;width:8;height:2" coordorigin="4084,9021" coordsize="8,0" path="m4084,9021l4091,9021e" filled="false" stroked="true" strokeweight=".48pt" strokecolor="#000000">
                <v:path arrowok="t"/>
              </v:shape>
            </v:group>
            <v:group style="position:absolute;left:4084;top:9045;width:8;height:2" coordorigin="4084,9045" coordsize="8,2">
              <v:shape style="position:absolute;left:4084;top:9045;width:8;height:2" coordorigin="4084,9045" coordsize="8,0" path="m4084,9045l4091,9045e" filled="false" stroked="true" strokeweight=".48pt" strokecolor="#000000">
                <v:path arrowok="t"/>
              </v:shape>
            </v:group>
            <v:group style="position:absolute;left:4084;top:9069;width:8;height:2" coordorigin="4084,9069" coordsize="8,2">
              <v:shape style="position:absolute;left:4084;top:9069;width:8;height:2" coordorigin="4084,9069" coordsize="8,0" path="m4084,9069l4091,9069e" filled="false" stroked="true" strokeweight=".48pt" strokecolor="#000000">
                <v:path arrowok="t"/>
              </v:shape>
            </v:group>
            <v:group style="position:absolute;left:4084;top:9093;width:8;height:2" coordorigin="4084,9093" coordsize="8,2">
              <v:shape style="position:absolute;left:4084;top:9093;width:8;height:2" coordorigin="4084,9093" coordsize="8,0" path="m4084,9093l4091,9093e" filled="false" stroked="true" strokeweight=".48pt" strokecolor="#000000">
                <v:path arrowok="t"/>
              </v:shape>
            </v:group>
            <v:group style="position:absolute;left:4084;top:9117;width:8;height:2" coordorigin="4084,9117" coordsize="8,2">
              <v:shape style="position:absolute;left:4084;top:9117;width:8;height:2" coordorigin="4084,9117" coordsize="8,0" path="m4084,9117l4091,9117e" filled="false" stroked="true" strokeweight=".48pt" strokecolor="#000000">
                <v:path arrowok="t"/>
              </v:shape>
            </v:group>
            <v:group style="position:absolute;left:4084;top:9141;width:8;height:2" coordorigin="4084,9141" coordsize="8,2">
              <v:shape style="position:absolute;left:4084;top:9141;width:8;height:2" coordorigin="4084,9141" coordsize="8,0" path="m4084,9141l4091,9141e" filled="false" stroked="true" strokeweight=".48pt" strokecolor="#000000">
                <v:path arrowok="t"/>
              </v:shape>
            </v:group>
            <v:group style="position:absolute;left:4084;top:9165;width:8;height:2" coordorigin="4084,9165" coordsize="8,2">
              <v:shape style="position:absolute;left:4084;top:9165;width:8;height:2" coordorigin="4084,9165" coordsize="8,0" path="m4084,9165l4091,9165e" filled="false" stroked="true" strokeweight=".48pt" strokecolor="#000000">
                <v:path arrowok="t"/>
              </v:shape>
            </v:group>
            <v:group style="position:absolute;left:4084;top:9189;width:8;height:2" coordorigin="4084,9189" coordsize="8,2">
              <v:shape style="position:absolute;left:4084;top:9189;width:8;height:2" coordorigin="4084,9189" coordsize="8,0" path="m4084,9189l4091,9189e" filled="false" stroked="true" strokeweight=".48pt" strokecolor="#000000">
                <v:path arrowok="t"/>
              </v:shape>
            </v:group>
            <v:group style="position:absolute;left:4084;top:9213;width:8;height:2" coordorigin="4084,9213" coordsize="8,2">
              <v:shape style="position:absolute;left:4084;top:9213;width:8;height:2" coordorigin="4084,9213" coordsize="8,0" path="m4084,9213l4091,9213e" filled="false" stroked="true" strokeweight=".48pt" strokecolor="#000000">
                <v:path arrowok="t"/>
              </v:shape>
            </v:group>
            <v:group style="position:absolute;left:4084;top:9237;width:8;height:2" coordorigin="4084,9237" coordsize="8,2">
              <v:shape style="position:absolute;left:4084;top:9237;width:8;height:2" coordorigin="4084,9237" coordsize="8,0" path="m4084,9237l4091,9237e" filled="false" stroked="true" strokeweight=".48pt" strokecolor="#000000">
                <v:path arrowok="t"/>
              </v:shape>
            </v:group>
            <v:group style="position:absolute;left:4084;top:9261;width:8;height:2" coordorigin="4084,9261" coordsize="8,2">
              <v:shape style="position:absolute;left:4084;top:9261;width:8;height:2" coordorigin="4084,9261" coordsize="8,0" path="m4084,9261l4091,9261e" filled="false" stroked="true" strokeweight=".48pt" strokecolor="#000000">
                <v:path arrowok="t"/>
              </v:shape>
            </v:group>
            <v:group style="position:absolute;left:4084;top:9285;width:8;height:2" coordorigin="4084,9285" coordsize="8,2">
              <v:shape style="position:absolute;left:4084;top:9285;width:8;height:2" coordorigin="4084,9285" coordsize="8,0" path="m4084,9285l4091,9285e" filled="false" stroked="true" strokeweight=".48pt" strokecolor="#000000">
                <v:path arrowok="t"/>
              </v:shape>
            </v:group>
            <v:group style="position:absolute;left:4084;top:9309;width:8;height:2" coordorigin="4084,9309" coordsize="8,2">
              <v:shape style="position:absolute;left:4084;top:9309;width:8;height:2" coordorigin="4084,9309" coordsize="8,0" path="m4084,9309l4091,9309e" filled="false" stroked="true" strokeweight=".48pt" strokecolor="#000000">
                <v:path arrowok="t"/>
              </v:shape>
            </v:group>
            <v:group style="position:absolute;left:4084;top:9333;width:8;height:2" coordorigin="4084,9333" coordsize="8,2">
              <v:shape style="position:absolute;left:4084;top:9333;width:8;height:2" coordorigin="4084,9333" coordsize="8,0" path="m4084,9333l4091,9333e" filled="false" stroked="true" strokeweight=".48pt" strokecolor="#000000">
                <v:path arrowok="t"/>
              </v:shape>
            </v:group>
            <v:group style="position:absolute;left:4084;top:9357;width:8;height:2" coordorigin="4084,9357" coordsize="8,2">
              <v:shape style="position:absolute;left:4084;top:9357;width:8;height:2" coordorigin="4084,9357" coordsize="8,0" path="m4084,9357l4091,9357e" filled="false" stroked="true" strokeweight=".48pt" strokecolor="#000000">
                <v:path arrowok="t"/>
              </v:shape>
            </v:group>
            <v:group style="position:absolute;left:4084;top:9381;width:8;height:2" coordorigin="4084,9381" coordsize="8,2">
              <v:shape style="position:absolute;left:4084;top:9381;width:8;height:2" coordorigin="4084,9381" coordsize="8,0" path="m4084,9381l4091,9381e" filled="false" stroked="true" strokeweight=".48pt" strokecolor="#000000">
                <v:path arrowok="t"/>
              </v:shape>
            </v:group>
            <v:group style="position:absolute;left:4084;top:9405;width:8;height:2" coordorigin="4084,9405" coordsize="8,2">
              <v:shape style="position:absolute;left:4084;top:9405;width:8;height:2" coordorigin="4084,9405" coordsize="8,0" path="m4084,9405l4091,9405e" filled="false" stroked="true" strokeweight=".48pt" strokecolor="#000000">
                <v:path arrowok="t"/>
              </v:shape>
            </v:group>
            <v:group style="position:absolute;left:4084;top:9429;width:8;height:2" coordorigin="4084,9429" coordsize="8,2">
              <v:shape style="position:absolute;left:4084;top:9429;width:8;height:2" coordorigin="4084,9429" coordsize="8,0" path="m4084,9429l4091,9429e" filled="false" stroked="true" strokeweight=".48pt" strokecolor="#000000">
                <v:path arrowok="t"/>
              </v:shape>
            </v:group>
            <v:group style="position:absolute;left:4084;top:9453;width:8;height:2" coordorigin="4084,9453" coordsize="8,2">
              <v:shape style="position:absolute;left:4084;top:9453;width:8;height:2" coordorigin="4084,9453" coordsize="8,0" path="m4084,9453l4091,9453e" filled="false" stroked="true" strokeweight=".48pt" strokecolor="#000000">
                <v:path arrowok="t"/>
              </v:shape>
            </v:group>
            <v:group style="position:absolute;left:4084;top:9477;width:8;height:2" coordorigin="4084,9477" coordsize="8,2">
              <v:shape style="position:absolute;left:4084;top:9477;width:8;height:2" coordorigin="4084,9477" coordsize="8,0" path="m4084,9477l4091,9477e" filled="false" stroked="true" strokeweight=".48pt" strokecolor="#000000">
                <v:path arrowok="t"/>
              </v:shape>
            </v:group>
            <v:group style="position:absolute;left:4084;top:9501;width:8;height:2" coordorigin="4084,9501" coordsize="8,2">
              <v:shape style="position:absolute;left:4084;top:9501;width:8;height:2" coordorigin="4084,9501" coordsize="8,0" path="m4084,9501l4091,9501e" filled="false" stroked="true" strokeweight=".48pt" strokecolor="#000000">
                <v:path arrowok="t"/>
              </v:shape>
            </v:group>
            <v:group style="position:absolute;left:4084;top:9525;width:8;height:2" coordorigin="4084,9525" coordsize="8,2">
              <v:shape style="position:absolute;left:4084;top:9525;width:8;height:2" coordorigin="4084,9525" coordsize="8,0" path="m4084,9525l4091,9525e" filled="false" stroked="true" strokeweight=".48pt" strokecolor="#000000">
                <v:path arrowok="t"/>
              </v:shape>
            </v:group>
            <v:group style="position:absolute;left:4084;top:9549;width:8;height:2" coordorigin="4084,9549" coordsize="8,2">
              <v:shape style="position:absolute;left:4084;top:9549;width:8;height:2" coordorigin="4084,9549" coordsize="8,0" path="m4084,9549l4091,9549e" filled="false" stroked="true" strokeweight=".48pt" strokecolor="#000000">
                <v:path arrowok="t"/>
              </v:shape>
            </v:group>
            <v:group style="position:absolute;left:4084;top:9573;width:8;height:2" coordorigin="4084,9573" coordsize="8,2">
              <v:shape style="position:absolute;left:4084;top:9573;width:8;height:2" coordorigin="4084,9573" coordsize="8,0" path="m4084,9573l4091,9573e" filled="false" stroked="true" strokeweight=".48pt" strokecolor="#000000">
                <v:path arrowok="t"/>
              </v:shape>
            </v:group>
            <v:group style="position:absolute;left:4084;top:9597;width:8;height:2" coordorigin="4084,9597" coordsize="8,2">
              <v:shape style="position:absolute;left:4084;top:9597;width:8;height:2" coordorigin="4084,9597" coordsize="8,0" path="m4084,9597l4091,9597e" filled="false" stroked="true" strokeweight=".48pt" strokecolor="#000000">
                <v:path arrowok="t"/>
              </v:shape>
            </v:group>
            <v:group style="position:absolute;left:4084;top:9621;width:8;height:2" coordorigin="4084,9621" coordsize="8,2">
              <v:shape style="position:absolute;left:4084;top:9621;width:8;height:2" coordorigin="4084,9621" coordsize="8,0" path="m4084,9621l4091,9621e" filled="false" stroked="true" strokeweight=".48pt" strokecolor="#000000">
                <v:path arrowok="t"/>
              </v:shape>
            </v:group>
            <v:group style="position:absolute;left:4084;top:9645;width:8;height:2" coordorigin="4084,9645" coordsize="8,2">
              <v:shape style="position:absolute;left:4084;top:9645;width:8;height:2" coordorigin="4084,9645" coordsize="8,0" path="m4084,9645l4091,9645e" filled="false" stroked="true" strokeweight=".48pt" strokecolor="#000000">
                <v:path arrowok="t"/>
              </v:shape>
            </v:group>
            <v:group style="position:absolute;left:4084;top:9669;width:8;height:2" coordorigin="4084,9669" coordsize="8,2">
              <v:shape style="position:absolute;left:4084;top:9669;width:8;height:2" coordorigin="4084,9669" coordsize="8,0" path="m4084,9669l4091,9669e" filled="false" stroked="true" strokeweight=".48pt" strokecolor="#000000">
                <v:path arrowok="t"/>
              </v:shape>
            </v:group>
            <v:group style="position:absolute;left:4084;top:9693;width:8;height:2" coordorigin="4084,9693" coordsize="8,2">
              <v:shape style="position:absolute;left:4084;top:9693;width:8;height:2" coordorigin="4084,9693" coordsize="8,0" path="m4084,9693l4091,9693e" filled="false" stroked="true" strokeweight=".48pt" strokecolor="#000000">
                <v:path arrowok="t"/>
              </v:shape>
            </v:group>
            <v:group style="position:absolute;left:4084;top:9717;width:8;height:2" coordorigin="4084,9717" coordsize="8,2">
              <v:shape style="position:absolute;left:4084;top:9717;width:8;height:2" coordorigin="4084,9717" coordsize="8,0" path="m4084,9717l4091,9717e" filled="false" stroked="true" strokeweight=".48pt" strokecolor="#000000">
                <v:path arrowok="t"/>
              </v:shape>
            </v:group>
            <v:group style="position:absolute;left:4084;top:9741;width:8;height:2" coordorigin="4084,9741" coordsize="8,2">
              <v:shape style="position:absolute;left:4084;top:9741;width:8;height:2" coordorigin="4084,9741" coordsize="8,0" path="m4084,9741l4091,9741e" filled="false" stroked="true" strokeweight=".48pt" strokecolor="#000000">
                <v:path arrowok="t"/>
              </v:shape>
            </v:group>
            <v:group style="position:absolute;left:4084;top:9765;width:8;height:2" coordorigin="4084,9765" coordsize="8,2">
              <v:shape style="position:absolute;left:4084;top:9765;width:8;height:2" coordorigin="4084,9765" coordsize="8,0" path="m4084,9765l4091,9765e" filled="false" stroked="true" strokeweight=".479pt" strokecolor="#000000">
                <v:path arrowok="t"/>
              </v:shape>
            </v:group>
            <v:group style="position:absolute;left:4084;top:9789;width:8;height:2" coordorigin="4084,9789" coordsize="8,2">
              <v:shape style="position:absolute;left:4084;top:9789;width:8;height:2" coordorigin="4084,9789" coordsize="8,0" path="m4084,9789l4091,9789e" filled="false" stroked="true" strokeweight=".48pt" strokecolor="#000000">
                <v:path arrowok="t"/>
              </v:shape>
            </v:group>
            <v:group style="position:absolute;left:4084;top:9813;width:8;height:2" coordorigin="4084,9813" coordsize="8,2">
              <v:shape style="position:absolute;left:4084;top:9813;width:8;height:2" coordorigin="4084,9813" coordsize="8,0" path="m4084,9813l4091,9813e" filled="false" stroked="true" strokeweight=".48pt" strokecolor="#000000">
                <v:path arrowok="t"/>
              </v:shape>
            </v:group>
            <v:group style="position:absolute;left:4084;top:9837;width:8;height:2" coordorigin="4084,9837" coordsize="8,2">
              <v:shape style="position:absolute;left:4084;top:9837;width:8;height:2" coordorigin="4084,9837" coordsize="8,0" path="m4084,9837l4091,9837e" filled="false" stroked="true" strokeweight=".48pt" strokecolor="#000000">
                <v:path arrowok="t"/>
              </v:shape>
            </v:group>
            <v:group style="position:absolute;left:4084;top:9861;width:8;height:2" coordorigin="4084,9861" coordsize="8,2">
              <v:shape style="position:absolute;left:4084;top:9861;width:8;height:2" coordorigin="4084,9861" coordsize="8,0" path="m4084,9861l4091,9861e" filled="false" stroked="true" strokeweight=".48pt" strokecolor="#000000">
                <v:path arrowok="t"/>
              </v:shape>
            </v:group>
            <v:group style="position:absolute;left:4084;top:9885;width:8;height:2" coordorigin="4084,9885" coordsize="8,2">
              <v:shape style="position:absolute;left:4084;top:9885;width:8;height:2" coordorigin="4084,9885" coordsize="8,0" path="m4084,9885l4091,9885e" filled="false" stroked="true" strokeweight=".48pt" strokecolor="#000000">
                <v:path arrowok="t"/>
              </v:shape>
            </v:group>
            <v:group style="position:absolute;left:4084;top:9909;width:8;height:2" coordorigin="4084,9909" coordsize="8,2">
              <v:shape style="position:absolute;left:4084;top:9909;width:8;height:2" coordorigin="4084,9909" coordsize="8,0" path="m4084,9909l4091,9909e" filled="false" stroked="true" strokeweight=".48pt" strokecolor="#000000">
                <v:path arrowok="t"/>
              </v:shape>
            </v:group>
            <v:group style="position:absolute;left:4084;top:9933;width:8;height:2" coordorigin="4084,9933" coordsize="8,2">
              <v:shape style="position:absolute;left:4084;top:9933;width:8;height:2" coordorigin="4084,9933" coordsize="8,0" path="m4084,9933l4091,9933e" filled="false" stroked="true" strokeweight=".48pt" strokecolor="#000000">
                <v:path arrowok="t"/>
              </v:shape>
            </v:group>
            <v:group style="position:absolute;left:4084;top:9957;width:8;height:2" coordorigin="4084,9957" coordsize="8,2">
              <v:shape style="position:absolute;left:4084;top:9957;width:8;height:2" coordorigin="4084,9957" coordsize="8,0" path="m4084,9957l4091,9957e" filled="false" stroked="true" strokeweight=".48pt" strokecolor="#000000">
                <v:path arrowok="t"/>
              </v:shape>
            </v:group>
            <v:group style="position:absolute;left:4084;top:9981;width:8;height:2" coordorigin="4084,9981" coordsize="8,2">
              <v:shape style="position:absolute;left:4084;top:9981;width:8;height:2" coordorigin="4084,9981" coordsize="8,0" path="m4084,9981l4091,9981e" filled="false" stroked="true" strokeweight=".48pt" strokecolor="#000000">
                <v:path arrowok="t"/>
              </v:shape>
            </v:group>
            <v:group style="position:absolute;left:4084;top:10005;width:8;height:2" coordorigin="4084,10005" coordsize="8,2">
              <v:shape style="position:absolute;left:4084;top:10005;width:8;height:2" coordorigin="4084,10005" coordsize="8,0" path="m4084,10005l4091,10005e" filled="false" stroked="true" strokeweight=".48pt" strokecolor="#000000">
                <v:path arrowok="t"/>
              </v:shape>
            </v:group>
            <v:group style="position:absolute;left:4084;top:10029;width:8;height:2" coordorigin="4084,10029" coordsize="8,2">
              <v:shape style="position:absolute;left:4084;top:10029;width:8;height:2" coordorigin="4084,10029" coordsize="8,0" path="m4084,10029l4091,10029e" filled="false" stroked="true" strokeweight=".48pt" strokecolor="#000000">
                <v:path arrowok="t"/>
              </v:shape>
            </v:group>
            <v:group style="position:absolute;left:4084;top:10053;width:8;height:2" coordorigin="4084,10053" coordsize="8,2">
              <v:shape style="position:absolute;left:4084;top:10053;width:8;height:2" coordorigin="4084,10053" coordsize="8,0" path="m4084,10053l4091,10053e" filled="false" stroked="true" strokeweight=".48pt" strokecolor="#000000">
                <v:path arrowok="t"/>
              </v:shape>
            </v:group>
            <v:group style="position:absolute;left:4084;top:10077;width:8;height:2" coordorigin="4084,10077" coordsize="8,2">
              <v:shape style="position:absolute;left:4084;top:10077;width:8;height:2" coordorigin="4084,10077" coordsize="8,0" path="m4084,10077l4091,10077e" filled="false" stroked="true" strokeweight=".48pt" strokecolor="#000000">
                <v:path arrowok="t"/>
              </v:shape>
            </v:group>
            <v:group style="position:absolute;left:4084;top:10101;width:8;height:2" coordorigin="4084,10101" coordsize="8,2">
              <v:shape style="position:absolute;left:4084;top:10101;width:8;height:2" coordorigin="4084,10101" coordsize="8,0" path="m4084,10101l4091,10101e" filled="false" stroked="true" strokeweight=".48pt" strokecolor="#000000">
                <v:path arrowok="t"/>
              </v:shape>
            </v:group>
            <v:group style="position:absolute;left:4084;top:10125;width:8;height:2" coordorigin="4084,10125" coordsize="8,2">
              <v:shape style="position:absolute;left:4084;top:10125;width:8;height:2" coordorigin="4084,10125" coordsize="8,0" path="m4084,10125l4091,10125e" filled="false" stroked="true" strokeweight=".479pt" strokecolor="#000000">
                <v:path arrowok="t"/>
              </v:shape>
            </v:group>
            <v:group style="position:absolute;left:4084;top:10149;width:8;height:2" coordorigin="4084,10149" coordsize="8,2">
              <v:shape style="position:absolute;left:4084;top:10149;width:8;height:2" coordorigin="4084,10149" coordsize="8,0" path="m4084,10149l4091,10149e" filled="false" stroked="true" strokeweight=".48pt" strokecolor="#000000">
                <v:path arrowok="t"/>
              </v:shape>
            </v:group>
            <v:group style="position:absolute;left:4084;top:10173;width:8;height:2" coordorigin="4084,10173" coordsize="8,2">
              <v:shape style="position:absolute;left:4084;top:10173;width:8;height:2" coordorigin="4084,10173" coordsize="8,0" path="m4084,10173l4091,10173e" filled="false" stroked="true" strokeweight=".48pt" strokecolor="#000000">
                <v:path arrowok="t"/>
              </v:shape>
            </v:group>
            <v:group style="position:absolute;left:4084;top:10197;width:8;height:2" coordorigin="4084,10197" coordsize="8,2">
              <v:shape style="position:absolute;left:4084;top:10197;width:8;height:2" coordorigin="4084,10197" coordsize="8,0" path="m4084,10197l4091,10197e" filled="false" stroked="true" strokeweight=".48pt" strokecolor="#000000">
                <v:path arrowok="t"/>
              </v:shape>
            </v:group>
            <v:group style="position:absolute;left:4084;top:10221;width:8;height:2" coordorigin="4084,10221" coordsize="8,2">
              <v:shape style="position:absolute;left:4084;top:10221;width:8;height:2" coordorigin="4084,10221" coordsize="8,0" path="m4084,10221l4091,10221e" filled="false" stroked="true" strokeweight=".48pt" strokecolor="#000000">
                <v:path arrowok="t"/>
              </v:shape>
            </v:group>
            <v:group style="position:absolute;left:4084;top:10245;width:8;height:2" coordorigin="4084,10245" coordsize="8,2">
              <v:shape style="position:absolute;left:4084;top:10245;width:8;height:2" coordorigin="4084,10245" coordsize="8,0" path="m4084,10245l4091,10245e" filled="false" stroked="true" strokeweight=".48pt" strokecolor="#000000">
                <v:path arrowok="t"/>
              </v:shape>
            </v:group>
            <v:group style="position:absolute;left:4084;top:10269;width:8;height:2" coordorigin="4084,10269" coordsize="8,2">
              <v:shape style="position:absolute;left:4084;top:10269;width:8;height:2" coordorigin="4084,10269" coordsize="8,0" path="m4084,10269l4091,10269e" filled="false" stroked="true" strokeweight=".48pt" strokecolor="#000000">
                <v:path arrowok="t"/>
              </v:shape>
            </v:group>
            <v:group style="position:absolute;left:4084;top:10293;width:8;height:2" coordorigin="4084,10293" coordsize="8,2">
              <v:shape style="position:absolute;left:4084;top:10293;width:8;height:2" coordorigin="4084,10293" coordsize="8,0" path="m4084,10293l4091,10293e" filled="false" stroked="true" strokeweight=".48pt" strokecolor="#000000">
                <v:path arrowok="t"/>
              </v:shape>
            </v:group>
            <v:group style="position:absolute;left:4084;top:10317;width:8;height:2" coordorigin="4084,10317" coordsize="8,2">
              <v:shape style="position:absolute;left:4084;top:10317;width:8;height:2" coordorigin="4084,10317" coordsize="8,0" path="m4084,10317l4091,10317e" filled="false" stroked="true" strokeweight=".48pt" strokecolor="#000000">
                <v:path arrowok="t"/>
              </v:shape>
            </v:group>
            <v:group style="position:absolute;left:4084;top:10341;width:8;height:2" coordorigin="4084,10341" coordsize="8,2">
              <v:shape style="position:absolute;left:4084;top:10341;width:8;height:2" coordorigin="4084,10341" coordsize="8,0" path="m4084,10341l4091,10341e" filled="false" stroked="true" strokeweight=".48pt" strokecolor="#000000">
                <v:path arrowok="t"/>
              </v:shape>
            </v:group>
            <v:group style="position:absolute;left:4084;top:10365;width:8;height:2" coordorigin="4084,10365" coordsize="8,2">
              <v:shape style="position:absolute;left:4084;top:10365;width:8;height:2" coordorigin="4084,10365" coordsize="8,0" path="m4084,10365l4091,10365e" filled="false" stroked="true" strokeweight=".48pt" strokecolor="#000000">
                <v:path arrowok="t"/>
              </v:shape>
            </v:group>
            <v:group style="position:absolute;left:4084;top:10389;width:8;height:2" coordorigin="4084,10389" coordsize="8,2">
              <v:shape style="position:absolute;left:4084;top:10389;width:8;height:2" coordorigin="4084,10389" coordsize="8,0" path="m4084,10389l4091,10389e" filled="false" stroked="true" strokeweight=".48pt" strokecolor="#000000">
                <v:path arrowok="t"/>
              </v:shape>
            </v:group>
            <v:group style="position:absolute;left:4084;top:10413;width:8;height:2" coordorigin="4084,10413" coordsize="8,2">
              <v:shape style="position:absolute;left:4084;top:10413;width:8;height:2" coordorigin="4084,10413" coordsize="8,0" path="m4084,10413l4091,10413e" filled="false" stroked="true" strokeweight=".48pt" strokecolor="#000000">
                <v:path arrowok="t"/>
              </v:shape>
            </v:group>
            <v:group style="position:absolute;left:4084;top:10437;width:8;height:2" coordorigin="4084,10437" coordsize="8,2">
              <v:shape style="position:absolute;left:4084;top:10437;width:8;height:2" coordorigin="4084,10437" coordsize="8,0" path="m4084,10437l4091,10437e" filled="false" stroked="true" strokeweight=".48pt" strokecolor="#000000">
                <v:path arrowok="t"/>
              </v:shape>
            </v:group>
            <v:group style="position:absolute;left:4084;top:10461;width:8;height:2" coordorigin="4084,10461" coordsize="8,2">
              <v:shape style="position:absolute;left:4084;top:10461;width:8;height:2" coordorigin="4084,10461" coordsize="8,0" path="m4084,10461l4091,10461e" filled="false" stroked="true" strokeweight=".48pt" strokecolor="#000000">
                <v:path arrowok="t"/>
              </v:shape>
            </v:group>
            <v:group style="position:absolute;left:4084;top:10485;width:8;height:2" coordorigin="4084,10485" coordsize="8,2">
              <v:shape style="position:absolute;left:4084;top:10485;width:8;height:2" coordorigin="4084,10485" coordsize="8,0" path="m4084,10485l4091,10485e" filled="false" stroked="true" strokeweight=".48pt" strokecolor="#000000">
                <v:path arrowok="t"/>
              </v:shape>
            </v:group>
            <v:group style="position:absolute;left:4084;top:10509;width:8;height:2" coordorigin="4084,10509" coordsize="8,2">
              <v:shape style="position:absolute;left:4084;top:10509;width:8;height:2" coordorigin="4084,10509" coordsize="8,0" path="m4084,10509l4091,10509e" filled="false" stroked="true" strokeweight=".48pt" strokecolor="#000000">
                <v:path arrowok="t"/>
              </v:shape>
            </v:group>
            <v:group style="position:absolute;left:4084;top:10533;width:8;height:2" coordorigin="4084,10533" coordsize="8,2">
              <v:shape style="position:absolute;left:4084;top:10533;width:8;height:2" coordorigin="4084,10533" coordsize="8,0" path="m4084,10533l4091,10533e" filled="false" stroked="true" strokeweight=".48pt" strokecolor="#000000">
                <v:path arrowok="t"/>
              </v:shape>
            </v:group>
            <v:group style="position:absolute;left:4084;top:10557;width:8;height:2" coordorigin="4084,10557" coordsize="8,2">
              <v:shape style="position:absolute;left:4084;top:10557;width:8;height:2" coordorigin="4084,10557" coordsize="8,0" path="m4084,10557l4091,10557e" filled="false" stroked="true" strokeweight=".48pt" strokecolor="#000000">
                <v:path arrowok="t"/>
              </v:shape>
            </v:group>
            <v:group style="position:absolute;left:4084;top:10581;width:8;height:2" coordorigin="4084,10581" coordsize="8,2">
              <v:shape style="position:absolute;left:4084;top:10581;width:8;height:2" coordorigin="4084,10581" coordsize="8,0" path="m4084,10581l4091,10581e" filled="false" stroked="true" strokeweight=".48pt" strokecolor="#000000">
                <v:path arrowok="t"/>
              </v:shape>
            </v:group>
            <v:group style="position:absolute;left:4084;top:10605;width:8;height:2" coordorigin="4084,10605" coordsize="8,2">
              <v:shape style="position:absolute;left:4084;top:10605;width:8;height:2" coordorigin="4084,10605" coordsize="8,0" path="m4084,10605l4091,10605e" filled="false" stroked="true" strokeweight=".48pt" strokecolor="#000000">
                <v:path arrowok="t"/>
              </v:shape>
            </v:group>
            <v:group style="position:absolute;left:4084;top:10629;width:8;height:2" coordorigin="4084,10629" coordsize="8,2">
              <v:shape style="position:absolute;left:4084;top:10629;width:8;height:2" coordorigin="4084,10629" coordsize="8,0" path="m4084,10629l4091,10629e" filled="false" stroked="true" strokeweight=".48pt" strokecolor="#000000">
                <v:path arrowok="t"/>
              </v:shape>
            </v:group>
            <v:group style="position:absolute;left:4084;top:10653;width:8;height:2" coordorigin="4084,10653" coordsize="8,2">
              <v:shape style="position:absolute;left:4084;top:10653;width:8;height:2" coordorigin="4084,10653" coordsize="8,0" path="m4084,10653l4091,10653e" filled="false" stroked="true" strokeweight=".48pt" strokecolor="#000000">
                <v:path arrowok="t"/>
              </v:shape>
            </v:group>
            <v:group style="position:absolute;left:4084;top:10677;width:8;height:2" coordorigin="4084,10677" coordsize="8,2">
              <v:shape style="position:absolute;left:4084;top:10677;width:8;height:2" coordorigin="4084,10677" coordsize="8,0" path="m4084,10677l4091,10677e" filled="false" stroked="true" strokeweight=".48pt" strokecolor="#000000">
                <v:path arrowok="t"/>
              </v:shape>
            </v:group>
            <v:group style="position:absolute;left:4084;top:10701;width:8;height:2" coordorigin="4084,10701" coordsize="8,2">
              <v:shape style="position:absolute;left:4084;top:10701;width:8;height:2" coordorigin="4084,10701" coordsize="8,0" path="m4084,10701l4091,10701e" filled="false" stroked="true" strokeweight=".48pt" strokecolor="#000000">
                <v:path arrowok="t"/>
              </v:shape>
            </v:group>
            <v:group style="position:absolute;left:4084;top:10725;width:8;height:2" coordorigin="4084,10725" coordsize="8,2">
              <v:shape style="position:absolute;left:4084;top:10725;width:8;height:2" coordorigin="4084,10725" coordsize="8,0" path="m4084,10725l4091,10725e" filled="false" stroked="true" strokeweight=".48pt" strokecolor="#000000">
                <v:path arrowok="t"/>
              </v:shape>
            </v:group>
            <v:group style="position:absolute;left:4084;top:10749;width:8;height:2" coordorigin="4084,10749" coordsize="8,2">
              <v:shape style="position:absolute;left:4084;top:10749;width:8;height:2" coordorigin="4084,10749" coordsize="8,0" path="m4084,10749l4091,10749e" filled="false" stroked="true" strokeweight=".48pt" strokecolor="#000000">
                <v:path arrowok="t"/>
              </v:shape>
            </v:group>
            <v:group style="position:absolute;left:4084;top:10773;width:8;height:2" coordorigin="4084,10773" coordsize="8,2">
              <v:shape style="position:absolute;left:4084;top:10773;width:8;height:2" coordorigin="4084,10773" coordsize="8,0" path="m4084,10773l4091,10773e" filled="false" stroked="true" strokeweight=".48pt" strokecolor="#000000">
                <v:path arrowok="t"/>
              </v:shape>
            </v:group>
            <v:group style="position:absolute;left:4084;top:10797;width:8;height:2" coordorigin="4084,10797" coordsize="8,2">
              <v:shape style="position:absolute;left:4084;top:10797;width:8;height:2" coordorigin="4084,10797" coordsize="8,0" path="m4084,10797l4091,10797e" filled="false" stroked="true" strokeweight=".48pt" strokecolor="#000000">
                <v:path arrowok="t"/>
              </v:shape>
            </v:group>
            <v:group style="position:absolute;left:4084;top:10821;width:8;height:2" coordorigin="4084,10821" coordsize="8,2">
              <v:shape style="position:absolute;left:4084;top:10821;width:8;height:2" coordorigin="4084,10821" coordsize="8,0" path="m4084,10821l4091,10821e" filled="false" stroked="true" strokeweight=".48pt" strokecolor="#000000">
                <v:path arrowok="t"/>
              </v:shape>
            </v:group>
            <v:group style="position:absolute;left:4084;top:10845;width:8;height:2" coordorigin="4084,10845" coordsize="8,2">
              <v:shape style="position:absolute;left:4084;top:10845;width:8;height:2" coordorigin="4084,10845" coordsize="8,0" path="m4084,10845l4091,10845e" filled="false" stroked="true" strokeweight=".48pt" strokecolor="#000000">
                <v:path arrowok="t"/>
              </v:shape>
            </v:group>
            <v:group style="position:absolute;left:4084;top:10869;width:8;height:2" coordorigin="4084,10869" coordsize="8,2">
              <v:shape style="position:absolute;left:4084;top:10869;width:8;height:2" coordorigin="4084,10869" coordsize="8,0" path="m4084,10869l4091,10869e" filled="false" stroked="true" strokeweight=".479pt" strokecolor="#000000">
                <v:path arrowok="t"/>
              </v:shape>
            </v:group>
            <v:group style="position:absolute;left:4084;top:10893;width:8;height:2" coordorigin="4084,10893" coordsize="8,2">
              <v:shape style="position:absolute;left:4084;top:10893;width:8;height:2" coordorigin="4084,10893" coordsize="8,0" path="m4084,10893l4091,10893e" filled="false" stroked="true" strokeweight=".48pt" strokecolor="#000000">
                <v:path arrowok="t"/>
              </v:shape>
            </v:group>
            <v:group style="position:absolute;left:4084;top:10917;width:8;height:2" coordorigin="4084,10917" coordsize="8,2">
              <v:shape style="position:absolute;left:4084;top:10917;width:8;height:2" coordorigin="4084,10917" coordsize="8,0" path="m4084,10917l4091,10917e" filled="false" stroked="true" strokeweight=".48pt" strokecolor="#000000">
                <v:path arrowok="t"/>
              </v:shape>
            </v:group>
            <v:group style="position:absolute;left:4084;top:10941;width:8;height:2" coordorigin="4084,10941" coordsize="8,2">
              <v:shape style="position:absolute;left:4084;top:10941;width:8;height:2" coordorigin="4084,10941" coordsize="8,0" path="m4084,10941l4091,10941e" filled="false" stroked="true" strokeweight=".48pt" strokecolor="#000000">
                <v:path arrowok="t"/>
              </v:shape>
            </v:group>
            <v:group style="position:absolute;left:4084;top:10965;width:8;height:2" coordorigin="4084,10965" coordsize="8,2">
              <v:shape style="position:absolute;left:4084;top:10965;width:8;height:2" coordorigin="4084,10965" coordsize="8,0" path="m4084,10965l4091,10965e" filled="false" stroked="true" strokeweight=".48pt" strokecolor="#000000">
                <v:path arrowok="t"/>
              </v:shape>
            </v:group>
            <v:group style="position:absolute;left:4084;top:10989;width:8;height:2" coordorigin="4084,10989" coordsize="8,2">
              <v:shape style="position:absolute;left:4084;top:10989;width:8;height:2" coordorigin="4084,10989" coordsize="8,0" path="m4084,10989l4091,10989e" filled="false" stroked="true" strokeweight=".48pt" strokecolor="#000000">
                <v:path arrowok="t"/>
              </v:shape>
            </v:group>
            <v:group style="position:absolute;left:4084;top:11013;width:8;height:2" coordorigin="4084,11013" coordsize="8,2">
              <v:shape style="position:absolute;left:4084;top:11013;width:8;height:2" coordorigin="4084,11013" coordsize="8,0" path="m4084,11013l4091,11013e" filled="false" stroked="true" strokeweight=".48pt" strokecolor="#000000">
                <v:path arrowok="t"/>
              </v:shape>
            </v:group>
            <v:group style="position:absolute;left:4084;top:11037;width:8;height:2" coordorigin="4084,11037" coordsize="8,2">
              <v:shape style="position:absolute;left:4084;top:11037;width:8;height:2" coordorigin="4084,11037" coordsize="8,0" path="m4084,11037l4091,11037e" filled="false" stroked="true" strokeweight=".48pt" strokecolor="#000000">
                <v:path arrowok="t"/>
              </v:shape>
            </v:group>
            <v:group style="position:absolute;left:4084;top:11061;width:8;height:2" coordorigin="4084,11061" coordsize="8,2">
              <v:shape style="position:absolute;left:4084;top:11061;width:8;height:2" coordorigin="4084,11061" coordsize="8,0" path="m4084,11061l4091,11061e" filled="false" stroked="true" strokeweight=".48pt" strokecolor="#000000">
                <v:path arrowok="t"/>
              </v:shape>
            </v:group>
            <v:group style="position:absolute;left:4084;top:11085;width:8;height:2" coordorigin="4084,11085" coordsize="8,2">
              <v:shape style="position:absolute;left:4084;top:11085;width:8;height:2" coordorigin="4084,11085" coordsize="8,0" path="m4084,11085l4091,11085e" filled="false" stroked="true" strokeweight=".48pt" strokecolor="#000000">
                <v:path arrowok="t"/>
              </v:shape>
            </v:group>
            <v:group style="position:absolute;left:4084;top:11109;width:8;height:2" coordorigin="4084,11109" coordsize="8,2">
              <v:shape style="position:absolute;left:4084;top:11109;width:8;height:2" coordorigin="4084,11109" coordsize="8,0" path="m4084,11109l4091,11109e" filled="false" stroked="true" strokeweight=".48pt" strokecolor="#000000">
                <v:path arrowok="t"/>
              </v:shape>
            </v:group>
            <v:group style="position:absolute;left:4084;top:11133;width:8;height:2" coordorigin="4084,11133" coordsize="8,2">
              <v:shape style="position:absolute;left:4084;top:11133;width:8;height:2" coordorigin="4084,11133" coordsize="8,0" path="m4084,11133l4091,11133e" filled="false" stroked="true" strokeweight=".48pt" strokecolor="#000000">
                <v:path arrowok="t"/>
              </v:shape>
            </v:group>
            <v:group style="position:absolute;left:4084;top:11157;width:8;height:2" coordorigin="4084,11157" coordsize="8,2">
              <v:shape style="position:absolute;left:4084;top:11157;width:8;height:2" coordorigin="4084,11157" coordsize="8,0" path="m4084,11157l4091,11157e" filled="false" stroked="true" strokeweight=".48pt" strokecolor="#000000">
                <v:path arrowok="t"/>
              </v:shape>
            </v:group>
            <v:group style="position:absolute;left:4084;top:11181;width:8;height:2" coordorigin="4084,11181" coordsize="8,2">
              <v:shape style="position:absolute;left:4084;top:11181;width:8;height:2" coordorigin="4084,11181" coordsize="8,0" path="m4084,11181l4091,11181e" filled="false" stroked="true" strokeweight=".48pt" strokecolor="#000000">
                <v:path arrowok="t"/>
              </v:shape>
            </v:group>
            <v:group style="position:absolute;left:4084;top:11205;width:8;height:2" coordorigin="4084,11205" coordsize="8,2">
              <v:shape style="position:absolute;left:4084;top:11205;width:8;height:2" coordorigin="4084,11205" coordsize="8,0" path="m4084,11205l4091,11205e" filled="false" stroked="true" strokeweight=".48pt" strokecolor="#000000">
                <v:path arrowok="t"/>
              </v:shape>
            </v:group>
            <v:group style="position:absolute;left:4084;top:11229;width:8;height:2" coordorigin="4084,11229" coordsize="8,2">
              <v:shape style="position:absolute;left:4084;top:11229;width:8;height:2" coordorigin="4084,11229" coordsize="8,0" path="m4084,11229l4091,11229e" filled="false" stroked="true" strokeweight=".48pt" strokecolor="#000000">
                <v:path arrowok="t"/>
              </v:shape>
            </v:group>
            <v:group style="position:absolute;left:4084;top:11253;width:8;height:2" coordorigin="4084,11253" coordsize="8,2">
              <v:shape style="position:absolute;left:4084;top:11253;width:8;height:2" coordorigin="4084,11253" coordsize="8,0" path="m4084,11253l4091,11253e" filled="false" stroked="true" strokeweight=".48pt" strokecolor="#000000">
                <v:path arrowok="t"/>
              </v:shape>
            </v:group>
            <v:group style="position:absolute;left:4084;top:11277;width:8;height:2" coordorigin="4084,11277" coordsize="8,2">
              <v:shape style="position:absolute;left:4084;top:11277;width:8;height:2" coordorigin="4084,11277" coordsize="8,0" path="m4084,11277l4091,11277e" filled="false" stroked="true" strokeweight=".48pt" strokecolor="#000000">
                <v:path arrowok="t"/>
              </v:shape>
            </v:group>
            <v:group style="position:absolute;left:4084;top:11301;width:8;height:2" coordorigin="4084,11301" coordsize="8,2">
              <v:shape style="position:absolute;left:4084;top:11301;width:8;height:2" coordorigin="4084,11301" coordsize="8,0" path="m4084,11301l4091,11301e" filled="false" stroked="true" strokeweight=".48pt" strokecolor="#000000">
                <v:path arrowok="t"/>
              </v:shape>
            </v:group>
            <v:group style="position:absolute;left:4084;top:11325;width:8;height:2" coordorigin="4084,11325" coordsize="8,2">
              <v:shape style="position:absolute;left:4084;top:11325;width:8;height:2" coordorigin="4084,11325" coordsize="8,0" path="m4084,11325l4091,11325e" filled="false" stroked="true" strokeweight=".48pt" strokecolor="#000000">
                <v:path arrowok="t"/>
              </v:shape>
            </v:group>
            <v:group style="position:absolute;left:4084;top:11349;width:8;height:2" coordorigin="4084,11349" coordsize="8,2">
              <v:shape style="position:absolute;left:4084;top:11349;width:8;height:2" coordorigin="4084,11349" coordsize="8,0" path="m4084,11349l4091,11349e" filled="false" stroked="true" strokeweight=".48pt" strokecolor="#000000">
                <v:path arrowok="t"/>
              </v:shape>
            </v:group>
            <v:group style="position:absolute;left:4084;top:11373;width:8;height:2" coordorigin="4084,11373" coordsize="8,2">
              <v:shape style="position:absolute;left:4084;top:11373;width:8;height:2" coordorigin="4084,11373" coordsize="8,0" path="m4084,11373l4091,11373e" filled="false" stroked="true" strokeweight=".48pt" strokecolor="#000000">
                <v:path arrowok="t"/>
              </v:shape>
            </v:group>
            <v:group style="position:absolute;left:4084;top:11397;width:8;height:2" coordorigin="4084,11397" coordsize="8,2">
              <v:shape style="position:absolute;left:4084;top:11397;width:8;height:2" coordorigin="4084,11397" coordsize="8,0" path="m4084,11397l4091,11397e" filled="false" stroked="true" strokeweight=".48pt" strokecolor="#000000">
                <v:path arrowok="t"/>
              </v:shape>
            </v:group>
            <v:group style="position:absolute;left:4084;top:11421;width:8;height:2" coordorigin="4084,11421" coordsize="8,2">
              <v:shape style="position:absolute;left:4084;top:11421;width:8;height:2" coordorigin="4084,11421" coordsize="8,0" path="m4084,11421l4091,11421e" filled="false" stroked="true" strokeweight=".48pt" strokecolor="#000000">
                <v:path arrowok="t"/>
              </v:shape>
            </v:group>
            <v:group style="position:absolute;left:4084;top:11445;width:8;height:2" coordorigin="4084,11445" coordsize="8,2">
              <v:shape style="position:absolute;left:4084;top:11445;width:8;height:2" coordorigin="4084,11445" coordsize="8,0" path="m4084,11445l4091,11445e" filled="false" stroked="true" strokeweight=".48pt" strokecolor="#000000">
                <v:path arrowok="t"/>
              </v:shape>
            </v:group>
            <v:group style="position:absolute;left:4084;top:11469;width:8;height:2" coordorigin="4084,11469" coordsize="8,2">
              <v:shape style="position:absolute;left:4084;top:11469;width:8;height:2" coordorigin="4084,11469" coordsize="8,0" path="m4084,11469l4091,11469e" filled="false" stroked="true" strokeweight=".48pt" strokecolor="#000000">
                <v:path arrowok="t"/>
              </v:shape>
            </v:group>
            <v:group style="position:absolute;left:4084;top:11493;width:8;height:2" coordorigin="4084,11493" coordsize="8,2">
              <v:shape style="position:absolute;left:4084;top:11493;width:8;height:2" coordorigin="4084,11493" coordsize="8,0" path="m4084,11493l4091,11493e" filled="false" stroked="true" strokeweight=".48pt" strokecolor="#000000">
                <v:path arrowok="t"/>
              </v:shape>
            </v:group>
            <v:group style="position:absolute;left:4084;top:11517;width:8;height:2" coordorigin="4084,11517" coordsize="8,2">
              <v:shape style="position:absolute;left:4084;top:11517;width:8;height:2" coordorigin="4084,11517" coordsize="8,0" path="m4084,11517l4091,11517e" filled="false" stroked="true" strokeweight=".48pt" strokecolor="#000000">
                <v:path arrowok="t"/>
              </v:shape>
            </v:group>
            <v:group style="position:absolute;left:4084;top:11541;width:8;height:2" coordorigin="4084,11541" coordsize="8,2">
              <v:shape style="position:absolute;left:4084;top:11541;width:8;height:2" coordorigin="4084,11541" coordsize="8,0" path="m4084,11541l4091,11541e" filled="false" stroked="true" strokeweight=".48pt" strokecolor="#000000">
                <v:path arrowok="t"/>
              </v:shape>
            </v:group>
            <v:group style="position:absolute;left:4084;top:11565;width:8;height:2" coordorigin="4084,11565" coordsize="8,2">
              <v:shape style="position:absolute;left:4084;top:11565;width:8;height:2" coordorigin="4084,11565" coordsize="8,0" path="m4084,11565l4091,11565e" filled="false" stroked="true" strokeweight=".48pt" strokecolor="#000000">
                <v:path arrowok="t"/>
              </v:shape>
            </v:group>
            <v:group style="position:absolute;left:4084;top:11589;width:8;height:2" coordorigin="4084,11589" coordsize="8,2">
              <v:shape style="position:absolute;left:4084;top:11589;width:8;height:2" coordorigin="4084,11589" coordsize="8,0" path="m4084,11589l4091,11589e" filled="false" stroked="true" strokeweight=".48pt" strokecolor="#000000">
                <v:path arrowok="t"/>
              </v:shape>
            </v:group>
            <v:group style="position:absolute;left:4084;top:11613;width:8;height:2" coordorigin="4084,11613" coordsize="8,2">
              <v:shape style="position:absolute;left:4084;top:11613;width:8;height:2" coordorigin="4084,11613" coordsize="8,0" path="m4084,11613l4091,11613e" filled="false" stroked="true" strokeweight=".479pt" strokecolor="#000000">
                <v:path arrowok="t"/>
              </v:shape>
            </v:group>
            <v:group style="position:absolute;left:4084;top:11637;width:8;height:2" coordorigin="4084,11637" coordsize="8,2">
              <v:shape style="position:absolute;left:4084;top:11637;width:8;height:2" coordorigin="4084,11637" coordsize="8,0" path="m4084,11637l4091,11637e" filled="false" stroked="true" strokeweight=".48pt" strokecolor="#000000">
                <v:path arrowok="t"/>
              </v:shape>
            </v:group>
            <v:group style="position:absolute;left:4084;top:11661;width:8;height:2" coordorigin="4084,11661" coordsize="8,2">
              <v:shape style="position:absolute;left:4084;top:11661;width:8;height:2" coordorigin="4084,11661" coordsize="8,0" path="m4084,11661l4091,11661e" filled="false" stroked="true" strokeweight=".48pt" strokecolor="#000000">
                <v:path arrowok="t"/>
              </v:shape>
            </v:group>
            <v:group style="position:absolute;left:4084;top:11685;width:8;height:2" coordorigin="4084,11685" coordsize="8,2">
              <v:shape style="position:absolute;left:4084;top:11685;width:8;height:2" coordorigin="4084,11685" coordsize="8,0" path="m4084,11685l4091,11685e" filled="false" stroked="true" strokeweight=".48pt" strokecolor="#000000">
                <v:path arrowok="t"/>
              </v:shape>
            </v:group>
            <v:group style="position:absolute;left:4084;top:11709;width:8;height:2" coordorigin="4084,11709" coordsize="8,2">
              <v:shape style="position:absolute;left:4084;top:11709;width:8;height:2" coordorigin="4084,11709" coordsize="8,0" path="m4084,11709l4091,11709e" filled="false" stroked="true" strokeweight=".48pt" strokecolor="#000000">
                <v:path arrowok="t"/>
              </v:shape>
            </v:group>
            <v:group style="position:absolute;left:4084;top:11733;width:8;height:2" coordorigin="4084,11733" coordsize="8,2">
              <v:shape style="position:absolute;left:4084;top:11733;width:8;height:2" coordorigin="4084,11733" coordsize="8,0" path="m4084,11733l4091,11733e" filled="false" stroked="true" strokeweight=".48pt" strokecolor="#000000">
                <v:path arrowok="t"/>
              </v:shape>
            </v:group>
            <v:group style="position:absolute;left:4084;top:11757;width:8;height:2" coordorigin="4084,11757" coordsize="8,2">
              <v:shape style="position:absolute;left:4084;top:11757;width:8;height:2" coordorigin="4084,11757" coordsize="8,0" path="m4084,11757l4091,11757e" filled="false" stroked="true" strokeweight=".48pt" strokecolor="#000000">
                <v:path arrowok="t"/>
              </v:shape>
            </v:group>
            <v:group style="position:absolute;left:4084;top:11781;width:8;height:2" coordorigin="4084,11781" coordsize="8,2">
              <v:shape style="position:absolute;left:4084;top:11781;width:8;height:2" coordorigin="4084,11781" coordsize="8,0" path="m4084,11781l4091,11781e" filled="false" stroked="true" strokeweight=".48pt" strokecolor="#000000">
                <v:path arrowok="t"/>
              </v:shape>
            </v:group>
            <v:group style="position:absolute;left:4084;top:11805;width:8;height:2" coordorigin="4084,11805" coordsize="8,2">
              <v:shape style="position:absolute;left:4084;top:11805;width:8;height:2" coordorigin="4084,11805" coordsize="8,0" path="m4084,11805l4091,11805e" filled="false" stroked="true" strokeweight=".48pt" strokecolor="#000000">
                <v:path arrowok="t"/>
              </v:shape>
            </v:group>
            <v:group style="position:absolute;left:4084;top:11829;width:8;height:2" coordorigin="4084,11829" coordsize="8,2">
              <v:shape style="position:absolute;left:4084;top:11829;width:8;height:2" coordorigin="4084,11829" coordsize="8,0" path="m4084,11829l4091,11829e" filled="false" stroked="true" strokeweight=".48pt" strokecolor="#000000">
                <v:path arrowok="t"/>
              </v:shape>
            </v:group>
            <v:group style="position:absolute;left:4084;top:11853;width:8;height:2" coordorigin="4084,11853" coordsize="8,2">
              <v:shape style="position:absolute;left:4084;top:11853;width:8;height:2" coordorigin="4084,11853" coordsize="8,0" path="m4084,11853l4091,11853e" filled="false" stroked="true" strokeweight=".48pt" strokecolor="#000000">
                <v:path arrowok="t"/>
              </v:shape>
            </v:group>
            <v:group style="position:absolute;left:4084;top:11877;width:8;height:2" coordorigin="4084,11877" coordsize="8,2">
              <v:shape style="position:absolute;left:4084;top:11877;width:8;height:2" coordorigin="4084,11877" coordsize="8,0" path="m4084,11877l4091,11877e" filled="false" stroked="true" strokeweight=".48pt" strokecolor="#000000">
                <v:path arrowok="t"/>
              </v:shape>
            </v:group>
            <v:group style="position:absolute;left:4084;top:11901;width:8;height:2" coordorigin="4084,11901" coordsize="8,2">
              <v:shape style="position:absolute;left:4084;top:11901;width:8;height:2" coordorigin="4084,11901" coordsize="8,0" path="m4084,11901l4091,11901e" filled="false" stroked="true" strokeweight=".48pt" strokecolor="#000000">
                <v:path arrowok="t"/>
              </v:shape>
            </v:group>
            <v:group style="position:absolute;left:4084;top:11925;width:8;height:2" coordorigin="4084,11925" coordsize="8,2">
              <v:shape style="position:absolute;left:4084;top:11925;width:8;height:2" coordorigin="4084,11925" coordsize="8,0" path="m4084,11925l4091,11925e" filled="false" stroked="true" strokeweight=".48pt" strokecolor="#000000">
                <v:path arrowok="t"/>
              </v:shape>
            </v:group>
            <v:group style="position:absolute;left:4084;top:11949;width:8;height:2" coordorigin="4084,11949" coordsize="8,2">
              <v:shape style="position:absolute;left:4084;top:11949;width:8;height:2" coordorigin="4084,11949" coordsize="8,0" path="m4084,11949l4091,11949e" filled="false" stroked="true" strokeweight=".48pt" strokecolor="#000000">
                <v:path arrowok="t"/>
              </v:shape>
            </v:group>
            <v:group style="position:absolute;left:4084;top:11973;width:8;height:2" coordorigin="4084,11973" coordsize="8,2">
              <v:shape style="position:absolute;left:4084;top:11973;width:8;height:2" coordorigin="4084,11973" coordsize="8,0" path="m4084,11973l4091,11973e" filled="false" stroked="true" strokeweight=".48pt" strokecolor="#000000">
                <v:path arrowok="t"/>
              </v:shape>
            </v:group>
            <v:group style="position:absolute;left:4084;top:11997;width:8;height:2" coordorigin="4084,11997" coordsize="8,2">
              <v:shape style="position:absolute;left:4084;top:11997;width:8;height:2" coordorigin="4084,11997" coordsize="8,0" path="m4084,11997l4091,11997e" filled="false" stroked="true" strokeweight=".48pt" strokecolor="#000000">
                <v:path arrowok="t"/>
              </v:shape>
            </v:group>
            <v:group style="position:absolute;left:4084;top:12021;width:8;height:2" coordorigin="4084,12021" coordsize="8,2">
              <v:shape style="position:absolute;left:4084;top:12021;width:8;height:2" coordorigin="4084,12021" coordsize="8,0" path="m4084,12021l4091,12021e" filled="false" stroked="true" strokeweight=".48pt" strokecolor="#000000">
                <v:path arrowok="t"/>
              </v:shape>
            </v:group>
            <v:group style="position:absolute;left:4084;top:12045;width:8;height:2" coordorigin="4084,12045" coordsize="8,2">
              <v:shape style="position:absolute;left:4084;top:12045;width:8;height:2" coordorigin="4084,12045" coordsize="8,0" path="m4084,12045l4091,12045e" filled="false" stroked="true" strokeweight=".48pt" strokecolor="#000000">
                <v:path arrowok="t"/>
              </v:shape>
            </v:group>
            <v:group style="position:absolute;left:4084;top:12069;width:8;height:2" coordorigin="4084,12069" coordsize="8,2">
              <v:shape style="position:absolute;left:4084;top:12069;width:8;height:2" coordorigin="4084,12069" coordsize="8,0" path="m4084,12069l4091,12069e" filled="false" stroked="true" strokeweight=".48pt" strokecolor="#000000">
                <v:path arrowok="t"/>
              </v:shape>
            </v:group>
            <v:group style="position:absolute;left:4084;top:12093;width:8;height:2" coordorigin="4084,12093" coordsize="8,2">
              <v:shape style="position:absolute;left:4084;top:12093;width:8;height:2" coordorigin="4084,12093" coordsize="8,0" path="m4084,12093l4091,12093e" filled="false" stroked="true" strokeweight=".48pt" strokecolor="#000000">
                <v:path arrowok="t"/>
              </v:shape>
            </v:group>
            <v:group style="position:absolute;left:4084;top:12117;width:8;height:2" coordorigin="4084,12117" coordsize="8,2">
              <v:shape style="position:absolute;left:4084;top:12117;width:8;height:2" coordorigin="4084,12117" coordsize="8,0" path="m4084,12117l4091,12117e" filled="false" stroked="true" strokeweight=".48pt" strokecolor="#000000">
                <v:path arrowok="t"/>
              </v:shape>
            </v:group>
            <v:group style="position:absolute;left:4084;top:12141;width:8;height:2" coordorigin="4084,12141" coordsize="8,2">
              <v:shape style="position:absolute;left:4084;top:12141;width:8;height:2" coordorigin="4084,12141" coordsize="8,0" path="m4084,12141l4091,12141e" filled="false" stroked="true" strokeweight=".48pt" strokecolor="#000000">
                <v:path arrowok="t"/>
              </v:shape>
            </v:group>
            <v:group style="position:absolute;left:4084;top:12165;width:8;height:2" coordorigin="4084,12165" coordsize="8,2">
              <v:shape style="position:absolute;left:4084;top:12165;width:8;height:2" coordorigin="4084,12165" coordsize="8,0" path="m4084,12165l4091,12165e" filled="false" stroked="true" strokeweight=".48pt" strokecolor="#000000">
                <v:path arrowok="t"/>
              </v:shape>
            </v:group>
            <v:group style="position:absolute;left:4084;top:12189;width:8;height:2" coordorigin="4084,12189" coordsize="8,2">
              <v:shape style="position:absolute;left:4084;top:12189;width:8;height:2" coordorigin="4084,12189" coordsize="8,0" path="m4084,12189l4091,12189e" filled="false" stroked="true" strokeweight=".48pt" strokecolor="#000000">
                <v:path arrowok="t"/>
              </v:shape>
            </v:group>
            <v:group style="position:absolute;left:4084;top:12213;width:8;height:2" coordorigin="4084,12213" coordsize="8,2">
              <v:shape style="position:absolute;left:4084;top:12213;width:8;height:2" coordorigin="4084,12213" coordsize="8,0" path="m4084,12213l4091,12213e" filled="false" stroked="true" strokeweight=".48pt" strokecolor="#000000">
                <v:path arrowok="t"/>
              </v:shape>
            </v:group>
            <v:group style="position:absolute;left:4084;top:12237;width:8;height:2" coordorigin="4084,12237" coordsize="8,2">
              <v:shape style="position:absolute;left:4084;top:12237;width:8;height:2" coordorigin="4084,12237" coordsize="8,0" path="m4084,12237l4091,12237e" filled="false" stroked="true" strokeweight=".48pt" strokecolor="#000000">
                <v:path arrowok="t"/>
              </v:shape>
            </v:group>
            <v:group style="position:absolute;left:4084;top:12261;width:8;height:2" coordorigin="4084,12261" coordsize="8,2">
              <v:shape style="position:absolute;left:4084;top:12261;width:8;height:2" coordorigin="4084,12261" coordsize="8,0" path="m4084,12261l4091,12261e" filled="false" stroked="true" strokeweight=".48pt" strokecolor="#000000">
                <v:path arrowok="t"/>
              </v:shape>
            </v:group>
            <v:group style="position:absolute;left:4084;top:12285;width:8;height:2" coordorigin="4084,12285" coordsize="8,2">
              <v:shape style="position:absolute;left:4084;top:12285;width:8;height:2" coordorigin="4084,12285" coordsize="8,0" path="m4084,12285l4091,12285e" filled="false" stroked="true" strokeweight=".48pt" strokecolor="#000000">
                <v:path arrowok="t"/>
              </v:shape>
            </v:group>
            <v:group style="position:absolute;left:4084;top:12309;width:8;height:2" coordorigin="4084,12309" coordsize="8,2">
              <v:shape style="position:absolute;left:4084;top:12309;width:8;height:2" coordorigin="4084,12309" coordsize="8,0" path="m4084,12309l4091,12309e" filled="false" stroked="true" strokeweight=".48pt" strokecolor="#000000">
                <v:path arrowok="t"/>
              </v:shape>
            </v:group>
            <v:group style="position:absolute;left:4084;top:12333;width:8;height:2" coordorigin="4084,12333" coordsize="8,2">
              <v:shape style="position:absolute;left:4084;top:12333;width:8;height:2" coordorigin="4084,12333" coordsize="8,0" path="m4084,12333l4091,12333e" filled="false" stroked="true" strokeweight=".48pt" strokecolor="#000000">
                <v:path arrowok="t"/>
              </v:shape>
            </v:group>
            <v:group style="position:absolute;left:4084;top:12357;width:8;height:2" coordorigin="4084,12357" coordsize="8,2">
              <v:shape style="position:absolute;left:4084;top:12357;width:8;height:2" coordorigin="4084,12357" coordsize="8,0" path="m4084,12357l4091,12357e" filled="false" stroked="true" strokeweight=".48pt" strokecolor="#000000">
                <v:path arrowok="t"/>
              </v:shape>
            </v:group>
            <v:group style="position:absolute;left:4084;top:12381;width:8;height:2" coordorigin="4084,12381" coordsize="8,2">
              <v:shape style="position:absolute;left:4084;top:12381;width:8;height:2" coordorigin="4084,12381" coordsize="8,0" path="m4084,12381l4091,12381e" filled="false" stroked="true" strokeweight=".48pt" strokecolor="#000000">
                <v:path arrowok="t"/>
              </v:shape>
            </v:group>
            <v:group style="position:absolute;left:4084;top:12405;width:8;height:2" coordorigin="4084,12405" coordsize="8,2">
              <v:shape style="position:absolute;left:4084;top:12405;width:8;height:2" coordorigin="4084,12405" coordsize="8,0" path="m4084,12405l4091,12405e" filled="false" stroked="true" strokeweight=".48pt" strokecolor="#000000">
                <v:path arrowok="t"/>
              </v:shape>
            </v:group>
            <v:group style="position:absolute;left:4084;top:12429;width:8;height:2" coordorigin="4084,12429" coordsize="8,2">
              <v:shape style="position:absolute;left:4084;top:12429;width:8;height:2" coordorigin="4084,12429" coordsize="8,0" path="m4084,12429l4091,12429e" filled="false" stroked="true" strokeweight=".48pt" strokecolor="#000000">
                <v:path arrowok="t"/>
              </v:shape>
            </v:group>
            <v:group style="position:absolute;left:4084;top:12453;width:8;height:2" coordorigin="4084,12453" coordsize="8,2">
              <v:shape style="position:absolute;left:4084;top:12453;width:8;height:2" coordorigin="4084,12453" coordsize="8,0" path="m4084,12453l4091,12453e" filled="false" stroked="true" strokeweight=".48pt" strokecolor="#000000">
                <v:path arrowok="t"/>
              </v:shape>
            </v:group>
            <v:group style="position:absolute;left:4084;top:12477;width:8;height:2" coordorigin="4084,12477" coordsize="8,2">
              <v:shape style="position:absolute;left:4084;top:12477;width:8;height:2" coordorigin="4084,12477" coordsize="8,0" path="m4084,12477l4091,12477e" filled="false" stroked="true" strokeweight=".48pt" strokecolor="#000000">
                <v:path arrowok="t"/>
              </v:shape>
            </v:group>
            <v:group style="position:absolute;left:4084;top:12501;width:8;height:2" coordorigin="4084,12501" coordsize="8,2">
              <v:shape style="position:absolute;left:4084;top:12501;width:8;height:2" coordorigin="4084,12501" coordsize="8,0" path="m4084,12501l4091,12501e" filled="false" stroked="true" strokeweight=".48pt" strokecolor="#000000">
                <v:path arrowok="t"/>
              </v:shape>
            </v:group>
            <v:group style="position:absolute;left:4084;top:12525;width:8;height:2" coordorigin="4084,12525" coordsize="8,2">
              <v:shape style="position:absolute;left:4084;top:12525;width:8;height:2" coordorigin="4084,12525" coordsize="8,0" path="m4084,12525l4091,12525e" filled="false" stroked="true" strokeweight=".48pt" strokecolor="#000000">
                <v:path arrowok="t"/>
              </v:shape>
            </v:group>
            <v:group style="position:absolute;left:4084;top:12549;width:8;height:2" coordorigin="4084,12549" coordsize="8,2">
              <v:shape style="position:absolute;left:4084;top:12549;width:8;height:2" coordorigin="4084,12549" coordsize="8,0" path="m4084,12549l4091,12549e" filled="false" stroked="true" strokeweight=".48pt" strokecolor="#000000">
                <v:path arrowok="t"/>
              </v:shape>
            </v:group>
            <v:group style="position:absolute;left:4084;top:12573;width:8;height:2" coordorigin="4084,12573" coordsize="8,2">
              <v:shape style="position:absolute;left:4084;top:12573;width:8;height:2" coordorigin="4084,12573" coordsize="8,0" path="m4084,12573l4091,12573e" filled="false" stroked="true" strokeweight=".48pt" strokecolor="#000000">
                <v:path arrowok="t"/>
              </v:shape>
            </v:group>
            <v:group style="position:absolute;left:4084;top:12597;width:8;height:2" coordorigin="4084,12597" coordsize="8,2">
              <v:shape style="position:absolute;left:4084;top:12597;width:8;height:2" coordorigin="4084,12597" coordsize="8,0" path="m4084,12597l4091,12597e" filled="false" stroked="true" strokeweight=".48pt" strokecolor="#000000">
                <v:path arrowok="t"/>
              </v:shape>
            </v:group>
            <v:group style="position:absolute;left:4084;top:12621;width:8;height:2" coordorigin="4084,12621" coordsize="8,2">
              <v:shape style="position:absolute;left:4084;top:12621;width:8;height:2" coordorigin="4084,12621" coordsize="8,0" path="m4084,12621l4091,12621e" filled="false" stroked="true" strokeweight=".48pt" strokecolor="#000000">
                <v:path arrowok="t"/>
              </v:shape>
            </v:group>
            <v:group style="position:absolute;left:4084;top:12645;width:8;height:2" coordorigin="4084,12645" coordsize="8,2">
              <v:shape style="position:absolute;left:4084;top:12645;width:8;height:2" coordorigin="4084,12645" coordsize="8,0" path="m4084,12645l4091,12645e" filled="false" stroked="true" strokeweight=".48pt" strokecolor="#000000">
                <v:path arrowok="t"/>
              </v:shape>
            </v:group>
            <v:group style="position:absolute;left:4084;top:12669;width:8;height:2" coordorigin="4084,12669" coordsize="8,2">
              <v:shape style="position:absolute;left:4084;top:12669;width:8;height:2" coordorigin="4084,12669" coordsize="8,0" path="m4084,12669l4091,12669e" filled="false" stroked="true" strokeweight=".48pt" strokecolor="#000000">
                <v:path arrowok="t"/>
              </v:shape>
            </v:group>
            <v:group style="position:absolute;left:4084;top:12693;width:8;height:2" coordorigin="4084,12693" coordsize="8,2">
              <v:shape style="position:absolute;left:4084;top:12693;width:8;height:2" coordorigin="4084,12693" coordsize="8,0" path="m4084,12693l4091,12693e" filled="false" stroked="true" strokeweight=".48pt" strokecolor="#000000">
                <v:path arrowok="t"/>
              </v:shape>
            </v:group>
            <v:group style="position:absolute;left:4084;top:12717;width:8;height:2" coordorigin="4084,12717" coordsize="8,2">
              <v:shape style="position:absolute;left:4084;top:12717;width:8;height:2" coordorigin="4084,12717" coordsize="8,0" path="m4084,12717l4091,12717e" filled="false" stroked="true" strokeweight=".48pt" strokecolor="#000000">
                <v:path arrowok="t"/>
              </v:shape>
            </v:group>
            <v:group style="position:absolute;left:4084;top:12741;width:8;height:2" coordorigin="4084,12741" coordsize="8,2">
              <v:shape style="position:absolute;left:4084;top:12741;width:8;height:2" coordorigin="4084,12741" coordsize="8,0" path="m4084,12741l4091,12741e" filled="false" stroked="true" strokeweight=".48pt" strokecolor="#000000">
                <v:path arrowok="t"/>
              </v:shape>
            </v:group>
            <v:group style="position:absolute;left:4084;top:12765;width:8;height:2" coordorigin="4084,12765" coordsize="8,2">
              <v:shape style="position:absolute;left:4084;top:12765;width:8;height:2" coordorigin="4084,12765" coordsize="8,0" path="m4084,12765l4091,12765e" filled="false" stroked="true" strokeweight=".48pt" strokecolor="#000000">
                <v:path arrowok="t"/>
              </v:shape>
            </v:group>
            <v:group style="position:absolute;left:4084;top:12789;width:8;height:2" coordorigin="4084,12789" coordsize="8,2">
              <v:shape style="position:absolute;left:4084;top:12789;width:8;height:2" coordorigin="4084,12789" coordsize="8,0" path="m4084,12789l4091,12789e" filled="false" stroked="true" strokeweight=".48pt" strokecolor="#000000">
                <v:path arrowok="t"/>
              </v:shape>
            </v:group>
            <v:group style="position:absolute;left:4084;top:12813;width:8;height:2" coordorigin="4084,12813" coordsize="8,2">
              <v:shape style="position:absolute;left:4084;top:12813;width:8;height:2" coordorigin="4084,12813" coordsize="8,0" path="m4084,12813l4091,12813e" filled="false" stroked="true" strokeweight=".48pt" strokecolor="#000000">
                <v:path arrowok="t"/>
              </v:shape>
            </v:group>
            <v:group style="position:absolute;left:4084;top:12837;width:8;height:2" coordorigin="4084,12837" coordsize="8,2">
              <v:shape style="position:absolute;left:4084;top:12837;width:8;height:2" coordorigin="4084,12837" coordsize="8,0" path="m4084,12837l4091,12837e" filled="false" stroked="true" strokeweight=".48pt" strokecolor="#000000">
                <v:path arrowok="t"/>
              </v:shape>
            </v:group>
            <v:group style="position:absolute;left:4084;top:12861;width:8;height:2" coordorigin="4084,12861" coordsize="8,2">
              <v:shape style="position:absolute;left:4084;top:12861;width:8;height:2" coordorigin="4084,12861" coordsize="8,0" path="m4084,12861l4091,12861e" filled="false" stroked="true" strokeweight=".48pt" strokecolor="#000000">
                <v:path arrowok="t"/>
              </v:shape>
            </v:group>
            <v:group style="position:absolute;left:4084;top:12885;width:8;height:2" coordorigin="4084,12885" coordsize="8,2">
              <v:shape style="position:absolute;left:4084;top:12885;width:8;height:2" coordorigin="4084,12885" coordsize="8,0" path="m4084,12885l4091,12885e" filled="false" stroked="true" strokeweight=".48pt" strokecolor="#000000">
                <v:path arrowok="t"/>
              </v:shape>
            </v:group>
            <v:group style="position:absolute;left:4084;top:12909;width:8;height:2" coordorigin="4084,12909" coordsize="8,2">
              <v:shape style="position:absolute;left:4084;top:12909;width:8;height:2" coordorigin="4084,12909" coordsize="8,0" path="m4084,12909l4091,12909e" filled="false" stroked="true" strokeweight=".48pt" strokecolor="#000000">
                <v:path arrowok="t"/>
              </v:shape>
            </v:group>
            <v:group style="position:absolute;left:4084;top:12933;width:8;height:2" coordorigin="4084,12933" coordsize="8,2">
              <v:shape style="position:absolute;left:4084;top:12933;width:8;height:2" coordorigin="4084,12933" coordsize="8,0" path="m4084,12933l4091,12933e" filled="false" stroked="true" strokeweight=".48pt" strokecolor="#000000">
                <v:path arrowok="t"/>
              </v:shape>
            </v:group>
            <v:group style="position:absolute;left:4084;top:12957;width:8;height:2" coordorigin="4084,12957" coordsize="8,2">
              <v:shape style="position:absolute;left:4084;top:12957;width:8;height:2" coordorigin="4084,12957" coordsize="8,0" path="m4084,12957l4091,12957e" filled="false" stroked="true" strokeweight=".48pt" strokecolor="#000000">
                <v:path arrowok="t"/>
              </v:shape>
            </v:group>
            <v:group style="position:absolute;left:4084;top:12981;width:8;height:2" coordorigin="4084,12981" coordsize="8,2">
              <v:shape style="position:absolute;left:4084;top:12981;width:8;height:2" coordorigin="4084,12981" coordsize="8,0" path="m4084,12981l4091,12981e" filled="false" stroked="true" strokeweight=".48pt" strokecolor="#000000">
                <v:path arrowok="t"/>
              </v:shape>
            </v:group>
            <v:group style="position:absolute;left:4084;top:13005;width:8;height:2" coordorigin="4084,13005" coordsize="8,2">
              <v:shape style="position:absolute;left:4084;top:13005;width:8;height:2" coordorigin="4084,13005" coordsize="8,0" path="m4084,13005l4091,13005e" filled="false" stroked="true" strokeweight=".48pt" strokecolor="#000000">
                <v:path arrowok="t"/>
              </v:shape>
            </v:group>
            <v:group style="position:absolute;left:4084;top:13029;width:8;height:2" coordorigin="4084,13029" coordsize="8,2">
              <v:shape style="position:absolute;left:4084;top:13029;width:8;height:2" coordorigin="4084,13029" coordsize="8,0" path="m4084,13029l4091,13029e" filled="false" stroked="true" strokeweight=".48pt" strokecolor="#000000">
                <v:path arrowok="t"/>
              </v:shape>
            </v:group>
            <v:group style="position:absolute;left:4084;top:13053;width:8;height:2" coordorigin="4084,13053" coordsize="8,2">
              <v:shape style="position:absolute;left:4084;top:13053;width:8;height:2" coordorigin="4084,13053" coordsize="8,0" path="m4084,13053l4091,13053e" filled="false" stroked="true" strokeweight=".48pt" strokecolor="#000000">
                <v:path arrowok="t"/>
              </v:shape>
            </v:group>
            <v:group style="position:absolute;left:4084;top:13077;width:8;height:2" coordorigin="4084,13077" coordsize="8,2">
              <v:shape style="position:absolute;left:4084;top:13077;width:8;height:2" coordorigin="4084,13077" coordsize="8,0" path="m4084,13077l4091,13077e" filled="false" stroked="true" strokeweight=".48pt" strokecolor="#000000">
                <v:path arrowok="t"/>
              </v:shape>
            </v:group>
            <v:group style="position:absolute;left:4084;top:13101;width:8;height:2" coordorigin="4084,13101" coordsize="8,2">
              <v:shape style="position:absolute;left:4084;top:13101;width:8;height:2" coordorigin="4084,13101" coordsize="8,0" path="m4084,13101l4091,13101e" filled="false" stroked="true" strokeweight=".48pt" strokecolor="#000000">
                <v:path arrowok="t"/>
              </v:shape>
            </v:group>
            <v:group style="position:absolute;left:4084;top:13125;width:8;height:2" coordorigin="4084,13125" coordsize="8,2">
              <v:shape style="position:absolute;left:4084;top:13125;width:8;height:2" coordorigin="4084,13125" coordsize="8,0" path="m4084,13125l4091,13125e" filled="false" stroked="true" strokeweight=".48pt" strokecolor="#000000">
                <v:path arrowok="t"/>
              </v:shape>
            </v:group>
            <v:group style="position:absolute;left:4084;top:13149;width:8;height:2" coordorigin="4084,13149" coordsize="8,2">
              <v:shape style="position:absolute;left:4084;top:13149;width:8;height:2" coordorigin="4084,13149" coordsize="8,0" path="m4084,13149l4091,13149e" filled="false" stroked="true" strokeweight=".48pt" strokecolor="#000000">
                <v:path arrowok="t"/>
              </v:shape>
            </v:group>
            <v:group style="position:absolute;left:4084;top:13173;width:8;height:2" coordorigin="4084,13173" coordsize="8,2">
              <v:shape style="position:absolute;left:4084;top:13173;width:8;height:2" coordorigin="4084,13173" coordsize="8,0" path="m4084,13173l4091,13173e" filled="false" stroked="true" strokeweight=".48pt" strokecolor="#000000">
                <v:path arrowok="t"/>
              </v:shape>
            </v:group>
            <v:group style="position:absolute;left:4084;top:13197;width:8;height:2" coordorigin="4084,13197" coordsize="8,2">
              <v:shape style="position:absolute;left:4084;top:13197;width:8;height:2" coordorigin="4084,13197" coordsize="8,0" path="m4084,13197l4091,13197e" filled="false" stroked="true" strokeweight=".48pt" strokecolor="#000000">
                <v:path arrowok="t"/>
              </v:shape>
            </v:group>
            <v:group style="position:absolute;left:4084;top:13221;width:8;height:2" coordorigin="4084,13221" coordsize="8,2">
              <v:shape style="position:absolute;left:4084;top:13221;width:8;height:2" coordorigin="4084,13221" coordsize="8,0" path="m4084,13221l4091,13221e" filled="false" stroked="true" strokeweight=".48pt" strokecolor="#000000">
                <v:path arrowok="t"/>
              </v:shape>
            </v:group>
            <v:group style="position:absolute;left:4084;top:13245;width:8;height:2" coordorigin="4084,13245" coordsize="8,2">
              <v:shape style="position:absolute;left:4084;top:13245;width:8;height:2" coordorigin="4084,13245" coordsize="8,0" path="m4084,13245l4091,13245e" filled="false" stroked="true" strokeweight=".48pt" strokecolor="#000000">
                <v:path arrowok="t"/>
              </v:shape>
            </v:group>
            <v:group style="position:absolute;left:4084;top:13269;width:8;height:2" coordorigin="4084,13269" coordsize="8,2">
              <v:shape style="position:absolute;left:4084;top:13269;width:8;height:2" coordorigin="4084,13269" coordsize="8,0" path="m4084,13269l4091,13269e" filled="false" stroked="true" strokeweight=".48pt" strokecolor="#000000">
                <v:path arrowok="t"/>
              </v:shape>
            </v:group>
            <v:group style="position:absolute;left:4084;top:13293;width:8;height:2" coordorigin="4084,13293" coordsize="8,2">
              <v:shape style="position:absolute;left:4084;top:13293;width:8;height:2" coordorigin="4084,13293" coordsize="8,0" path="m4084,13293l4091,13293e" filled="false" stroked="true" strokeweight=".48pt" strokecolor="#000000">
                <v:path arrowok="t"/>
              </v:shape>
            </v:group>
            <v:group style="position:absolute;left:4084;top:13317;width:8;height:2" coordorigin="4084,13317" coordsize="8,2">
              <v:shape style="position:absolute;left:4084;top:13317;width:8;height:2" coordorigin="4084,13317" coordsize="8,0" path="m4084,13317l4091,13317e" filled="false" stroked="true" strokeweight=".48pt" strokecolor="#000000">
                <v:path arrowok="t"/>
              </v:shape>
            </v:group>
            <v:group style="position:absolute;left:4084;top:13341;width:8;height:2" coordorigin="4084,13341" coordsize="8,2">
              <v:shape style="position:absolute;left:4084;top:13341;width:8;height:2" coordorigin="4084,13341" coordsize="8,0" path="m4084,13341l4091,13341e" filled="false" stroked="true" strokeweight=".48pt" strokecolor="#000000">
                <v:path arrowok="t"/>
              </v:shape>
            </v:group>
            <v:group style="position:absolute;left:4084;top:13365;width:8;height:2" coordorigin="4084,13365" coordsize="8,2">
              <v:shape style="position:absolute;left:4084;top:13365;width:8;height:2" coordorigin="4084,13365" coordsize="8,0" path="m4084,13365l4091,13365e" filled="false" stroked="true" strokeweight=".48pt" strokecolor="#000000">
                <v:path arrowok="t"/>
              </v:shape>
            </v:group>
            <v:group style="position:absolute;left:4084;top:13389;width:8;height:2" coordorigin="4084,13389" coordsize="8,2">
              <v:shape style="position:absolute;left:4084;top:13389;width:8;height:2" coordorigin="4084,13389" coordsize="8,0" path="m4084,13389l4091,13389e" filled="false" stroked="true" strokeweight=".48pt" strokecolor="#000000">
                <v:path arrowok="t"/>
              </v:shape>
            </v:group>
            <v:group style="position:absolute;left:4084;top:13413;width:8;height:2" coordorigin="4084,13413" coordsize="8,2">
              <v:shape style="position:absolute;left:4084;top:13413;width:8;height:2" coordorigin="4084,13413" coordsize="8,0" path="m4084,13413l4091,13413e" filled="false" stroked="true" strokeweight=".48pt" strokecolor="#000000">
                <v:path arrowok="t"/>
              </v:shape>
            </v:group>
            <v:group style="position:absolute;left:4084;top:13437;width:8;height:2" coordorigin="4084,13437" coordsize="8,2">
              <v:shape style="position:absolute;left:4084;top:13437;width:8;height:2" coordorigin="4084,13437" coordsize="8,0" path="m4084,13437l4091,13437e" filled="false" stroked="true" strokeweight=".479pt" strokecolor="#000000">
                <v:path arrowok="t"/>
              </v:shape>
            </v:group>
            <v:group style="position:absolute;left:4084;top:13461;width:8;height:2" coordorigin="4084,13461" coordsize="8,2">
              <v:shape style="position:absolute;left:4084;top:13461;width:8;height:2" coordorigin="4084,13461" coordsize="8,0" path="m4084,13461l4091,13461e" filled="false" stroked="true" strokeweight=".48pt" strokecolor="#000000">
                <v:path arrowok="t"/>
              </v:shape>
            </v:group>
            <v:group style="position:absolute;left:4084;top:13485;width:8;height:2" coordorigin="4084,13485" coordsize="8,2">
              <v:shape style="position:absolute;left:4084;top:13485;width:8;height:2" coordorigin="4084,13485" coordsize="8,0" path="m4084,13485l4091,13485e" filled="false" stroked="true" strokeweight=".48pt" strokecolor="#000000">
                <v:path arrowok="t"/>
              </v:shape>
            </v:group>
            <v:group style="position:absolute;left:4084;top:13509;width:8;height:2" coordorigin="4084,13509" coordsize="8,2">
              <v:shape style="position:absolute;left:4084;top:13509;width:8;height:2" coordorigin="4084,13509" coordsize="8,0" path="m4084,13509l4091,13509e" filled="false" stroked="true" strokeweight=".48pt" strokecolor="#000000">
                <v:path arrowok="t"/>
              </v:shape>
            </v:group>
            <v:group style="position:absolute;left:4084;top:13533;width:8;height:2" coordorigin="4084,13533" coordsize="8,2">
              <v:shape style="position:absolute;left:4084;top:13533;width:8;height:2" coordorigin="4084,13533" coordsize="8,0" path="m4084,13533l4091,13533e" filled="false" stroked="true" strokeweight=".48pt" strokecolor="#000000">
                <v:path arrowok="t"/>
              </v:shape>
            </v:group>
            <v:group style="position:absolute;left:4084;top:13557;width:8;height:2" coordorigin="4084,13557" coordsize="8,2">
              <v:shape style="position:absolute;left:4084;top:13557;width:8;height:2" coordorigin="4084,13557" coordsize="8,0" path="m4084,13557l4091,13557e" filled="false" stroked="true" strokeweight=".48pt" strokecolor="#000000">
                <v:path arrowok="t"/>
              </v:shape>
            </v:group>
            <v:group style="position:absolute;left:4084;top:13581;width:8;height:2" coordorigin="4084,13581" coordsize="8,2">
              <v:shape style="position:absolute;left:4084;top:13581;width:8;height:2" coordorigin="4084,13581" coordsize="8,0" path="m4084,13581l4091,13581e" filled="false" stroked="true" strokeweight=".48pt" strokecolor="#000000">
                <v:path arrowok="t"/>
              </v:shape>
            </v:group>
            <v:group style="position:absolute;left:4084;top:13605;width:8;height:2" coordorigin="4084,13605" coordsize="8,2">
              <v:shape style="position:absolute;left:4084;top:13605;width:8;height:2" coordorigin="4084,13605" coordsize="8,0" path="m4084,13605l4091,13605e" filled="false" stroked="true" strokeweight=".48pt" strokecolor="#000000">
                <v:path arrowok="t"/>
              </v:shape>
            </v:group>
            <v:group style="position:absolute;left:4084;top:13629;width:8;height:2" coordorigin="4084,13629" coordsize="8,2">
              <v:shape style="position:absolute;left:4084;top:13629;width:8;height:2" coordorigin="4084,13629" coordsize="8,0" path="m4084,13629l4091,13629e" filled="false" stroked="true" strokeweight=".48pt" strokecolor="#000000">
                <v:path arrowok="t"/>
              </v:shape>
            </v:group>
            <v:group style="position:absolute;left:4084;top:13653;width:8;height:2" coordorigin="4084,13653" coordsize="8,2">
              <v:shape style="position:absolute;left:4084;top:13653;width:8;height:2" coordorigin="4084,13653" coordsize="8,0" path="m4084,13653l4091,13653e" filled="false" stroked="true" strokeweight=".48pt" strokecolor="#000000">
                <v:path arrowok="t"/>
              </v:shape>
            </v:group>
            <v:group style="position:absolute;left:4084;top:13677;width:8;height:2" coordorigin="4084,13677" coordsize="8,2">
              <v:shape style="position:absolute;left:4084;top:13677;width:8;height:2" coordorigin="4084,13677" coordsize="8,0" path="m4084,13677l4091,13677e" filled="false" stroked="true" strokeweight=".48pt" strokecolor="#000000">
                <v:path arrowok="t"/>
              </v:shape>
            </v:group>
            <v:group style="position:absolute;left:4084;top:13701;width:8;height:2" coordorigin="4084,13701" coordsize="8,2">
              <v:shape style="position:absolute;left:4084;top:13701;width:8;height:2" coordorigin="4084,13701" coordsize="8,0" path="m4084,13701l4091,13701e" filled="false" stroked="true" strokeweight=".48pt" strokecolor="#000000">
                <v:path arrowok="t"/>
              </v:shape>
            </v:group>
            <v:group style="position:absolute;left:4084;top:13725;width:8;height:2" coordorigin="4084,13725" coordsize="8,2">
              <v:shape style="position:absolute;left:4084;top:13725;width:8;height:2" coordorigin="4084,13725" coordsize="8,0" path="m4084,13725l4091,13725e" filled="false" stroked="true" strokeweight=".48pt" strokecolor="#000000">
                <v:path arrowok="t"/>
              </v:shape>
            </v:group>
            <v:group style="position:absolute;left:4084;top:13749;width:8;height:2" coordorigin="4084,13749" coordsize="8,2">
              <v:shape style="position:absolute;left:4084;top:13749;width:8;height:2" coordorigin="4084,13749" coordsize="8,0" path="m4084,13749l4091,13749e" filled="false" stroked="true" strokeweight=".48pt" strokecolor="#000000">
                <v:path arrowok="t"/>
              </v:shape>
            </v:group>
            <v:group style="position:absolute;left:4084;top:13773;width:8;height:2" coordorigin="4084,13773" coordsize="8,2">
              <v:shape style="position:absolute;left:4084;top:13773;width:8;height:2" coordorigin="4084,13773" coordsize="8,0" path="m4084,13773l4091,13773e" filled="false" stroked="true" strokeweight=".48pt" strokecolor="#000000">
                <v:path arrowok="t"/>
              </v:shape>
            </v:group>
            <v:group style="position:absolute;left:1228;top:13840;width:8677;height:2" coordorigin="1228,13840" coordsize="8677,2">
              <v:shape style="position:absolute;left:1228;top:13840;width:8677;height:2" coordorigin="1228,13840" coordsize="8677,0" path="m1228,13840l9904,13840e" filled="false" stroked="true" strokeweight=".719pt" strokecolor="#000000">
                <v:path arrowok="t"/>
              </v:shape>
            </v:group>
            <w10:wrap type="none"/>
          </v:group>
        </w:pict>
      </w:r>
    </w:p>
    <w:tbl>
      <w:tblPr>
        <w:tblW w:w="0" w:type="auto"/>
        <w:jc w:val="left"/>
        <w:tblInd w:w="23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"/>
        <w:gridCol w:w="2040"/>
        <w:gridCol w:w="5716"/>
      </w:tblGrid>
      <w:tr>
        <w:trPr>
          <w:trHeight w:val="313" w:hRule="exact"/>
        </w:trPr>
        <w:tc>
          <w:tcPr>
            <w:tcW w:w="681" w:type="dxa"/>
            <w:vMerge w:val="restart"/>
            <w:tcBorders>
              <w:top w:val="single" w:sz="8" w:space="0" w:color="000000"/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single" w:sz="3" w:space="0" w:color="000000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38" w:lineRule="exact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4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점수,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스마트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LMS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강좌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강의실에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접속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후,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설문에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참여시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감점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30%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오프라인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시험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30%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오프라인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시험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※</w:t>
            </w:r>
            <w:r>
              <w:rPr>
                <w:rFonts w:ascii="한컴돋움" w:hAnsi="한컴돋움" w:cs="한컴돋움" w:eastAsia="한컴돋움"/>
                <w:color w:val="0000FF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딥러닝</w:t>
            </w:r>
            <w:r>
              <w:rPr>
                <w:rFonts w:ascii="한컴돋움" w:hAnsi="한컴돋움" w:cs="한컴돋움" w:eastAsia="한컴돋움"/>
                <w:color w:val="0000FF"/>
                <w:spacing w:val="2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개론은</w:t>
            </w:r>
            <w:r>
              <w:rPr>
                <w:rFonts w:ascii="한컴돋움" w:hAnsi="한컴돋움" w:cs="한컴돋움" w:eastAsia="한컴돋움"/>
                <w:color w:val="0000FF"/>
                <w:spacing w:val="2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ICT융합학부</w:t>
            </w:r>
            <w:r>
              <w:rPr>
                <w:rFonts w:ascii="한컴돋움" w:hAnsi="한컴돋움" w:cs="한컴돋움" w:eastAsia="한컴돋움"/>
                <w:color w:val="0000FF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인공지능전공</w:t>
            </w:r>
            <w:r>
              <w:rPr>
                <w:rFonts w:ascii="한컴돋움" w:hAnsi="한컴돋움" w:cs="한컴돋움" w:eastAsia="한컴돋움"/>
                <w:color w:val="0000FF"/>
                <w:spacing w:val="2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3학년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38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전공교과목입니다.</w:t>
            </w:r>
            <w:r>
              <w:rPr>
                <w:rFonts w:ascii="한컴돋움" w:hAnsi="한컴돋움" w:cs="한컴돋움" w:eastAsia="한컴돋움"/>
                <w:color w:val="0000FF"/>
                <w:spacing w:val="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행렬/벡터,</w:t>
            </w:r>
            <w:r>
              <w:rPr>
                <w:rFonts w:ascii="한컴돋움" w:hAnsi="한컴돋움" w:cs="한컴돋움" w:eastAsia="한컴돋움"/>
                <w:color w:val="0000FF"/>
                <w:spacing w:val="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pacing w:val="1"/>
                <w:sz w:val="20"/>
                <w:szCs w:val="20"/>
              </w:rPr>
              <w:t>미분</w:t>
            </w:r>
            <w:r>
              <w:rPr>
                <w:rFonts w:ascii="한컴돋움" w:hAnsi="한컴돋움" w:cs="한컴돋움" w:eastAsia="한컴돋움"/>
                <w:color w:val="0000FF"/>
                <w:spacing w:val="1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등과</w:t>
            </w:r>
            <w:r>
              <w:rPr>
                <w:rFonts w:ascii="한컴돋움" w:hAnsi="한컴돋움" w:cs="한컴돋움" w:eastAsia="한컴돋움"/>
                <w:color w:val="0000FF"/>
                <w:spacing w:val="1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같은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38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수학지식과</w:t>
            </w:r>
            <w:r>
              <w:rPr>
                <w:rFonts w:ascii="한컴돋움" w:hAnsi="한컴돋움" w:cs="한컴돋움" w:eastAsia="한컴돋움"/>
                <w:color w:val="0000FF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자료구조</w:t>
            </w:r>
            <w:r>
              <w:rPr>
                <w:rFonts w:ascii="한컴돋움" w:hAnsi="한컴돋움" w:cs="한컴돋움" w:eastAsia="한컴돋움"/>
                <w:color w:val="0000FF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등과</w:t>
            </w:r>
            <w:r>
              <w:rPr>
                <w:rFonts w:ascii="한컴돋움" w:hAnsi="한컴돋움" w:cs="한컴돋움" w:eastAsia="한컴돋움"/>
                <w:color w:val="0000FF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pacing w:val="1"/>
                <w:sz w:val="20"/>
                <w:szCs w:val="20"/>
              </w:rPr>
              <w:t>같은</w:t>
            </w:r>
            <w:r>
              <w:rPr>
                <w:rFonts w:ascii="한컴돋움" w:hAnsi="한컴돋움" w:cs="한컴돋움" w:eastAsia="한컴돋움"/>
                <w:color w:val="0000FF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컴퓨터</w:t>
            </w:r>
            <w:r>
              <w:rPr>
                <w:rFonts w:ascii="한컴돋움" w:hAnsi="한컴돋움" w:cs="한컴돋움" w:eastAsia="한컴돋움"/>
                <w:color w:val="0000FF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pacing w:val="1"/>
                <w:sz w:val="20"/>
                <w:szCs w:val="20"/>
              </w:rPr>
              <w:t>분야</w:t>
            </w:r>
            <w:r>
              <w:rPr>
                <w:rFonts w:ascii="한컴돋움" w:hAnsi="한컴돋움" w:cs="한컴돋움" w:eastAsia="한컴돋움"/>
                <w:color w:val="0000FF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전공기초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38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지식이</w:t>
            </w:r>
            <w:r>
              <w:rPr>
                <w:rFonts w:ascii="한컴돋움" w:hAnsi="한컴돋움" w:cs="한컴돋움" w:eastAsia="한컴돋움"/>
                <w:color w:val="0000FF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필요합니다.</w:t>
            </w:r>
            <w:r>
              <w:rPr>
                <w:rFonts w:ascii="한컴돋움" w:hAnsi="한컴돋움" w:cs="한컴돋움" w:eastAsia="한컴돋움"/>
                <w:color w:val="0000FF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공학계열</w:t>
            </w:r>
            <w:r>
              <w:rPr>
                <w:rFonts w:ascii="한컴돋움" w:hAnsi="한컴돋움" w:cs="한컴돋움" w:eastAsia="한컴돋움"/>
                <w:color w:val="0000FF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학생은</w:t>
            </w:r>
            <w:r>
              <w:rPr>
                <w:rFonts w:ascii="한컴돋움" w:hAnsi="한컴돋움" w:cs="한컴돋움" w:eastAsia="한컴돋움"/>
                <w:color w:val="0000FF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무리없이</w:t>
            </w:r>
            <w:r>
              <w:rPr>
                <w:rFonts w:ascii="한컴돋움" w:hAnsi="한컴돋움" w:cs="한컴돋움" w:eastAsia="한컴돋움"/>
                <w:color w:val="0000FF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수강할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38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수</w:t>
            </w:r>
            <w:r>
              <w:rPr>
                <w:rFonts w:ascii="한컴돋움" w:hAnsi="한컴돋움" w:cs="한컴돋움" w:eastAsia="한컴돋움"/>
                <w:color w:val="0000FF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있으나,</w:t>
            </w:r>
            <w:r>
              <w:rPr>
                <w:rFonts w:ascii="한컴돋움" w:hAnsi="한컴돋움" w:cs="한컴돋움" w:eastAsia="한컴돋움"/>
                <w:color w:val="0000FF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인문사회계열</w:t>
            </w:r>
            <w:r>
              <w:rPr>
                <w:rFonts w:ascii="한컴돋움" w:hAnsi="한컴돋움" w:cs="한컴돋움" w:eastAsia="한컴돋움"/>
                <w:color w:val="0000FF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학생이</w:t>
            </w:r>
            <w:r>
              <w:rPr>
                <w:rFonts w:ascii="한컴돋움" w:hAnsi="한컴돋움" w:cs="한컴돋움" w:eastAsia="한컴돋움"/>
                <w:color w:val="0000FF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수강하기에는</w:t>
            </w:r>
            <w:r>
              <w:rPr>
                <w:rFonts w:ascii="한컴돋움" w:hAnsi="한컴돋움" w:cs="한컴돋움" w:eastAsia="한컴돋움"/>
                <w:color w:val="0000FF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큰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38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어려움이</w:t>
            </w:r>
            <w:r>
              <w:rPr>
                <w:rFonts w:ascii="한컴돋움" w:hAnsi="한컴돋움" w:cs="한컴돋움" w:eastAsia="한컴돋움"/>
                <w:color w:val="0000FF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있을</w:t>
            </w:r>
            <w:r>
              <w:rPr>
                <w:rFonts w:ascii="한컴돋움" w:hAnsi="한컴돋움" w:cs="한컴돋움" w:eastAsia="한컴돋움"/>
                <w:color w:val="0000FF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것으로</w:t>
            </w:r>
            <w:r>
              <w:rPr>
                <w:rFonts w:ascii="한컴돋움" w:hAnsi="한컴돋움" w:cs="한컴돋움" w:eastAsia="한컴돋움"/>
                <w:color w:val="0000FF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생각됩니다.</w:t>
            </w:r>
            <w:r>
              <w:rPr>
                <w:rFonts w:ascii="한컴돋움" w:hAnsi="한컴돋움" w:cs="한컴돋움" w:eastAsia="한컴돋움"/>
                <w:color w:val="0000FF"/>
                <w:spacing w:val="2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인문사회계열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09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38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학생들은</w:t>
            </w:r>
            <w:r>
              <w:rPr>
                <w:rFonts w:ascii="한컴돋움" w:hAnsi="한컴돋움" w:cs="한컴돋움" w:eastAsia="한컴돋움"/>
                <w:color w:val="0000FF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위와</w:t>
            </w:r>
            <w:r>
              <w:rPr>
                <w:rFonts w:ascii="한컴돋움" w:hAnsi="한컴돋움" w:cs="한컴돋움" w:eastAsia="한컴돋움"/>
                <w:color w:val="0000FF"/>
                <w:spacing w:val="2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같은</w:t>
            </w:r>
            <w:r>
              <w:rPr>
                <w:rFonts w:ascii="한컴돋움" w:hAnsi="한컴돋움" w:cs="한컴돋움" w:eastAsia="한컴돋움"/>
                <w:color w:val="0000FF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pacing w:val="1"/>
                <w:sz w:val="20"/>
                <w:szCs w:val="20"/>
              </w:rPr>
              <w:t>점을</w:t>
            </w:r>
            <w:r>
              <w:rPr>
                <w:rFonts w:ascii="한컴돋움" w:hAnsi="한컴돋움" w:cs="한컴돋움" w:eastAsia="한컴돋움"/>
                <w:color w:val="0000FF"/>
                <w:spacing w:val="2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고려하시기</w:t>
            </w:r>
            <w:r>
              <w:rPr>
                <w:rFonts w:ascii="한컴돋움" w:hAnsi="한컴돋움" w:cs="한컴돋움" w:eastAsia="한컴돋움"/>
                <w:color w:val="0000FF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color w:val="0000FF"/>
                <w:sz w:val="20"/>
                <w:szCs w:val="20"/>
              </w:rPr>
              <w:t>바랍니다.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34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21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어패럴패턴캐드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tcBorders>
              <w:top w:val="single" w:sz="3" w:space="0" w:color="000000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50" w:lineRule="exact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①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기준(이수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평가항목별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합계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60점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이상/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미이수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불가)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수업참여도(5%):</w:t>
            </w:r>
            <w:r>
              <w:rPr>
                <w:rFonts w:ascii="한컴돋움" w:hAnsi="한컴돋움" w:cs="한컴돋움" w:eastAsia="한컴돋움"/>
                <w:spacing w:val="4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오리엔테이션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주차</w:t>
            </w:r>
            <w:r>
              <w:rPr>
                <w:rFonts w:ascii="한컴돋움" w:hAnsi="한컴돋움" w:cs="한컴돋움" w:eastAsia="한컴돋움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참여,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8주차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학습자만족도조사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등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주차별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퀴즈(25%):</w:t>
            </w:r>
            <w:r>
              <w:rPr>
                <w:rFonts w:ascii="한컴돋움" w:hAnsi="한컴돋움" w:cs="한컴돋움" w:eastAsia="한컴돋움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1~13주차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퀴즈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과제(20%):</w:t>
            </w:r>
            <w:r>
              <w:rPr>
                <w:rFonts w:ascii="한컴돋움" w:hAnsi="한컴돋움" w:cs="한컴돋움" w:eastAsia="한컴돋움"/>
                <w:spacing w:val="6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6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2회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72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중간고사(30%): 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84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기말고사(20%): 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②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최종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학점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8"/>
                <w:sz w:val="20"/>
                <w:szCs w:val="20"/>
              </w:rPr>
              <w:t>학점이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부여되지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8"/>
                <w:sz w:val="20"/>
                <w:szCs w:val="20"/>
              </w:rPr>
              <w:t>않음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출석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P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/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F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2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5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7"/>
                <w:sz w:val="20"/>
                <w:szCs w:val="20"/>
              </w:rPr>
              <w:t>여부</w:t>
            </w:r>
            <w:r>
              <w:rPr>
                <w:rFonts w:ascii="한컴돋움" w:hAnsi="한컴돋움" w:cs="한컴돋움" w:eastAsia="한컴돋움"/>
                <w:spacing w:val="-13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pacing w:val="-17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미달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F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LM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S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2회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제출,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스마트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LMS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강좌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강의실에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접속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후,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설문에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참여시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감점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30%(K-MOOC</w:t>
            </w:r>
            <w:r>
              <w:rPr>
                <w:rFonts w:ascii="한컴돋움" w:hAnsi="한컴돋움" w:cs="한컴돋움" w:eastAsia="한컴돋움"/>
                <w:spacing w:val="5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5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대체)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33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30%(오프라인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시험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418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21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사회복지역사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tcBorders>
              <w:top w:val="single" w:sz="3" w:space="0" w:color="000000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72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①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기준(이수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평가항목별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8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합계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60점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이상/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미이수시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불가)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수업참여도(5%):</w:t>
            </w:r>
            <w:r>
              <w:rPr>
                <w:rFonts w:ascii="한컴돋움" w:hAnsi="한컴돋움" w:cs="한컴돋움" w:eastAsia="한컴돋움"/>
                <w:spacing w:val="4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오리엔테이션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주차</w:t>
            </w:r>
            <w:r>
              <w:rPr>
                <w:rFonts w:ascii="한컴돋움" w:hAnsi="한컴돋움" w:cs="한컴돋움" w:eastAsia="한컴돋움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참여,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8주차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학습자만족도조사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등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72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주차별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퀴즈(25%):</w:t>
            </w:r>
            <w:r>
              <w:rPr>
                <w:rFonts w:ascii="한컴돋움" w:hAnsi="한컴돋움" w:cs="한컴돋움" w:eastAsia="한컴돋움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1~13주차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퀴즈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84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과제(20%):</w:t>
            </w:r>
            <w:r>
              <w:rPr>
                <w:rFonts w:ascii="한컴돋움" w:hAnsi="한컴돋움" w:cs="한컴돋움" w:eastAsia="한컴돋움"/>
                <w:spacing w:val="6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6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1회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중간고사(30%): 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기말고사(20%): 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5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②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최종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학점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8"/>
                <w:sz w:val="20"/>
                <w:szCs w:val="20"/>
              </w:rPr>
              <w:t>학점이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부여되지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8"/>
                <w:sz w:val="20"/>
                <w:szCs w:val="20"/>
              </w:rPr>
              <w:t>않음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419" w:hRule="exact"/>
        </w:trPr>
        <w:tc>
          <w:tcPr>
            <w:tcW w:w="681" w:type="dxa"/>
            <w:vMerge/>
            <w:tcBorders>
              <w:left w:val="single" w:sz="9" w:space="0" w:color="000000"/>
              <w:bottom w:val="single" w:sz="8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출석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P/F: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여부(이수증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미달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</w:tbl>
    <w:p>
      <w:pPr>
        <w:spacing w:after="0" w:line="240" w:lineRule="auto"/>
        <w:jc w:val="left"/>
        <w:rPr>
          <w:rFonts w:ascii="한컴돋움" w:hAnsi="한컴돋움" w:cs="한컴돋움" w:eastAsia="한컴돋움"/>
          <w:sz w:val="20"/>
          <w:szCs w:val="20"/>
        </w:rPr>
        <w:sectPr>
          <w:pgSz w:w="10760" w:h="14740"/>
          <w:pgMar w:header="0" w:footer="417" w:top="1060" w:bottom="600" w:left="112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2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"/>
        <w:gridCol w:w="2040"/>
        <w:gridCol w:w="5716"/>
      </w:tblGrid>
      <w:tr>
        <w:trPr>
          <w:trHeight w:val="1697" w:hRule="exact"/>
        </w:trPr>
        <w:tc>
          <w:tcPr>
            <w:tcW w:w="681" w:type="dxa"/>
            <w:vMerge w:val="restart"/>
            <w:tcBorders>
              <w:top w:val="single" w:sz="8" w:space="0" w:color="000000"/>
              <w:left w:val="single" w:sz="9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716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24" w:lineRule="exact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/>
                <w:spacing w:val="-3"/>
                <w:w w:val="115"/>
                <w:sz w:val="20"/>
              </w:rPr>
              <w:t>F</w:t>
            </w:r>
            <w:r>
              <w:rPr>
                <w:rFonts w:ascii="한컴돋움"/>
                <w:spacing w:val="-2"/>
                <w:w w:val="115"/>
                <w:sz w:val="20"/>
              </w:rPr>
              <w:t>)</w:t>
            </w:r>
            <w:r>
              <w:rPr>
                <w:rFonts w:ascii="한컴돋움"/>
                <w:sz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313" w:lineRule="auto" w:before="98"/>
              <w:ind w:left="474" w:right="509" w:hanging="30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LM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S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1회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제출,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스마트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LMS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강좌</w:t>
            </w:r>
            <w:r>
              <w:rPr>
                <w:rFonts w:ascii="한컴돋움" w:hAnsi="한컴돋움" w:cs="한컴돋움" w:eastAsia="한컴돋움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강의실에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접속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후,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설문에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참여시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감점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37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30%(K-MOOC</w:t>
            </w:r>
            <w:r>
              <w:rPr>
                <w:rFonts w:ascii="한컴돋움" w:hAnsi="한컴돋움" w:cs="한컴돋움" w:eastAsia="한컴돋움"/>
                <w:spacing w:val="5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5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대체)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84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30%(오프라인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시험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4935" w:hRule="exact"/>
        </w:trPr>
        <w:tc>
          <w:tcPr>
            <w:tcW w:w="681" w:type="dxa"/>
            <w:vMerge/>
            <w:tcBorders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2040" w:type="dxa"/>
            <w:tcBorders>
              <w:top w:val="single" w:sz="3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  <w:shd w:val="clear" w:color="auto" w:fill="CDDEE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1"/>
              <w:ind w:left="522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소매틱재활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tcBorders>
              <w:top w:val="single" w:sz="3" w:space="0" w:color="000000"/>
              <w:left w:val="nil" w:sz="6" w:space="0" w:color="auto"/>
              <w:bottom w:val="single" w:sz="12" w:space="0" w:color="000000"/>
              <w:right w:val="single" w:sz="9" w:space="0" w:color="000000"/>
            </w:tcBorders>
          </w:tcPr>
          <w:p>
            <w:pPr>
              <w:pStyle w:val="TableParagraph"/>
              <w:spacing w:line="224" w:lineRule="exact"/>
              <w:ind w:left="474" w:right="0" w:hanging="30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①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기준(이수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평가항목별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98"/>
              <w:ind w:right="60"/>
              <w:jc w:val="center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합계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60점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이상/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미이수시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불가)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313" w:lineRule="auto" w:before="98"/>
              <w:ind w:left="474" w:right="351" w:hanging="30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수업참여도(5%):</w:t>
            </w:r>
            <w:r>
              <w:rPr>
                <w:rFonts w:ascii="한컴돋움" w:hAnsi="한컴돋움" w:cs="한컴돋움" w:eastAsia="한컴돋움"/>
                <w:spacing w:val="4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오리엔테이션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주차</w:t>
            </w:r>
            <w:r>
              <w:rPr>
                <w:rFonts w:ascii="한컴돋움" w:hAnsi="한컴돋움" w:cs="한컴돋움" w:eastAsia="한컴돋움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</w:t>
            </w:r>
            <w:r>
              <w:rPr>
                <w:rFonts w:ascii="한컴돋움" w:hAnsi="한컴돋움" w:cs="한컴돋움" w:eastAsia="한컴돋움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참여,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8주차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학습자만족도조사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등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313" w:lineRule="auto" w:before="37"/>
              <w:ind w:left="175" w:right="882"/>
              <w:jc w:val="both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>Ÿ  </w:t>
            </w:r>
            <w:r>
              <w:rPr>
                <w:rFonts w:ascii="Arial" w:hAnsi="Arial" w:cs="Arial" w:eastAsia="Arial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주차별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퀴즈(25%):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1~13주차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퀴즈</w:t>
            </w:r>
            <w:r>
              <w:rPr>
                <w:rFonts w:ascii="한컴돋움" w:hAnsi="한컴돋움" w:cs="한컴돋움" w:eastAsia="한컴돋움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Ÿ  </w:t>
            </w:r>
            <w:r>
              <w:rPr>
                <w:rFonts w:ascii="Arial" w:hAnsi="Arial" w:cs="Arial" w:eastAsia="Arial"/>
                <w:spacing w:val="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과제(20%):</w:t>
            </w:r>
            <w:r>
              <w:rPr>
                <w:rFonts w:ascii="한컴돋움" w:hAnsi="한컴돋움" w:cs="한컴돋움" w:eastAsia="한컴돋움"/>
                <w:spacing w:val="4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4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4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1회</w:t>
            </w:r>
            <w:r>
              <w:rPr>
                <w:rFonts w:ascii="한컴돋움" w:hAnsi="한컴돋움" w:cs="한컴돋움" w:eastAsia="한컴돋움"/>
                <w:spacing w:val="4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trike/>
                <w:sz w:val="20"/>
                <w:szCs w:val="20"/>
              </w:rPr>
              <w:t>9</w:t>
            </w:r>
            <w:r>
              <w:rPr>
                <w:rFonts w:ascii="한컴돋움" w:hAnsi="한컴돋움" w:cs="한컴돋움" w:eastAsia="한컴돋움"/>
                <w:strike w:val="0"/>
                <w:sz w:val="20"/>
                <w:szCs w:val="20"/>
              </w:rPr>
              <w:t>→7주차)</w:t>
            </w:r>
            <w:r>
              <w:rPr>
                <w:rFonts w:ascii="한컴돋움" w:hAnsi="한컴돋움" w:cs="한컴돋움" w:eastAsia="한컴돋움"/>
                <w:strike w:val="0"/>
                <w:spacing w:val="25"/>
                <w:w w:val="13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trike w:val="0"/>
                <w:sz w:val="20"/>
                <w:szCs w:val="20"/>
              </w:rPr>
              <w:t>Ÿ   </w:t>
            </w:r>
            <w:r>
              <w:rPr>
                <w:rFonts w:ascii="Arial" w:hAnsi="Arial" w:cs="Arial" w:eastAsia="Arial"/>
                <w:strike w:val="0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trike w:val="0"/>
                <w:sz w:val="20"/>
                <w:szCs w:val="20"/>
              </w:rPr>
              <w:t>중간고사(30%):</w:t>
            </w:r>
            <w:r>
              <w:rPr>
                <w:rFonts w:ascii="한컴돋움" w:hAnsi="한컴돋움" w:cs="한컴돋움" w:eastAsia="한컴돋움"/>
                <w:strike w:val="0"/>
                <w:spacing w:val="4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trike w:val="0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trike w:val="0"/>
                <w:spacing w:val="4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trike w:val="0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trike w:val="0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16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기말고사(20%): 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84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②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최종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학점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-7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8"/>
                <w:sz w:val="20"/>
                <w:szCs w:val="20"/>
              </w:rPr>
              <w:t>학점이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부여되지</w:t>
            </w:r>
            <w:r>
              <w:rPr>
                <w:rFonts w:ascii="한컴돋움" w:hAnsi="한컴돋움" w:cs="한컴돋움" w:eastAsia="한컴돋움"/>
                <w:spacing w:val="2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8"/>
                <w:sz w:val="20"/>
                <w:szCs w:val="20"/>
              </w:rPr>
              <w:t>않음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9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출석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P</w:t>
            </w: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/</w:t>
            </w:r>
            <w:r>
              <w:rPr>
                <w:rFonts w:ascii="한컴돋움" w:hAnsi="한컴돋움" w:cs="한컴돋움" w:eastAsia="한컴돋움"/>
                <w:spacing w:val="-9"/>
                <w:sz w:val="20"/>
                <w:szCs w:val="20"/>
              </w:rPr>
              <w:t>F</w:t>
            </w:r>
            <w:r>
              <w:rPr>
                <w:rFonts w:ascii="한컴돋움" w:hAnsi="한컴돋움" w:cs="한컴돋움" w:eastAsia="한컴돋움"/>
                <w:spacing w:val="-10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2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5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7"/>
                <w:sz w:val="20"/>
                <w:szCs w:val="20"/>
              </w:rPr>
              <w:t>여부</w:t>
            </w:r>
            <w:r>
              <w:rPr>
                <w:rFonts w:ascii="한컴돋움" w:hAnsi="한컴돋움" w:cs="한컴돋움" w:eastAsia="한컴돋움"/>
                <w:spacing w:val="-13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pacing w:val="-17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미달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6"/>
                <w:sz w:val="20"/>
                <w:szCs w:val="20"/>
              </w:rPr>
              <w:t>F</w:t>
            </w:r>
            <w:r>
              <w:rPr>
                <w:rFonts w:ascii="한컴돋움" w:hAnsi="한컴돋움" w:cs="한컴돋움" w:eastAsia="한컴돋움"/>
                <w:spacing w:val="-5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313" w:lineRule="auto" w:before="84"/>
              <w:ind w:left="474" w:right="509" w:hanging="30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LM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S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1회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제출,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스마트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LMS</w:t>
            </w:r>
            <w:r>
              <w:rPr>
                <w:rFonts w:ascii="한컴돋움" w:hAnsi="한컴돋움" w:cs="한컴돋움" w:eastAsia="한컴돋움"/>
                <w:spacing w:val="3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강좌</w:t>
            </w:r>
            <w:r>
              <w:rPr>
                <w:rFonts w:ascii="한컴돋움" w:hAnsi="한컴돋움" w:cs="한컴돋움" w:eastAsia="한컴돋움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강의실에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접속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후,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설문에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참여시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2점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감점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40" w:lineRule="auto" w:before="37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30%(K-MOOC</w:t>
            </w:r>
            <w:r>
              <w:rPr>
                <w:rFonts w:ascii="한컴돋움" w:hAnsi="한컴돋움" w:cs="한컴돋움" w:eastAsia="한컴돋움"/>
                <w:spacing w:val="5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5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대체)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tabs>
                <w:tab w:pos="474" w:val="left" w:leader="none"/>
              </w:tabs>
              <w:spacing w:line="275" w:lineRule="exact" w:before="84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30%(오프라인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시험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77" w:hRule="exact"/>
        </w:trPr>
        <w:tc>
          <w:tcPr>
            <w:tcW w:w="681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53" w:lineRule="auto"/>
              <w:ind w:left="228" w:right="240"/>
              <w:jc w:val="both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비</w:t>
            </w:r>
            <w:r>
              <w:rPr>
                <w:rFonts w:ascii="함초롬돋움" w:hAnsi="함초롬돋움" w:cs="함초롬돋움" w:eastAsia="함초롬돋움"/>
                <w:b/>
                <w:bCs/>
                <w:w w:val="102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학</w:t>
            </w:r>
            <w:r>
              <w:rPr>
                <w:rFonts w:ascii="함초롬돋움" w:hAnsi="함초롬돋움" w:cs="함초롬돋움" w:eastAsia="함초롬돋움"/>
                <w:b/>
                <w:bCs/>
                <w:w w:val="102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점</w:t>
            </w:r>
            <w:r>
              <w:rPr>
                <w:rFonts w:ascii="함초롬돋움" w:hAnsi="함초롬돋움" w:cs="함초롬돋움" w:eastAsia="함초롬돋움"/>
                <w:b/>
                <w:bCs/>
                <w:w w:val="102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강</w:t>
            </w:r>
            <w:r>
              <w:rPr>
                <w:rFonts w:ascii="함초롬돋움" w:hAnsi="함초롬돋움" w:cs="함초롬돋움" w:eastAsia="함초롬돋움"/>
                <w:b/>
                <w:bCs/>
                <w:w w:val="102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좌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2040" w:type="dxa"/>
            <w:vMerge w:val="restart"/>
            <w:tcBorders>
              <w:top w:val="single" w:sz="12" w:space="0" w:color="000000"/>
              <w:left w:val="nil" w:sz="6" w:space="0" w:color="auto"/>
              <w:right w:val="nil" w:sz="6" w:space="0" w:color="auto"/>
            </w:tcBorders>
            <w:shd w:val="clear" w:color="auto" w:fill="DFEDD0"/>
          </w:tcPr>
          <w:p>
            <w:pPr>
              <w:pStyle w:val="TableParagraph"/>
              <w:spacing w:line="240" w:lineRule="auto" w:before="31"/>
              <w:ind w:left="172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함께하는 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11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장애탐험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tcBorders>
              <w:top w:val="single" w:sz="12" w:space="0" w:color="000000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12" w:lineRule="exact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①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기준(이수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4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평가항목별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164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5716" w:type="dxa"/>
            <w:vMerge w:val="restart"/>
            <w:tcBorders>
              <w:top w:val="nil" w:sz="6" w:space="0" w:color="auto"/>
              <w:left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09" w:lineRule="exact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합계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60점</w:t>
            </w:r>
            <w:r>
              <w:rPr>
                <w:rFonts w:ascii="한컴돋움" w:hAnsi="한컴돋움" w:cs="한컴돋움" w:eastAsia="한컴돋움"/>
                <w:spacing w:val="3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이상)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12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  <w:shd w:val="clear" w:color="auto" w:fill="DFEDD0"/>
          </w:tcPr>
          <w:p>
            <w:pPr>
              <w:pStyle w:val="TableParagraph"/>
              <w:spacing w:line="240" w:lineRule="auto" w:before="64"/>
              <w:ind w:left="122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소비자행동의심리학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vMerge/>
            <w:tcBorders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/>
          </w:p>
        </w:tc>
      </w:tr>
      <w:tr>
        <w:trPr>
          <w:trHeight w:val="36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수업참여도(5%):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오리엔테이션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주차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</w:t>
            </w:r>
            <w:r>
              <w:rPr>
                <w:rFonts w:ascii="한컴돋움" w:hAnsi="한컴돋움" w:cs="한컴돋움" w:eastAsia="한컴돋움"/>
                <w:spacing w:val="3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참여,</w:t>
            </w:r>
            <w:r>
              <w:rPr>
                <w:rFonts w:ascii="한컴돋움" w:hAnsi="한컴돋움" w:cs="한컴돋움" w:eastAsia="한컴돋움"/>
                <w:spacing w:val="3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8주차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95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5716" w:type="dxa"/>
            <w:vMerge w:val="restart"/>
            <w:tcBorders>
              <w:top w:val="nil" w:sz="6" w:space="0" w:color="auto"/>
              <w:left w:val="nil" w:sz="6" w:space="0" w:color="auto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3"/>
              <w:ind w:left="474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학습자만족도조사</w:t>
            </w:r>
            <w:r>
              <w:rPr>
                <w:rFonts w:ascii="한컴돋움" w:hAnsi="한컴돋움" w:cs="한컴돋움" w:eastAsia="한컴돋움"/>
                <w:spacing w:val="2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</w:t>
            </w:r>
            <w:r>
              <w:rPr>
                <w:rFonts w:ascii="한컴돋움" w:hAnsi="한컴돋움" w:cs="한컴돋움" w:eastAsia="한컴돋움"/>
                <w:spacing w:val="2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등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260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  <w:shd w:val="clear" w:color="auto" w:fill="DFEDD0"/>
          </w:tcPr>
          <w:p>
            <w:pPr>
              <w:pStyle w:val="TableParagraph"/>
              <w:spacing w:line="240" w:lineRule="auto" w:before="31"/>
              <w:ind w:left="270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한국문화의 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7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이해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vMerge/>
            <w:tcBorders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/>
          </w:p>
        </w:tc>
      </w:tr>
      <w:tr>
        <w:trPr>
          <w:trHeight w:val="259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5716" w:type="dxa"/>
            <w:vMerge w:val="restart"/>
            <w:tcBorders>
              <w:top w:val="nil" w:sz="6" w:space="0" w:color="auto"/>
              <w:left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8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주차별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퀴즈(25%):</w:t>
            </w:r>
            <w:r>
              <w:rPr>
                <w:rFonts w:ascii="한컴돋움" w:hAnsi="한컴돋움" w:cs="한컴돋움" w:eastAsia="한컴돋움"/>
                <w:spacing w:val="4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</w:t>
            </w:r>
            <w:r>
              <w:rPr>
                <w:rFonts w:ascii="한컴돋움" w:hAnsi="한컴돋움" w:cs="한컴돋움" w:eastAsia="한컴돋움"/>
                <w:spacing w:val="5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1~13주차</w:t>
            </w:r>
            <w:r>
              <w:rPr>
                <w:rFonts w:ascii="한컴돋움" w:hAnsi="한컴돋움" w:cs="한컴돋움" w:eastAsia="한컴돋움"/>
                <w:spacing w:val="51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퀴즈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106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  <w:shd w:val="clear" w:color="auto" w:fill="DFEDD0"/>
          </w:tcPr>
          <w:p>
            <w:pPr>
              <w:pStyle w:val="TableParagraph"/>
              <w:spacing w:line="240" w:lineRule="auto" w:before="50"/>
              <w:ind w:left="222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성인학습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53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및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54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상담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vMerge/>
            <w:tcBorders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과제(20%): </w:t>
            </w:r>
            <w:r>
              <w:rPr>
                <w:rFonts w:ascii="한컴돋움" w:hAnsi="한컴돋움" w:cs="한컴돋움" w:eastAsia="한컴돋움"/>
                <w:spacing w:val="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269" w:hRule="exact"/>
        </w:trPr>
        <w:tc>
          <w:tcPr>
            <w:tcW w:w="681" w:type="dxa"/>
            <w:vMerge/>
            <w:tcBorders>
              <w:left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  <w:shd w:val="clear" w:color="auto" w:fill="DFEDD0"/>
          </w:tcPr>
          <w:p>
            <w:pPr>
              <w:pStyle w:val="TableParagraph"/>
              <w:spacing w:line="240" w:lineRule="auto" w:before="59"/>
              <w:ind w:left="321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사회복지정책론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198" w:lineRule="exact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중간고사(25%): 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  <w:tr>
        <w:trPr>
          <w:trHeight w:val="307" w:hRule="exact"/>
        </w:trPr>
        <w:tc>
          <w:tcPr>
            <w:tcW w:w="681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2040" w:type="dxa"/>
            <w:vMerge/>
            <w:tcBorders>
              <w:left w:val="nil" w:sz="6" w:space="0" w:color="auto"/>
              <w:bottom w:val="single" w:sz="9" w:space="0" w:color="000000"/>
              <w:right w:val="nil" w:sz="6" w:space="0" w:color="auto"/>
            </w:tcBorders>
            <w:shd w:val="clear" w:color="auto" w:fill="DFEDD0"/>
          </w:tcPr>
          <w:p>
            <w:pPr/>
          </w:p>
        </w:tc>
        <w:tc>
          <w:tcPr>
            <w:tcW w:w="5716" w:type="dxa"/>
            <w:tcBorders>
              <w:top w:val="nil" w:sz="6" w:space="0" w:color="auto"/>
              <w:left w:val="nil" w:sz="6" w:space="0" w:color="auto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tabs>
                <w:tab w:pos="474" w:val="left" w:leader="none"/>
              </w:tabs>
              <w:spacing w:line="240" w:lineRule="auto" w:before="13"/>
              <w:ind w:left="175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기말고사(25%): </w:t>
            </w:r>
            <w:r>
              <w:rPr>
                <w:rFonts w:ascii="한컴돋움" w:hAnsi="한컴돋움" w:cs="한컴돋움" w:eastAsia="한컴돋움"/>
                <w:spacing w:val="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K-MOOC 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4.95pt;height:19.150pt;mso-position-horizontal-relative:char;mso-position-vertical-relative:line" coordorigin="0,0" coordsize="8699,383">
            <v:group style="position:absolute;left:20;top:11;width:8655;height:353" coordorigin="20,11" coordsize="8655,353">
              <v:shape style="position:absolute;left:20;top:11;width:8655;height:353" coordorigin="20,11" coordsize="8655,353" path="m20,11l20,364,8675,364,8675,11,20,11xe" filled="true" fillcolor="#e3dbc1" stroked="false">
                <v:path arrowok="t"/>
                <v:fill type="solid"/>
              </v:shape>
            </v:group>
            <v:group style="position:absolute;left:11;top:349;width:8675;height:2" coordorigin="11,349" coordsize="8675,2">
              <v:shape style="position:absolute;left:11;top:349;width:8675;height:2" coordorigin="11,349" coordsize="8675,0" path="m11,349l8685,349e" filled="false" stroked="true" strokeweight=".48pt" strokecolor="#000000">
                <v:path arrowok="t"/>
              </v:shape>
            </v:group>
            <v:group style="position:absolute;left:11;top:378;width:8675;height:2" coordorigin="11,378" coordsize="8675,2">
              <v:shape style="position:absolute;left:11;top:378;width:8675;height:2" coordorigin="11,378" coordsize="8675,0" path="m11,378l8685,378e" filled="false" stroked="true" strokeweight=".48pt" strokecolor="#000000">
                <v:path arrowok="t"/>
              </v:shape>
            </v:group>
            <v:group style="position:absolute;left:11;top:11;width:8677;height:2" coordorigin="11,11" coordsize="8677,2">
              <v:shape style="position:absolute;left:11;top:11;width:8677;height:2" coordorigin="11,11" coordsize="8677,0" path="m11,11l8687,11e" filled="false" stroked="true" strokeweight="1.079pt" strokecolor="#000000">
                <v:path arrowok="t"/>
              </v:shape>
              <v:shape style="position:absolute;left:20;top:11;width:8655;height:353" type="#_x0000_t202" filled="false" stroked="false">
                <v:textbox inset="0,0,0,0">
                  <w:txbxContent>
                    <w:p>
                      <w:pPr>
                        <w:spacing w:line="317" w:lineRule="exact" w:before="0"/>
                        <w:ind w:left="-1" w:right="0" w:firstLine="0"/>
                        <w:jc w:val="center"/>
                        <w:rPr>
                          <w:rFonts w:ascii="함초롬돋움" w:hAnsi="함초롬돋움" w:cs="함초롬돋움" w:eastAsia="함초롬돋움"/>
                          <w:sz w:val="24"/>
                          <w:szCs w:val="24"/>
                        </w:rPr>
                      </w:pP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z w:val="24"/>
                          <w:szCs w:val="24"/>
                        </w:rPr>
                        <w:t>기타</w:t>
                      </w: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pacing w:val="6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z w:val="24"/>
                          <w:szCs w:val="24"/>
                        </w:rPr>
                        <w:t>문의</w:t>
                      </w: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pacing w:val="6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z w:val="24"/>
                          <w:szCs w:val="24"/>
                        </w:rPr>
                        <w:t>사항</w:t>
                      </w:r>
                      <w:r>
                        <w:rPr>
                          <w:rFonts w:ascii="함초롬돋움" w:hAnsi="함초롬돋움" w:cs="함초롬돋움" w:eastAsia="함초롬돋움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tabs>
          <w:tab w:pos="537" w:val="left" w:leader="none"/>
        </w:tabs>
        <w:spacing w:line="243" w:lineRule="exact" w:before="0"/>
        <w:ind w:left="537" w:right="0" w:hanging="329"/>
        <w:jc w:val="left"/>
        <w:rPr>
          <w:rFonts w:ascii="한컴돋움" w:hAnsi="한컴돋움" w:cs="한컴돋움" w:eastAsia="한컴돋움"/>
          <w:sz w:val="22"/>
          <w:szCs w:val="22"/>
        </w:rPr>
      </w:pPr>
      <w:r>
        <w:rPr/>
        <w:pict>
          <v:group style="position:absolute;margin-left:61.136002pt;margin-top:-504.572998pt;width:434.2pt;height:473.4pt;mso-position-horizontal-relative:page;mso-position-vertical-relative:paragraph;z-index:-337888" coordorigin="1223,-10091" coordsize="8684,9468">
            <v:group style="position:absolute;left:1228;top:-10087;width:8675;height:2" coordorigin="1228,-10087" coordsize="8675,2">
              <v:shape style="position:absolute;left:1228;top:-10087;width:8675;height:2" coordorigin="1228,-10087" coordsize="8675,0" path="m1228,-10087l9902,-10087e" filled="false" stroked="true" strokeweight=".48pt" strokecolor="#000000">
                <v:path arrowok="t"/>
              </v:shape>
            </v:group>
            <v:group style="position:absolute;left:1228;top:-10058;width:8675;height:2" coordorigin="1228,-10058" coordsize="8675,2">
              <v:shape style="position:absolute;left:1228;top:-10058;width:8675;height:2" coordorigin="1228,-10058" coordsize="8675,0" path="m1228,-10058l9902,-10058e" filled="false" stroked="true" strokeweight=".48pt" strokecolor="#000000">
                <v:path arrowok="t"/>
              </v:shape>
            </v:group>
            <v:group style="position:absolute;left:2046;top:-9998;width:8;height:2" coordorigin="2046,-9998" coordsize="8,2">
              <v:shape style="position:absolute;left:2046;top:-9998;width:8;height:2" coordorigin="2046,-9998" coordsize="8,0" path="m2046,-9998l2053,-9998e" filled="false" stroked="true" strokeweight=".48pt" strokecolor="#000000">
                <v:path arrowok="t"/>
              </v:shape>
            </v:group>
            <v:group style="position:absolute;left:2046;top:-9974;width:8;height:2" coordorigin="2046,-9974" coordsize="8,2">
              <v:shape style="position:absolute;left:2046;top:-9974;width:8;height:2" coordorigin="2046,-9974" coordsize="8,0" path="m2046,-9974l2053,-9974e" filled="false" stroked="true" strokeweight=".48pt" strokecolor="#000000">
                <v:path arrowok="t"/>
              </v:shape>
            </v:group>
            <v:group style="position:absolute;left:2046;top:-9950;width:8;height:2" coordorigin="2046,-9950" coordsize="8,2">
              <v:shape style="position:absolute;left:2046;top:-9950;width:8;height:2" coordorigin="2046,-9950" coordsize="8,0" path="m2046,-9950l2053,-9950e" filled="false" stroked="true" strokeweight=".48pt" strokecolor="#000000">
                <v:path arrowok="t"/>
              </v:shape>
            </v:group>
            <v:group style="position:absolute;left:2046;top:-9926;width:8;height:2" coordorigin="2046,-9926" coordsize="8,2">
              <v:shape style="position:absolute;left:2046;top:-9926;width:8;height:2" coordorigin="2046,-9926" coordsize="8,0" path="m2046,-9926l2053,-9926e" filled="false" stroked="true" strokeweight=".48pt" strokecolor="#000000">
                <v:path arrowok="t"/>
              </v:shape>
            </v:group>
            <v:group style="position:absolute;left:2046;top:-9902;width:8;height:2" coordorigin="2046,-9902" coordsize="8,2">
              <v:shape style="position:absolute;left:2046;top:-9902;width:8;height:2" coordorigin="2046,-9902" coordsize="8,0" path="m2046,-9902l2053,-9902e" filled="false" stroked="true" strokeweight=".48pt" strokecolor="#000000">
                <v:path arrowok="t"/>
              </v:shape>
            </v:group>
            <v:group style="position:absolute;left:2046;top:-9878;width:8;height:2" coordorigin="2046,-9878" coordsize="8,2">
              <v:shape style="position:absolute;left:2046;top:-9878;width:8;height:2" coordorigin="2046,-9878" coordsize="8,0" path="m2046,-9878l2053,-9878e" filled="false" stroked="true" strokeweight=".48pt" strokecolor="#000000">
                <v:path arrowok="t"/>
              </v:shape>
            </v:group>
            <v:group style="position:absolute;left:2046;top:-9854;width:8;height:2" coordorigin="2046,-9854" coordsize="8,2">
              <v:shape style="position:absolute;left:2046;top:-9854;width:8;height:2" coordorigin="2046,-9854" coordsize="8,0" path="m2046,-9854l2053,-9854e" filled="false" stroked="true" strokeweight=".48pt" strokecolor="#000000">
                <v:path arrowok="t"/>
              </v:shape>
            </v:group>
            <v:group style="position:absolute;left:2046;top:-9830;width:8;height:2" coordorigin="2046,-9830" coordsize="8,2">
              <v:shape style="position:absolute;left:2046;top:-9830;width:8;height:2" coordorigin="2046,-9830" coordsize="8,0" path="m2046,-9830l2053,-9830e" filled="false" stroked="true" strokeweight=".48pt" strokecolor="#000000">
                <v:path arrowok="t"/>
              </v:shape>
            </v:group>
            <v:group style="position:absolute;left:2046;top:-9806;width:8;height:2" coordorigin="2046,-9806" coordsize="8,2">
              <v:shape style="position:absolute;left:2046;top:-9806;width:8;height:2" coordorigin="2046,-9806" coordsize="8,0" path="m2046,-9806l2053,-9806e" filled="false" stroked="true" strokeweight=".48pt" strokecolor="#000000">
                <v:path arrowok="t"/>
              </v:shape>
            </v:group>
            <v:group style="position:absolute;left:2046;top:-9782;width:8;height:2" coordorigin="2046,-9782" coordsize="8,2">
              <v:shape style="position:absolute;left:2046;top:-9782;width:8;height:2" coordorigin="2046,-9782" coordsize="8,0" path="m2046,-9782l2053,-9782e" filled="false" stroked="true" strokeweight=".48pt" strokecolor="#000000">
                <v:path arrowok="t"/>
              </v:shape>
            </v:group>
            <v:group style="position:absolute;left:2046;top:-9758;width:8;height:2" coordorigin="2046,-9758" coordsize="8,2">
              <v:shape style="position:absolute;left:2046;top:-9758;width:8;height:2" coordorigin="2046,-9758" coordsize="8,0" path="m2046,-9758l2053,-9758e" filled="false" stroked="true" strokeweight=".48pt" strokecolor="#000000">
                <v:path arrowok="t"/>
              </v:shape>
            </v:group>
            <v:group style="position:absolute;left:2046;top:-9734;width:8;height:2" coordorigin="2046,-9734" coordsize="8,2">
              <v:shape style="position:absolute;left:2046;top:-9734;width:8;height:2" coordorigin="2046,-9734" coordsize="8,0" path="m2046,-9734l2053,-9734e" filled="false" stroked="true" strokeweight=".48pt" strokecolor="#000000">
                <v:path arrowok="t"/>
              </v:shape>
            </v:group>
            <v:group style="position:absolute;left:2046;top:-9710;width:8;height:2" coordorigin="2046,-9710" coordsize="8,2">
              <v:shape style="position:absolute;left:2046;top:-9710;width:8;height:2" coordorigin="2046,-9710" coordsize="8,0" path="m2046,-9710l2053,-9710e" filled="false" stroked="true" strokeweight=".48pt" strokecolor="#000000">
                <v:path arrowok="t"/>
              </v:shape>
            </v:group>
            <v:group style="position:absolute;left:2046;top:-9686;width:8;height:2" coordorigin="2046,-9686" coordsize="8,2">
              <v:shape style="position:absolute;left:2046;top:-9686;width:8;height:2" coordorigin="2046,-9686" coordsize="8,0" path="m2046,-9686l2053,-9686e" filled="false" stroked="true" strokeweight=".48pt" strokecolor="#000000">
                <v:path arrowok="t"/>
              </v:shape>
            </v:group>
            <v:group style="position:absolute;left:2046;top:-9662;width:8;height:2" coordorigin="2046,-9662" coordsize="8,2">
              <v:shape style="position:absolute;left:2046;top:-9662;width:8;height:2" coordorigin="2046,-9662" coordsize="8,0" path="m2046,-9662l2053,-9662e" filled="false" stroked="true" strokeweight=".48pt" strokecolor="#000000">
                <v:path arrowok="t"/>
              </v:shape>
            </v:group>
            <v:group style="position:absolute;left:2046;top:-9638;width:8;height:2" coordorigin="2046,-9638" coordsize="8,2">
              <v:shape style="position:absolute;left:2046;top:-9638;width:8;height:2" coordorigin="2046,-9638" coordsize="8,0" path="m2046,-9638l2053,-9638e" filled="false" stroked="true" strokeweight=".48pt" strokecolor="#000000">
                <v:path arrowok="t"/>
              </v:shape>
            </v:group>
            <v:group style="position:absolute;left:2046;top:-9614;width:8;height:2" coordorigin="2046,-9614" coordsize="8,2">
              <v:shape style="position:absolute;left:2046;top:-9614;width:8;height:2" coordorigin="2046,-9614" coordsize="8,0" path="m2046,-9614l2053,-9614e" filled="false" stroked="true" strokeweight=".48pt" strokecolor="#000000">
                <v:path arrowok="t"/>
              </v:shape>
            </v:group>
            <v:group style="position:absolute;left:2046;top:-9590;width:8;height:2" coordorigin="2046,-9590" coordsize="8,2">
              <v:shape style="position:absolute;left:2046;top:-9590;width:8;height:2" coordorigin="2046,-9590" coordsize="8,0" path="m2046,-9590l2053,-9590e" filled="false" stroked="true" strokeweight=".48pt" strokecolor="#000000">
                <v:path arrowok="t"/>
              </v:shape>
            </v:group>
            <v:group style="position:absolute;left:2046;top:-9566;width:8;height:2" coordorigin="2046,-9566" coordsize="8,2">
              <v:shape style="position:absolute;left:2046;top:-9566;width:8;height:2" coordorigin="2046,-9566" coordsize="8,0" path="m2046,-9566l2053,-9566e" filled="false" stroked="true" strokeweight=".479pt" strokecolor="#000000">
                <v:path arrowok="t"/>
              </v:shape>
            </v:group>
            <v:group style="position:absolute;left:2046;top:-9542;width:8;height:2" coordorigin="2046,-9542" coordsize="8,2">
              <v:shape style="position:absolute;left:2046;top:-9542;width:8;height:2" coordorigin="2046,-9542" coordsize="8,0" path="m2046,-9542l2053,-9542e" filled="false" stroked="true" strokeweight=".48pt" strokecolor="#000000">
                <v:path arrowok="t"/>
              </v:shape>
            </v:group>
            <v:group style="position:absolute;left:2046;top:-9518;width:8;height:2" coordorigin="2046,-9518" coordsize="8,2">
              <v:shape style="position:absolute;left:2046;top:-9518;width:8;height:2" coordorigin="2046,-9518" coordsize="8,0" path="m2046,-9518l2053,-9518e" filled="false" stroked="true" strokeweight=".48pt" strokecolor="#000000">
                <v:path arrowok="t"/>
              </v:shape>
            </v:group>
            <v:group style="position:absolute;left:2046;top:-9494;width:8;height:2" coordorigin="2046,-9494" coordsize="8,2">
              <v:shape style="position:absolute;left:2046;top:-9494;width:8;height:2" coordorigin="2046,-9494" coordsize="8,0" path="m2046,-9494l2053,-9494e" filled="false" stroked="true" strokeweight=".48pt" strokecolor="#000000">
                <v:path arrowok="t"/>
              </v:shape>
            </v:group>
            <v:group style="position:absolute;left:2046;top:-9470;width:8;height:2" coordorigin="2046,-9470" coordsize="8,2">
              <v:shape style="position:absolute;left:2046;top:-9470;width:8;height:2" coordorigin="2046,-9470" coordsize="8,0" path="m2046,-9470l2053,-9470e" filled="false" stroked="true" strokeweight=".48pt" strokecolor="#000000">
                <v:path arrowok="t"/>
              </v:shape>
            </v:group>
            <v:group style="position:absolute;left:2046;top:-9446;width:8;height:2" coordorigin="2046,-9446" coordsize="8,2">
              <v:shape style="position:absolute;left:2046;top:-9446;width:8;height:2" coordorigin="2046,-9446" coordsize="8,0" path="m2046,-9446l2053,-9446e" filled="false" stroked="true" strokeweight=".48pt" strokecolor="#000000">
                <v:path arrowok="t"/>
              </v:shape>
            </v:group>
            <v:group style="position:absolute;left:2046;top:-9422;width:8;height:2" coordorigin="2046,-9422" coordsize="8,2">
              <v:shape style="position:absolute;left:2046;top:-9422;width:8;height:2" coordorigin="2046,-9422" coordsize="8,0" path="m2046,-9422l2053,-9422e" filled="false" stroked="true" strokeweight=".48pt" strokecolor="#000000">
                <v:path arrowok="t"/>
              </v:shape>
            </v:group>
            <v:group style="position:absolute;left:2046;top:-9398;width:8;height:2" coordorigin="2046,-9398" coordsize="8,2">
              <v:shape style="position:absolute;left:2046;top:-9398;width:8;height:2" coordorigin="2046,-9398" coordsize="8,0" path="m2046,-9398l2053,-9398e" filled="false" stroked="true" strokeweight=".48pt" strokecolor="#000000">
                <v:path arrowok="t"/>
              </v:shape>
            </v:group>
            <v:group style="position:absolute;left:2046;top:-9374;width:8;height:2" coordorigin="2046,-9374" coordsize="8,2">
              <v:shape style="position:absolute;left:2046;top:-9374;width:8;height:2" coordorigin="2046,-9374" coordsize="8,0" path="m2046,-9374l2053,-9374e" filled="false" stroked="true" strokeweight=".48pt" strokecolor="#000000">
                <v:path arrowok="t"/>
              </v:shape>
            </v:group>
            <v:group style="position:absolute;left:2046;top:-9350;width:8;height:2" coordorigin="2046,-9350" coordsize="8,2">
              <v:shape style="position:absolute;left:2046;top:-9350;width:8;height:2" coordorigin="2046,-9350" coordsize="8,0" path="m2046,-9350l2053,-9350e" filled="false" stroked="true" strokeweight=".48pt" strokecolor="#000000">
                <v:path arrowok="t"/>
              </v:shape>
            </v:group>
            <v:group style="position:absolute;left:2046;top:-9326;width:8;height:2" coordorigin="2046,-9326" coordsize="8,2">
              <v:shape style="position:absolute;left:2046;top:-9326;width:8;height:2" coordorigin="2046,-9326" coordsize="8,0" path="m2046,-9326l2053,-9326e" filled="false" stroked="true" strokeweight=".48pt" strokecolor="#000000">
                <v:path arrowok="t"/>
              </v:shape>
            </v:group>
            <v:group style="position:absolute;left:2046;top:-9302;width:8;height:2" coordorigin="2046,-9302" coordsize="8,2">
              <v:shape style="position:absolute;left:2046;top:-9302;width:8;height:2" coordorigin="2046,-9302" coordsize="8,0" path="m2046,-9302l2053,-9302e" filled="false" stroked="true" strokeweight=".48pt" strokecolor="#000000">
                <v:path arrowok="t"/>
              </v:shape>
            </v:group>
            <v:group style="position:absolute;left:2046;top:-9278;width:8;height:2" coordorigin="2046,-9278" coordsize="8,2">
              <v:shape style="position:absolute;left:2046;top:-9278;width:8;height:2" coordorigin="2046,-9278" coordsize="8,0" path="m2046,-9278l2053,-9278e" filled="false" stroked="true" strokeweight=".48pt" strokecolor="#000000">
                <v:path arrowok="t"/>
              </v:shape>
            </v:group>
            <v:group style="position:absolute;left:2046;top:-9254;width:8;height:2" coordorigin="2046,-9254" coordsize="8,2">
              <v:shape style="position:absolute;left:2046;top:-9254;width:8;height:2" coordorigin="2046,-9254" coordsize="8,0" path="m2046,-9254l2053,-9254e" filled="false" stroked="true" strokeweight=".48pt" strokecolor="#000000">
                <v:path arrowok="t"/>
              </v:shape>
            </v:group>
            <v:group style="position:absolute;left:2046;top:-9230;width:8;height:2" coordorigin="2046,-9230" coordsize="8,2">
              <v:shape style="position:absolute;left:2046;top:-9230;width:8;height:2" coordorigin="2046,-9230" coordsize="8,0" path="m2046,-9230l2053,-9230e" filled="false" stroked="true" strokeweight=".48pt" strokecolor="#000000">
                <v:path arrowok="t"/>
              </v:shape>
            </v:group>
            <v:group style="position:absolute;left:2046;top:-9206;width:8;height:2" coordorigin="2046,-9206" coordsize="8,2">
              <v:shape style="position:absolute;left:2046;top:-9206;width:8;height:2" coordorigin="2046,-9206" coordsize="8,0" path="m2046,-9206l2053,-9206e" filled="false" stroked="true" strokeweight=".479pt" strokecolor="#000000">
                <v:path arrowok="t"/>
              </v:shape>
            </v:group>
            <v:group style="position:absolute;left:2046;top:-9182;width:8;height:2" coordorigin="2046,-9182" coordsize="8,2">
              <v:shape style="position:absolute;left:2046;top:-9182;width:8;height:2" coordorigin="2046,-9182" coordsize="8,0" path="m2046,-9182l2053,-9182e" filled="false" stroked="true" strokeweight=".48pt" strokecolor="#000000">
                <v:path arrowok="t"/>
              </v:shape>
            </v:group>
            <v:group style="position:absolute;left:2046;top:-9158;width:8;height:2" coordorigin="2046,-9158" coordsize="8,2">
              <v:shape style="position:absolute;left:2046;top:-9158;width:8;height:2" coordorigin="2046,-9158" coordsize="8,0" path="m2046,-9158l2053,-9158e" filled="false" stroked="true" strokeweight=".48pt" strokecolor="#000000">
                <v:path arrowok="t"/>
              </v:shape>
            </v:group>
            <v:group style="position:absolute;left:2046;top:-9134;width:8;height:2" coordorigin="2046,-9134" coordsize="8,2">
              <v:shape style="position:absolute;left:2046;top:-9134;width:8;height:2" coordorigin="2046,-9134" coordsize="8,0" path="m2046,-9134l2053,-9134e" filled="false" stroked="true" strokeweight=".48pt" strokecolor="#000000">
                <v:path arrowok="t"/>
              </v:shape>
            </v:group>
            <v:group style="position:absolute;left:2046;top:-9110;width:8;height:2" coordorigin="2046,-9110" coordsize="8,2">
              <v:shape style="position:absolute;left:2046;top:-9110;width:8;height:2" coordorigin="2046,-9110" coordsize="8,0" path="m2046,-9110l2053,-9110e" filled="false" stroked="true" strokeweight=".48pt" strokecolor="#000000">
                <v:path arrowok="t"/>
              </v:shape>
            </v:group>
            <v:group style="position:absolute;left:2046;top:-9086;width:8;height:2" coordorigin="2046,-9086" coordsize="8,2">
              <v:shape style="position:absolute;left:2046;top:-9086;width:8;height:2" coordorigin="2046,-9086" coordsize="8,0" path="m2046,-9086l2053,-9086e" filled="false" stroked="true" strokeweight=".48pt" strokecolor="#000000">
                <v:path arrowok="t"/>
              </v:shape>
            </v:group>
            <v:group style="position:absolute;left:2046;top:-9062;width:8;height:2" coordorigin="2046,-9062" coordsize="8,2">
              <v:shape style="position:absolute;left:2046;top:-9062;width:8;height:2" coordorigin="2046,-9062" coordsize="8,0" path="m2046,-9062l2053,-9062e" filled="false" stroked="true" strokeweight=".48pt" strokecolor="#000000">
                <v:path arrowok="t"/>
              </v:shape>
            </v:group>
            <v:group style="position:absolute;left:2046;top:-9038;width:8;height:2" coordorigin="2046,-9038" coordsize="8,2">
              <v:shape style="position:absolute;left:2046;top:-9038;width:8;height:2" coordorigin="2046,-9038" coordsize="8,0" path="m2046,-9038l2053,-9038e" filled="false" stroked="true" strokeweight=".48pt" strokecolor="#000000">
                <v:path arrowok="t"/>
              </v:shape>
            </v:group>
            <v:group style="position:absolute;left:2046;top:-9014;width:8;height:2" coordorigin="2046,-9014" coordsize="8,2">
              <v:shape style="position:absolute;left:2046;top:-9014;width:8;height:2" coordorigin="2046,-9014" coordsize="8,0" path="m2046,-9014l2053,-9014e" filled="false" stroked="true" strokeweight=".48pt" strokecolor="#000000">
                <v:path arrowok="t"/>
              </v:shape>
            </v:group>
            <v:group style="position:absolute;left:2046;top:-8990;width:8;height:2" coordorigin="2046,-8990" coordsize="8,2">
              <v:shape style="position:absolute;left:2046;top:-8990;width:8;height:2" coordorigin="2046,-8990" coordsize="8,0" path="m2046,-8990l2053,-8990e" filled="false" stroked="true" strokeweight=".48pt" strokecolor="#000000">
                <v:path arrowok="t"/>
              </v:shape>
            </v:group>
            <v:group style="position:absolute;left:2046;top:-8966;width:8;height:2" coordorigin="2046,-8966" coordsize="8,2">
              <v:shape style="position:absolute;left:2046;top:-8966;width:8;height:2" coordorigin="2046,-8966" coordsize="8,0" path="m2046,-8966l2053,-8966e" filled="false" stroked="true" strokeweight=".48pt" strokecolor="#000000">
                <v:path arrowok="t"/>
              </v:shape>
            </v:group>
            <v:group style="position:absolute;left:2046;top:-8942;width:8;height:2" coordorigin="2046,-8942" coordsize="8,2">
              <v:shape style="position:absolute;left:2046;top:-8942;width:8;height:2" coordorigin="2046,-8942" coordsize="8,0" path="m2046,-8942l2053,-8942e" filled="false" stroked="true" strokeweight=".48pt" strokecolor="#000000">
                <v:path arrowok="t"/>
              </v:shape>
            </v:group>
            <v:group style="position:absolute;left:2046;top:-8918;width:8;height:2" coordorigin="2046,-8918" coordsize="8,2">
              <v:shape style="position:absolute;left:2046;top:-8918;width:8;height:2" coordorigin="2046,-8918" coordsize="8,0" path="m2046,-8918l2053,-8918e" filled="false" stroked="true" strokeweight=".48pt" strokecolor="#000000">
                <v:path arrowok="t"/>
              </v:shape>
            </v:group>
            <v:group style="position:absolute;left:2046;top:-8894;width:8;height:2" coordorigin="2046,-8894" coordsize="8,2">
              <v:shape style="position:absolute;left:2046;top:-8894;width:8;height:2" coordorigin="2046,-8894" coordsize="8,0" path="m2046,-8894l2053,-8894e" filled="false" stroked="true" strokeweight=".48pt" strokecolor="#000000">
                <v:path arrowok="t"/>
              </v:shape>
            </v:group>
            <v:group style="position:absolute;left:2046;top:-8870;width:8;height:2" coordorigin="2046,-8870" coordsize="8,2">
              <v:shape style="position:absolute;left:2046;top:-8870;width:8;height:2" coordorigin="2046,-8870" coordsize="8,0" path="m2046,-8870l2053,-8870e" filled="false" stroked="true" strokeweight=".48pt" strokecolor="#000000">
                <v:path arrowok="t"/>
              </v:shape>
            </v:group>
            <v:group style="position:absolute;left:2046;top:-8846;width:8;height:2" coordorigin="2046,-8846" coordsize="8,2">
              <v:shape style="position:absolute;left:2046;top:-8846;width:8;height:2" coordorigin="2046,-8846" coordsize="8,0" path="m2046,-8846l2053,-8846e" filled="false" stroked="true" strokeweight=".479pt" strokecolor="#000000">
                <v:path arrowok="t"/>
              </v:shape>
            </v:group>
            <v:group style="position:absolute;left:2046;top:-8822;width:8;height:2" coordorigin="2046,-8822" coordsize="8,2">
              <v:shape style="position:absolute;left:2046;top:-8822;width:8;height:2" coordorigin="2046,-8822" coordsize="8,0" path="m2046,-8822l2053,-8822e" filled="false" stroked="true" strokeweight=".48pt" strokecolor="#000000">
                <v:path arrowok="t"/>
              </v:shape>
            </v:group>
            <v:group style="position:absolute;left:2046;top:-8798;width:8;height:2" coordorigin="2046,-8798" coordsize="8,2">
              <v:shape style="position:absolute;left:2046;top:-8798;width:8;height:2" coordorigin="2046,-8798" coordsize="8,0" path="m2046,-8798l2053,-8798e" filled="false" stroked="true" strokeweight=".48pt" strokecolor="#000000">
                <v:path arrowok="t"/>
              </v:shape>
            </v:group>
            <v:group style="position:absolute;left:2046;top:-8774;width:8;height:2" coordorigin="2046,-8774" coordsize="8,2">
              <v:shape style="position:absolute;left:2046;top:-8774;width:8;height:2" coordorigin="2046,-8774" coordsize="8,0" path="m2046,-8774l2053,-8774e" filled="false" stroked="true" strokeweight=".48pt" strokecolor="#000000">
                <v:path arrowok="t"/>
              </v:shape>
            </v:group>
            <v:group style="position:absolute;left:2046;top:-8750;width:8;height:2" coordorigin="2046,-8750" coordsize="8,2">
              <v:shape style="position:absolute;left:2046;top:-8750;width:8;height:2" coordorigin="2046,-8750" coordsize="8,0" path="m2046,-8750l2053,-8750e" filled="false" stroked="true" strokeweight=".48pt" strokecolor="#000000">
                <v:path arrowok="t"/>
              </v:shape>
            </v:group>
            <v:group style="position:absolute;left:2046;top:-8726;width:8;height:2" coordorigin="2046,-8726" coordsize="8,2">
              <v:shape style="position:absolute;left:2046;top:-8726;width:8;height:2" coordorigin="2046,-8726" coordsize="8,0" path="m2046,-8726l2053,-8726e" filled="false" stroked="true" strokeweight=".48pt" strokecolor="#000000">
                <v:path arrowok="t"/>
              </v:shape>
            </v:group>
            <v:group style="position:absolute;left:2046;top:-8702;width:8;height:2" coordorigin="2046,-8702" coordsize="8,2">
              <v:shape style="position:absolute;left:2046;top:-8702;width:8;height:2" coordorigin="2046,-8702" coordsize="8,0" path="m2046,-8702l2053,-8702e" filled="false" stroked="true" strokeweight=".48pt" strokecolor="#000000">
                <v:path arrowok="t"/>
              </v:shape>
            </v:group>
            <v:group style="position:absolute;left:2046;top:-8678;width:8;height:2" coordorigin="2046,-8678" coordsize="8,2">
              <v:shape style="position:absolute;left:2046;top:-8678;width:8;height:2" coordorigin="2046,-8678" coordsize="8,0" path="m2046,-8678l2053,-8678e" filled="false" stroked="true" strokeweight=".48pt" strokecolor="#000000">
                <v:path arrowok="t"/>
              </v:shape>
            </v:group>
            <v:group style="position:absolute;left:2046;top:-8654;width:8;height:2" coordorigin="2046,-8654" coordsize="8,2">
              <v:shape style="position:absolute;left:2046;top:-8654;width:8;height:2" coordorigin="2046,-8654" coordsize="8,0" path="m2046,-8654l2053,-8654e" filled="false" stroked="true" strokeweight=".48pt" strokecolor="#000000">
                <v:path arrowok="t"/>
              </v:shape>
            </v:group>
            <v:group style="position:absolute;left:2046;top:-8630;width:8;height:2" coordorigin="2046,-8630" coordsize="8,2">
              <v:shape style="position:absolute;left:2046;top:-8630;width:8;height:2" coordorigin="2046,-8630" coordsize="8,0" path="m2046,-8630l2053,-8630e" filled="false" stroked="true" strokeweight=".48pt" strokecolor="#000000">
                <v:path arrowok="t"/>
              </v:shape>
            </v:group>
            <v:group style="position:absolute;left:2046;top:-8606;width:8;height:2" coordorigin="2046,-8606" coordsize="8,2">
              <v:shape style="position:absolute;left:2046;top:-8606;width:8;height:2" coordorigin="2046,-8606" coordsize="8,0" path="m2046,-8606l2053,-8606e" filled="false" stroked="true" strokeweight=".48pt" strokecolor="#000000">
                <v:path arrowok="t"/>
              </v:shape>
            </v:group>
            <v:group style="position:absolute;left:2046;top:-8582;width:8;height:2" coordorigin="2046,-8582" coordsize="8,2">
              <v:shape style="position:absolute;left:2046;top:-8582;width:8;height:2" coordorigin="2046,-8582" coordsize="8,0" path="m2046,-8582l2053,-8582e" filled="false" stroked="true" strokeweight=".48pt" strokecolor="#000000">
                <v:path arrowok="t"/>
              </v:shape>
            </v:group>
            <v:group style="position:absolute;left:2046;top:-8558;width:8;height:2" coordorigin="2046,-8558" coordsize="8,2">
              <v:shape style="position:absolute;left:2046;top:-8558;width:8;height:2" coordorigin="2046,-8558" coordsize="8,0" path="m2046,-8558l2053,-8558e" filled="false" stroked="true" strokeweight=".48pt" strokecolor="#000000">
                <v:path arrowok="t"/>
              </v:shape>
            </v:group>
            <v:group style="position:absolute;left:2046;top:-8534;width:8;height:2" coordorigin="2046,-8534" coordsize="8,2">
              <v:shape style="position:absolute;left:2046;top:-8534;width:8;height:2" coordorigin="2046,-8534" coordsize="8,0" path="m2046,-8534l2053,-8534e" filled="false" stroked="true" strokeweight=".48pt" strokecolor="#000000">
                <v:path arrowok="t"/>
              </v:shape>
            </v:group>
            <v:group style="position:absolute;left:2046;top:-8510;width:8;height:2" coordorigin="2046,-8510" coordsize="8,2">
              <v:shape style="position:absolute;left:2046;top:-8510;width:8;height:2" coordorigin="2046,-8510" coordsize="8,0" path="m2046,-8510l2053,-8510e" filled="false" stroked="true" strokeweight=".48pt" strokecolor="#000000">
                <v:path arrowok="t"/>
              </v:shape>
            </v:group>
            <v:group style="position:absolute;left:2046;top:-8486;width:8;height:2" coordorigin="2046,-8486" coordsize="8,2">
              <v:shape style="position:absolute;left:2046;top:-8486;width:8;height:2" coordorigin="2046,-8486" coordsize="8,0" path="m2046,-8486l2053,-8486e" filled="false" stroked="true" strokeweight=".48pt" strokecolor="#000000">
                <v:path arrowok="t"/>
              </v:shape>
            </v:group>
            <v:group style="position:absolute;left:2046;top:-8462;width:8;height:2" coordorigin="2046,-8462" coordsize="8,2">
              <v:shape style="position:absolute;left:2046;top:-8462;width:8;height:2" coordorigin="2046,-8462" coordsize="8,0" path="m2046,-8462l2053,-8462e" filled="false" stroked="true" strokeweight=".48pt" strokecolor="#000000">
                <v:path arrowok="t"/>
              </v:shape>
            </v:group>
            <v:group style="position:absolute;left:2046;top:-8438;width:8;height:2" coordorigin="2046,-8438" coordsize="8,2">
              <v:shape style="position:absolute;left:2046;top:-8438;width:8;height:2" coordorigin="2046,-8438" coordsize="8,0" path="m2046,-8438l2053,-8438e" filled="false" stroked="true" strokeweight=".48pt" strokecolor="#000000">
                <v:path arrowok="t"/>
              </v:shape>
            </v:group>
            <v:group style="position:absolute;left:2046;top:-8414;width:8;height:2" coordorigin="2046,-8414" coordsize="8,2">
              <v:shape style="position:absolute;left:2046;top:-8414;width:8;height:2" coordorigin="2046,-8414" coordsize="8,0" path="m2046,-8414l2053,-8414e" filled="false" stroked="true" strokeweight=".48pt" strokecolor="#000000">
                <v:path arrowok="t"/>
              </v:shape>
            </v:group>
            <v:group style="position:absolute;left:2046;top:-8390;width:8;height:2" coordorigin="2046,-8390" coordsize="8,2">
              <v:shape style="position:absolute;left:2046;top:-8390;width:8;height:2" coordorigin="2046,-8390" coordsize="8,0" path="m2046,-8390l2053,-8390e" filled="false" stroked="true" strokeweight=".48pt" strokecolor="#000000">
                <v:path arrowok="t"/>
              </v:shape>
            </v:group>
            <v:group style="position:absolute;left:2046;top:-8366;width:8;height:2" coordorigin="2046,-8366" coordsize="8,2">
              <v:shape style="position:absolute;left:2046;top:-8366;width:8;height:2" coordorigin="2046,-8366" coordsize="8,0" path="m2046,-8366l2053,-8366e" filled="false" stroked="true" strokeweight=".48pt" strokecolor="#000000">
                <v:path arrowok="t"/>
              </v:shape>
            </v:group>
            <v:group style="position:absolute;left:2046;top:-8342;width:8;height:2" coordorigin="2046,-8342" coordsize="8,2">
              <v:shape style="position:absolute;left:2046;top:-8342;width:8;height:2" coordorigin="2046,-8342" coordsize="8,0" path="m2046,-8342l2053,-8342e" filled="false" stroked="true" strokeweight=".48pt" strokecolor="#000000">
                <v:path arrowok="t"/>
              </v:shape>
            </v:group>
            <v:group style="position:absolute;left:2046;top:-8318;width:8;height:2" coordorigin="2046,-8318" coordsize="8,2">
              <v:shape style="position:absolute;left:2046;top:-8318;width:8;height:2" coordorigin="2046,-8318" coordsize="8,0" path="m2046,-8318l2053,-8318e" filled="false" stroked="true" strokeweight=".48pt" strokecolor="#000000">
                <v:path arrowok="t"/>
              </v:shape>
            </v:group>
            <v:group style="position:absolute;left:2046;top:-8294;width:8;height:2" coordorigin="2046,-8294" coordsize="8,2">
              <v:shape style="position:absolute;left:2046;top:-8294;width:8;height:2" coordorigin="2046,-8294" coordsize="8,0" path="m2046,-8294l2053,-8294e" filled="false" stroked="true" strokeweight=".48pt" strokecolor="#000000">
                <v:path arrowok="t"/>
              </v:shape>
            </v:group>
            <v:group style="position:absolute;left:2046;top:-8270;width:8;height:2" coordorigin="2046,-8270" coordsize="8,2">
              <v:shape style="position:absolute;left:2046;top:-8270;width:8;height:2" coordorigin="2046,-8270" coordsize="8,0" path="m2046,-8270l2053,-8270e" filled="false" stroked="true" strokeweight=".48pt" strokecolor="#000000">
                <v:path arrowok="t"/>
              </v:shape>
            </v:group>
            <v:group style="position:absolute;left:2046;top:-8246;width:8;height:2" coordorigin="2046,-8246" coordsize="8,2">
              <v:shape style="position:absolute;left:2046;top:-8246;width:8;height:2" coordorigin="2046,-8246" coordsize="8,0" path="m2046,-8246l2053,-8246e" filled="false" stroked="true" strokeweight=".48pt" strokecolor="#000000">
                <v:path arrowok="t"/>
              </v:shape>
            </v:group>
            <v:group style="position:absolute;left:2046;top:-8222;width:8;height:2" coordorigin="2046,-8222" coordsize="8,2">
              <v:shape style="position:absolute;left:2046;top:-8222;width:8;height:2" coordorigin="2046,-8222" coordsize="8,0" path="m2046,-8222l2053,-8222e" filled="false" stroked="true" strokeweight=".48pt" strokecolor="#000000">
                <v:path arrowok="t"/>
              </v:shape>
            </v:group>
            <v:group style="position:absolute;left:2046;top:-8198;width:8;height:2" coordorigin="2046,-8198" coordsize="8,2">
              <v:shape style="position:absolute;left:2046;top:-8198;width:8;height:2" coordorigin="2046,-8198" coordsize="8,0" path="m2046,-8198l2053,-8198e" filled="false" stroked="true" strokeweight=".48pt" strokecolor="#000000">
                <v:path arrowok="t"/>
              </v:shape>
            </v:group>
            <v:group style="position:absolute;left:2046;top:-8174;width:8;height:2" coordorigin="2046,-8174" coordsize="8,2">
              <v:shape style="position:absolute;left:2046;top:-8174;width:8;height:2" coordorigin="2046,-8174" coordsize="8,0" path="m2046,-8174l2053,-8174e" filled="false" stroked="true" strokeweight=".48pt" strokecolor="#000000">
                <v:path arrowok="t"/>
              </v:shape>
            </v:group>
            <v:group style="position:absolute;left:2046;top:-8150;width:8;height:2" coordorigin="2046,-8150" coordsize="8,2">
              <v:shape style="position:absolute;left:2046;top:-8150;width:8;height:2" coordorigin="2046,-8150" coordsize="8,0" path="m2046,-8150l2053,-8150e" filled="false" stroked="true" strokeweight=".48pt" strokecolor="#000000">
                <v:path arrowok="t"/>
              </v:shape>
            </v:group>
            <v:group style="position:absolute;left:2046;top:-8126;width:8;height:2" coordorigin="2046,-8126" coordsize="8,2">
              <v:shape style="position:absolute;left:2046;top:-8126;width:8;height:2" coordorigin="2046,-8126" coordsize="8,0" path="m2046,-8126l2053,-8126e" filled="false" stroked="true" strokeweight=".48pt" strokecolor="#000000">
                <v:path arrowok="t"/>
              </v:shape>
            </v:group>
            <v:group style="position:absolute;left:2046;top:-8102;width:8;height:2" coordorigin="2046,-8102" coordsize="8,2">
              <v:shape style="position:absolute;left:2046;top:-8102;width:8;height:2" coordorigin="2046,-8102" coordsize="8,0" path="m2046,-8102l2053,-8102e" filled="false" stroked="true" strokeweight=".479pt" strokecolor="#000000">
                <v:path arrowok="t"/>
              </v:shape>
            </v:group>
            <v:group style="position:absolute;left:2046;top:-8078;width:8;height:2" coordorigin="2046,-8078" coordsize="8,2">
              <v:shape style="position:absolute;left:2046;top:-8078;width:8;height:2" coordorigin="2046,-8078" coordsize="8,0" path="m2046,-8078l2053,-8078e" filled="false" stroked="true" strokeweight=".48pt" strokecolor="#000000">
                <v:path arrowok="t"/>
              </v:shape>
            </v:group>
            <v:group style="position:absolute;left:2046;top:-8054;width:8;height:2" coordorigin="2046,-8054" coordsize="8,2">
              <v:shape style="position:absolute;left:2046;top:-8054;width:8;height:2" coordorigin="2046,-8054" coordsize="8,0" path="m2046,-8054l2053,-8054e" filled="false" stroked="true" strokeweight=".48pt" strokecolor="#000000">
                <v:path arrowok="t"/>
              </v:shape>
            </v:group>
            <v:group style="position:absolute;left:2046;top:-8030;width:8;height:2" coordorigin="2046,-8030" coordsize="8,2">
              <v:shape style="position:absolute;left:2046;top:-8030;width:8;height:2" coordorigin="2046,-8030" coordsize="8,0" path="m2046,-8030l2053,-8030e" filled="false" stroked="true" strokeweight=".48pt" strokecolor="#000000">
                <v:path arrowok="t"/>
              </v:shape>
            </v:group>
            <v:group style="position:absolute;left:2046;top:-8006;width:8;height:2" coordorigin="2046,-8006" coordsize="8,2">
              <v:shape style="position:absolute;left:2046;top:-8006;width:8;height:2" coordorigin="2046,-8006" coordsize="8,0" path="m2046,-8006l2053,-8006e" filled="false" stroked="true" strokeweight=".48pt" strokecolor="#000000">
                <v:path arrowok="t"/>
              </v:shape>
            </v:group>
            <v:group style="position:absolute;left:2046;top:-7982;width:8;height:2" coordorigin="2046,-7982" coordsize="8,2">
              <v:shape style="position:absolute;left:2046;top:-7982;width:8;height:2" coordorigin="2046,-7982" coordsize="8,0" path="m2046,-7982l2053,-7982e" filled="false" stroked="true" strokeweight=".48pt" strokecolor="#000000">
                <v:path arrowok="t"/>
              </v:shape>
            </v:group>
            <v:group style="position:absolute;left:2046;top:-7958;width:8;height:2" coordorigin="2046,-7958" coordsize="8,2">
              <v:shape style="position:absolute;left:2046;top:-7958;width:8;height:2" coordorigin="2046,-7958" coordsize="8,0" path="m2046,-7958l2053,-7958e" filled="false" stroked="true" strokeweight=".48pt" strokecolor="#000000">
                <v:path arrowok="t"/>
              </v:shape>
            </v:group>
            <v:group style="position:absolute;left:2046;top:-7934;width:8;height:2" coordorigin="2046,-7934" coordsize="8,2">
              <v:shape style="position:absolute;left:2046;top:-7934;width:8;height:2" coordorigin="2046,-7934" coordsize="8,0" path="m2046,-7934l2053,-7934e" filled="false" stroked="true" strokeweight=".48pt" strokecolor="#000000">
                <v:path arrowok="t"/>
              </v:shape>
            </v:group>
            <v:group style="position:absolute;left:2046;top:-7910;width:8;height:2" coordorigin="2046,-7910" coordsize="8,2">
              <v:shape style="position:absolute;left:2046;top:-7910;width:8;height:2" coordorigin="2046,-7910" coordsize="8,0" path="m2046,-7910l2053,-7910e" filled="false" stroked="true" strokeweight=".48pt" strokecolor="#000000">
                <v:path arrowok="t"/>
              </v:shape>
            </v:group>
            <v:group style="position:absolute;left:2046;top:-7886;width:8;height:2" coordorigin="2046,-7886" coordsize="8,2">
              <v:shape style="position:absolute;left:2046;top:-7886;width:8;height:2" coordorigin="2046,-7886" coordsize="8,0" path="m2046,-7886l2053,-7886e" filled="false" stroked="true" strokeweight=".48pt" strokecolor="#000000">
                <v:path arrowok="t"/>
              </v:shape>
            </v:group>
            <v:group style="position:absolute;left:2046;top:-7862;width:8;height:2" coordorigin="2046,-7862" coordsize="8,2">
              <v:shape style="position:absolute;left:2046;top:-7862;width:8;height:2" coordorigin="2046,-7862" coordsize="8,0" path="m2046,-7862l2053,-7862e" filled="false" stroked="true" strokeweight=".48pt" strokecolor="#000000">
                <v:path arrowok="t"/>
              </v:shape>
            </v:group>
            <v:group style="position:absolute;left:2046;top:-7838;width:8;height:2" coordorigin="2046,-7838" coordsize="8,2">
              <v:shape style="position:absolute;left:2046;top:-7838;width:8;height:2" coordorigin="2046,-7838" coordsize="8,0" path="m2046,-7838l2053,-7838e" filled="false" stroked="true" strokeweight=".48pt" strokecolor="#000000">
                <v:path arrowok="t"/>
              </v:shape>
            </v:group>
            <v:group style="position:absolute;left:2046;top:-7814;width:8;height:2" coordorigin="2046,-7814" coordsize="8,2">
              <v:shape style="position:absolute;left:2046;top:-7814;width:8;height:2" coordorigin="2046,-7814" coordsize="8,0" path="m2046,-7814l2053,-7814e" filled="false" stroked="true" strokeweight=".48pt" strokecolor="#000000">
                <v:path arrowok="t"/>
              </v:shape>
            </v:group>
            <v:group style="position:absolute;left:2046;top:-7790;width:8;height:2" coordorigin="2046,-7790" coordsize="8,2">
              <v:shape style="position:absolute;left:2046;top:-7790;width:8;height:2" coordorigin="2046,-7790" coordsize="8,0" path="m2046,-7790l2053,-7790e" filled="false" stroked="true" strokeweight=".48pt" strokecolor="#000000">
                <v:path arrowok="t"/>
              </v:shape>
            </v:group>
            <v:group style="position:absolute;left:2046;top:-7766;width:8;height:2" coordorigin="2046,-7766" coordsize="8,2">
              <v:shape style="position:absolute;left:2046;top:-7766;width:8;height:2" coordorigin="2046,-7766" coordsize="8,0" path="m2046,-7766l2053,-7766e" filled="false" stroked="true" strokeweight=".48pt" strokecolor="#000000">
                <v:path arrowok="t"/>
              </v:shape>
            </v:group>
            <v:group style="position:absolute;left:2046;top:-7742;width:8;height:2" coordorigin="2046,-7742" coordsize="8,2">
              <v:shape style="position:absolute;left:2046;top:-7742;width:8;height:2" coordorigin="2046,-7742" coordsize="8,0" path="m2046,-7742l2053,-7742e" filled="false" stroked="true" strokeweight=".48pt" strokecolor="#000000">
                <v:path arrowok="t"/>
              </v:shape>
            </v:group>
            <v:group style="position:absolute;left:2046;top:-7718;width:8;height:2" coordorigin="2046,-7718" coordsize="8,2">
              <v:shape style="position:absolute;left:2046;top:-7718;width:8;height:2" coordorigin="2046,-7718" coordsize="8,0" path="m2046,-7718l2053,-7718e" filled="false" stroked="true" strokeweight=".48pt" strokecolor="#000000">
                <v:path arrowok="t"/>
              </v:shape>
            </v:group>
            <v:group style="position:absolute;left:2046;top:-7694;width:8;height:2" coordorigin="2046,-7694" coordsize="8,2">
              <v:shape style="position:absolute;left:2046;top:-7694;width:8;height:2" coordorigin="2046,-7694" coordsize="8,0" path="m2046,-7694l2053,-7694e" filled="false" stroked="true" strokeweight=".48pt" strokecolor="#000000">
                <v:path arrowok="t"/>
              </v:shape>
            </v:group>
            <v:group style="position:absolute;left:2046;top:-7670;width:8;height:2" coordorigin="2046,-7670" coordsize="8,2">
              <v:shape style="position:absolute;left:2046;top:-7670;width:8;height:2" coordorigin="2046,-7670" coordsize="8,0" path="m2046,-7670l2053,-7670e" filled="false" stroked="true" strokeweight=".48pt" strokecolor="#000000">
                <v:path arrowok="t"/>
              </v:shape>
            </v:group>
            <v:group style="position:absolute;left:2046;top:-7646;width:8;height:2" coordorigin="2046,-7646" coordsize="8,2">
              <v:shape style="position:absolute;left:2046;top:-7646;width:8;height:2" coordorigin="2046,-7646" coordsize="8,0" path="m2046,-7646l2053,-7646e" filled="false" stroked="true" strokeweight=".48pt" strokecolor="#000000">
                <v:path arrowok="t"/>
              </v:shape>
            </v:group>
            <v:group style="position:absolute;left:2046;top:-7622;width:8;height:2" coordorigin="2046,-7622" coordsize="8,2">
              <v:shape style="position:absolute;left:2046;top:-7622;width:8;height:2" coordorigin="2046,-7622" coordsize="8,0" path="m2046,-7622l2053,-7622e" filled="false" stroked="true" strokeweight=".48pt" strokecolor="#000000">
                <v:path arrowok="t"/>
              </v:shape>
            </v:group>
            <v:group style="position:absolute;left:2046;top:-7598;width:8;height:2" coordorigin="2046,-7598" coordsize="8,2">
              <v:shape style="position:absolute;left:2046;top:-7598;width:8;height:2" coordorigin="2046,-7598" coordsize="8,0" path="m2046,-7598l2053,-7598e" filled="false" stroked="true" strokeweight=".48pt" strokecolor="#000000">
                <v:path arrowok="t"/>
              </v:shape>
            </v:group>
            <v:group style="position:absolute;left:2046;top:-7574;width:8;height:2" coordorigin="2046,-7574" coordsize="8,2">
              <v:shape style="position:absolute;left:2046;top:-7574;width:8;height:2" coordorigin="2046,-7574" coordsize="8,0" path="m2046,-7574l2053,-7574e" filled="false" stroked="true" strokeweight=".48pt" strokecolor="#000000">
                <v:path arrowok="t"/>
              </v:shape>
            </v:group>
            <v:group style="position:absolute;left:2046;top:-7550;width:8;height:2" coordorigin="2046,-7550" coordsize="8,2">
              <v:shape style="position:absolute;left:2046;top:-7550;width:8;height:2" coordorigin="2046,-7550" coordsize="8,0" path="m2046,-7550l2053,-7550e" filled="false" stroked="true" strokeweight=".48pt" strokecolor="#000000">
                <v:path arrowok="t"/>
              </v:shape>
            </v:group>
            <v:group style="position:absolute;left:2046;top:-7526;width:8;height:2" coordorigin="2046,-7526" coordsize="8,2">
              <v:shape style="position:absolute;left:2046;top:-7526;width:8;height:2" coordorigin="2046,-7526" coordsize="8,0" path="m2046,-7526l2053,-7526e" filled="false" stroked="true" strokeweight=".48pt" strokecolor="#000000">
                <v:path arrowok="t"/>
              </v:shape>
            </v:group>
            <v:group style="position:absolute;left:2046;top:-7502;width:8;height:2" coordorigin="2046,-7502" coordsize="8,2">
              <v:shape style="position:absolute;left:2046;top:-7502;width:8;height:2" coordorigin="2046,-7502" coordsize="8,0" path="m2046,-7502l2053,-7502e" filled="false" stroked="true" strokeweight=".48pt" strokecolor="#000000">
                <v:path arrowok="t"/>
              </v:shape>
            </v:group>
            <v:group style="position:absolute;left:2046;top:-7478;width:8;height:2" coordorigin="2046,-7478" coordsize="8,2">
              <v:shape style="position:absolute;left:2046;top:-7478;width:8;height:2" coordorigin="2046,-7478" coordsize="8,0" path="m2046,-7478l2053,-7478e" filled="false" stroked="true" strokeweight=".48pt" strokecolor="#000000">
                <v:path arrowok="t"/>
              </v:shape>
            </v:group>
            <v:group style="position:absolute;left:2046;top:-7454;width:8;height:2" coordorigin="2046,-7454" coordsize="8,2">
              <v:shape style="position:absolute;left:2046;top:-7454;width:8;height:2" coordorigin="2046,-7454" coordsize="8,0" path="m2046,-7454l2053,-7454e" filled="false" stroked="true" strokeweight=".48pt" strokecolor="#000000">
                <v:path arrowok="t"/>
              </v:shape>
            </v:group>
            <v:group style="position:absolute;left:2046;top:-7430;width:8;height:2" coordorigin="2046,-7430" coordsize="8,2">
              <v:shape style="position:absolute;left:2046;top:-7430;width:8;height:2" coordorigin="2046,-7430" coordsize="8,0" path="m2046,-7430l2053,-7430e" filled="false" stroked="true" strokeweight=".48pt" strokecolor="#000000">
                <v:path arrowok="t"/>
              </v:shape>
            </v:group>
            <v:group style="position:absolute;left:2046;top:-7406;width:8;height:2" coordorigin="2046,-7406" coordsize="8,2">
              <v:shape style="position:absolute;left:2046;top:-7406;width:8;height:2" coordorigin="2046,-7406" coordsize="8,0" path="m2046,-7406l2053,-7406e" filled="false" stroked="true" strokeweight=".48pt" strokecolor="#000000">
                <v:path arrowok="t"/>
              </v:shape>
            </v:group>
            <v:group style="position:absolute;left:2046;top:-7382;width:8;height:2" coordorigin="2046,-7382" coordsize="8,2">
              <v:shape style="position:absolute;left:2046;top:-7382;width:8;height:2" coordorigin="2046,-7382" coordsize="8,0" path="m2046,-7382l2053,-7382e" filled="false" stroked="true" strokeweight=".48pt" strokecolor="#000000">
                <v:path arrowok="t"/>
              </v:shape>
            </v:group>
            <v:group style="position:absolute;left:2046;top:-7358;width:8;height:2" coordorigin="2046,-7358" coordsize="8,2">
              <v:shape style="position:absolute;left:2046;top:-7358;width:8;height:2" coordorigin="2046,-7358" coordsize="8,0" path="m2046,-7358l2053,-7358e" filled="false" stroked="true" strokeweight=".48pt" strokecolor="#000000">
                <v:path arrowok="t"/>
              </v:shape>
            </v:group>
            <v:group style="position:absolute;left:2046;top:-7334;width:8;height:2" coordorigin="2046,-7334" coordsize="8,2">
              <v:shape style="position:absolute;left:2046;top:-7334;width:8;height:2" coordorigin="2046,-7334" coordsize="8,0" path="m2046,-7334l2053,-7334e" filled="false" stroked="true" strokeweight=".48pt" strokecolor="#000000">
                <v:path arrowok="t"/>
              </v:shape>
            </v:group>
            <v:group style="position:absolute;left:2046;top:-7310;width:8;height:2" coordorigin="2046,-7310" coordsize="8,2">
              <v:shape style="position:absolute;left:2046;top:-7310;width:8;height:2" coordorigin="2046,-7310" coordsize="8,0" path="m2046,-7310l2053,-7310e" filled="false" stroked="true" strokeweight=".48pt" strokecolor="#000000">
                <v:path arrowok="t"/>
              </v:shape>
            </v:group>
            <v:group style="position:absolute;left:2046;top:-7286;width:8;height:2" coordorigin="2046,-7286" coordsize="8,2">
              <v:shape style="position:absolute;left:2046;top:-7286;width:8;height:2" coordorigin="2046,-7286" coordsize="8,0" path="m2046,-7286l2053,-7286e" filled="false" stroked="true" strokeweight=".48pt" strokecolor="#000000">
                <v:path arrowok="t"/>
              </v:shape>
            </v:group>
            <v:group style="position:absolute;left:2046;top:-7262;width:8;height:2" coordorigin="2046,-7262" coordsize="8,2">
              <v:shape style="position:absolute;left:2046;top:-7262;width:8;height:2" coordorigin="2046,-7262" coordsize="8,0" path="m2046,-7262l2053,-7262e" filled="false" stroked="true" strokeweight=".48pt" strokecolor="#000000">
                <v:path arrowok="t"/>
              </v:shape>
            </v:group>
            <v:group style="position:absolute;left:2046;top:-7238;width:8;height:2" coordorigin="2046,-7238" coordsize="8,2">
              <v:shape style="position:absolute;left:2046;top:-7238;width:8;height:2" coordorigin="2046,-7238" coordsize="8,0" path="m2046,-7238l2053,-7238e" filled="false" stroked="true" strokeweight=".48pt" strokecolor="#000000">
                <v:path arrowok="t"/>
              </v:shape>
            </v:group>
            <v:group style="position:absolute;left:2046;top:-7214;width:8;height:2" coordorigin="2046,-7214" coordsize="8,2">
              <v:shape style="position:absolute;left:2046;top:-7214;width:8;height:2" coordorigin="2046,-7214" coordsize="8,0" path="m2046,-7214l2053,-7214e" filled="false" stroked="true" strokeweight=".48pt" strokecolor="#000000">
                <v:path arrowok="t"/>
              </v:shape>
            </v:group>
            <v:group style="position:absolute;left:2046;top:-7190;width:8;height:2" coordorigin="2046,-7190" coordsize="8,2">
              <v:shape style="position:absolute;left:2046;top:-7190;width:8;height:2" coordorigin="2046,-7190" coordsize="8,0" path="m2046,-7190l2053,-7190e" filled="false" stroked="true" strokeweight=".48pt" strokecolor="#000000">
                <v:path arrowok="t"/>
              </v:shape>
            </v:group>
            <v:group style="position:absolute;left:2046;top:-7166;width:8;height:2" coordorigin="2046,-7166" coordsize="8,2">
              <v:shape style="position:absolute;left:2046;top:-7166;width:8;height:2" coordorigin="2046,-7166" coordsize="8,0" path="m2046,-7166l2053,-7166e" filled="false" stroked="true" strokeweight=".48pt" strokecolor="#000000">
                <v:path arrowok="t"/>
              </v:shape>
            </v:group>
            <v:group style="position:absolute;left:2046;top:-7142;width:8;height:2" coordorigin="2046,-7142" coordsize="8,2">
              <v:shape style="position:absolute;left:2046;top:-7142;width:8;height:2" coordorigin="2046,-7142" coordsize="8,0" path="m2046,-7142l2053,-7142e" filled="false" stroked="true" strokeweight=".48pt" strokecolor="#000000">
                <v:path arrowok="t"/>
              </v:shape>
            </v:group>
            <v:group style="position:absolute;left:2046;top:-7118;width:8;height:2" coordorigin="2046,-7118" coordsize="8,2">
              <v:shape style="position:absolute;left:2046;top:-7118;width:8;height:2" coordorigin="2046,-7118" coordsize="8,0" path="m2046,-7118l2053,-7118e" filled="false" stroked="true" strokeweight=".48pt" strokecolor="#000000">
                <v:path arrowok="t"/>
              </v:shape>
            </v:group>
            <v:group style="position:absolute;left:2046;top:-7094;width:8;height:2" coordorigin="2046,-7094" coordsize="8,2">
              <v:shape style="position:absolute;left:2046;top:-7094;width:8;height:2" coordorigin="2046,-7094" coordsize="8,0" path="m2046,-7094l2053,-7094e" filled="false" stroked="true" strokeweight=".48pt" strokecolor="#000000">
                <v:path arrowok="t"/>
              </v:shape>
            </v:group>
            <v:group style="position:absolute;left:2046;top:-7070;width:8;height:2" coordorigin="2046,-7070" coordsize="8,2">
              <v:shape style="position:absolute;left:2046;top:-7070;width:8;height:2" coordorigin="2046,-7070" coordsize="8,0" path="m2046,-7070l2053,-7070e" filled="false" stroked="true" strokeweight=".48pt" strokecolor="#000000">
                <v:path arrowok="t"/>
              </v:shape>
            </v:group>
            <v:group style="position:absolute;left:2046;top:-7046;width:8;height:2" coordorigin="2046,-7046" coordsize="8,2">
              <v:shape style="position:absolute;left:2046;top:-7046;width:8;height:2" coordorigin="2046,-7046" coordsize="8,0" path="m2046,-7046l2053,-7046e" filled="false" stroked="true" strokeweight=".48pt" strokecolor="#000000">
                <v:path arrowok="t"/>
              </v:shape>
            </v:group>
            <v:group style="position:absolute;left:2046;top:-7022;width:8;height:2" coordorigin="2046,-7022" coordsize="8,2">
              <v:shape style="position:absolute;left:2046;top:-7022;width:8;height:2" coordorigin="2046,-7022" coordsize="8,0" path="m2046,-7022l2053,-7022e" filled="false" stroked="true" strokeweight=".48pt" strokecolor="#000000">
                <v:path arrowok="t"/>
              </v:shape>
            </v:group>
            <v:group style="position:absolute;left:2046;top:-6998;width:8;height:2" coordorigin="2046,-6998" coordsize="8,2">
              <v:shape style="position:absolute;left:2046;top:-6998;width:8;height:2" coordorigin="2046,-6998" coordsize="8,0" path="m2046,-6998l2053,-6998e" filled="false" stroked="true" strokeweight=".48pt" strokecolor="#000000">
                <v:path arrowok="t"/>
              </v:shape>
            </v:group>
            <v:group style="position:absolute;left:2046;top:-6974;width:8;height:2" coordorigin="2046,-6974" coordsize="8,2">
              <v:shape style="position:absolute;left:2046;top:-6974;width:8;height:2" coordorigin="2046,-6974" coordsize="8,0" path="m2046,-6974l2053,-6974e" filled="false" stroked="true" strokeweight=".48pt" strokecolor="#000000">
                <v:path arrowok="t"/>
              </v:shape>
            </v:group>
            <v:group style="position:absolute;left:2046;top:-6950;width:8;height:2" coordorigin="2046,-6950" coordsize="8,2">
              <v:shape style="position:absolute;left:2046;top:-6950;width:8;height:2" coordorigin="2046,-6950" coordsize="8,0" path="m2046,-6950l2053,-6950e" filled="false" stroked="true" strokeweight=".48pt" strokecolor="#000000">
                <v:path arrowok="t"/>
              </v:shape>
            </v:group>
            <v:group style="position:absolute;left:2046;top:-6926;width:8;height:2" coordorigin="2046,-6926" coordsize="8,2">
              <v:shape style="position:absolute;left:2046;top:-6926;width:8;height:2" coordorigin="2046,-6926" coordsize="8,0" path="m2046,-6926l2053,-6926e" filled="false" stroked="true" strokeweight=".48pt" strokecolor="#000000">
                <v:path arrowok="t"/>
              </v:shape>
            </v:group>
            <v:group style="position:absolute;left:2046;top:-6902;width:8;height:2" coordorigin="2046,-6902" coordsize="8,2">
              <v:shape style="position:absolute;left:2046;top:-6902;width:8;height:2" coordorigin="2046,-6902" coordsize="8,0" path="m2046,-6902l2053,-6902e" filled="false" stroked="true" strokeweight=".48pt" strokecolor="#000000">
                <v:path arrowok="t"/>
              </v:shape>
            </v:group>
            <v:group style="position:absolute;left:2046;top:-6878;width:8;height:2" coordorigin="2046,-6878" coordsize="8,2">
              <v:shape style="position:absolute;left:2046;top:-6878;width:8;height:2" coordorigin="2046,-6878" coordsize="8,0" path="m2046,-6878l2053,-6878e" filled="false" stroked="true" strokeweight=".48pt" strokecolor="#000000">
                <v:path arrowok="t"/>
              </v:shape>
            </v:group>
            <v:group style="position:absolute;left:2046;top:-6854;width:8;height:2" coordorigin="2046,-6854" coordsize="8,2">
              <v:shape style="position:absolute;left:2046;top:-6854;width:8;height:2" coordorigin="2046,-6854" coordsize="8,0" path="m2046,-6854l2053,-6854e" filled="false" stroked="true" strokeweight=".48pt" strokecolor="#000000">
                <v:path arrowok="t"/>
              </v:shape>
            </v:group>
            <v:group style="position:absolute;left:2046;top:-6830;width:8;height:2" coordorigin="2046,-6830" coordsize="8,2">
              <v:shape style="position:absolute;left:2046;top:-6830;width:8;height:2" coordorigin="2046,-6830" coordsize="8,0" path="m2046,-6830l2053,-6830e" filled="false" stroked="true" strokeweight=".48pt" strokecolor="#000000">
                <v:path arrowok="t"/>
              </v:shape>
            </v:group>
            <v:group style="position:absolute;left:2046;top:-6806;width:8;height:2" coordorigin="2046,-6806" coordsize="8,2">
              <v:shape style="position:absolute;left:2046;top:-6806;width:8;height:2" coordorigin="2046,-6806" coordsize="8,0" path="m2046,-6806l2053,-6806e" filled="false" stroked="true" strokeweight=".48pt" strokecolor="#000000">
                <v:path arrowok="t"/>
              </v:shape>
            </v:group>
            <v:group style="position:absolute;left:2046;top:-6782;width:8;height:2" coordorigin="2046,-6782" coordsize="8,2">
              <v:shape style="position:absolute;left:2046;top:-6782;width:8;height:2" coordorigin="2046,-6782" coordsize="8,0" path="m2046,-6782l2053,-6782e" filled="false" stroked="true" strokeweight=".48pt" strokecolor="#000000">
                <v:path arrowok="t"/>
              </v:shape>
            </v:group>
            <v:group style="position:absolute;left:2046;top:-6758;width:8;height:2" coordorigin="2046,-6758" coordsize="8,2">
              <v:shape style="position:absolute;left:2046;top:-6758;width:8;height:2" coordorigin="2046,-6758" coordsize="8,0" path="m2046,-6758l2053,-6758e" filled="false" stroked="true" strokeweight=".48pt" strokecolor="#000000">
                <v:path arrowok="t"/>
              </v:shape>
            </v:group>
            <v:group style="position:absolute;left:2046;top:-6734;width:8;height:2" coordorigin="2046,-6734" coordsize="8,2">
              <v:shape style="position:absolute;left:2046;top:-6734;width:8;height:2" coordorigin="2046,-6734" coordsize="8,0" path="m2046,-6734l2053,-6734e" filled="false" stroked="true" strokeweight=".48pt" strokecolor="#000000">
                <v:path arrowok="t"/>
              </v:shape>
            </v:group>
            <v:group style="position:absolute;left:2046;top:-6710;width:8;height:2" coordorigin="2046,-6710" coordsize="8,2">
              <v:shape style="position:absolute;left:2046;top:-6710;width:8;height:2" coordorigin="2046,-6710" coordsize="8,0" path="m2046,-6710l2053,-6710e" filled="false" stroked="true" strokeweight=".48pt" strokecolor="#000000">
                <v:path arrowok="t"/>
              </v:shape>
            </v:group>
            <v:group style="position:absolute;left:2046;top:-6686;width:8;height:2" coordorigin="2046,-6686" coordsize="8,2">
              <v:shape style="position:absolute;left:2046;top:-6686;width:8;height:2" coordorigin="2046,-6686" coordsize="8,0" path="m2046,-6686l2053,-6686e" filled="false" stroked="true" strokeweight=".48pt" strokecolor="#000000">
                <v:path arrowok="t"/>
              </v:shape>
            </v:group>
            <v:group style="position:absolute;left:2046;top:-6662;width:8;height:2" coordorigin="2046,-6662" coordsize="8,2">
              <v:shape style="position:absolute;left:2046;top:-6662;width:8;height:2" coordorigin="2046,-6662" coordsize="8,0" path="m2046,-6662l2053,-6662e" filled="false" stroked="true" strokeweight=".48pt" strokecolor="#000000">
                <v:path arrowok="t"/>
              </v:shape>
            </v:group>
            <v:group style="position:absolute;left:2046;top:-6638;width:8;height:2" coordorigin="2046,-6638" coordsize="8,2">
              <v:shape style="position:absolute;left:2046;top:-6638;width:8;height:2" coordorigin="2046,-6638" coordsize="8,0" path="m2046,-6638l2053,-6638e" filled="false" stroked="true" strokeweight=".48pt" strokecolor="#000000">
                <v:path arrowok="t"/>
              </v:shape>
            </v:group>
            <v:group style="position:absolute;left:2046;top:-6614;width:8;height:2" coordorigin="2046,-6614" coordsize="8,2">
              <v:shape style="position:absolute;left:2046;top:-6614;width:8;height:2" coordorigin="2046,-6614" coordsize="8,0" path="m2046,-6614l2053,-6614e" filled="false" stroked="true" strokeweight=".48pt" strokecolor="#000000">
                <v:path arrowok="t"/>
              </v:shape>
            </v:group>
            <v:group style="position:absolute;left:2046;top:-6590;width:8;height:2" coordorigin="2046,-6590" coordsize="8,2">
              <v:shape style="position:absolute;left:2046;top:-6590;width:8;height:2" coordorigin="2046,-6590" coordsize="8,0" path="m2046,-6590l2053,-6590e" filled="false" stroked="true" strokeweight=".48pt" strokecolor="#000000">
                <v:path arrowok="t"/>
              </v:shape>
            </v:group>
            <v:group style="position:absolute;left:2046;top:-6566;width:8;height:2" coordorigin="2046,-6566" coordsize="8,2">
              <v:shape style="position:absolute;left:2046;top:-6566;width:8;height:2" coordorigin="2046,-6566" coordsize="8,0" path="m2046,-6566l2053,-6566e" filled="false" stroked="true" strokeweight=".48pt" strokecolor="#000000">
                <v:path arrowok="t"/>
              </v:shape>
            </v:group>
            <v:group style="position:absolute;left:2046;top:-6542;width:8;height:2" coordorigin="2046,-6542" coordsize="8,2">
              <v:shape style="position:absolute;left:2046;top:-6542;width:8;height:2" coordorigin="2046,-6542" coordsize="8,0" path="m2046,-6542l2053,-6542e" filled="false" stroked="true" strokeweight=".48pt" strokecolor="#000000">
                <v:path arrowok="t"/>
              </v:shape>
            </v:group>
            <v:group style="position:absolute;left:2046;top:-6518;width:8;height:2" coordorigin="2046,-6518" coordsize="8,2">
              <v:shape style="position:absolute;left:2046;top:-6518;width:8;height:2" coordorigin="2046,-6518" coordsize="8,0" path="m2046,-6518l2053,-6518e" filled="false" stroked="true" strokeweight=".48pt" strokecolor="#000000">
                <v:path arrowok="t"/>
              </v:shape>
            </v:group>
            <v:group style="position:absolute;left:2046;top:-6494;width:8;height:2" coordorigin="2046,-6494" coordsize="8,2">
              <v:shape style="position:absolute;left:2046;top:-6494;width:8;height:2" coordorigin="2046,-6494" coordsize="8,0" path="m2046,-6494l2053,-6494e" filled="false" stroked="true" strokeweight=".48pt" strokecolor="#000000">
                <v:path arrowok="t"/>
              </v:shape>
            </v:group>
            <v:group style="position:absolute;left:2046;top:-6470;width:8;height:2" coordorigin="2046,-6470" coordsize="8,2">
              <v:shape style="position:absolute;left:2046;top:-6470;width:8;height:2" coordorigin="2046,-6470" coordsize="8,0" path="m2046,-6470l2053,-6470e" filled="false" stroked="true" strokeweight=".48pt" strokecolor="#000000">
                <v:path arrowok="t"/>
              </v:shape>
            </v:group>
            <v:group style="position:absolute;left:2046;top:-6446;width:8;height:2" coordorigin="2046,-6446" coordsize="8,2">
              <v:shape style="position:absolute;left:2046;top:-6446;width:8;height:2" coordorigin="2046,-6446" coordsize="8,0" path="m2046,-6446l2053,-6446e" filled="false" stroked="true" strokeweight=".48pt" strokecolor="#000000">
                <v:path arrowok="t"/>
              </v:shape>
            </v:group>
            <v:group style="position:absolute;left:2046;top:-6422;width:8;height:2" coordorigin="2046,-6422" coordsize="8,2">
              <v:shape style="position:absolute;left:2046;top:-6422;width:8;height:2" coordorigin="2046,-6422" coordsize="8,0" path="m2046,-6422l2053,-6422e" filled="false" stroked="true" strokeweight=".48pt" strokecolor="#000000">
                <v:path arrowok="t"/>
              </v:shape>
            </v:group>
            <v:group style="position:absolute;left:2046;top:-6398;width:8;height:2" coordorigin="2046,-6398" coordsize="8,2">
              <v:shape style="position:absolute;left:2046;top:-6398;width:8;height:2" coordorigin="2046,-6398" coordsize="8,0" path="m2046,-6398l2053,-6398e" filled="false" stroked="true" strokeweight=".48pt" strokecolor="#000000">
                <v:path arrowok="t"/>
              </v:shape>
            </v:group>
            <v:group style="position:absolute;left:2046;top:-6374;width:8;height:2" coordorigin="2046,-6374" coordsize="8,2">
              <v:shape style="position:absolute;left:2046;top:-6374;width:8;height:2" coordorigin="2046,-6374" coordsize="8,0" path="m2046,-6374l2053,-6374e" filled="false" stroked="true" strokeweight=".48pt" strokecolor="#000000">
                <v:path arrowok="t"/>
              </v:shape>
            </v:group>
            <v:group style="position:absolute;left:2046;top:-6350;width:8;height:2" coordorigin="2046,-6350" coordsize="8,2">
              <v:shape style="position:absolute;left:2046;top:-6350;width:8;height:2" coordorigin="2046,-6350" coordsize="8,0" path="m2046,-6350l2053,-6350e" filled="false" stroked="true" strokeweight=".48pt" strokecolor="#000000">
                <v:path arrowok="t"/>
              </v:shape>
            </v:group>
            <v:group style="position:absolute;left:2046;top:-6326;width:8;height:2" coordorigin="2046,-6326" coordsize="8,2">
              <v:shape style="position:absolute;left:2046;top:-6326;width:8;height:2" coordorigin="2046,-6326" coordsize="8,0" path="m2046,-6326l2053,-6326e" filled="false" stroked="true" strokeweight=".48pt" strokecolor="#000000">
                <v:path arrowok="t"/>
              </v:shape>
            </v:group>
            <v:group style="position:absolute;left:2046;top:-6302;width:8;height:2" coordorigin="2046,-6302" coordsize="8,2">
              <v:shape style="position:absolute;left:2046;top:-6302;width:8;height:2" coordorigin="2046,-6302" coordsize="8,0" path="m2046,-6302l2053,-6302e" filled="false" stroked="true" strokeweight=".48pt" strokecolor="#000000">
                <v:path arrowok="t"/>
              </v:shape>
            </v:group>
            <v:group style="position:absolute;left:2046;top:-6278;width:8;height:2" coordorigin="2046,-6278" coordsize="8,2">
              <v:shape style="position:absolute;left:2046;top:-6278;width:8;height:2" coordorigin="2046,-6278" coordsize="8,0" path="m2046,-6278l2053,-6278e" filled="false" stroked="true" strokeweight=".48pt" strokecolor="#000000">
                <v:path arrowok="t"/>
              </v:shape>
            </v:group>
            <v:group style="position:absolute;left:2046;top:-6254;width:8;height:2" coordorigin="2046,-6254" coordsize="8,2">
              <v:shape style="position:absolute;left:2046;top:-6254;width:8;height:2" coordorigin="2046,-6254" coordsize="8,0" path="m2046,-6254l2053,-6254e" filled="false" stroked="true" strokeweight=".48pt" strokecolor="#000000">
                <v:path arrowok="t"/>
              </v:shape>
            </v:group>
            <v:group style="position:absolute;left:2046;top:-6230;width:8;height:2" coordorigin="2046,-6230" coordsize="8,2">
              <v:shape style="position:absolute;left:2046;top:-6230;width:8;height:2" coordorigin="2046,-6230" coordsize="8,0" path="m2046,-6230l2053,-6230e" filled="false" stroked="true" strokeweight=".48pt" strokecolor="#000000">
                <v:path arrowok="t"/>
              </v:shape>
            </v:group>
            <v:group style="position:absolute;left:2046;top:-6206;width:8;height:2" coordorigin="2046,-6206" coordsize="8,2">
              <v:shape style="position:absolute;left:2046;top:-6206;width:8;height:2" coordorigin="2046,-6206" coordsize="8,0" path="m2046,-6206l2053,-6206e" filled="false" stroked="true" strokeweight=".48pt" strokecolor="#000000">
                <v:path arrowok="t"/>
              </v:shape>
            </v:group>
            <v:group style="position:absolute;left:2046;top:-6182;width:8;height:2" coordorigin="2046,-6182" coordsize="8,2">
              <v:shape style="position:absolute;left:2046;top:-6182;width:8;height:2" coordorigin="2046,-6182" coordsize="8,0" path="m2046,-6182l2053,-6182e" filled="false" stroked="true" strokeweight=".48pt" strokecolor="#000000">
                <v:path arrowok="t"/>
              </v:shape>
            </v:group>
            <v:group style="position:absolute;left:2046;top:-6158;width:8;height:2" coordorigin="2046,-6158" coordsize="8,2">
              <v:shape style="position:absolute;left:2046;top:-6158;width:8;height:2" coordorigin="2046,-6158" coordsize="8,0" path="m2046,-6158l2053,-6158e" filled="false" stroked="true" strokeweight=".48pt" strokecolor="#000000">
                <v:path arrowok="t"/>
              </v:shape>
            </v:group>
            <v:group style="position:absolute;left:2046;top:-6134;width:8;height:2" coordorigin="2046,-6134" coordsize="8,2">
              <v:shape style="position:absolute;left:2046;top:-6134;width:8;height:2" coordorigin="2046,-6134" coordsize="8,0" path="m2046,-6134l2053,-6134e" filled="false" stroked="true" strokeweight=".48pt" strokecolor="#000000">
                <v:path arrowok="t"/>
              </v:shape>
            </v:group>
            <v:group style="position:absolute;left:2046;top:-6110;width:8;height:2" coordorigin="2046,-6110" coordsize="8,2">
              <v:shape style="position:absolute;left:2046;top:-6110;width:8;height:2" coordorigin="2046,-6110" coordsize="8,0" path="m2046,-6110l2053,-6110e" filled="false" stroked="true" strokeweight=".48pt" strokecolor="#000000">
                <v:path arrowok="t"/>
              </v:shape>
            </v:group>
            <v:group style="position:absolute;left:2046;top:-6086;width:8;height:2" coordorigin="2046,-6086" coordsize="8,2">
              <v:shape style="position:absolute;left:2046;top:-6086;width:8;height:2" coordorigin="2046,-6086" coordsize="8,0" path="m2046,-6086l2053,-6086e" filled="false" stroked="true" strokeweight=".48pt" strokecolor="#000000">
                <v:path arrowok="t"/>
              </v:shape>
            </v:group>
            <v:group style="position:absolute;left:2046;top:-6062;width:8;height:2" coordorigin="2046,-6062" coordsize="8,2">
              <v:shape style="position:absolute;left:2046;top:-6062;width:8;height:2" coordorigin="2046,-6062" coordsize="8,0" path="m2046,-6062l2053,-6062e" filled="false" stroked="true" strokeweight=".48pt" strokecolor="#000000">
                <v:path arrowok="t"/>
              </v:shape>
            </v:group>
            <v:group style="position:absolute;left:2046;top:-6038;width:8;height:2" coordorigin="2046,-6038" coordsize="8,2">
              <v:shape style="position:absolute;left:2046;top:-6038;width:8;height:2" coordorigin="2046,-6038" coordsize="8,0" path="m2046,-6038l2053,-6038e" filled="false" stroked="true" strokeweight=".48pt" strokecolor="#000000">
                <v:path arrowok="t"/>
              </v:shape>
            </v:group>
            <v:group style="position:absolute;left:2046;top:-6014;width:8;height:2" coordorigin="2046,-6014" coordsize="8,2">
              <v:shape style="position:absolute;left:2046;top:-6014;width:8;height:2" coordorigin="2046,-6014" coordsize="8,0" path="m2046,-6014l2053,-6014e" filled="false" stroked="true" strokeweight=".48pt" strokecolor="#000000">
                <v:path arrowok="t"/>
              </v:shape>
            </v:group>
            <v:group style="position:absolute;left:2046;top:-5990;width:8;height:2" coordorigin="2046,-5990" coordsize="8,2">
              <v:shape style="position:absolute;left:2046;top:-5990;width:8;height:2" coordorigin="2046,-5990" coordsize="8,0" path="m2046,-5990l2053,-5990e" filled="false" stroked="true" strokeweight=".48pt" strokecolor="#000000">
                <v:path arrowok="t"/>
              </v:shape>
            </v:group>
            <v:group style="position:absolute;left:2046;top:-5966;width:8;height:2" coordorigin="2046,-5966" coordsize="8,2">
              <v:shape style="position:absolute;left:2046;top:-5966;width:8;height:2" coordorigin="2046,-5966" coordsize="8,0" path="m2046,-5966l2053,-5966e" filled="false" stroked="true" strokeweight=".48pt" strokecolor="#000000">
                <v:path arrowok="t"/>
              </v:shape>
            </v:group>
            <v:group style="position:absolute;left:2046;top:-5942;width:8;height:2" coordorigin="2046,-5942" coordsize="8,2">
              <v:shape style="position:absolute;left:2046;top:-5942;width:8;height:2" coordorigin="2046,-5942" coordsize="8,0" path="m2046,-5942l2053,-5942e" filled="false" stroked="true" strokeweight=".48pt" strokecolor="#000000">
                <v:path arrowok="t"/>
              </v:shape>
            </v:group>
            <v:group style="position:absolute;left:2046;top:-5918;width:8;height:2" coordorigin="2046,-5918" coordsize="8,2">
              <v:shape style="position:absolute;left:2046;top:-5918;width:8;height:2" coordorigin="2046,-5918" coordsize="8,0" path="m2046,-5918l2053,-5918e" filled="false" stroked="true" strokeweight=".48pt" strokecolor="#000000">
                <v:path arrowok="t"/>
              </v:shape>
            </v:group>
            <v:group style="position:absolute;left:2046;top:-5894;width:8;height:2" coordorigin="2046,-5894" coordsize="8,2">
              <v:shape style="position:absolute;left:2046;top:-5894;width:8;height:2" coordorigin="2046,-5894" coordsize="8,0" path="m2046,-5894l2053,-5894e" filled="false" stroked="true" strokeweight=".479pt" strokecolor="#000000">
                <v:path arrowok="t"/>
              </v:shape>
            </v:group>
            <v:group style="position:absolute;left:2046;top:-5870;width:8;height:2" coordorigin="2046,-5870" coordsize="8,2">
              <v:shape style="position:absolute;left:2046;top:-5870;width:8;height:2" coordorigin="2046,-5870" coordsize="8,0" path="m2046,-5870l2053,-5870e" filled="false" stroked="true" strokeweight=".48pt" strokecolor="#000000">
                <v:path arrowok="t"/>
              </v:shape>
            </v:group>
            <v:group style="position:absolute;left:2046;top:-5846;width:8;height:2" coordorigin="2046,-5846" coordsize="8,2">
              <v:shape style="position:absolute;left:2046;top:-5846;width:8;height:2" coordorigin="2046,-5846" coordsize="8,0" path="m2046,-5846l2053,-5846e" filled="false" stroked="true" strokeweight=".48pt" strokecolor="#000000">
                <v:path arrowok="t"/>
              </v:shape>
            </v:group>
            <v:group style="position:absolute;left:2046;top:-5822;width:8;height:2" coordorigin="2046,-5822" coordsize="8,2">
              <v:shape style="position:absolute;left:2046;top:-5822;width:8;height:2" coordorigin="2046,-5822" coordsize="8,0" path="m2046,-5822l2053,-5822e" filled="false" stroked="true" strokeweight=".48pt" strokecolor="#000000">
                <v:path arrowok="t"/>
              </v:shape>
            </v:group>
            <v:group style="position:absolute;left:2046;top:-5798;width:8;height:2" coordorigin="2046,-5798" coordsize="8,2">
              <v:shape style="position:absolute;left:2046;top:-5798;width:8;height:2" coordorigin="2046,-5798" coordsize="8,0" path="m2046,-5798l2053,-5798e" filled="false" stroked="true" strokeweight=".48pt" strokecolor="#000000">
                <v:path arrowok="t"/>
              </v:shape>
            </v:group>
            <v:group style="position:absolute;left:2046;top:-5774;width:8;height:2" coordorigin="2046,-5774" coordsize="8,2">
              <v:shape style="position:absolute;left:2046;top:-5774;width:8;height:2" coordorigin="2046,-5774" coordsize="8,0" path="m2046,-5774l2053,-5774e" filled="false" stroked="true" strokeweight=".48pt" strokecolor="#000000">
                <v:path arrowok="t"/>
              </v:shape>
            </v:group>
            <v:group style="position:absolute;left:2046;top:-5750;width:8;height:2" coordorigin="2046,-5750" coordsize="8,2">
              <v:shape style="position:absolute;left:2046;top:-5750;width:8;height:2" coordorigin="2046,-5750" coordsize="8,0" path="m2046,-5750l2053,-5750e" filled="false" stroked="true" strokeweight=".48pt" strokecolor="#000000">
                <v:path arrowok="t"/>
              </v:shape>
            </v:group>
            <v:group style="position:absolute;left:2046;top:-5726;width:8;height:2" coordorigin="2046,-5726" coordsize="8,2">
              <v:shape style="position:absolute;left:2046;top:-5726;width:8;height:2" coordorigin="2046,-5726" coordsize="8,0" path="m2046,-5726l2053,-5726e" filled="false" stroked="true" strokeweight=".48pt" strokecolor="#000000">
                <v:path arrowok="t"/>
              </v:shape>
            </v:group>
            <v:group style="position:absolute;left:2046;top:-5702;width:8;height:2" coordorigin="2046,-5702" coordsize="8,2">
              <v:shape style="position:absolute;left:2046;top:-5702;width:8;height:2" coordorigin="2046,-5702" coordsize="8,0" path="m2046,-5702l2053,-5702e" filled="false" stroked="true" strokeweight=".48pt" strokecolor="#000000">
                <v:path arrowok="t"/>
              </v:shape>
            </v:group>
            <v:group style="position:absolute;left:2046;top:-5678;width:8;height:2" coordorigin="2046,-5678" coordsize="8,2">
              <v:shape style="position:absolute;left:2046;top:-5678;width:8;height:2" coordorigin="2046,-5678" coordsize="8,0" path="m2046,-5678l2053,-5678e" filled="false" stroked="true" strokeweight=".48pt" strokecolor="#000000">
                <v:path arrowok="t"/>
              </v:shape>
            </v:group>
            <v:group style="position:absolute;left:2046;top:-5654;width:8;height:2" coordorigin="2046,-5654" coordsize="8,2">
              <v:shape style="position:absolute;left:2046;top:-5654;width:8;height:2" coordorigin="2046,-5654" coordsize="8,0" path="m2046,-5654l2053,-5654e" filled="false" stroked="true" strokeweight=".48pt" strokecolor="#000000">
                <v:path arrowok="t"/>
              </v:shape>
            </v:group>
            <v:group style="position:absolute;left:2046;top:-5630;width:8;height:2" coordorigin="2046,-5630" coordsize="8,2">
              <v:shape style="position:absolute;left:2046;top:-5630;width:8;height:2" coordorigin="2046,-5630" coordsize="8,0" path="m2046,-5630l2053,-5630e" filled="false" stroked="true" strokeweight=".48pt" strokecolor="#000000">
                <v:path arrowok="t"/>
              </v:shape>
            </v:group>
            <v:group style="position:absolute;left:2046;top:-5606;width:8;height:2" coordorigin="2046,-5606" coordsize="8,2">
              <v:shape style="position:absolute;left:2046;top:-5606;width:8;height:2" coordorigin="2046,-5606" coordsize="8,0" path="m2046,-5606l2053,-5606e" filled="false" stroked="true" strokeweight=".48pt" strokecolor="#000000">
                <v:path arrowok="t"/>
              </v:shape>
            </v:group>
            <v:group style="position:absolute;left:2046;top:-5582;width:8;height:2" coordorigin="2046,-5582" coordsize="8,2">
              <v:shape style="position:absolute;left:2046;top:-5582;width:8;height:2" coordorigin="2046,-5582" coordsize="8,0" path="m2046,-5582l2053,-5582e" filled="false" stroked="true" strokeweight=".48pt" strokecolor="#000000">
                <v:path arrowok="t"/>
              </v:shape>
            </v:group>
            <v:group style="position:absolute;left:2046;top:-5558;width:8;height:2" coordorigin="2046,-5558" coordsize="8,2">
              <v:shape style="position:absolute;left:2046;top:-5558;width:8;height:2" coordorigin="2046,-5558" coordsize="8,0" path="m2046,-5558l2053,-5558e" filled="false" stroked="true" strokeweight=".48pt" strokecolor="#000000">
                <v:path arrowok="t"/>
              </v:shape>
            </v:group>
            <v:group style="position:absolute;left:2046;top:-5534;width:8;height:2" coordorigin="2046,-5534" coordsize="8,2">
              <v:shape style="position:absolute;left:2046;top:-5534;width:8;height:2" coordorigin="2046,-5534" coordsize="8,0" path="m2046,-5534l2053,-5534e" filled="false" stroked="true" strokeweight=".48pt" strokecolor="#000000">
                <v:path arrowok="t"/>
              </v:shape>
            </v:group>
            <v:group style="position:absolute;left:2046;top:-5510;width:8;height:2" coordorigin="2046,-5510" coordsize="8,2">
              <v:shape style="position:absolute;left:2046;top:-5510;width:8;height:2" coordorigin="2046,-5510" coordsize="8,0" path="m2046,-5510l2053,-5510e" filled="false" stroked="true" strokeweight=".48pt" strokecolor="#000000">
                <v:path arrowok="t"/>
              </v:shape>
            </v:group>
            <v:group style="position:absolute;left:2046;top:-5486;width:8;height:2" coordorigin="2046,-5486" coordsize="8,2">
              <v:shape style="position:absolute;left:2046;top:-5486;width:8;height:2" coordorigin="2046,-5486" coordsize="8,0" path="m2046,-5486l2053,-5486e" filled="false" stroked="true" strokeweight=".48pt" strokecolor="#000000">
                <v:path arrowok="t"/>
              </v:shape>
            </v:group>
            <v:group style="position:absolute;left:2046;top:-5462;width:8;height:2" coordorigin="2046,-5462" coordsize="8,2">
              <v:shape style="position:absolute;left:2046;top:-5462;width:8;height:2" coordorigin="2046,-5462" coordsize="8,0" path="m2046,-5462l2053,-5462e" filled="false" stroked="true" strokeweight=".48pt" strokecolor="#000000">
                <v:path arrowok="t"/>
              </v:shape>
            </v:group>
            <v:group style="position:absolute;left:2046;top:-5438;width:8;height:2" coordorigin="2046,-5438" coordsize="8,2">
              <v:shape style="position:absolute;left:2046;top:-5438;width:8;height:2" coordorigin="2046,-5438" coordsize="8,0" path="m2046,-5438l2053,-5438e" filled="false" stroked="true" strokeweight=".48pt" strokecolor="#000000">
                <v:path arrowok="t"/>
              </v:shape>
            </v:group>
            <v:group style="position:absolute;left:2046;top:-5414;width:8;height:2" coordorigin="2046,-5414" coordsize="8,2">
              <v:shape style="position:absolute;left:2046;top:-5414;width:8;height:2" coordorigin="2046,-5414" coordsize="8,0" path="m2046,-5414l2053,-5414e" filled="false" stroked="true" strokeweight=".48pt" strokecolor="#000000">
                <v:path arrowok="t"/>
              </v:shape>
            </v:group>
            <v:group style="position:absolute;left:2046;top:-5390;width:8;height:2" coordorigin="2046,-5390" coordsize="8,2">
              <v:shape style="position:absolute;left:2046;top:-5390;width:8;height:2" coordorigin="2046,-5390" coordsize="8,0" path="m2046,-5390l2053,-5390e" filled="false" stroked="true" strokeweight=".48pt" strokecolor="#000000">
                <v:path arrowok="t"/>
              </v:shape>
            </v:group>
            <v:group style="position:absolute;left:2046;top:-5366;width:8;height:2" coordorigin="2046,-5366" coordsize="8,2">
              <v:shape style="position:absolute;left:2046;top:-5366;width:8;height:2" coordorigin="2046,-5366" coordsize="8,0" path="m2046,-5366l2053,-5366e" filled="false" stroked="true" strokeweight=".48pt" strokecolor="#000000">
                <v:path arrowok="t"/>
              </v:shape>
            </v:group>
            <v:group style="position:absolute;left:2046;top:-5342;width:8;height:2" coordorigin="2046,-5342" coordsize="8,2">
              <v:shape style="position:absolute;left:2046;top:-5342;width:8;height:2" coordorigin="2046,-5342" coordsize="8,0" path="m2046,-5342l2053,-5342e" filled="false" stroked="true" strokeweight=".48pt" strokecolor="#000000">
                <v:path arrowok="t"/>
              </v:shape>
            </v:group>
            <v:group style="position:absolute;left:2046;top:-5318;width:8;height:2" coordorigin="2046,-5318" coordsize="8,2">
              <v:shape style="position:absolute;left:2046;top:-5318;width:8;height:2" coordorigin="2046,-5318" coordsize="8,0" path="m2046,-5318l2053,-5318e" filled="false" stroked="true" strokeweight=".48pt" strokecolor="#000000">
                <v:path arrowok="t"/>
              </v:shape>
            </v:group>
            <v:group style="position:absolute;left:2046;top:-5294;width:8;height:2" coordorigin="2046,-5294" coordsize="8,2">
              <v:shape style="position:absolute;left:2046;top:-5294;width:8;height:2" coordorigin="2046,-5294" coordsize="8,0" path="m2046,-5294l2053,-5294e" filled="false" stroked="true" strokeweight=".48pt" strokecolor="#000000">
                <v:path arrowok="t"/>
              </v:shape>
            </v:group>
            <v:group style="position:absolute;left:2046;top:-5270;width:8;height:2" coordorigin="2046,-5270" coordsize="8,2">
              <v:shape style="position:absolute;left:2046;top:-5270;width:8;height:2" coordorigin="2046,-5270" coordsize="8,0" path="m2046,-5270l2053,-5270e" filled="false" stroked="true" strokeweight=".48pt" strokecolor="#000000">
                <v:path arrowok="t"/>
              </v:shape>
            </v:group>
            <v:group style="position:absolute;left:2046;top:-5246;width:8;height:2" coordorigin="2046,-5246" coordsize="8,2">
              <v:shape style="position:absolute;left:2046;top:-5246;width:8;height:2" coordorigin="2046,-5246" coordsize="8,0" path="m2046,-5246l2053,-5246e" filled="false" stroked="true" strokeweight=".48pt" strokecolor="#000000">
                <v:path arrowok="t"/>
              </v:shape>
            </v:group>
            <v:group style="position:absolute;left:2046;top:-5222;width:8;height:2" coordorigin="2046,-5222" coordsize="8,2">
              <v:shape style="position:absolute;left:2046;top:-5222;width:8;height:2" coordorigin="2046,-5222" coordsize="8,0" path="m2046,-5222l2053,-5222e" filled="false" stroked="true" strokeweight=".48pt" strokecolor="#000000">
                <v:path arrowok="t"/>
              </v:shape>
            </v:group>
            <v:group style="position:absolute;left:2046;top:-5198;width:8;height:2" coordorigin="2046,-5198" coordsize="8,2">
              <v:shape style="position:absolute;left:2046;top:-5198;width:8;height:2" coordorigin="2046,-5198" coordsize="8,0" path="m2046,-5198l2053,-5198e" filled="false" stroked="true" strokeweight=".48pt" strokecolor="#000000">
                <v:path arrowok="t"/>
              </v:shape>
            </v:group>
            <v:group style="position:absolute;left:2046;top:-5174;width:8;height:2" coordorigin="2046,-5174" coordsize="8,2">
              <v:shape style="position:absolute;left:2046;top:-5174;width:8;height:2" coordorigin="2046,-5174" coordsize="8,0" path="m2046,-5174l2053,-5174e" filled="false" stroked="true" strokeweight=".48pt" strokecolor="#000000">
                <v:path arrowok="t"/>
              </v:shape>
            </v:group>
            <v:group style="position:absolute;left:2046;top:-5150;width:8;height:2" coordorigin="2046,-5150" coordsize="8,2">
              <v:shape style="position:absolute;left:2046;top:-5150;width:8;height:2" coordorigin="2046,-5150" coordsize="8,0" path="m2046,-5150l2053,-5150e" filled="false" stroked="true" strokeweight=".479pt" strokecolor="#000000">
                <v:path arrowok="t"/>
              </v:shape>
            </v:group>
            <v:group style="position:absolute;left:2046;top:-5126;width:8;height:2" coordorigin="2046,-5126" coordsize="8,2">
              <v:shape style="position:absolute;left:2046;top:-5126;width:8;height:2" coordorigin="2046,-5126" coordsize="8,0" path="m2046,-5126l2053,-5126e" filled="false" stroked="true" strokeweight=".48pt" strokecolor="#000000">
                <v:path arrowok="t"/>
              </v:shape>
            </v:group>
            <v:group style="position:absolute;left:2046;top:-5102;width:8;height:2" coordorigin="2046,-5102" coordsize="8,2">
              <v:shape style="position:absolute;left:2046;top:-5102;width:8;height:2" coordorigin="2046,-5102" coordsize="8,0" path="m2046,-5102l2053,-5102e" filled="false" stroked="true" strokeweight=".48pt" strokecolor="#000000">
                <v:path arrowok="t"/>
              </v:shape>
            </v:group>
            <v:group style="position:absolute;left:2046;top:-5078;width:8;height:2" coordorigin="2046,-5078" coordsize="8,2">
              <v:shape style="position:absolute;left:2046;top:-5078;width:8;height:2" coordorigin="2046,-5078" coordsize="8,0" path="m2046,-5078l2053,-5078e" filled="false" stroked="true" strokeweight=".48pt" strokecolor="#000000">
                <v:path arrowok="t"/>
              </v:shape>
            </v:group>
            <v:group style="position:absolute;left:2046;top:-5054;width:8;height:2" coordorigin="2046,-5054" coordsize="8,2">
              <v:shape style="position:absolute;left:2046;top:-5054;width:8;height:2" coordorigin="2046,-5054" coordsize="8,0" path="m2046,-5054l2053,-5054e" filled="false" stroked="true" strokeweight=".48pt" strokecolor="#000000">
                <v:path arrowok="t"/>
              </v:shape>
            </v:group>
            <v:group style="position:absolute;left:2046;top:-5030;width:8;height:2" coordorigin="2046,-5030" coordsize="8,2">
              <v:shape style="position:absolute;left:2046;top:-5030;width:8;height:2" coordorigin="2046,-5030" coordsize="8,0" path="m2046,-5030l2053,-5030e" filled="false" stroked="true" strokeweight=".48pt" strokecolor="#000000">
                <v:path arrowok="t"/>
              </v:shape>
            </v:group>
            <v:group style="position:absolute;left:2046;top:-5006;width:8;height:2" coordorigin="2046,-5006" coordsize="8,2">
              <v:shape style="position:absolute;left:2046;top:-5006;width:8;height:2" coordorigin="2046,-5006" coordsize="8,0" path="m2046,-5006l2053,-5006e" filled="false" stroked="true" strokeweight=".48pt" strokecolor="#000000">
                <v:path arrowok="t"/>
              </v:shape>
            </v:group>
            <v:group style="position:absolute;left:2046;top:-4982;width:8;height:2" coordorigin="2046,-4982" coordsize="8,2">
              <v:shape style="position:absolute;left:2046;top:-4982;width:8;height:2" coordorigin="2046,-4982" coordsize="8,0" path="m2046,-4982l2053,-4982e" filled="false" stroked="true" strokeweight=".48pt" strokecolor="#000000">
                <v:path arrowok="t"/>
              </v:shape>
            </v:group>
            <v:group style="position:absolute;left:2046;top:-4958;width:8;height:2" coordorigin="2046,-4958" coordsize="8,2">
              <v:shape style="position:absolute;left:2046;top:-4958;width:8;height:2" coordorigin="2046,-4958" coordsize="8,0" path="m2046,-4958l2053,-4958e" filled="false" stroked="true" strokeweight=".48pt" strokecolor="#000000">
                <v:path arrowok="t"/>
              </v:shape>
            </v:group>
            <v:group style="position:absolute;left:2046;top:-4934;width:8;height:2" coordorigin="2046,-4934" coordsize="8,2">
              <v:shape style="position:absolute;left:2046;top:-4934;width:8;height:2" coordorigin="2046,-4934" coordsize="8,0" path="m2046,-4934l2053,-4934e" filled="false" stroked="true" strokeweight=".48pt" strokecolor="#000000">
                <v:path arrowok="t"/>
              </v:shape>
            </v:group>
            <v:group style="position:absolute;left:2046;top:-4910;width:8;height:2" coordorigin="2046,-4910" coordsize="8,2">
              <v:shape style="position:absolute;left:2046;top:-4910;width:8;height:2" coordorigin="2046,-4910" coordsize="8,0" path="m2046,-4910l2053,-4910e" filled="false" stroked="true" strokeweight=".48pt" strokecolor="#000000">
                <v:path arrowok="t"/>
              </v:shape>
            </v:group>
            <v:group style="position:absolute;left:2046;top:-4886;width:8;height:2" coordorigin="2046,-4886" coordsize="8,2">
              <v:shape style="position:absolute;left:2046;top:-4886;width:8;height:2" coordorigin="2046,-4886" coordsize="8,0" path="m2046,-4886l2053,-4886e" filled="false" stroked="true" strokeweight=".48pt" strokecolor="#000000">
                <v:path arrowok="t"/>
              </v:shape>
            </v:group>
            <v:group style="position:absolute;left:2046;top:-4862;width:8;height:2" coordorigin="2046,-4862" coordsize="8,2">
              <v:shape style="position:absolute;left:2046;top:-4862;width:8;height:2" coordorigin="2046,-4862" coordsize="8,0" path="m2046,-4862l2053,-4862e" filled="false" stroked="true" strokeweight=".48pt" strokecolor="#000000">
                <v:path arrowok="t"/>
              </v:shape>
            </v:group>
            <v:group style="position:absolute;left:2046;top:-4838;width:8;height:2" coordorigin="2046,-4838" coordsize="8,2">
              <v:shape style="position:absolute;left:2046;top:-4838;width:8;height:2" coordorigin="2046,-4838" coordsize="8,0" path="m2046,-4838l2053,-4838e" filled="false" stroked="true" strokeweight=".48pt" strokecolor="#000000">
                <v:path arrowok="t"/>
              </v:shape>
            </v:group>
            <v:group style="position:absolute;left:2046;top:-4814;width:8;height:2" coordorigin="2046,-4814" coordsize="8,2">
              <v:shape style="position:absolute;left:2046;top:-4814;width:8;height:2" coordorigin="2046,-4814" coordsize="8,0" path="m2046,-4814l2053,-4814e" filled="false" stroked="true" strokeweight=".48pt" strokecolor="#000000">
                <v:path arrowok="t"/>
              </v:shape>
            </v:group>
            <v:group style="position:absolute;left:2046;top:-4790;width:8;height:2" coordorigin="2046,-4790" coordsize="8,2">
              <v:shape style="position:absolute;left:2046;top:-4790;width:8;height:2" coordorigin="2046,-4790" coordsize="8,0" path="m2046,-4790l2053,-4790e" filled="false" stroked="true" strokeweight=".479pt" strokecolor="#000000">
                <v:path arrowok="t"/>
              </v:shape>
            </v:group>
            <v:group style="position:absolute;left:2046;top:-4766;width:8;height:2" coordorigin="2046,-4766" coordsize="8,2">
              <v:shape style="position:absolute;left:2046;top:-4766;width:8;height:2" coordorigin="2046,-4766" coordsize="8,0" path="m2046,-4766l2053,-4766e" filled="false" stroked="true" strokeweight=".48pt" strokecolor="#000000">
                <v:path arrowok="t"/>
              </v:shape>
            </v:group>
            <v:group style="position:absolute;left:2046;top:-4742;width:8;height:2" coordorigin="2046,-4742" coordsize="8,2">
              <v:shape style="position:absolute;left:2046;top:-4742;width:8;height:2" coordorigin="2046,-4742" coordsize="8,0" path="m2046,-4742l2053,-4742e" filled="false" stroked="true" strokeweight=".48pt" strokecolor="#000000">
                <v:path arrowok="t"/>
              </v:shape>
            </v:group>
            <v:group style="position:absolute;left:2046;top:-4718;width:8;height:2" coordorigin="2046,-4718" coordsize="8,2">
              <v:shape style="position:absolute;left:2046;top:-4718;width:8;height:2" coordorigin="2046,-4718" coordsize="8,0" path="m2046,-4718l2053,-4718e" filled="false" stroked="true" strokeweight=".48pt" strokecolor="#000000">
                <v:path arrowok="t"/>
              </v:shape>
            </v:group>
            <v:group style="position:absolute;left:2046;top:-4694;width:8;height:2" coordorigin="2046,-4694" coordsize="8,2">
              <v:shape style="position:absolute;left:2046;top:-4694;width:8;height:2" coordorigin="2046,-4694" coordsize="8,0" path="m2046,-4694l2053,-4694e" filled="false" stroked="true" strokeweight=".48pt" strokecolor="#000000">
                <v:path arrowok="t"/>
              </v:shape>
            </v:group>
            <v:group style="position:absolute;left:2046;top:-4670;width:8;height:2" coordorigin="2046,-4670" coordsize="8,2">
              <v:shape style="position:absolute;left:2046;top:-4670;width:8;height:2" coordorigin="2046,-4670" coordsize="8,0" path="m2046,-4670l2053,-4670e" filled="false" stroked="true" strokeweight=".48pt" strokecolor="#000000">
                <v:path arrowok="t"/>
              </v:shape>
            </v:group>
            <v:group style="position:absolute;left:2046;top:-4646;width:8;height:2" coordorigin="2046,-4646" coordsize="8,2">
              <v:shape style="position:absolute;left:2046;top:-4646;width:8;height:2" coordorigin="2046,-4646" coordsize="8,0" path="m2046,-4646l2053,-4646e" filled="false" stroked="true" strokeweight=".48pt" strokecolor="#000000">
                <v:path arrowok="t"/>
              </v:shape>
            </v:group>
            <v:group style="position:absolute;left:2046;top:-4622;width:8;height:2" coordorigin="2046,-4622" coordsize="8,2">
              <v:shape style="position:absolute;left:2046;top:-4622;width:8;height:2" coordorigin="2046,-4622" coordsize="8,0" path="m2046,-4622l2053,-4622e" filled="false" stroked="true" strokeweight=".48pt" strokecolor="#000000">
                <v:path arrowok="t"/>
              </v:shape>
            </v:group>
            <v:group style="position:absolute;left:2046;top:-4598;width:8;height:2" coordorigin="2046,-4598" coordsize="8,2">
              <v:shape style="position:absolute;left:2046;top:-4598;width:8;height:2" coordorigin="2046,-4598" coordsize="8,0" path="m2046,-4598l2053,-4598e" filled="false" stroked="true" strokeweight=".48pt" strokecolor="#000000">
                <v:path arrowok="t"/>
              </v:shape>
            </v:group>
            <v:group style="position:absolute;left:2046;top:-4574;width:8;height:2" coordorigin="2046,-4574" coordsize="8,2">
              <v:shape style="position:absolute;left:2046;top:-4574;width:8;height:2" coordorigin="2046,-4574" coordsize="8,0" path="m2046,-4574l2053,-4574e" filled="false" stroked="true" strokeweight=".48pt" strokecolor="#000000">
                <v:path arrowok="t"/>
              </v:shape>
            </v:group>
            <v:group style="position:absolute;left:2046;top:-4550;width:8;height:2" coordorigin="2046,-4550" coordsize="8,2">
              <v:shape style="position:absolute;left:2046;top:-4550;width:8;height:2" coordorigin="2046,-4550" coordsize="8,0" path="m2046,-4550l2053,-4550e" filled="false" stroked="true" strokeweight=".48pt" strokecolor="#000000">
                <v:path arrowok="t"/>
              </v:shape>
            </v:group>
            <v:group style="position:absolute;left:2046;top:-4526;width:8;height:2" coordorigin="2046,-4526" coordsize="8,2">
              <v:shape style="position:absolute;left:2046;top:-4526;width:8;height:2" coordorigin="2046,-4526" coordsize="8,0" path="m2046,-4526l2053,-4526e" filled="false" stroked="true" strokeweight=".48pt" strokecolor="#000000">
                <v:path arrowok="t"/>
              </v:shape>
            </v:group>
            <v:group style="position:absolute;left:2046;top:-4502;width:8;height:2" coordorigin="2046,-4502" coordsize="8,2">
              <v:shape style="position:absolute;left:2046;top:-4502;width:8;height:2" coordorigin="2046,-4502" coordsize="8,0" path="m2046,-4502l2053,-4502e" filled="false" stroked="true" strokeweight=".48pt" strokecolor="#000000">
                <v:path arrowok="t"/>
              </v:shape>
            </v:group>
            <v:group style="position:absolute;left:2046;top:-4478;width:8;height:2" coordorigin="2046,-4478" coordsize="8,2">
              <v:shape style="position:absolute;left:2046;top:-4478;width:8;height:2" coordorigin="2046,-4478" coordsize="8,0" path="m2046,-4478l2053,-4478e" filled="false" stroked="true" strokeweight=".48pt" strokecolor="#000000">
                <v:path arrowok="t"/>
              </v:shape>
            </v:group>
            <v:group style="position:absolute;left:2046;top:-4454;width:8;height:2" coordorigin="2046,-4454" coordsize="8,2">
              <v:shape style="position:absolute;left:2046;top:-4454;width:8;height:2" coordorigin="2046,-4454" coordsize="8,0" path="m2046,-4454l2053,-4454e" filled="false" stroked="true" strokeweight=".48pt" strokecolor="#000000">
                <v:path arrowok="t"/>
              </v:shape>
            </v:group>
            <v:group style="position:absolute;left:2046;top:-4430;width:8;height:2" coordorigin="2046,-4430" coordsize="8,2">
              <v:shape style="position:absolute;left:2046;top:-4430;width:8;height:2" coordorigin="2046,-4430" coordsize="8,0" path="m2046,-4430l2053,-4430e" filled="false" stroked="true" strokeweight=".48pt" strokecolor="#000000">
                <v:path arrowok="t"/>
              </v:shape>
            </v:group>
            <v:group style="position:absolute;left:2046;top:-4406;width:8;height:2" coordorigin="2046,-4406" coordsize="8,2">
              <v:shape style="position:absolute;left:2046;top:-4406;width:8;height:2" coordorigin="2046,-4406" coordsize="8,0" path="m2046,-4406l2053,-4406e" filled="false" stroked="true" strokeweight=".48pt" strokecolor="#000000">
                <v:path arrowok="t"/>
              </v:shape>
            </v:group>
            <v:group style="position:absolute;left:2046;top:-4382;width:8;height:2" coordorigin="2046,-4382" coordsize="8,2">
              <v:shape style="position:absolute;left:2046;top:-4382;width:8;height:2" coordorigin="2046,-4382" coordsize="8,0" path="m2046,-4382l2053,-4382e" filled="false" stroked="true" strokeweight=".48pt" strokecolor="#000000">
                <v:path arrowok="t"/>
              </v:shape>
            </v:group>
            <v:group style="position:absolute;left:2046;top:-4358;width:8;height:2" coordorigin="2046,-4358" coordsize="8,2">
              <v:shape style="position:absolute;left:2046;top:-4358;width:8;height:2" coordorigin="2046,-4358" coordsize="8,0" path="m2046,-4358l2053,-4358e" filled="false" stroked="true" strokeweight=".48pt" strokecolor="#000000">
                <v:path arrowok="t"/>
              </v:shape>
            </v:group>
            <v:group style="position:absolute;left:2046;top:-4334;width:8;height:2" coordorigin="2046,-4334" coordsize="8,2">
              <v:shape style="position:absolute;left:2046;top:-4334;width:8;height:2" coordorigin="2046,-4334" coordsize="8,0" path="m2046,-4334l2053,-4334e" filled="false" stroked="true" strokeweight=".48pt" strokecolor="#000000">
                <v:path arrowok="t"/>
              </v:shape>
            </v:group>
            <v:group style="position:absolute;left:2046;top:-4310;width:8;height:2" coordorigin="2046,-4310" coordsize="8,2">
              <v:shape style="position:absolute;left:2046;top:-4310;width:8;height:2" coordorigin="2046,-4310" coordsize="8,0" path="m2046,-4310l2053,-4310e" filled="false" stroked="true" strokeweight=".48pt" strokecolor="#000000">
                <v:path arrowok="t"/>
              </v:shape>
            </v:group>
            <v:group style="position:absolute;left:2046;top:-4286;width:8;height:2" coordorigin="2046,-4286" coordsize="8,2">
              <v:shape style="position:absolute;left:2046;top:-4286;width:8;height:2" coordorigin="2046,-4286" coordsize="8,0" path="m2046,-4286l2053,-4286e" filled="false" stroked="true" strokeweight=".48pt" strokecolor="#000000">
                <v:path arrowok="t"/>
              </v:shape>
            </v:group>
            <v:group style="position:absolute;left:2046;top:-4262;width:8;height:2" coordorigin="2046,-4262" coordsize="8,2">
              <v:shape style="position:absolute;left:2046;top:-4262;width:8;height:2" coordorigin="2046,-4262" coordsize="8,0" path="m2046,-4262l2053,-4262e" filled="false" stroked="true" strokeweight=".48pt" strokecolor="#000000">
                <v:path arrowok="t"/>
              </v:shape>
            </v:group>
            <v:group style="position:absolute;left:2046;top:-4238;width:8;height:2" coordorigin="2046,-4238" coordsize="8,2">
              <v:shape style="position:absolute;left:2046;top:-4238;width:8;height:2" coordorigin="2046,-4238" coordsize="8,0" path="m2046,-4238l2053,-4238e" filled="false" stroked="true" strokeweight=".48pt" strokecolor="#000000">
                <v:path arrowok="t"/>
              </v:shape>
            </v:group>
            <v:group style="position:absolute;left:2046;top:-4214;width:8;height:2" coordorigin="2046,-4214" coordsize="8,2">
              <v:shape style="position:absolute;left:2046;top:-4214;width:8;height:2" coordorigin="2046,-4214" coordsize="8,0" path="m2046,-4214l2053,-4214e" filled="false" stroked="true" strokeweight=".48pt" strokecolor="#000000">
                <v:path arrowok="t"/>
              </v:shape>
            </v:group>
            <v:group style="position:absolute;left:2046;top:-4190;width:8;height:2" coordorigin="2046,-4190" coordsize="8,2">
              <v:shape style="position:absolute;left:2046;top:-4190;width:8;height:2" coordorigin="2046,-4190" coordsize="8,0" path="m2046,-4190l2053,-4190e" filled="false" stroked="true" strokeweight=".48pt" strokecolor="#000000">
                <v:path arrowok="t"/>
              </v:shape>
            </v:group>
            <v:group style="position:absolute;left:2046;top:-4166;width:8;height:2" coordorigin="2046,-4166" coordsize="8,2">
              <v:shape style="position:absolute;left:2046;top:-4166;width:8;height:2" coordorigin="2046,-4166" coordsize="8,0" path="m2046,-4166l2053,-4166e" filled="false" stroked="true" strokeweight=".48pt" strokecolor="#000000">
                <v:path arrowok="t"/>
              </v:shape>
            </v:group>
            <v:group style="position:absolute;left:2046;top:-4142;width:8;height:2" coordorigin="2046,-4142" coordsize="8,2">
              <v:shape style="position:absolute;left:2046;top:-4142;width:8;height:2" coordorigin="2046,-4142" coordsize="8,0" path="m2046,-4142l2053,-4142e" filled="false" stroked="true" strokeweight=".48pt" strokecolor="#000000">
                <v:path arrowok="t"/>
              </v:shape>
            </v:group>
            <v:group style="position:absolute;left:2046;top:-4118;width:8;height:2" coordorigin="2046,-4118" coordsize="8,2">
              <v:shape style="position:absolute;left:2046;top:-4118;width:8;height:2" coordorigin="2046,-4118" coordsize="8,0" path="m2046,-4118l2053,-4118e" filled="false" stroked="true" strokeweight=".48pt" strokecolor="#000000">
                <v:path arrowok="t"/>
              </v:shape>
            </v:group>
            <v:group style="position:absolute;left:2046;top:-4094;width:8;height:2" coordorigin="2046,-4094" coordsize="8,2">
              <v:shape style="position:absolute;left:2046;top:-4094;width:8;height:2" coordorigin="2046,-4094" coordsize="8,0" path="m2046,-4094l2053,-4094e" filled="false" stroked="true" strokeweight=".48pt" strokecolor="#000000">
                <v:path arrowok="t"/>
              </v:shape>
            </v:group>
            <v:group style="position:absolute;left:2046;top:-4070;width:8;height:2" coordorigin="2046,-4070" coordsize="8,2">
              <v:shape style="position:absolute;left:2046;top:-4070;width:8;height:2" coordorigin="2046,-4070" coordsize="8,0" path="m2046,-4070l2053,-4070e" filled="false" stroked="true" strokeweight=".48pt" strokecolor="#000000">
                <v:path arrowok="t"/>
              </v:shape>
            </v:group>
            <v:group style="position:absolute;left:2046;top:-4046;width:8;height:2" coordorigin="2046,-4046" coordsize="8,2">
              <v:shape style="position:absolute;left:2046;top:-4046;width:8;height:2" coordorigin="2046,-4046" coordsize="8,0" path="m2046,-4046l2053,-4046e" filled="false" stroked="true" strokeweight=".479pt" strokecolor="#000000">
                <v:path arrowok="t"/>
              </v:shape>
            </v:group>
            <v:group style="position:absolute;left:2046;top:-4022;width:8;height:2" coordorigin="2046,-4022" coordsize="8,2">
              <v:shape style="position:absolute;left:2046;top:-4022;width:8;height:2" coordorigin="2046,-4022" coordsize="8,0" path="m2046,-4022l2053,-4022e" filled="false" stroked="true" strokeweight=".48pt" strokecolor="#000000">
                <v:path arrowok="t"/>
              </v:shape>
            </v:group>
            <v:group style="position:absolute;left:2046;top:-3998;width:8;height:2" coordorigin="2046,-3998" coordsize="8,2">
              <v:shape style="position:absolute;left:2046;top:-3998;width:8;height:2" coordorigin="2046,-3998" coordsize="8,0" path="m2046,-3998l2053,-3998e" filled="false" stroked="true" strokeweight=".48pt" strokecolor="#000000">
                <v:path arrowok="t"/>
              </v:shape>
            </v:group>
            <v:group style="position:absolute;left:2046;top:-3974;width:8;height:2" coordorigin="2046,-3974" coordsize="8,2">
              <v:shape style="position:absolute;left:2046;top:-3974;width:8;height:2" coordorigin="2046,-3974" coordsize="8,0" path="m2046,-3974l2053,-3974e" filled="false" stroked="true" strokeweight=".48pt" strokecolor="#000000">
                <v:path arrowok="t"/>
              </v:shape>
            </v:group>
            <v:group style="position:absolute;left:2046;top:-3950;width:8;height:2" coordorigin="2046,-3950" coordsize="8,2">
              <v:shape style="position:absolute;left:2046;top:-3950;width:8;height:2" coordorigin="2046,-3950" coordsize="8,0" path="m2046,-3950l2053,-3950e" filled="false" stroked="true" strokeweight=".48pt" strokecolor="#000000">
                <v:path arrowok="t"/>
              </v:shape>
            </v:group>
            <v:group style="position:absolute;left:2046;top:-3926;width:8;height:2" coordorigin="2046,-3926" coordsize="8,2">
              <v:shape style="position:absolute;left:2046;top:-3926;width:8;height:2" coordorigin="2046,-3926" coordsize="8,0" path="m2046,-3926l2053,-3926e" filled="false" stroked="true" strokeweight=".48pt" strokecolor="#000000">
                <v:path arrowok="t"/>
              </v:shape>
            </v:group>
            <v:group style="position:absolute;left:2046;top:-3902;width:8;height:2" coordorigin="2046,-3902" coordsize="8,2">
              <v:shape style="position:absolute;left:2046;top:-3902;width:8;height:2" coordorigin="2046,-3902" coordsize="8,0" path="m2046,-3902l2053,-3902e" filled="false" stroked="true" strokeweight=".48pt" strokecolor="#000000">
                <v:path arrowok="t"/>
              </v:shape>
            </v:group>
            <v:group style="position:absolute;left:2046;top:-3878;width:8;height:2" coordorigin="2046,-3878" coordsize="8,2">
              <v:shape style="position:absolute;left:2046;top:-3878;width:8;height:2" coordorigin="2046,-3878" coordsize="8,0" path="m2046,-3878l2053,-3878e" filled="false" stroked="true" strokeweight=".48pt" strokecolor="#000000">
                <v:path arrowok="t"/>
              </v:shape>
            </v:group>
            <v:group style="position:absolute;left:2046;top:-3854;width:8;height:2" coordorigin="2046,-3854" coordsize="8,2">
              <v:shape style="position:absolute;left:2046;top:-3854;width:8;height:2" coordorigin="2046,-3854" coordsize="8,0" path="m2046,-3854l2053,-3854e" filled="false" stroked="true" strokeweight=".48pt" strokecolor="#000000">
                <v:path arrowok="t"/>
              </v:shape>
            </v:group>
            <v:group style="position:absolute;left:2046;top:-3830;width:8;height:2" coordorigin="2046,-3830" coordsize="8,2">
              <v:shape style="position:absolute;left:2046;top:-3830;width:8;height:2" coordorigin="2046,-3830" coordsize="8,0" path="m2046,-3830l2053,-3830e" filled="false" stroked="true" strokeweight=".48pt" strokecolor="#000000">
                <v:path arrowok="t"/>
              </v:shape>
            </v:group>
            <v:group style="position:absolute;left:2046;top:-3806;width:8;height:2" coordorigin="2046,-3806" coordsize="8,2">
              <v:shape style="position:absolute;left:2046;top:-3806;width:8;height:2" coordorigin="2046,-3806" coordsize="8,0" path="m2046,-3806l2053,-3806e" filled="false" stroked="true" strokeweight=".48pt" strokecolor="#000000">
                <v:path arrowok="t"/>
              </v:shape>
            </v:group>
            <v:group style="position:absolute;left:2046;top:-3782;width:8;height:2" coordorigin="2046,-3782" coordsize="8,2">
              <v:shape style="position:absolute;left:2046;top:-3782;width:8;height:2" coordorigin="2046,-3782" coordsize="8,0" path="m2046,-3782l2053,-3782e" filled="false" stroked="true" strokeweight=".48pt" strokecolor="#000000">
                <v:path arrowok="t"/>
              </v:shape>
            </v:group>
            <v:group style="position:absolute;left:2046;top:-3758;width:8;height:2" coordorigin="2046,-3758" coordsize="8,2">
              <v:shape style="position:absolute;left:2046;top:-3758;width:8;height:2" coordorigin="2046,-3758" coordsize="8,0" path="m2046,-3758l2053,-3758e" filled="false" stroked="true" strokeweight=".48pt" strokecolor="#000000">
                <v:path arrowok="t"/>
              </v:shape>
            </v:group>
            <v:group style="position:absolute;left:2046;top:-3734;width:8;height:2" coordorigin="2046,-3734" coordsize="8,2">
              <v:shape style="position:absolute;left:2046;top:-3734;width:8;height:2" coordorigin="2046,-3734" coordsize="8,0" path="m2046,-3734l2053,-3734e" filled="false" stroked="true" strokeweight=".48pt" strokecolor="#000000">
                <v:path arrowok="t"/>
              </v:shape>
            </v:group>
            <v:group style="position:absolute;left:2046;top:-3710;width:8;height:2" coordorigin="2046,-3710" coordsize="8,2">
              <v:shape style="position:absolute;left:2046;top:-3710;width:8;height:2" coordorigin="2046,-3710" coordsize="8,0" path="m2046,-3710l2053,-3710e" filled="false" stroked="true" strokeweight=".48pt" strokecolor="#000000">
                <v:path arrowok="t"/>
              </v:shape>
            </v:group>
            <v:group style="position:absolute;left:2046;top:-3686;width:8;height:2" coordorigin="2046,-3686" coordsize="8,2">
              <v:shape style="position:absolute;left:2046;top:-3686;width:8;height:2" coordorigin="2046,-3686" coordsize="8,0" path="m2046,-3686l2053,-3686e" filled="false" stroked="true" strokeweight=".48pt" strokecolor="#000000">
                <v:path arrowok="t"/>
              </v:shape>
            </v:group>
            <v:group style="position:absolute;left:2046;top:-3662;width:8;height:2" coordorigin="2046,-3662" coordsize="8,2">
              <v:shape style="position:absolute;left:2046;top:-3662;width:8;height:2" coordorigin="2046,-3662" coordsize="8,0" path="m2046,-3662l2053,-3662e" filled="false" stroked="true" strokeweight=".48pt" strokecolor="#000000">
                <v:path arrowok="t"/>
              </v:shape>
            </v:group>
            <v:group style="position:absolute;left:2046;top:-3638;width:8;height:2" coordorigin="2046,-3638" coordsize="8,2">
              <v:shape style="position:absolute;left:2046;top:-3638;width:8;height:2" coordorigin="2046,-3638" coordsize="8,0" path="m2046,-3638l2053,-3638e" filled="false" stroked="true" strokeweight=".48pt" strokecolor="#000000">
                <v:path arrowok="t"/>
              </v:shape>
            </v:group>
            <v:group style="position:absolute;left:2046;top:-3614;width:8;height:2" coordorigin="2046,-3614" coordsize="8,2">
              <v:shape style="position:absolute;left:2046;top:-3614;width:8;height:2" coordorigin="2046,-3614" coordsize="8,0" path="m2046,-3614l2053,-3614e" filled="false" stroked="true" strokeweight=".48pt" strokecolor="#000000">
                <v:path arrowok="t"/>
              </v:shape>
            </v:group>
            <v:group style="position:absolute;left:2046;top:-3590;width:8;height:2" coordorigin="2046,-3590" coordsize="8,2">
              <v:shape style="position:absolute;left:2046;top:-3590;width:8;height:2" coordorigin="2046,-3590" coordsize="8,0" path="m2046,-3590l2053,-3590e" filled="false" stroked="true" strokeweight=".48pt" strokecolor="#000000">
                <v:path arrowok="t"/>
              </v:shape>
            </v:group>
            <v:group style="position:absolute;left:2046;top:-3566;width:8;height:2" coordorigin="2046,-3566" coordsize="8,2">
              <v:shape style="position:absolute;left:2046;top:-3566;width:8;height:2" coordorigin="2046,-3566" coordsize="8,0" path="m2046,-3566l2053,-3566e" filled="false" stroked="true" strokeweight=".48pt" strokecolor="#000000">
                <v:path arrowok="t"/>
              </v:shape>
            </v:group>
            <v:group style="position:absolute;left:2046;top:-3542;width:8;height:2" coordorigin="2046,-3542" coordsize="8,2">
              <v:shape style="position:absolute;left:2046;top:-3542;width:8;height:2" coordorigin="2046,-3542" coordsize="8,0" path="m2046,-3542l2053,-3542e" filled="false" stroked="true" strokeweight=".48pt" strokecolor="#000000">
                <v:path arrowok="t"/>
              </v:shape>
            </v:group>
            <v:group style="position:absolute;left:2046;top:-3518;width:8;height:2" coordorigin="2046,-3518" coordsize="8,2">
              <v:shape style="position:absolute;left:2046;top:-3518;width:8;height:2" coordorigin="2046,-3518" coordsize="8,0" path="m2046,-3518l2053,-3518e" filled="false" stroked="true" strokeweight=".48pt" strokecolor="#000000">
                <v:path arrowok="t"/>
              </v:shape>
            </v:group>
            <v:group style="position:absolute;left:2046;top:-3494;width:8;height:2" coordorigin="2046,-3494" coordsize="8,2">
              <v:shape style="position:absolute;left:2046;top:-3494;width:8;height:2" coordorigin="2046,-3494" coordsize="8,0" path="m2046,-3494l2053,-3494e" filled="false" stroked="true" strokeweight=".48pt" strokecolor="#000000">
                <v:path arrowok="t"/>
              </v:shape>
            </v:group>
            <v:group style="position:absolute;left:2046;top:-3470;width:8;height:2" coordorigin="2046,-3470" coordsize="8,2">
              <v:shape style="position:absolute;left:2046;top:-3470;width:8;height:2" coordorigin="2046,-3470" coordsize="8,0" path="m2046,-3470l2053,-3470e" filled="false" stroked="true" strokeweight=".48pt" strokecolor="#000000">
                <v:path arrowok="t"/>
              </v:shape>
            </v:group>
            <v:group style="position:absolute;left:2046;top:-3446;width:8;height:2" coordorigin="2046,-3446" coordsize="8,2">
              <v:shape style="position:absolute;left:2046;top:-3446;width:8;height:2" coordorigin="2046,-3446" coordsize="8,0" path="m2046,-3446l2053,-3446e" filled="false" stroked="true" strokeweight=".48pt" strokecolor="#000000">
                <v:path arrowok="t"/>
              </v:shape>
            </v:group>
            <v:group style="position:absolute;left:2046;top:-3422;width:8;height:2" coordorigin="2046,-3422" coordsize="8,2">
              <v:shape style="position:absolute;left:2046;top:-3422;width:8;height:2" coordorigin="2046,-3422" coordsize="8,0" path="m2046,-3422l2053,-3422e" filled="false" stroked="true" strokeweight=".48pt" strokecolor="#000000">
                <v:path arrowok="t"/>
              </v:shape>
            </v:group>
            <v:group style="position:absolute;left:2046;top:-3350;width:8;height:2" coordorigin="2046,-3350" coordsize="8,2">
              <v:shape style="position:absolute;left:2046;top:-3350;width:8;height:2" coordorigin="2046,-3350" coordsize="8,0" path="m2046,-3350l2053,-3350e" filled="false" stroked="true" strokeweight=".48pt" strokecolor="#000000">
                <v:path arrowok="t"/>
              </v:shape>
            </v:group>
            <v:group style="position:absolute;left:2046;top:-3326;width:8;height:2" coordorigin="2046,-3326" coordsize="8,2">
              <v:shape style="position:absolute;left:2046;top:-3326;width:8;height:2" coordorigin="2046,-3326" coordsize="8,0" path="m2046,-3326l2053,-3326e" filled="false" stroked="true" strokeweight=".48pt" strokecolor="#000000">
                <v:path arrowok="t"/>
              </v:shape>
            </v:group>
            <v:group style="position:absolute;left:2046;top:-3302;width:8;height:2" coordorigin="2046,-3302" coordsize="8,2">
              <v:shape style="position:absolute;left:2046;top:-3302;width:8;height:2" coordorigin="2046,-3302" coordsize="8,0" path="m2046,-3302l2053,-3302e" filled="false" stroked="true" strokeweight=".48pt" strokecolor="#000000">
                <v:path arrowok="t"/>
              </v:shape>
            </v:group>
            <v:group style="position:absolute;left:2046;top:-3278;width:8;height:2" coordorigin="2046,-3278" coordsize="8,2">
              <v:shape style="position:absolute;left:2046;top:-3278;width:8;height:2" coordorigin="2046,-3278" coordsize="8,0" path="m2046,-3278l2053,-3278e" filled="false" stroked="true" strokeweight=".48pt" strokecolor="#000000">
                <v:path arrowok="t"/>
              </v:shape>
            </v:group>
            <v:group style="position:absolute;left:2046;top:-3254;width:8;height:2" coordorigin="2046,-3254" coordsize="8,2">
              <v:shape style="position:absolute;left:2046;top:-3254;width:8;height:2" coordorigin="2046,-3254" coordsize="8,0" path="m2046,-3254l2053,-3254e" filled="false" stroked="true" strokeweight=".48pt" strokecolor="#000000">
                <v:path arrowok="t"/>
              </v:shape>
            </v:group>
            <v:group style="position:absolute;left:2046;top:-3230;width:8;height:2" coordorigin="2046,-3230" coordsize="8,2">
              <v:shape style="position:absolute;left:2046;top:-3230;width:8;height:2" coordorigin="2046,-3230" coordsize="8,0" path="m2046,-3230l2053,-3230e" filled="false" stroked="true" strokeweight=".48pt" strokecolor="#000000">
                <v:path arrowok="t"/>
              </v:shape>
            </v:group>
            <v:group style="position:absolute;left:2046;top:-3206;width:8;height:2" coordorigin="2046,-3206" coordsize="8,2">
              <v:shape style="position:absolute;left:2046;top:-3206;width:8;height:2" coordorigin="2046,-3206" coordsize="8,0" path="m2046,-3206l2053,-3206e" filled="false" stroked="true" strokeweight=".48pt" strokecolor="#000000">
                <v:path arrowok="t"/>
              </v:shape>
            </v:group>
            <v:group style="position:absolute;left:2046;top:-3182;width:8;height:2" coordorigin="2046,-3182" coordsize="8,2">
              <v:shape style="position:absolute;left:2046;top:-3182;width:8;height:2" coordorigin="2046,-3182" coordsize="8,0" path="m2046,-3182l2053,-3182e" filled="false" stroked="true" strokeweight=".48pt" strokecolor="#000000">
                <v:path arrowok="t"/>
              </v:shape>
            </v:group>
            <v:group style="position:absolute;left:2046;top:-3158;width:8;height:2" coordorigin="2046,-3158" coordsize="8,2">
              <v:shape style="position:absolute;left:2046;top:-3158;width:8;height:2" coordorigin="2046,-3158" coordsize="8,0" path="m2046,-3158l2053,-3158e" filled="false" stroked="true" strokeweight=".48pt" strokecolor="#000000">
                <v:path arrowok="t"/>
              </v:shape>
            </v:group>
            <v:group style="position:absolute;left:2046;top:-3134;width:8;height:2" coordorigin="2046,-3134" coordsize="8,2">
              <v:shape style="position:absolute;left:2046;top:-3134;width:8;height:2" coordorigin="2046,-3134" coordsize="8,0" path="m2046,-3134l2053,-3134e" filled="false" stroked="true" strokeweight=".48pt" strokecolor="#000000">
                <v:path arrowok="t"/>
              </v:shape>
            </v:group>
            <v:group style="position:absolute;left:2046;top:-3110;width:8;height:2" coordorigin="2046,-3110" coordsize="8,2">
              <v:shape style="position:absolute;left:2046;top:-3110;width:8;height:2" coordorigin="2046,-3110" coordsize="8,0" path="m2046,-3110l2053,-3110e" filled="false" stroked="true" strokeweight=".48pt" strokecolor="#000000">
                <v:path arrowok="t"/>
              </v:shape>
            </v:group>
            <v:group style="position:absolute;left:2046;top:-3086;width:8;height:2" coordorigin="2046,-3086" coordsize="8,2">
              <v:shape style="position:absolute;left:2046;top:-3086;width:8;height:2" coordorigin="2046,-3086" coordsize="8,0" path="m2046,-3086l2053,-3086e" filled="false" stroked="true" strokeweight=".48pt" strokecolor="#000000">
                <v:path arrowok="t"/>
              </v:shape>
            </v:group>
            <v:group style="position:absolute;left:2046;top:-3062;width:8;height:2" coordorigin="2046,-3062" coordsize="8,2">
              <v:shape style="position:absolute;left:2046;top:-3062;width:8;height:2" coordorigin="2046,-3062" coordsize="8,0" path="m2046,-3062l2053,-3062e" filled="false" stroked="true" strokeweight=".48pt" strokecolor="#000000">
                <v:path arrowok="t"/>
              </v:shape>
            </v:group>
            <v:group style="position:absolute;left:2046;top:-3038;width:8;height:2" coordorigin="2046,-3038" coordsize="8,2">
              <v:shape style="position:absolute;left:2046;top:-3038;width:8;height:2" coordorigin="2046,-3038" coordsize="8,0" path="m2046,-3038l2053,-3038e" filled="false" stroked="true" strokeweight=".48pt" strokecolor="#000000">
                <v:path arrowok="t"/>
              </v:shape>
            </v:group>
            <v:group style="position:absolute;left:2046;top:-3014;width:8;height:2" coordorigin="2046,-3014" coordsize="8,2">
              <v:shape style="position:absolute;left:2046;top:-3014;width:8;height:2" coordorigin="2046,-3014" coordsize="8,0" path="m2046,-3014l2053,-3014e" filled="false" stroked="true" strokeweight=".48pt" strokecolor="#000000">
                <v:path arrowok="t"/>
              </v:shape>
            </v:group>
            <v:group style="position:absolute;left:2046;top:-2990;width:8;height:2" coordorigin="2046,-2990" coordsize="8,2">
              <v:shape style="position:absolute;left:2046;top:-2990;width:8;height:2" coordorigin="2046,-2990" coordsize="8,0" path="m2046,-2990l2053,-2990e" filled="false" stroked="true" strokeweight=".48pt" strokecolor="#000000">
                <v:path arrowok="t"/>
              </v:shape>
            </v:group>
            <v:group style="position:absolute;left:2046;top:-2966;width:8;height:2" coordorigin="2046,-2966" coordsize="8,2">
              <v:shape style="position:absolute;left:2046;top:-2966;width:8;height:2" coordorigin="2046,-2966" coordsize="8,0" path="m2046,-2966l2053,-2966e" filled="false" stroked="true" strokeweight=".48pt" strokecolor="#000000">
                <v:path arrowok="t"/>
              </v:shape>
            </v:group>
            <v:group style="position:absolute;left:2046;top:-2942;width:8;height:2" coordorigin="2046,-2942" coordsize="8,2">
              <v:shape style="position:absolute;left:2046;top:-2942;width:8;height:2" coordorigin="2046,-2942" coordsize="8,0" path="m2046,-2942l2053,-2942e" filled="false" stroked="true" strokeweight=".48pt" strokecolor="#000000">
                <v:path arrowok="t"/>
              </v:shape>
            </v:group>
            <v:group style="position:absolute;left:2046;top:-2918;width:8;height:2" coordorigin="2046,-2918" coordsize="8,2">
              <v:shape style="position:absolute;left:2046;top:-2918;width:8;height:2" coordorigin="2046,-2918" coordsize="8,0" path="m2046,-2918l2053,-2918e" filled="false" stroked="true" strokeweight=".48pt" strokecolor="#000000">
                <v:path arrowok="t"/>
              </v:shape>
            </v:group>
            <v:group style="position:absolute;left:2046;top:-2894;width:8;height:2" coordorigin="2046,-2894" coordsize="8,2">
              <v:shape style="position:absolute;left:2046;top:-2894;width:8;height:2" coordorigin="2046,-2894" coordsize="8,0" path="m2046,-2894l2053,-2894e" filled="false" stroked="true" strokeweight=".48pt" strokecolor="#000000">
                <v:path arrowok="t"/>
              </v:shape>
            </v:group>
            <v:group style="position:absolute;left:2046;top:-2870;width:8;height:2" coordorigin="2046,-2870" coordsize="8,2">
              <v:shape style="position:absolute;left:2046;top:-2870;width:8;height:2" coordorigin="2046,-2870" coordsize="8,0" path="m2046,-2870l2053,-2870e" filled="false" stroked="true" strokeweight=".48pt" strokecolor="#000000">
                <v:path arrowok="t"/>
              </v:shape>
            </v:group>
            <v:group style="position:absolute;left:2046;top:-2822;width:8;height:2" coordorigin="2046,-2822" coordsize="8,2">
              <v:shape style="position:absolute;left:2046;top:-2822;width:8;height:2" coordorigin="2046,-2822" coordsize="8,0" path="m2046,-2822l2053,-2822e" filled="false" stroked="true" strokeweight=".48pt" strokecolor="#000000">
                <v:path arrowok="t"/>
              </v:shape>
            </v:group>
            <v:group style="position:absolute;left:2046;top:-2798;width:8;height:2" coordorigin="2046,-2798" coordsize="8,2">
              <v:shape style="position:absolute;left:2046;top:-2798;width:8;height:2" coordorigin="2046,-2798" coordsize="8,0" path="m2046,-2798l2053,-2798e" filled="false" stroked="true" strokeweight=".48pt" strokecolor="#000000">
                <v:path arrowok="t"/>
              </v:shape>
            </v:group>
            <v:group style="position:absolute;left:2046;top:-2774;width:8;height:2" coordorigin="2046,-2774" coordsize="8,2">
              <v:shape style="position:absolute;left:2046;top:-2774;width:8;height:2" coordorigin="2046,-2774" coordsize="8,0" path="m2046,-2774l2053,-2774e" filled="false" stroked="true" strokeweight=".48pt" strokecolor="#000000">
                <v:path arrowok="t"/>
              </v:shape>
            </v:group>
            <v:group style="position:absolute;left:2046;top:-2750;width:8;height:2" coordorigin="2046,-2750" coordsize="8,2">
              <v:shape style="position:absolute;left:2046;top:-2750;width:8;height:2" coordorigin="2046,-2750" coordsize="8,0" path="m2046,-2750l2053,-2750e" filled="false" stroked="true" strokeweight=".48pt" strokecolor="#000000">
                <v:path arrowok="t"/>
              </v:shape>
            </v:group>
            <v:group style="position:absolute;left:2046;top:-2726;width:8;height:2" coordorigin="2046,-2726" coordsize="8,2">
              <v:shape style="position:absolute;left:2046;top:-2726;width:8;height:2" coordorigin="2046,-2726" coordsize="8,0" path="m2046,-2726l2053,-2726e" filled="false" stroked="true" strokeweight=".48pt" strokecolor="#000000">
                <v:path arrowok="t"/>
              </v:shape>
            </v:group>
            <v:group style="position:absolute;left:2046;top:-2702;width:8;height:2" coordorigin="2046,-2702" coordsize="8,2">
              <v:shape style="position:absolute;left:2046;top:-2702;width:8;height:2" coordorigin="2046,-2702" coordsize="8,0" path="m2046,-2702l2053,-2702e" filled="false" stroked="true" strokeweight=".48pt" strokecolor="#000000">
                <v:path arrowok="t"/>
              </v:shape>
            </v:group>
            <v:group style="position:absolute;left:2046;top:-2678;width:8;height:2" coordorigin="2046,-2678" coordsize="8,2">
              <v:shape style="position:absolute;left:2046;top:-2678;width:8;height:2" coordorigin="2046,-2678" coordsize="8,0" path="m2046,-2678l2053,-2678e" filled="false" stroked="true" strokeweight=".48pt" strokecolor="#000000">
                <v:path arrowok="t"/>
              </v:shape>
            </v:group>
            <v:group style="position:absolute;left:2046;top:-2654;width:8;height:2" coordorigin="2046,-2654" coordsize="8,2">
              <v:shape style="position:absolute;left:2046;top:-2654;width:8;height:2" coordorigin="2046,-2654" coordsize="8,0" path="m2046,-2654l2053,-2654e" filled="false" stroked="true" strokeweight=".48pt" strokecolor="#000000">
                <v:path arrowok="t"/>
              </v:shape>
            </v:group>
            <v:group style="position:absolute;left:2046;top:-2630;width:8;height:2" coordorigin="2046,-2630" coordsize="8,2">
              <v:shape style="position:absolute;left:2046;top:-2630;width:8;height:2" coordorigin="2046,-2630" coordsize="8,0" path="m2046,-2630l2053,-2630e" filled="false" stroked="true" strokeweight=".48pt" strokecolor="#000000">
                <v:path arrowok="t"/>
              </v:shape>
            </v:group>
            <v:group style="position:absolute;left:2046;top:-2606;width:8;height:2" coordorigin="2046,-2606" coordsize="8,2">
              <v:shape style="position:absolute;left:2046;top:-2606;width:8;height:2" coordorigin="2046,-2606" coordsize="8,0" path="m2046,-2606l2053,-2606e" filled="false" stroked="true" strokeweight=".48pt" strokecolor="#000000">
                <v:path arrowok="t"/>
              </v:shape>
            </v:group>
            <v:group style="position:absolute;left:2046;top:-2582;width:8;height:2" coordorigin="2046,-2582" coordsize="8,2">
              <v:shape style="position:absolute;left:2046;top:-2582;width:8;height:2" coordorigin="2046,-2582" coordsize="8,0" path="m2046,-2582l2053,-2582e" filled="false" stroked="true" strokeweight=".479pt" strokecolor="#000000">
                <v:path arrowok="t"/>
              </v:shape>
            </v:group>
            <v:group style="position:absolute;left:2046;top:-2558;width:8;height:2" coordorigin="2046,-2558" coordsize="8,2">
              <v:shape style="position:absolute;left:2046;top:-2558;width:8;height:2" coordorigin="2046,-2558" coordsize="8,0" path="m2046,-2558l2053,-2558e" filled="false" stroked="true" strokeweight=".48pt" strokecolor="#000000">
                <v:path arrowok="t"/>
              </v:shape>
            </v:group>
            <v:group style="position:absolute;left:2046;top:-2534;width:8;height:2" coordorigin="2046,-2534" coordsize="8,2">
              <v:shape style="position:absolute;left:2046;top:-2534;width:8;height:2" coordorigin="2046,-2534" coordsize="8,0" path="m2046,-2534l2053,-2534e" filled="false" stroked="true" strokeweight=".48pt" strokecolor="#000000">
                <v:path arrowok="t"/>
              </v:shape>
            </v:group>
            <v:group style="position:absolute;left:2046;top:-2510;width:8;height:2" coordorigin="2046,-2510" coordsize="8,2">
              <v:shape style="position:absolute;left:2046;top:-2510;width:8;height:2" coordorigin="2046,-2510" coordsize="8,0" path="m2046,-2510l2053,-2510e" filled="false" stroked="true" strokeweight=".48pt" strokecolor="#000000">
                <v:path arrowok="t"/>
              </v:shape>
            </v:group>
            <v:group style="position:absolute;left:2046;top:-2486;width:8;height:2" coordorigin="2046,-2486" coordsize="8,2">
              <v:shape style="position:absolute;left:2046;top:-2486;width:8;height:2" coordorigin="2046,-2486" coordsize="8,0" path="m2046,-2486l2053,-2486e" filled="false" stroked="true" strokeweight=".48pt" strokecolor="#000000">
                <v:path arrowok="t"/>
              </v:shape>
            </v:group>
            <v:group style="position:absolute;left:2046;top:-2462;width:8;height:2" coordorigin="2046,-2462" coordsize="8,2">
              <v:shape style="position:absolute;left:2046;top:-2462;width:8;height:2" coordorigin="2046,-2462" coordsize="8,0" path="m2046,-2462l2053,-2462e" filled="false" stroked="true" strokeweight=".48pt" strokecolor="#000000">
                <v:path arrowok="t"/>
              </v:shape>
            </v:group>
            <v:group style="position:absolute;left:2046;top:-2438;width:8;height:2" coordorigin="2046,-2438" coordsize="8,2">
              <v:shape style="position:absolute;left:2046;top:-2438;width:8;height:2" coordorigin="2046,-2438" coordsize="8,0" path="m2046,-2438l2053,-2438e" filled="false" stroked="true" strokeweight=".48pt" strokecolor="#000000">
                <v:path arrowok="t"/>
              </v:shape>
            </v:group>
            <v:group style="position:absolute;left:2046;top:-2414;width:8;height:2" coordorigin="2046,-2414" coordsize="8,2">
              <v:shape style="position:absolute;left:2046;top:-2414;width:8;height:2" coordorigin="2046,-2414" coordsize="8,0" path="m2046,-2414l2053,-2414e" filled="false" stroked="true" strokeweight=".48pt" strokecolor="#000000">
                <v:path arrowok="t"/>
              </v:shape>
            </v:group>
            <v:group style="position:absolute;left:2046;top:-2390;width:8;height:2" coordorigin="2046,-2390" coordsize="8,2">
              <v:shape style="position:absolute;left:2046;top:-2390;width:8;height:2" coordorigin="2046,-2390" coordsize="8,0" path="m2046,-2390l2053,-2390e" filled="false" stroked="true" strokeweight=".48pt" strokecolor="#000000">
                <v:path arrowok="t"/>
              </v:shape>
            </v:group>
            <v:group style="position:absolute;left:2046;top:-2366;width:8;height:2" coordorigin="2046,-2366" coordsize="8,2">
              <v:shape style="position:absolute;left:2046;top:-2366;width:8;height:2" coordorigin="2046,-2366" coordsize="8,0" path="m2046,-2366l2053,-2366e" filled="false" stroked="true" strokeweight=".48pt" strokecolor="#000000">
                <v:path arrowok="t"/>
              </v:shape>
            </v:group>
            <v:group style="position:absolute;left:2046;top:-2342;width:8;height:2" coordorigin="2046,-2342" coordsize="8,2">
              <v:shape style="position:absolute;left:2046;top:-2342;width:8;height:2" coordorigin="2046,-2342" coordsize="8,0" path="m2046,-2342l2053,-2342e" filled="false" stroked="true" strokeweight=".48pt" strokecolor="#000000">
                <v:path arrowok="t"/>
              </v:shape>
            </v:group>
            <v:group style="position:absolute;left:2046;top:-2318;width:8;height:2" coordorigin="2046,-2318" coordsize="8,2">
              <v:shape style="position:absolute;left:2046;top:-2318;width:8;height:2" coordorigin="2046,-2318" coordsize="8,0" path="m2046,-2318l2053,-2318e" filled="false" stroked="true" strokeweight=".48pt" strokecolor="#000000">
                <v:path arrowok="t"/>
              </v:shape>
            </v:group>
            <v:group style="position:absolute;left:2046;top:-2294;width:8;height:2" coordorigin="2046,-2294" coordsize="8,2">
              <v:shape style="position:absolute;left:2046;top:-2294;width:8;height:2" coordorigin="2046,-2294" coordsize="8,0" path="m2046,-2294l2053,-2294e" filled="false" stroked="true" strokeweight=".48pt" strokecolor="#000000">
                <v:path arrowok="t"/>
              </v:shape>
            </v:group>
            <v:group style="position:absolute;left:2046;top:-2270;width:8;height:2" coordorigin="2046,-2270" coordsize="8,2">
              <v:shape style="position:absolute;left:2046;top:-2270;width:8;height:2" coordorigin="2046,-2270" coordsize="8,0" path="m2046,-2270l2053,-2270e" filled="false" stroked="true" strokeweight=".48pt" strokecolor="#000000">
                <v:path arrowok="t"/>
              </v:shape>
            </v:group>
            <v:group style="position:absolute;left:2046;top:-2246;width:8;height:2" coordorigin="2046,-2246" coordsize="8,2">
              <v:shape style="position:absolute;left:2046;top:-2246;width:8;height:2" coordorigin="2046,-2246" coordsize="8,0" path="m2046,-2246l2053,-2246e" filled="false" stroked="true" strokeweight=".48pt" strokecolor="#000000">
                <v:path arrowok="t"/>
              </v:shape>
            </v:group>
            <v:group style="position:absolute;left:2046;top:-2222;width:8;height:2" coordorigin="2046,-2222" coordsize="8,2">
              <v:shape style="position:absolute;left:2046;top:-2222;width:8;height:2" coordorigin="2046,-2222" coordsize="8,0" path="m2046,-2222l2053,-2222e" filled="false" stroked="true" strokeweight=".48pt" strokecolor="#000000">
                <v:path arrowok="t"/>
              </v:shape>
            </v:group>
            <v:group style="position:absolute;left:2046;top:-2198;width:8;height:2" coordorigin="2046,-2198" coordsize="8,2">
              <v:shape style="position:absolute;left:2046;top:-2198;width:8;height:2" coordorigin="2046,-2198" coordsize="8,0" path="m2046,-2198l2053,-2198e" filled="false" stroked="true" strokeweight=".48pt" strokecolor="#000000">
                <v:path arrowok="t"/>
              </v:shape>
            </v:group>
            <v:group style="position:absolute;left:2046;top:-2174;width:8;height:2" coordorigin="2046,-2174" coordsize="8,2">
              <v:shape style="position:absolute;left:2046;top:-2174;width:8;height:2" coordorigin="2046,-2174" coordsize="8,0" path="m2046,-2174l2053,-2174e" filled="false" stroked="true" strokeweight=".48pt" strokecolor="#000000">
                <v:path arrowok="t"/>
              </v:shape>
            </v:group>
            <v:group style="position:absolute;left:2046;top:-2150;width:8;height:2" coordorigin="2046,-2150" coordsize="8,2">
              <v:shape style="position:absolute;left:2046;top:-2150;width:8;height:2" coordorigin="2046,-2150" coordsize="8,0" path="m2046,-2150l2053,-2150e" filled="false" stroked="true" strokeweight=".48pt" strokecolor="#000000">
                <v:path arrowok="t"/>
              </v:shape>
            </v:group>
            <v:group style="position:absolute;left:2046;top:-2126;width:8;height:2" coordorigin="2046,-2126" coordsize="8,2">
              <v:shape style="position:absolute;left:2046;top:-2126;width:8;height:2" coordorigin="2046,-2126" coordsize="8,0" path="m2046,-2126l2053,-2126e" filled="false" stroked="true" strokeweight=".48pt" strokecolor="#000000">
                <v:path arrowok="t"/>
              </v:shape>
            </v:group>
            <v:group style="position:absolute;left:2046;top:-2102;width:8;height:2" coordorigin="2046,-2102" coordsize="8,2">
              <v:shape style="position:absolute;left:2046;top:-2102;width:8;height:2" coordorigin="2046,-2102" coordsize="8,0" path="m2046,-2102l2053,-2102e" filled="false" stroked="true" strokeweight=".48pt" strokecolor="#000000">
                <v:path arrowok="t"/>
              </v:shape>
            </v:group>
            <v:group style="position:absolute;left:2046;top:-2078;width:8;height:2" coordorigin="2046,-2078" coordsize="8,2">
              <v:shape style="position:absolute;left:2046;top:-2078;width:8;height:2" coordorigin="2046,-2078" coordsize="8,0" path="m2046,-2078l2053,-2078e" filled="false" stroked="true" strokeweight=".48pt" strokecolor="#000000">
                <v:path arrowok="t"/>
              </v:shape>
            </v:group>
            <v:group style="position:absolute;left:2046;top:-2054;width:8;height:2" coordorigin="2046,-2054" coordsize="8,2">
              <v:shape style="position:absolute;left:2046;top:-2054;width:8;height:2" coordorigin="2046,-2054" coordsize="8,0" path="m2046,-2054l2053,-2054e" filled="false" stroked="true" strokeweight=".48pt" strokecolor="#000000">
                <v:path arrowok="t"/>
              </v:shape>
            </v:group>
            <v:group style="position:absolute;left:2046;top:-2030;width:8;height:2" coordorigin="2046,-2030" coordsize="8,2">
              <v:shape style="position:absolute;left:2046;top:-2030;width:8;height:2" coordorigin="2046,-2030" coordsize="8,0" path="m2046,-2030l2053,-2030e" filled="false" stroked="true" strokeweight=".48pt" strokecolor="#000000">
                <v:path arrowok="t"/>
              </v:shape>
            </v:group>
            <v:group style="position:absolute;left:2046;top:-2006;width:8;height:2" coordorigin="2046,-2006" coordsize="8,2">
              <v:shape style="position:absolute;left:2046;top:-2006;width:8;height:2" coordorigin="2046,-2006" coordsize="8,0" path="m2046,-2006l2053,-2006e" filled="false" stroked="true" strokeweight=".48pt" strokecolor="#000000">
                <v:path arrowok="t"/>
              </v:shape>
            </v:group>
            <v:group style="position:absolute;left:2046;top:-1982;width:8;height:2" coordorigin="2046,-1982" coordsize="8,2">
              <v:shape style="position:absolute;left:2046;top:-1982;width:8;height:2" coordorigin="2046,-1982" coordsize="8,0" path="m2046,-1982l2053,-1982e" filled="false" stroked="true" strokeweight=".48pt" strokecolor="#000000">
                <v:path arrowok="t"/>
              </v:shape>
            </v:group>
            <v:group style="position:absolute;left:2046;top:-1958;width:8;height:2" coordorigin="2046,-1958" coordsize="8,2">
              <v:shape style="position:absolute;left:2046;top:-1958;width:8;height:2" coordorigin="2046,-1958" coordsize="8,0" path="m2046,-1958l2053,-1958e" filled="false" stroked="true" strokeweight=".48pt" strokecolor="#000000">
                <v:path arrowok="t"/>
              </v:shape>
            </v:group>
            <v:group style="position:absolute;left:2046;top:-1934;width:8;height:2" coordorigin="2046,-1934" coordsize="8,2">
              <v:shape style="position:absolute;left:2046;top:-1934;width:8;height:2" coordorigin="2046,-1934" coordsize="8,0" path="m2046,-1934l2053,-1934e" filled="false" stroked="true" strokeweight=".48pt" strokecolor="#000000">
                <v:path arrowok="t"/>
              </v:shape>
            </v:group>
            <v:group style="position:absolute;left:2046;top:-1910;width:8;height:2" coordorigin="2046,-1910" coordsize="8,2">
              <v:shape style="position:absolute;left:2046;top:-1910;width:8;height:2" coordorigin="2046,-1910" coordsize="8,0" path="m2046,-1910l2053,-1910e" filled="false" stroked="true" strokeweight=".48pt" strokecolor="#000000">
                <v:path arrowok="t"/>
              </v:shape>
            </v:group>
            <v:group style="position:absolute;left:2046;top:-1886;width:8;height:2" coordorigin="2046,-1886" coordsize="8,2">
              <v:shape style="position:absolute;left:2046;top:-1886;width:8;height:2" coordorigin="2046,-1886" coordsize="8,0" path="m2046,-1886l2053,-1886e" filled="false" stroked="true" strokeweight=".48pt" strokecolor="#000000">
                <v:path arrowok="t"/>
              </v:shape>
            </v:group>
            <v:group style="position:absolute;left:2046;top:-1862;width:8;height:2" coordorigin="2046,-1862" coordsize="8,2">
              <v:shape style="position:absolute;left:2046;top:-1862;width:8;height:2" coordorigin="2046,-1862" coordsize="8,0" path="m2046,-1862l2053,-1862e" filled="false" stroked="true" strokeweight=".48pt" strokecolor="#000000">
                <v:path arrowok="t"/>
              </v:shape>
            </v:group>
            <v:group style="position:absolute;left:2046;top:-1838;width:8;height:2" coordorigin="2046,-1838" coordsize="8,2">
              <v:shape style="position:absolute;left:2046;top:-1838;width:8;height:2" coordorigin="2046,-1838" coordsize="8,0" path="m2046,-1838l2053,-1838e" filled="false" stroked="true" strokeweight=".479pt" strokecolor="#000000">
                <v:path arrowok="t"/>
              </v:shape>
            </v:group>
            <v:group style="position:absolute;left:2046;top:-1814;width:8;height:2" coordorigin="2046,-1814" coordsize="8,2">
              <v:shape style="position:absolute;left:2046;top:-1814;width:8;height:2" coordorigin="2046,-1814" coordsize="8,0" path="m2046,-1814l2053,-1814e" filled="false" stroked="true" strokeweight=".48pt" strokecolor="#000000">
                <v:path arrowok="t"/>
              </v:shape>
            </v:group>
            <v:group style="position:absolute;left:2046;top:-1790;width:8;height:2" coordorigin="2046,-1790" coordsize="8,2">
              <v:shape style="position:absolute;left:2046;top:-1790;width:8;height:2" coordorigin="2046,-1790" coordsize="8,0" path="m2046,-1790l2053,-1790e" filled="false" stroked="true" strokeweight=".48pt" strokecolor="#000000">
                <v:path arrowok="t"/>
              </v:shape>
            </v:group>
            <v:group style="position:absolute;left:2046;top:-1766;width:8;height:2" coordorigin="2046,-1766" coordsize="8,2">
              <v:shape style="position:absolute;left:2046;top:-1766;width:8;height:2" coordorigin="2046,-1766" coordsize="8,0" path="m2046,-1766l2053,-1766e" filled="false" stroked="true" strokeweight=".48pt" strokecolor="#000000">
                <v:path arrowok="t"/>
              </v:shape>
            </v:group>
            <v:group style="position:absolute;left:2046;top:-1718;width:8;height:2" coordorigin="2046,-1718" coordsize="8,2">
              <v:shape style="position:absolute;left:2046;top:-1718;width:8;height:2" coordorigin="2046,-1718" coordsize="8,0" path="m2046,-1718l2053,-1718e" filled="false" stroked="true" strokeweight=".48pt" strokecolor="#000000">
                <v:path arrowok="t"/>
              </v:shape>
            </v:group>
            <v:group style="position:absolute;left:2046;top:-1694;width:8;height:2" coordorigin="2046,-1694" coordsize="8,2">
              <v:shape style="position:absolute;left:2046;top:-1694;width:8;height:2" coordorigin="2046,-1694" coordsize="8,0" path="m2046,-1694l2053,-1694e" filled="false" stroked="true" strokeweight=".48pt" strokecolor="#000000">
                <v:path arrowok="t"/>
              </v:shape>
            </v:group>
            <v:group style="position:absolute;left:2046;top:-1670;width:8;height:2" coordorigin="2046,-1670" coordsize="8,2">
              <v:shape style="position:absolute;left:2046;top:-1670;width:8;height:2" coordorigin="2046,-1670" coordsize="8,0" path="m2046,-1670l2053,-1670e" filled="false" stroked="true" strokeweight=".48pt" strokecolor="#000000">
                <v:path arrowok="t"/>
              </v:shape>
            </v:group>
            <v:group style="position:absolute;left:2046;top:-1646;width:8;height:2" coordorigin="2046,-1646" coordsize="8,2">
              <v:shape style="position:absolute;left:2046;top:-1646;width:8;height:2" coordorigin="2046,-1646" coordsize="8,0" path="m2046,-1646l2053,-1646e" filled="false" stroked="true" strokeweight=".48pt" strokecolor="#000000">
                <v:path arrowok="t"/>
              </v:shape>
            </v:group>
            <v:group style="position:absolute;left:2046;top:-1622;width:8;height:2" coordorigin="2046,-1622" coordsize="8,2">
              <v:shape style="position:absolute;left:2046;top:-1622;width:8;height:2" coordorigin="2046,-1622" coordsize="8,0" path="m2046,-1622l2053,-1622e" filled="false" stroked="true" strokeweight=".48pt" strokecolor="#000000">
                <v:path arrowok="t"/>
              </v:shape>
            </v:group>
            <v:group style="position:absolute;left:2046;top:-1598;width:8;height:2" coordorigin="2046,-1598" coordsize="8,2">
              <v:shape style="position:absolute;left:2046;top:-1598;width:8;height:2" coordorigin="2046,-1598" coordsize="8,0" path="m2046,-1598l2053,-1598e" filled="false" stroked="true" strokeweight=".48pt" strokecolor="#000000">
                <v:path arrowok="t"/>
              </v:shape>
            </v:group>
            <v:group style="position:absolute;left:2046;top:-1574;width:8;height:2" coordorigin="2046,-1574" coordsize="8,2">
              <v:shape style="position:absolute;left:2046;top:-1574;width:8;height:2" coordorigin="2046,-1574" coordsize="8,0" path="m2046,-1574l2053,-1574e" filled="false" stroked="true" strokeweight=".48pt" strokecolor="#000000">
                <v:path arrowok="t"/>
              </v:shape>
            </v:group>
            <v:group style="position:absolute;left:2046;top:-1550;width:8;height:2" coordorigin="2046,-1550" coordsize="8,2">
              <v:shape style="position:absolute;left:2046;top:-1550;width:8;height:2" coordorigin="2046,-1550" coordsize="8,0" path="m2046,-1550l2053,-1550e" filled="false" stroked="true" strokeweight=".48pt" strokecolor="#000000">
                <v:path arrowok="t"/>
              </v:shape>
            </v:group>
            <v:group style="position:absolute;left:2046;top:-1526;width:8;height:2" coordorigin="2046,-1526" coordsize="8,2">
              <v:shape style="position:absolute;left:2046;top:-1526;width:8;height:2" coordorigin="2046,-1526" coordsize="8,0" path="m2046,-1526l2053,-1526e" filled="false" stroked="true" strokeweight=".48pt" strokecolor="#000000">
                <v:path arrowok="t"/>
              </v:shape>
            </v:group>
            <v:group style="position:absolute;left:2046;top:-1502;width:8;height:2" coordorigin="2046,-1502" coordsize="8,2">
              <v:shape style="position:absolute;left:2046;top:-1502;width:8;height:2" coordorigin="2046,-1502" coordsize="8,0" path="m2046,-1502l2053,-1502e" filled="false" stroked="true" strokeweight=".48pt" strokecolor="#000000">
                <v:path arrowok="t"/>
              </v:shape>
            </v:group>
            <v:group style="position:absolute;left:2046;top:-1478;width:8;height:2" coordorigin="2046,-1478" coordsize="8,2">
              <v:shape style="position:absolute;left:2046;top:-1478;width:8;height:2" coordorigin="2046,-1478" coordsize="8,0" path="m2046,-1478l2053,-1478e" filled="false" stroked="true" strokeweight=".48pt" strokecolor="#000000">
                <v:path arrowok="t"/>
              </v:shape>
            </v:group>
            <v:group style="position:absolute;left:2046;top:-1454;width:8;height:2" coordorigin="2046,-1454" coordsize="8,2">
              <v:shape style="position:absolute;left:2046;top:-1454;width:8;height:2" coordorigin="2046,-1454" coordsize="8,0" path="m2046,-1454l2053,-1454e" filled="false" stroked="true" strokeweight=".48pt" strokecolor="#000000">
                <v:path arrowok="t"/>
              </v:shape>
            </v:group>
            <v:group style="position:absolute;left:2046;top:-1430;width:8;height:2" coordorigin="2046,-1430" coordsize="8,2">
              <v:shape style="position:absolute;left:2046;top:-1430;width:8;height:2" coordorigin="2046,-1430" coordsize="8,0" path="m2046,-1430l2053,-1430e" filled="false" stroked="true" strokeweight=".48pt" strokecolor="#000000">
                <v:path arrowok="t"/>
              </v:shape>
            </v:group>
            <v:group style="position:absolute;left:2046;top:-1406;width:8;height:2" coordorigin="2046,-1406" coordsize="8,2">
              <v:shape style="position:absolute;left:2046;top:-1406;width:8;height:2" coordorigin="2046,-1406" coordsize="8,0" path="m2046,-1406l2053,-1406e" filled="false" stroked="true" strokeweight=".48pt" strokecolor="#000000">
                <v:path arrowok="t"/>
              </v:shape>
            </v:group>
            <v:group style="position:absolute;left:2046;top:-1382;width:8;height:2" coordorigin="2046,-1382" coordsize="8,2">
              <v:shape style="position:absolute;left:2046;top:-1382;width:8;height:2" coordorigin="2046,-1382" coordsize="8,0" path="m2046,-1382l2053,-1382e" filled="false" stroked="true" strokeweight=".48pt" strokecolor="#000000">
                <v:path arrowok="t"/>
              </v:shape>
            </v:group>
            <v:group style="position:absolute;left:2046;top:-1358;width:8;height:2" coordorigin="2046,-1358" coordsize="8,2">
              <v:shape style="position:absolute;left:2046;top:-1358;width:8;height:2" coordorigin="2046,-1358" coordsize="8,0" path="m2046,-1358l2053,-1358e" filled="false" stroked="true" strokeweight=".48pt" strokecolor="#000000">
                <v:path arrowok="t"/>
              </v:shape>
            </v:group>
            <v:group style="position:absolute;left:2046;top:-1334;width:8;height:2" coordorigin="2046,-1334" coordsize="8,2">
              <v:shape style="position:absolute;left:2046;top:-1334;width:8;height:2" coordorigin="2046,-1334" coordsize="8,0" path="m2046,-1334l2053,-1334e" filled="false" stroked="true" strokeweight=".48pt" strokecolor="#000000">
                <v:path arrowok="t"/>
              </v:shape>
            </v:group>
            <v:group style="position:absolute;left:2046;top:-1310;width:8;height:2" coordorigin="2046,-1310" coordsize="8,2">
              <v:shape style="position:absolute;left:2046;top:-1310;width:8;height:2" coordorigin="2046,-1310" coordsize="8,0" path="m2046,-1310l2053,-1310e" filled="false" stroked="true" strokeweight=".48pt" strokecolor="#000000">
                <v:path arrowok="t"/>
              </v:shape>
            </v:group>
            <v:group style="position:absolute;left:2046;top:-1286;width:8;height:2" coordorigin="2046,-1286" coordsize="8,2">
              <v:shape style="position:absolute;left:2046;top:-1286;width:8;height:2" coordorigin="2046,-1286" coordsize="8,0" path="m2046,-1286l2053,-1286e" filled="false" stroked="true" strokeweight=".48pt" strokecolor="#000000">
                <v:path arrowok="t"/>
              </v:shape>
            </v:group>
            <v:group style="position:absolute;left:2046;top:-1262;width:8;height:2" coordorigin="2046,-1262" coordsize="8,2">
              <v:shape style="position:absolute;left:2046;top:-1262;width:8;height:2" coordorigin="2046,-1262" coordsize="8,0" path="m2046,-1262l2053,-1262e" filled="false" stroked="true" strokeweight=".48pt" strokecolor="#000000">
                <v:path arrowok="t"/>
              </v:shape>
            </v:group>
            <v:group style="position:absolute;left:2046;top:-1238;width:8;height:2" coordorigin="2046,-1238" coordsize="8,2">
              <v:shape style="position:absolute;left:2046;top:-1238;width:8;height:2" coordorigin="2046,-1238" coordsize="8,0" path="m2046,-1238l2053,-1238e" filled="false" stroked="true" strokeweight=".48pt" strokecolor="#000000">
                <v:path arrowok="t"/>
              </v:shape>
            </v:group>
            <v:group style="position:absolute;left:2046;top:-1214;width:8;height:2" coordorigin="2046,-1214" coordsize="8,2">
              <v:shape style="position:absolute;left:2046;top:-1214;width:8;height:2" coordorigin="2046,-1214" coordsize="8,0" path="m2046,-1214l2053,-1214e" filled="false" stroked="true" strokeweight=".48pt" strokecolor="#000000">
                <v:path arrowok="t"/>
              </v:shape>
            </v:group>
            <v:group style="position:absolute;left:2046;top:-1190;width:8;height:2" coordorigin="2046,-1190" coordsize="8,2">
              <v:shape style="position:absolute;left:2046;top:-1190;width:8;height:2" coordorigin="2046,-1190" coordsize="8,0" path="m2046,-1190l2053,-1190e" filled="false" stroked="true" strokeweight=".48pt" strokecolor="#000000">
                <v:path arrowok="t"/>
              </v:shape>
            </v:group>
            <v:group style="position:absolute;left:2046;top:-1166;width:8;height:2" coordorigin="2046,-1166" coordsize="8,2">
              <v:shape style="position:absolute;left:2046;top:-1166;width:8;height:2" coordorigin="2046,-1166" coordsize="8,0" path="m2046,-1166l2053,-1166e" filled="false" stroked="true" strokeweight=".48pt" strokecolor="#000000">
                <v:path arrowok="t"/>
              </v:shape>
            </v:group>
            <v:group style="position:absolute;left:2046;top:-1142;width:8;height:2" coordorigin="2046,-1142" coordsize="8,2">
              <v:shape style="position:absolute;left:2046;top:-1142;width:8;height:2" coordorigin="2046,-1142" coordsize="8,0" path="m2046,-1142l2053,-1142e" filled="false" stroked="true" strokeweight=".48pt" strokecolor="#000000">
                <v:path arrowok="t"/>
              </v:shape>
            </v:group>
            <v:group style="position:absolute;left:2046;top:-1118;width:8;height:2" coordorigin="2046,-1118" coordsize="8,2">
              <v:shape style="position:absolute;left:2046;top:-1118;width:8;height:2" coordorigin="2046,-1118" coordsize="8,0" path="m2046,-1118l2053,-1118e" filled="false" stroked="true" strokeweight=".48pt" strokecolor="#000000">
                <v:path arrowok="t"/>
              </v:shape>
            </v:group>
            <v:group style="position:absolute;left:2046;top:-1094;width:8;height:2" coordorigin="2046,-1094" coordsize="8,2">
              <v:shape style="position:absolute;left:2046;top:-1094;width:8;height:2" coordorigin="2046,-1094" coordsize="8,0" path="m2046,-1094l2053,-1094e" filled="false" stroked="true" strokeweight=".48pt" strokecolor="#000000">
                <v:path arrowok="t"/>
              </v:shape>
            </v:group>
            <v:group style="position:absolute;left:2046;top:-1070;width:8;height:2" coordorigin="2046,-1070" coordsize="8,2">
              <v:shape style="position:absolute;left:2046;top:-1070;width:8;height:2" coordorigin="2046,-1070" coordsize="8,0" path="m2046,-1070l2053,-1070e" filled="false" stroked="true" strokeweight=".48pt" strokecolor="#000000">
                <v:path arrowok="t"/>
              </v:shape>
            </v:group>
            <v:group style="position:absolute;left:2046;top:-1046;width:8;height:2" coordorigin="2046,-1046" coordsize="8,2">
              <v:shape style="position:absolute;left:2046;top:-1046;width:8;height:2" coordorigin="2046,-1046" coordsize="8,0" path="m2046,-1046l2053,-1046e" filled="false" stroked="true" strokeweight=".48pt" strokecolor="#000000">
                <v:path arrowok="t"/>
              </v:shape>
            </v:group>
            <v:group style="position:absolute;left:2046;top:-1022;width:8;height:2" coordorigin="2046,-1022" coordsize="8,2">
              <v:shape style="position:absolute;left:2046;top:-1022;width:8;height:2" coordorigin="2046,-1022" coordsize="8,0" path="m2046,-1022l2053,-1022e" filled="false" stroked="true" strokeweight=".48pt" strokecolor="#000000">
                <v:path arrowok="t"/>
              </v:shape>
            </v:group>
            <v:group style="position:absolute;left:2046;top:-998;width:8;height:2" coordorigin="2046,-998" coordsize="8,2">
              <v:shape style="position:absolute;left:2046;top:-998;width:8;height:2" coordorigin="2046,-998" coordsize="8,0" path="m2046,-998l2053,-998e" filled="false" stroked="true" strokeweight=".48pt" strokecolor="#000000">
                <v:path arrowok="t"/>
              </v:shape>
            </v:group>
            <v:group style="position:absolute;left:2046;top:-974;width:8;height:2" coordorigin="2046,-974" coordsize="8,2">
              <v:shape style="position:absolute;left:2046;top:-974;width:8;height:2" coordorigin="2046,-974" coordsize="8,0" path="m2046,-974l2053,-974e" filled="false" stroked="true" strokeweight=".48pt" strokecolor="#000000">
                <v:path arrowok="t"/>
              </v:shape>
            </v:group>
            <v:group style="position:absolute;left:2046;top:-950;width:8;height:2" coordorigin="2046,-950" coordsize="8,2">
              <v:shape style="position:absolute;left:2046;top:-950;width:8;height:2" coordorigin="2046,-950" coordsize="8,0" path="m2046,-950l2053,-950e" filled="false" stroked="true" strokeweight=".48pt" strokecolor="#000000">
                <v:path arrowok="t"/>
              </v:shape>
            </v:group>
            <v:group style="position:absolute;left:2046;top:-926;width:8;height:2" coordorigin="2046,-926" coordsize="8,2">
              <v:shape style="position:absolute;left:2046;top:-926;width:8;height:2" coordorigin="2046,-926" coordsize="8,0" path="m2046,-926l2053,-926e" filled="false" stroked="true" strokeweight=".48pt" strokecolor="#000000">
                <v:path arrowok="t"/>
              </v:shape>
            </v:group>
            <v:group style="position:absolute;left:2046;top:-902;width:8;height:2" coordorigin="2046,-902" coordsize="8,2">
              <v:shape style="position:absolute;left:2046;top:-902;width:8;height:2" coordorigin="2046,-902" coordsize="8,0" path="m2046,-902l2053,-902e" filled="false" stroked="true" strokeweight=".48pt" strokecolor="#000000">
                <v:path arrowok="t"/>
              </v:shape>
            </v:group>
            <v:group style="position:absolute;left:2046;top:-878;width:8;height:2" coordorigin="2046,-878" coordsize="8,2">
              <v:shape style="position:absolute;left:2046;top:-878;width:8;height:2" coordorigin="2046,-878" coordsize="8,0" path="m2046,-878l2053,-878e" filled="false" stroked="true" strokeweight=".48pt" strokecolor="#000000">
                <v:path arrowok="t"/>
              </v:shape>
            </v:group>
            <v:group style="position:absolute;left:2046;top:-854;width:8;height:2" coordorigin="2046,-854" coordsize="8,2">
              <v:shape style="position:absolute;left:2046;top:-854;width:8;height:2" coordorigin="2046,-854" coordsize="8,0" path="m2046,-854l2053,-854e" filled="false" stroked="true" strokeweight=".48pt" strokecolor="#000000">
                <v:path arrowok="t"/>
              </v:shape>
            </v:group>
            <v:group style="position:absolute;left:2046;top:-830;width:8;height:2" coordorigin="2046,-830" coordsize="8,2">
              <v:shape style="position:absolute;left:2046;top:-830;width:8;height:2" coordorigin="2046,-830" coordsize="8,0" path="m2046,-830l2053,-830e" filled="false" stroked="true" strokeweight=".48pt" strokecolor="#000000">
                <v:path arrowok="t"/>
              </v:shape>
            </v:group>
            <v:group style="position:absolute;left:2046;top:-806;width:8;height:2" coordorigin="2046,-806" coordsize="8,2">
              <v:shape style="position:absolute;left:2046;top:-806;width:8;height:2" coordorigin="2046,-806" coordsize="8,0" path="m2046,-806l2053,-806e" filled="false" stroked="true" strokeweight=".48pt" strokecolor="#000000">
                <v:path arrowok="t"/>
              </v:shape>
            </v:group>
            <v:group style="position:absolute;left:2046;top:-782;width:8;height:2" coordorigin="2046,-782" coordsize="8,2">
              <v:shape style="position:absolute;left:2046;top:-782;width:8;height:2" coordorigin="2046,-782" coordsize="8,0" path="m2046,-782l2053,-782e" filled="false" stroked="true" strokeweight=".48pt" strokecolor="#000000">
                <v:path arrowok="t"/>
              </v:shape>
            </v:group>
            <v:group style="position:absolute;left:2046;top:-758;width:8;height:2" coordorigin="2046,-758" coordsize="8,2">
              <v:shape style="position:absolute;left:2046;top:-758;width:8;height:2" coordorigin="2046,-758" coordsize="8,0" path="m2046,-758l2053,-758e" filled="false" stroked="true" strokeweight=".48pt" strokecolor="#000000">
                <v:path arrowok="t"/>
              </v:shape>
            </v:group>
            <v:group style="position:absolute;left:2046;top:-734;width:8;height:2" coordorigin="2046,-734" coordsize="8,2">
              <v:shape style="position:absolute;left:2046;top:-734;width:8;height:2" coordorigin="2046,-734" coordsize="8,0" path="m2046,-734l2053,-734e" filled="false" stroked="true" strokeweight=".479pt" strokecolor="#000000">
                <v:path arrowok="t"/>
              </v:shape>
            </v:group>
            <v:group style="position:absolute;left:2046;top:-710;width:8;height:2" coordorigin="2046,-710" coordsize="8,2">
              <v:shape style="position:absolute;left:2046;top:-710;width:8;height:2" coordorigin="2046,-710" coordsize="8,0" path="m2046,-710l2053,-710e" filled="false" stroked="true" strokeweight=".48pt" strokecolor="#000000">
                <v:path arrowok="t"/>
              </v:shape>
            </v:group>
            <v:group style="position:absolute;left:2046;top:-686;width:8;height:2" coordorigin="2046,-686" coordsize="8,2">
              <v:shape style="position:absolute;left:2046;top:-686;width:8;height:2" coordorigin="2046,-686" coordsize="8,0" path="m2046,-686l2053,-686e" filled="false" stroked="true" strokeweight=".48pt" strokecolor="#000000">
                <v:path arrowok="t"/>
              </v:shape>
            </v:group>
            <v:group style="position:absolute;left:2046;top:-662;width:8;height:2" coordorigin="2046,-662" coordsize="8,2">
              <v:shape style="position:absolute;left:2046;top:-662;width:8;height:2" coordorigin="2046,-662" coordsize="8,0" path="m2046,-662l2053,-662e" filled="false" stroked="true" strokeweight=".48pt" strokecolor="#000000">
                <v:path arrowok="t"/>
              </v:shape>
            </v:group>
            <v:group style="position:absolute;left:2046;top:-638;width:8;height:2" coordorigin="2046,-638" coordsize="8,2">
              <v:shape style="position:absolute;left:2046;top:-638;width:8;height:2" coordorigin="2046,-638" coordsize="8,0" path="m2046,-638l2053,-638e" filled="false" stroked="true" strokeweight=".48pt" strokecolor="#000000">
                <v:path arrowok="t"/>
              </v:shape>
            </v:group>
            <v:group style="position:absolute;left:4084;top:-10012;width:8;height:2" coordorigin="4084,-10012" coordsize="8,2">
              <v:shape style="position:absolute;left:4084;top:-10012;width:8;height:2" coordorigin="4084,-10012" coordsize="8,0" path="m4084,-10012l4091,-10012e" filled="false" stroked="true" strokeweight=".48pt" strokecolor="#000000">
                <v:path arrowok="t"/>
              </v:shape>
            </v:group>
            <v:group style="position:absolute;left:4084;top:-9988;width:8;height:2" coordorigin="4084,-9988" coordsize="8,2">
              <v:shape style="position:absolute;left:4084;top:-9988;width:8;height:2" coordorigin="4084,-9988" coordsize="8,0" path="m4084,-9988l4091,-9988e" filled="false" stroked="true" strokeweight=".48pt" strokecolor="#000000">
                <v:path arrowok="t"/>
              </v:shape>
            </v:group>
            <v:group style="position:absolute;left:4084;top:-9964;width:8;height:2" coordorigin="4084,-9964" coordsize="8,2">
              <v:shape style="position:absolute;left:4084;top:-9964;width:8;height:2" coordorigin="4084,-9964" coordsize="8,0" path="m4084,-9964l4091,-9964e" filled="false" stroked="true" strokeweight=".48pt" strokecolor="#000000">
                <v:path arrowok="t"/>
              </v:shape>
            </v:group>
            <v:group style="position:absolute;left:4084;top:-9940;width:8;height:2" coordorigin="4084,-9940" coordsize="8,2">
              <v:shape style="position:absolute;left:4084;top:-9940;width:8;height:2" coordorigin="4084,-9940" coordsize="8,0" path="m4084,-9940l4091,-9940e" filled="false" stroked="true" strokeweight=".48pt" strokecolor="#000000">
                <v:path arrowok="t"/>
              </v:shape>
            </v:group>
            <v:group style="position:absolute;left:4084;top:-9916;width:8;height:2" coordorigin="4084,-9916" coordsize="8,2">
              <v:shape style="position:absolute;left:4084;top:-9916;width:8;height:2" coordorigin="4084,-9916" coordsize="8,0" path="m4084,-9916l4091,-9916e" filled="false" stroked="true" strokeweight=".48pt" strokecolor="#000000">
                <v:path arrowok="t"/>
              </v:shape>
            </v:group>
            <v:group style="position:absolute;left:4084;top:-9892;width:8;height:2" coordorigin="4084,-9892" coordsize="8,2">
              <v:shape style="position:absolute;left:4084;top:-9892;width:8;height:2" coordorigin="4084,-9892" coordsize="8,0" path="m4084,-9892l4091,-9892e" filled="false" stroked="true" strokeweight=".48pt" strokecolor="#000000">
                <v:path arrowok="t"/>
              </v:shape>
            </v:group>
            <v:group style="position:absolute;left:4084;top:-9868;width:8;height:2" coordorigin="4084,-9868" coordsize="8,2">
              <v:shape style="position:absolute;left:4084;top:-9868;width:8;height:2" coordorigin="4084,-9868" coordsize="8,0" path="m4084,-9868l4091,-9868e" filled="false" stroked="true" strokeweight=".48pt" strokecolor="#000000">
                <v:path arrowok="t"/>
              </v:shape>
            </v:group>
            <v:group style="position:absolute;left:4084;top:-9844;width:8;height:2" coordorigin="4084,-9844" coordsize="8,2">
              <v:shape style="position:absolute;left:4084;top:-9844;width:8;height:2" coordorigin="4084,-9844" coordsize="8,0" path="m4084,-9844l4091,-9844e" filled="false" stroked="true" strokeweight=".48pt" strokecolor="#000000">
                <v:path arrowok="t"/>
              </v:shape>
            </v:group>
            <v:group style="position:absolute;left:4084;top:-9820;width:8;height:2" coordorigin="4084,-9820" coordsize="8,2">
              <v:shape style="position:absolute;left:4084;top:-9820;width:8;height:2" coordorigin="4084,-9820" coordsize="8,0" path="m4084,-9820l4091,-9820e" filled="false" stroked="true" strokeweight=".48pt" strokecolor="#000000">
                <v:path arrowok="t"/>
              </v:shape>
            </v:group>
            <v:group style="position:absolute;left:4084;top:-9796;width:8;height:2" coordorigin="4084,-9796" coordsize="8,2">
              <v:shape style="position:absolute;left:4084;top:-9796;width:8;height:2" coordorigin="4084,-9796" coordsize="8,0" path="m4084,-9796l4091,-9796e" filled="false" stroked="true" strokeweight=".48pt" strokecolor="#000000">
                <v:path arrowok="t"/>
              </v:shape>
            </v:group>
            <v:group style="position:absolute;left:4084;top:-9772;width:8;height:2" coordorigin="4084,-9772" coordsize="8,2">
              <v:shape style="position:absolute;left:4084;top:-9772;width:8;height:2" coordorigin="4084,-9772" coordsize="8,0" path="m4084,-9772l4091,-9772e" filled="false" stroked="true" strokeweight=".48pt" strokecolor="#000000">
                <v:path arrowok="t"/>
              </v:shape>
            </v:group>
            <v:group style="position:absolute;left:4084;top:-9748;width:8;height:2" coordorigin="4084,-9748" coordsize="8,2">
              <v:shape style="position:absolute;left:4084;top:-9748;width:8;height:2" coordorigin="4084,-9748" coordsize="8,0" path="m4084,-9748l4091,-9748e" filled="false" stroked="true" strokeweight=".48pt" strokecolor="#000000">
                <v:path arrowok="t"/>
              </v:shape>
            </v:group>
            <v:group style="position:absolute;left:4084;top:-9724;width:8;height:2" coordorigin="4084,-9724" coordsize="8,2">
              <v:shape style="position:absolute;left:4084;top:-9724;width:8;height:2" coordorigin="4084,-9724" coordsize="8,0" path="m4084,-9724l4091,-9724e" filled="false" stroked="true" strokeweight=".48pt" strokecolor="#000000">
                <v:path arrowok="t"/>
              </v:shape>
            </v:group>
            <v:group style="position:absolute;left:4084;top:-9700;width:8;height:2" coordorigin="4084,-9700" coordsize="8,2">
              <v:shape style="position:absolute;left:4084;top:-9700;width:8;height:2" coordorigin="4084,-9700" coordsize="8,0" path="m4084,-9700l4091,-9700e" filled="false" stroked="true" strokeweight=".48pt" strokecolor="#000000">
                <v:path arrowok="t"/>
              </v:shape>
            </v:group>
            <v:group style="position:absolute;left:4084;top:-9676;width:8;height:2" coordorigin="4084,-9676" coordsize="8,2">
              <v:shape style="position:absolute;left:4084;top:-9676;width:8;height:2" coordorigin="4084,-9676" coordsize="8,0" path="m4084,-9676l4091,-9676e" filled="false" stroked="true" strokeweight=".48pt" strokecolor="#000000">
                <v:path arrowok="t"/>
              </v:shape>
            </v:group>
            <v:group style="position:absolute;left:4084;top:-9652;width:8;height:2" coordorigin="4084,-9652" coordsize="8,2">
              <v:shape style="position:absolute;left:4084;top:-9652;width:8;height:2" coordorigin="4084,-9652" coordsize="8,0" path="m4084,-9652l4091,-9652e" filled="false" stroked="true" strokeweight=".48pt" strokecolor="#000000">
                <v:path arrowok="t"/>
              </v:shape>
            </v:group>
            <v:group style="position:absolute;left:4084;top:-9628;width:8;height:2" coordorigin="4084,-9628" coordsize="8,2">
              <v:shape style="position:absolute;left:4084;top:-9628;width:8;height:2" coordorigin="4084,-9628" coordsize="8,0" path="m4084,-9628l4091,-9628e" filled="false" stroked="true" strokeweight=".48pt" strokecolor="#000000">
                <v:path arrowok="t"/>
              </v:shape>
            </v:group>
            <v:group style="position:absolute;left:4084;top:-9604;width:8;height:2" coordorigin="4084,-9604" coordsize="8,2">
              <v:shape style="position:absolute;left:4084;top:-9604;width:8;height:2" coordorigin="4084,-9604" coordsize="8,0" path="m4084,-9604l4091,-9604e" filled="false" stroked="true" strokeweight=".48pt" strokecolor="#000000">
                <v:path arrowok="t"/>
              </v:shape>
            </v:group>
            <v:group style="position:absolute;left:4084;top:-9580;width:8;height:2" coordorigin="4084,-9580" coordsize="8,2">
              <v:shape style="position:absolute;left:4084;top:-9580;width:8;height:2" coordorigin="4084,-9580" coordsize="8,0" path="m4084,-9580l4091,-9580e" filled="false" stroked="true" strokeweight=".48pt" strokecolor="#000000">
                <v:path arrowok="t"/>
              </v:shape>
            </v:group>
            <v:group style="position:absolute;left:4084;top:-9556;width:8;height:2" coordorigin="4084,-9556" coordsize="8,2">
              <v:shape style="position:absolute;left:4084;top:-9556;width:8;height:2" coordorigin="4084,-9556" coordsize="8,0" path="m4084,-9556l4091,-9556e" filled="false" stroked="true" strokeweight=".48pt" strokecolor="#000000">
                <v:path arrowok="t"/>
              </v:shape>
            </v:group>
            <v:group style="position:absolute;left:4084;top:-9532;width:8;height:2" coordorigin="4084,-9532" coordsize="8,2">
              <v:shape style="position:absolute;left:4084;top:-9532;width:8;height:2" coordorigin="4084,-9532" coordsize="8,0" path="m4084,-9532l4091,-9532e" filled="false" stroked="true" strokeweight=".48pt" strokecolor="#000000">
                <v:path arrowok="t"/>
              </v:shape>
            </v:group>
            <v:group style="position:absolute;left:4084;top:-9508;width:8;height:2" coordorigin="4084,-9508" coordsize="8,2">
              <v:shape style="position:absolute;left:4084;top:-9508;width:8;height:2" coordorigin="4084,-9508" coordsize="8,0" path="m4084,-9508l4091,-9508e" filled="false" stroked="true" strokeweight=".48pt" strokecolor="#000000">
                <v:path arrowok="t"/>
              </v:shape>
            </v:group>
            <v:group style="position:absolute;left:4084;top:-9484;width:8;height:2" coordorigin="4084,-9484" coordsize="8,2">
              <v:shape style="position:absolute;left:4084;top:-9484;width:8;height:2" coordorigin="4084,-9484" coordsize="8,0" path="m4084,-9484l4091,-9484e" filled="false" stroked="true" strokeweight=".48pt" strokecolor="#000000">
                <v:path arrowok="t"/>
              </v:shape>
            </v:group>
            <v:group style="position:absolute;left:4084;top:-9460;width:8;height:2" coordorigin="4084,-9460" coordsize="8,2">
              <v:shape style="position:absolute;left:4084;top:-9460;width:8;height:2" coordorigin="4084,-9460" coordsize="8,0" path="m4084,-9460l4091,-9460e" filled="false" stroked="true" strokeweight=".48pt" strokecolor="#000000">
                <v:path arrowok="t"/>
              </v:shape>
            </v:group>
            <v:group style="position:absolute;left:4084;top:-9436;width:8;height:2" coordorigin="4084,-9436" coordsize="8,2">
              <v:shape style="position:absolute;left:4084;top:-9436;width:8;height:2" coordorigin="4084,-9436" coordsize="8,0" path="m4084,-9436l4091,-9436e" filled="false" stroked="true" strokeweight=".48pt" strokecolor="#000000">
                <v:path arrowok="t"/>
              </v:shape>
            </v:group>
            <v:group style="position:absolute;left:4084;top:-9412;width:8;height:2" coordorigin="4084,-9412" coordsize="8,2">
              <v:shape style="position:absolute;left:4084;top:-9412;width:8;height:2" coordorigin="4084,-9412" coordsize="8,0" path="m4084,-9412l4091,-9412e" filled="false" stroked="true" strokeweight=".48pt" strokecolor="#000000">
                <v:path arrowok="t"/>
              </v:shape>
            </v:group>
            <v:group style="position:absolute;left:4084;top:-9388;width:8;height:2" coordorigin="4084,-9388" coordsize="8,2">
              <v:shape style="position:absolute;left:4084;top:-9388;width:8;height:2" coordorigin="4084,-9388" coordsize="8,0" path="m4084,-9388l4091,-9388e" filled="false" stroked="true" strokeweight=".48pt" strokecolor="#000000">
                <v:path arrowok="t"/>
              </v:shape>
            </v:group>
            <v:group style="position:absolute;left:4084;top:-9364;width:8;height:2" coordorigin="4084,-9364" coordsize="8,2">
              <v:shape style="position:absolute;left:4084;top:-9364;width:8;height:2" coordorigin="4084,-9364" coordsize="8,0" path="m4084,-9364l4091,-9364e" filled="false" stroked="true" strokeweight=".48pt" strokecolor="#000000">
                <v:path arrowok="t"/>
              </v:shape>
            </v:group>
            <v:group style="position:absolute;left:4084;top:-9340;width:8;height:2" coordorigin="4084,-9340" coordsize="8,2">
              <v:shape style="position:absolute;left:4084;top:-9340;width:8;height:2" coordorigin="4084,-9340" coordsize="8,0" path="m4084,-9340l4091,-9340e" filled="false" stroked="true" strokeweight=".48pt" strokecolor="#000000">
                <v:path arrowok="t"/>
              </v:shape>
            </v:group>
            <v:group style="position:absolute;left:4084;top:-9316;width:8;height:2" coordorigin="4084,-9316" coordsize="8,2">
              <v:shape style="position:absolute;left:4084;top:-9316;width:8;height:2" coordorigin="4084,-9316" coordsize="8,0" path="m4084,-9316l4091,-9316e" filled="false" stroked="true" strokeweight=".48pt" strokecolor="#000000">
                <v:path arrowok="t"/>
              </v:shape>
            </v:group>
            <v:group style="position:absolute;left:4084;top:-9292;width:8;height:2" coordorigin="4084,-9292" coordsize="8,2">
              <v:shape style="position:absolute;left:4084;top:-9292;width:8;height:2" coordorigin="4084,-9292" coordsize="8,0" path="m4084,-9292l4091,-9292e" filled="false" stroked="true" strokeweight=".48pt" strokecolor="#000000">
                <v:path arrowok="t"/>
              </v:shape>
            </v:group>
            <v:group style="position:absolute;left:4084;top:-9268;width:8;height:2" coordorigin="4084,-9268" coordsize="8,2">
              <v:shape style="position:absolute;left:4084;top:-9268;width:8;height:2" coordorigin="4084,-9268" coordsize="8,0" path="m4084,-9268l4091,-9268e" filled="false" stroked="true" strokeweight=".48pt" strokecolor="#000000">
                <v:path arrowok="t"/>
              </v:shape>
            </v:group>
            <v:group style="position:absolute;left:4084;top:-9244;width:8;height:2" coordorigin="4084,-9244" coordsize="8,2">
              <v:shape style="position:absolute;left:4084;top:-9244;width:8;height:2" coordorigin="4084,-9244" coordsize="8,0" path="m4084,-9244l4091,-9244e" filled="false" stroked="true" strokeweight=".48pt" strokecolor="#000000">
                <v:path arrowok="t"/>
              </v:shape>
            </v:group>
            <v:group style="position:absolute;left:4084;top:-9220;width:8;height:2" coordorigin="4084,-9220" coordsize="8,2">
              <v:shape style="position:absolute;left:4084;top:-9220;width:8;height:2" coordorigin="4084,-9220" coordsize="8,0" path="m4084,-9220l4091,-9220e" filled="false" stroked="true" strokeweight=".48pt" strokecolor="#000000">
                <v:path arrowok="t"/>
              </v:shape>
            </v:group>
            <v:group style="position:absolute;left:4084;top:-9196;width:8;height:2" coordorigin="4084,-9196" coordsize="8,2">
              <v:shape style="position:absolute;left:4084;top:-9196;width:8;height:2" coordorigin="4084,-9196" coordsize="8,0" path="m4084,-9196l4091,-9196e" filled="false" stroked="true" strokeweight=".48pt" strokecolor="#000000">
                <v:path arrowok="t"/>
              </v:shape>
            </v:group>
            <v:group style="position:absolute;left:4084;top:-9172;width:8;height:2" coordorigin="4084,-9172" coordsize="8,2">
              <v:shape style="position:absolute;left:4084;top:-9172;width:8;height:2" coordorigin="4084,-9172" coordsize="8,0" path="m4084,-9172l4091,-9172e" filled="false" stroked="true" strokeweight=".48pt" strokecolor="#000000">
                <v:path arrowok="t"/>
              </v:shape>
            </v:group>
            <v:group style="position:absolute;left:4084;top:-9148;width:8;height:2" coordorigin="4084,-9148" coordsize="8,2">
              <v:shape style="position:absolute;left:4084;top:-9148;width:8;height:2" coordorigin="4084,-9148" coordsize="8,0" path="m4084,-9148l4091,-9148e" filled="false" stroked="true" strokeweight=".48pt" strokecolor="#000000">
                <v:path arrowok="t"/>
              </v:shape>
            </v:group>
            <v:group style="position:absolute;left:4084;top:-9124;width:8;height:2" coordorigin="4084,-9124" coordsize="8,2">
              <v:shape style="position:absolute;left:4084;top:-9124;width:8;height:2" coordorigin="4084,-9124" coordsize="8,0" path="m4084,-9124l4091,-9124e" filled="false" stroked="true" strokeweight=".48pt" strokecolor="#000000">
                <v:path arrowok="t"/>
              </v:shape>
            </v:group>
            <v:group style="position:absolute;left:4084;top:-9100;width:8;height:2" coordorigin="4084,-9100" coordsize="8,2">
              <v:shape style="position:absolute;left:4084;top:-9100;width:8;height:2" coordorigin="4084,-9100" coordsize="8,0" path="m4084,-9100l4091,-9100e" filled="false" stroked="true" strokeweight=".48pt" strokecolor="#000000">
                <v:path arrowok="t"/>
              </v:shape>
            </v:group>
            <v:group style="position:absolute;left:4084;top:-9076;width:8;height:2" coordorigin="4084,-9076" coordsize="8,2">
              <v:shape style="position:absolute;left:4084;top:-9076;width:8;height:2" coordorigin="4084,-9076" coordsize="8,0" path="m4084,-9076l4091,-9076e" filled="false" stroked="true" strokeweight=".48pt" strokecolor="#000000">
                <v:path arrowok="t"/>
              </v:shape>
            </v:group>
            <v:group style="position:absolute;left:4084;top:-9052;width:8;height:2" coordorigin="4084,-9052" coordsize="8,2">
              <v:shape style="position:absolute;left:4084;top:-9052;width:8;height:2" coordorigin="4084,-9052" coordsize="8,0" path="m4084,-9052l4091,-9052e" filled="false" stroked="true" strokeweight=".48pt" strokecolor="#000000">
                <v:path arrowok="t"/>
              </v:shape>
            </v:group>
            <v:group style="position:absolute;left:4084;top:-9028;width:8;height:2" coordorigin="4084,-9028" coordsize="8,2">
              <v:shape style="position:absolute;left:4084;top:-9028;width:8;height:2" coordorigin="4084,-9028" coordsize="8,0" path="m4084,-9028l4091,-9028e" filled="false" stroked="true" strokeweight=".48pt" strokecolor="#000000">
                <v:path arrowok="t"/>
              </v:shape>
            </v:group>
            <v:group style="position:absolute;left:4084;top:-9004;width:8;height:2" coordorigin="4084,-9004" coordsize="8,2">
              <v:shape style="position:absolute;left:4084;top:-9004;width:8;height:2" coordorigin="4084,-9004" coordsize="8,0" path="m4084,-9004l4091,-9004e" filled="false" stroked="true" strokeweight=".48pt" strokecolor="#000000">
                <v:path arrowok="t"/>
              </v:shape>
            </v:group>
            <v:group style="position:absolute;left:4084;top:-8980;width:8;height:2" coordorigin="4084,-8980" coordsize="8,2">
              <v:shape style="position:absolute;left:4084;top:-8980;width:8;height:2" coordorigin="4084,-8980" coordsize="8,0" path="m4084,-8980l4091,-8980e" filled="false" stroked="true" strokeweight=".48pt" strokecolor="#000000">
                <v:path arrowok="t"/>
              </v:shape>
            </v:group>
            <v:group style="position:absolute;left:4084;top:-8956;width:8;height:2" coordorigin="4084,-8956" coordsize="8,2">
              <v:shape style="position:absolute;left:4084;top:-8956;width:8;height:2" coordorigin="4084,-8956" coordsize="8,0" path="m4084,-8956l4091,-8956e" filled="false" stroked="true" strokeweight=".48pt" strokecolor="#000000">
                <v:path arrowok="t"/>
              </v:shape>
            </v:group>
            <v:group style="position:absolute;left:4084;top:-8932;width:8;height:2" coordorigin="4084,-8932" coordsize="8,2">
              <v:shape style="position:absolute;left:4084;top:-8932;width:8;height:2" coordorigin="4084,-8932" coordsize="8,0" path="m4084,-8932l4091,-8932e" filled="false" stroked="true" strokeweight=".48pt" strokecolor="#000000">
                <v:path arrowok="t"/>
              </v:shape>
            </v:group>
            <v:group style="position:absolute;left:4084;top:-8908;width:8;height:2" coordorigin="4084,-8908" coordsize="8,2">
              <v:shape style="position:absolute;left:4084;top:-8908;width:8;height:2" coordorigin="4084,-8908" coordsize="8,0" path="m4084,-8908l4091,-8908e" filled="false" stroked="true" strokeweight=".48pt" strokecolor="#000000">
                <v:path arrowok="t"/>
              </v:shape>
            </v:group>
            <v:group style="position:absolute;left:4084;top:-8884;width:8;height:2" coordorigin="4084,-8884" coordsize="8,2">
              <v:shape style="position:absolute;left:4084;top:-8884;width:8;height:2" coordorigin="4084,-8884" coordsize="8,0" path="m4084,-8884l4091,-8884e" filled="false" stroked="true" strokeweight=".48pt" strokecolor="#000000">
                <v:path arrowok="t"/>
              </v:shape>
            </v:group>
            <v:group style="position:absolute;left:4084;top:-8860;width:8;height:2" coordorigin="4084,-8860" coordsize="8,2">
              <v:shape style="position:absolute;left:4084;top:-8860;width:8;height:2" coordorigin="4084,-8860" coordsize="8,0" path="m4084,-8860l4091,-8860e" filled="false" stroked="true" strokeweight=".48pt" strokecolor="#000000">
                <v:path arrowok="t"/>
              </v:shape>
            </v:group>
            <v:group style="position:absolute;left:4084;top:-8836;width:8;height:2" coordorigin="4084,-8836" coordsize="8,2">
              <v:shape style="position:absolute;left:4084;top:-8836;width:8;height:2" coordorigin="4084,-8836" coordsize="8,0" path="m4084,-8836l4091,-8836e" filled="false" stroked="true" strokeweight=".48pt" strokecolor="#000000">
                <v:path arrowok="t"/>
              </v:shape>
            </v:group>
            <v:group style="position:absolute;left:4084;top:-8812;width:8;height:2" coordorigin="4084,-8812" coordsize="8,2">
              <v:shape style="position:absolute;left:4084;top:-8812;width:8;height:2" coordorigin="4084,-8812" coordsize="8,0" path="m4084,-8812l4091,-8812e" filled="false" stroked="true" strokeweight=".48pt" strokecolor="#000000">
                <v:path arrowok="t"/>
              </v:shape>
            </v:group>
            <v:group style="position:absolute;left:4084;top:-8788;width:8;height:2" coordorigin="4084,-8788" coordsize="8,2">
              <v:shape style="position:absolute;left:4084;top:-8788;width:8;height:2" coordorigin="4084,-8788" coordsize="8,0" path="m4084,-8788l4091,-8788e" filled="false" stroked="true" strokeweight=".48pt" strokecolor="#000000">
                <v:path arrowok="t"/>
              </v:shape>
            </v:group>
            <v:group style="position:absolute;left:4084;top:-8764;width:8;height:2" coordorigin="4084,-8764" coordsize="8,2">
              <v:shape style="position:absolute;left:4084;top:-8764;width:8;height:2" coordorigin="4084,-8764" coordsize="8,0" path="m4084,-8764l4091,-8764e" filled="false" stroked="true" strokeweight=".48pt" strokecolor="#000000">
                <v:path arrowok="t"/>
              </v:shape>
            </v:group>
            <v:group style="position:absolute;left:4084;top:-8740;width:8;height:2" coordorigin="4084,-8740" coordsize="8,2">
              <v:shape style="position:absolute;left:4084;top:-8740;width:8;height:2" coordorigin="4084,-8740" coordsize="8,0" path="m4084,-8740l4091,-8740e" filled="false" stroked="true" strokeweight=".48pt" strokecolor="#000000">
                <v:path arrowok="t"/>
              </v:shape>
            </v:group>
            <v:group style="position:absolute;left:4084;top:-8716;width:8;height:2" coordorigin="4084,-8716" coordsize="8,2">
              <v:shape style="position:absolute;left:4084;top:-8716;width:8;height:2" coordorigin="4084,-8716" coordsize="8,0" path="m4084,-8716l4091,-8716e" filled="false" stroked="true" strokeweight=".48pt" strokecolor="#000000">
                <v:path arrowok="t"/>
              </v:shape>
            </v:group>
            <v:group style="position:absolute;left:4084;top:-8692;width:8;height:2" coordorigin="4084,-8692" coordsize="8,2">
              <v:shape style="position:absolute;left:4084;top:-8692;width:8;height:2" coordorigin="4084,-8692" coordsize="8,0" path="m4084,-8692l4091,-8692e" filled="false" stroked="true" strokeweight=".48pt" strokecolor="#000000">
                <v:path arrowok="t"/>
              </v:shape>
            </v:group>
            <v:group style="position:absolute;left:4084;top:-8668;width:8;height:2" coordorigin="4084,-8668" coordsize="8,2">
              <v:shape style="position:absolute;left:4084;top:-8668;width:8;height:2" coordorigin="4084,-8668" coordsize="8,0" path="m4084,-8668l4091,-8668e" filled="false" stroked="true" strokeweight=".48pt" strokecolor="#000000">
                <v:path arrowok="t"/>
              </v:shape>
            </v:group>
            <v:group style="position:absolute;left:4084;top:-8644;width:8;height:2" coordorigin="4084,-8644" coordsize="8,2">
              <v:shape style="position:absolute;left:4084;top:-8644;width:8;height:2" coordorigin="4084,-8644" coordsize="8,0" path="m4084,-8644l4091,-8644e" filled="false" stroked="true" strokeweight=".48pt" strokecolor="#000000">
                <v:path arrowok="t"/>
              </v:shape>
            </v:group>
            <v:group style="position:absolute;left:4084;top:-8620;width:8;height:2" coordorigin="4084,-8620" coordsize="8,2">
              <v:shape style="position:absolute;left:4084;top:-8620;width:8;height:2" coordorigin="4084,-8620" coordsize="8,0" path="m4084,-8620l4091,-8620e" filled="false" stroked="true" strokeweight=".48pt" strokecolor="#000000">
                <v:path arrowok="t"/>
              </v:shape>
            </v:group>
            <v:group style="position:absolute;left:4084;top:-8596;width:8;height:2" coordorigin="4084,-8596" coordsize="8,2">
              <v:shape style="position:absolute;left:4084;top:-8596;width:8;height:2" coordorigin="4084,-8596" coordsize="8,0" path="m4084,-8596l4091,-8596e" filled="false" stroked="true" strokeweight=".48pt" strokecolor="#000000">
                <v:path arrowok="t"/>
              </v:shape>
            </v:group>
            <v:group style="position:absolute;left:4084;top:-8572;width:8;height:2" coordorigin="4084,-8572" coordsize="8,2">
              <v:shape style="position:absolute;left:4084;top:-8572;width:8;height:2" coordorigin="4084,-8572" coordsize="8,0" path="m4084,-8572l4091,-8572e" filled="false" stroked="true" strokeweight=".48pt" strokecolor="#000000">
                <v:path arrowok="t"/>
              </v:shape>
            </v:group>
            <v:group style="position:absolute;left:4084;top:-8548;width:8;height:2" coordorigin="4084,-8548" coordsize="8,2">
              <v:shape style="position:absolute;left:4084;top:-8548;width:8;height:2" coordorigin="4084,-8548" coordsize="8,0" path="m4084,-8548l4091,-8548e" filled="false" stroked="true" strokeweight=".48pt" strokecolor="#000000">
                <v:path arrowok="t"/>
              </v:shape>
            </v:group>
            <v:group style="position:absolute;left:4084;top:-8524;width:8;height:2" coordorigin="4084,-8524" coordsize="8,2">
              <v:shape style="position:absolute;left:4084;top:-8524;width:8;height:2" coordorigin="4084,-8524" coordsize="8,0" path="m4084,-8524l4091,-8524e" filled="false" stroked="true" strokeweight=".48pt" strokecolor="#000000">
                <v:path arrowok="t"/>
              </v:shape>
            </v:group>
            <v:group style="position:absolute;left:4084;top:-8500;width:8;height:2" coordorigin="4084,-8500" coordsize="8,2">
              <v:shape style="position:absolute;left:4084;top:-8500;width:8;height:2" coordorigin="4084,-8500" coordsize="8,0" path="m4084,-8500l4091,-8500e" filled="false" stroked="true" strokeweight=".48pt" strokecolor="#000000">
                <v:path arrowok="t"/>
              </v:shape>
            </v:group>
            <v:group style="position:absolute;left:4084;top:-8476;width:8;height:2" coordorigin="4084,-8476" coordsize="8,2">
              <v:shape style="position:absolute;left:4084;top:-8476;width:8;height:2" coordorigin="4084,-8476" coordsize="8,0" path="m4084,-8476l4091,-8476e" filled="false" stroked="true" strokeweight=".479pt" strokecolor="#000000">
                <v:path arrowok="t"/>
              </v:shape>
            </v:group>
            <v:group style="position:absolute;left:4084;top:-8452;width:8;height:2" coordorigin="4084,-8452" coordsize="8,2">
              <v:shape style="position:absolute;left:4084;top:-8452;width:8;height:2" coordorigin="4084,-8452" coordsize="8,0" path="m4084,-8452l4091,-8452e" filled="false" stroked="true" strokeweight=".48pt" strokecolor="#000000">
                <v:path arrowok="t"/>
              </v:shape>
            </v:group>
            <v:group style="position:absolute;left:4084;top:-8428;width:8;height:2" coordorigin="4084,-8428" coordsize="8,2">
              <v:shape style="position:absolute;left:4084;top:-8428;width:8;height:2" coordorigin="4084,-8428" coordsize="8,0" path="m4084,-8428l4091,-8428e" filled="false" stroked="true" strokeweight=".48pt" strokecolor="#000000">
                <v:path arrowok="t"/>
              </v:shape>
            </v:group>
            <v:group style="position:absolute;left:4084;top:-8404;width:8;height:2" coordorigin="4084,-8404" coordsize="8,2">
              <v:shape style="position:absolute;left:4084;top:-8404;width:8;height:2" coordorigin="4084,-8404" coordsize="8,0" path="m4084,-8404l4091,-8404e" filled="false" stroked="true" strokeweight=".48pt" strokecolor="#000000">
                <v:path arrowok="t"/>
              </v:shape>
            </v:group>
            <v:group style="position:absolute;left:4084;top:-8380;width:8;height:2" coordorigin="4084,-8380" coordsize="8,2">
              <v:shape style="position:absolute;left:4084;top:-8380;width:8;height:2" coordorigin="4084,-8380" coordsize="8,0" path="m4084,-8380l4091,-8380e" filled="false" stroked="true" strokeweight=".48pt" strokecolor="#000000">
                <v:path arrowok="t"/>
              </v:shape>
            </v:group>
            <v:group style="position:absolute;left:4084;top:-8356;width:8;height:2" coordorigin="4084,-8356" coordsize="8,2">
              <v:shape style="position:absolute;left:4084;top:-8356;width:8;height:2" coordorigin="4084,-8356" coordsize="8,0" path="m4084,-8356l4091,-8356e" filled="false" stroked="true" strokeweight=".48pt" strokecolor="#000000">
                <v:path arrowok="t"/>
              </v:shape>
            </v:group>
            <v:group style="position:absolute;left:4084;top:-8332;width:8;height:2" coordorigin="4084,-8332" coordsize="8,2">
              <v:shape style="position:absolute;left:4084;top:-8332;width:8;height:2" coordorigin="4084,-8332" coordsize="8,0" path="m4084,-8332l4091,-8332e" filled="false" stroked="true" strokeweight=".48pt" strokecolor="#000000">
                <v:path arrowok="t"/>
              </v:shape>
            </v:group>
            <v:group style="position:absolute;left:4084;top:-8308;width:8;height:2" coordorigin="4084,-8308" coordsize="8,2">
              <v:shape style="position:absolute;left:4084;top:-8308;width:8;height:2" coordorigin="4084,-8308" coordsize="8,0" path="m4084,-8308l4091,-8308e" filled="false" stroked="true" strokeweight=".48pt" strokecolor="#000000">
                <v:path arrowok="t"/>
              </v:shape>
            </v:group>
            <v:group style="position:absolute;left:4084;top:-8284;width:8;height:2" coordorigin="4084,-8284" coordsize="8,2">
              <v:shape style="position:absolute;left:4084;top:-8284;width:8;height:2" coordorigin="4084,-8284" coordsize="8,0" path="m4084,-8284l4091,-8284e" filled="false" stroked="true" strokeweight=".48pt" strokecolor="#000000">
                <v:path arrowok="t"/>
              </v:shape>
            </v:group>
            <v:group style="position:absolute;left:4084;top:-8260;width:8;height:2" coordorigin="4084,-8260" coordsize="8,2">
              <v:shape style="position:absolute;left:4084;top:-8260;width:8;height:2" coordorigin="4084,-8260" coordsize="8,0" path="m4084,-8260l4091,-8260e" filled="false" stroked="true" strokeweight=".48pt" strokecolor="#000000">
                <v:path arrowok="t"/>
              </v:shape>
            </v:group>
            <v:group style="position:absolute;left:4084;top:-8236;width:8;height:2" coordorigin="4084,-8236" coordsize="8,2">
              <v:shape style="position:absolute;left:4084;top:-8236;width:8;height:2" coordorigin="4084,-8236" coordsize="8,0" path="m4084,-8236l4091,-8236e" filled="false" stroked="true" strokeweight=".48pt" strokecolor="#000000">
                <v:path arrowok="t"/>
              </v:shape>
            </v:group>
            <v:group style="position:absolute;left:4084;top:-8212;width:8;height:2" coordorigin="4084,-8212" coordsize="8,2">
              <v:shape style="position:absolute;left:4084;top:-8212;width:8;height:2" coordorigin="4084,-8212" coordsize="8,0" path="m4084,-8212l4091,-8212e" filled="false" stroked="true" strokeweight=".48pt" strokecolor="#000000">
                <v:path arrowok="t"/>
              </v:shape>
            </v:group>
            <v:group style="position:absolute;left:4084;top:-8188;width:8;height:2" coordorigin="4084,-8188" coordsize="8,2">
              <v:shape style="position:absolute;left:4084;top:-8188;width:8;height:2" coordorigin="4084,-8188" coordsize="8,0" path="m4084,-8188l4091,-8188e" filled="false" stroked="true" strokeweight=".48pt" strokecolor="#000000">
                <v:path arrowok="t"/>
              </v:shape>
            </v:group>
            <v:group style="position:absolute;left:4084;top:-8164;width:8;height:2" coordorigin="4084,-8164" coordsize="8,2">
              <v:shape style="position:absolute;left:4084;top:-8164;width:8;height:2" coordorigin="4084,-8164" coordsize="8,0" path="m4084,-8164l4091,-8164e" filled="false" stroked="true" strokeweight=".48pt" strokecolor="#000000">
                <v:path arrowok="t"/>
              </v:shape>
            </v:group>
            <v:group style="position:absolute;left:4084;top:-8140;width:8;height:2" coordorigin="4084,-8140" coordsize="8,2">
              <v:shape style="position:absolute;left:4084;top:-8140;width:8;height:2" coordorigin="4084,-8140" coordsize="8,0" path="m4084,-8140l4091,-8140e" filled="false" stroked="true" strokeweight=".48pt" strokecolor="#000000">
                <v:path arrowok="t"/>
              </v:shape>
            </v:group>
            <v:group style="position:absolute;left:4084;top:-8116;width:8;height:2" coordorigin="4084,-8116" coordsize="8,2">
              <v:shape style="position:absolute;left:4084;top:-8116;width:8;height:2" coordorigin="4084,-8116" coordsize="8,0" path="m4084,-8116l4091,-8116e" filled="false" stroked="true" strokeweight=".48pt" strokecolor="#000000">
                <v:path arrowok="t"/>
              </v:shape>
            </v:group>
            <v:group style="position:absolute;left:4084;top:-8092;width:8;height:2" coordorigin="4084,-8092" coordsize="8,2">
              <v:shape style="position:absolute;left:4084;top:-8092;width:8;height:2" coordorigin="4084,-8092" coordsize="8,0" path="m4084,-8092l4091,-8092e" filled="false" stroked="true" strokeweight=".48pt" strokecolor="#000000">
                <v:path arrowok="t"/>
              </v:shape>
            </v:group>
            <v:group style="position:absolute;left:4084;top:-8068;width:8;height:2" coordorigin="4084,-8068" coordsize="8,2">
              <v:shape style="position:absolute;left:4084;top:-8068;width:8;height:2" coordorigin="4084,-8068" coordsize="8,0" path="m4084,-8068l4091,-8068e" filled="false" stroked="true" strokeweight=".48pt" strokecolor="#000000">
                <v:path arrowok="t"/>
              </v:shape>
            </v:group>
            <v:group style="position:absolute;left:4084;top:-8044;width:8;height:2" coordorigin="4084,-8044" coordsize="8,2">
              <v:shape style="position:absolute;left:4084;top:-8044;width:8;height:2" coordorigin="4084,-8044" coordsize="8,0" path="m4084,-8044l4091,-8044e" filled="false" stroked="true" strokeweight=".48pt" strokecolor="#000000">
                <v:path arrowok="t"/>
              </v:shape>
            </v:group>
            <v:group style="position:absolute;left:4084;top:-8020;width:8;height:2" coordorigin="4084,-8020" coordsize="8,2">
              <v:shape style="position:absolute;left:4084;top:-8020;width:8;height:2" coordorigin="4084,-8020" coordsize="8,0" path="m4084,-8020l4091,-8020e" filled="false" stroked="true" strokeweight=".48pt" strokecolor="#000000">
                <v:path arrowok="t"/>
              </v:shape>
            </v:group>
            <v:group style="position:absolute;left:4084;top:-7996;width:8;height:2" coordorigin="4084,-7996" coordsize="8,2">
              <v:shape style="position:absolute;left:4084;top:-7996;width:8;height:2" coordorigin="4084,-7996" coordsize="8,0" path="m4084,-7996l4091,-7996e" filled="false" stroked="true" strokeweight=".48pt" strokecolor="#000000">
                <v:path arrowok="t"/>
              </v:shape>
            </v:group>
            <v:group style="position:absolute;left:4084;top:-7972;width:8;height:2" coordorigin="4084,-7972" coordsize="8,2">
              <v:shape style="position:absolute;left:4084;top:-7972;width:8;height:2" coordorigin="4084,-7972" coordsize="8,0" path="m4084,-7972l4091,-7972e" filled="false" stroked="true" strokeweight=".48pt" strokecolor="#000000">
                <v:path arrowok="t"/>
              </v:shape>
            </v:group>
            <v:group style="position:absolute;left:4084;top:-7948;width:8;height:2" coordorigin="4084,-7948" coordsize="8,2">
              <v:shape style="position:absolute;left:4084;top:-7948;width:8;height:2" coordorigin="4084,-7948" coordsize="8,0" path="m4084,-7948l4091,-7948e" filled="false" stroked="true" strokeweight=".48pt" strokecolor="#000000">
                <v:path arrowok="t"/>
              </v:shape>
            </v:group>
            <v:group style="position:absolute;left:4084;top:-7924;width:8;height:2" coordorigin="4084,-7924" coordsize="8,2">
              <v:shape style="position:absolute;left:4084;top:-7924;width:8;height:2" coordorigin="4084,-7924" coordsize="8,0" path="m4084,-7924l4091,-7924e" filled="false" stroked="true" strokeweight=".48pt" strokecolor="#000000">
                <v:path arrowok="t"/>
              </v:shape>
            </v:group>
            <v:group style="position:absolute;left:4084;top:-7900;width:8;height:2" coordorigin="4084,-7900" coordsize="8,2">
              <v:shape style="position:absolute;left:4084;top:-7900;width:8;height:2" coordorigin="4084,-7900" coordsize="8,0" path="m4084,-7900l4091,-7900e" filled="false" stroked="true" strokeweight=".48pt" strokecolor="#000000">
                <v:path arrowok="t"/>
              </v:shape>
            </v:group>
            <v:group style="position:absolute;left:4084;top:-7876;width:8;height:2" coordorigin="4084,-7876" coordsize="8,2">
              <v:shape style="position:absolute;left:4084;top:-7876;width:8;height:2" coordorigin="4084,-7876" coordsize="8,0" path="m4084,-7876l4091,-7876e" filled="false" stroked="true" strokeweight=".48pt" strokecolor="#000000">
                <v:path arrowok="t"/>
              </v:shape>
            </v:group>
            <v:group style="position:absolute;left:4084;top:-7852;width:8;height:2" coordorigin="4084,-7852" coordsize="8,2">
              <v:shape style="position:absolute;left:4084;top:-7852;width:8;height:2" coordorigin="4084,-7852" coordsize="8,0" path="m4084,-7852l4091,-7852e" filled="false" stroked="true" strokeweight=".48pt" strokecolor="#000000">
                <v:path arrowok="t"/>
              </v:shape>
            </v:group>
            <v:group style="position:absolute;left:4084;top:-7828;width:8;height:2" coordorigin="4084,-7828" coordsize="8,2">
              <v:shape style="position:absolute;left:4084;top:-7828;width:8;height:2" coordorigin="4084,-7828" coordsize="8,0" path="m4084,-7828l4091,-7828e" filled="false" stroked="true" strokeweight=".48pt" strokecolor="#000000">
                <v:path arrowok="t"/>
              </v:shape>
            </v:group>
            <v:group style="position:absolute;left:4084;top:-7804;width:8;height:2" coordorigin="4084,-7804" coordsize="8,2">
              <v:shape style="position:absolute;left:4084;top:-7804;width:8;height:2" coordorigin="4084,-7804" coordsize="8,0" path="m4084,-7804l4091,-7804e" filled="false" stroked="true" strokeweight=".48pt" strokecolor="#000000">
                <v:path arrowok="t"/>
              </v:shape>
            </v:group>
            <v:group style="position:absolute;left:4084;top:-7780;width:8;height:2" coordorigin="4084,-7780" coordsize="8,2">
              <v:shape style="position:absolute;left:4084;top:-7780;width:8;height:2" coordorigin="4084,-7780" coordsize="8,0" path="m4084,-7780l4091,-7780e" filled="false" stroked="true" strokeweight=".48pt" strokecolor="#000000">
                <v:path arrowok="t"/>
              </v:shape>
            </v:group>
            <v:group style="position:absolute;left:4084;top:-7756;width:8;height:2" coordorigin="4084,-7756" coordsize="8,2">
              <v:shape style="position:absolute;left:4084;top:-7756;width:8;height:2" coordorigin="4084,-7756" coordsize="8,0" path="m4084,-7756l4091,-7756e" filled="false" stroked="true" strokeweight=".48pt" strokecolor="#000000">
                <v:path arrowok="t"/>
              </v:shape>
            </v:group>
            <v:group style="position:absolute;left:4084;top:-7732;width:8;height:2" coordorigin="4084,-7732" coordsize="8,2">
              <v:shape style="position:absolute;left:4084;top:-7732;width:8;height:2" coordorigin="4084,-7732" coordsize="8,0" path="m4084,-7732l4091,-7732e" filled="false" stroked="true" strokeweight=".479pt" strokecolor="#000000">
                <v:path arrowok="t"/>
              </v:shape>
            </v:group>
            <v:group style="position:absolute;left:4084;top:-7708;width:8;height:2" coordorigin="4084,-7708" coordsize="8,2">
              <v:shape style="position:absolute;left:4084;top:-7708;width:8;height:2" coordorigin="4084,-7708" coordsize="8,0" path="m4084,-7708l4091,-7708e" filled="false" stroked="true" strokeweight=".48pt" strokecolor="#000000">
                <v:path arrowok="t"/>
              </v:shape>
            </v:group>
            <v:group style="position:absolute;left:4084;top:-7684;width:8;height:2" coordorigin="4084,-7684" coordsize="8,2">
              <v:shape style="position:absolute;left:4084;top:-7684;width:8;height:2" coordorigin="4084,-7684" coordsize="8,0" path="m4084,-7684l4091,-7684e" filled="false" stroked="true" strokeweight=".48pt" strokecolor="#000000">
                <v:path arrowok="t"/>
              </v:shape>
            </v:group>
            <v:group style="position:absolute;left:4084;top:-7660;width:8;height:2" coordorigin="4084,-7660" coordsize="8,2">
              <v:shape style="position:absolute;left:4084;top:-7660;width:8;height:2" coordorigin="4084,-7660" coordsize="8,0" path="m4084,-7660l4091,-7660e" filled="false" stroked="true" strokeweight=".48pt" strokecolor="#000000">
                <v:path arrowok="t"/>
              </v:shape>
            </v:group>
            <v:group style="position:absolute;left:4084;top:-7636;width:8;height:2" coordorigin="4084,-7636" coordsize="8,2">
              <v:shape style="position:absolute;left:4084;top:-7636;width:8;height:2" coordorigin="4084,-7636" coordsize="8,0" path="m4084,-7636l4091,-7636e" filled="false" stroked="true" strokeweight=".48pt" strokecolor="#000000">
                <v:path arrowok="t"/>
              </v:shape>
            </v:group>
            <v:group style="position:absolute;left:4084;top:-7612;width:8;height:2" coordorigin="4084,-7612" coordsize="8,2">
              <v:shape style="position:absolute;left:4084;top:-7612;width:8;height:2" coordorigin="4084,-7612" coordsize="8,0" path="m4084,-7612l4091,-7612e" filled="false" stroked="true" strokeweight=".48pt" strokecolor="#000000">
                <v:path arrowok="t"/>
              </v:shape>
            </v:group>
            <v:group style="position:absolute;left:4084;top:-7588;width:8;height:2" coordorigin="4084,-7588" coordsize="8,2">
              <v:shape style="position:absolute;left:4084;top:-7588;width:8;height:2" coordorigin="4084,-7588" coordsize="8,0" path="m4084,-7588l4091,-7588e" filled="false" stroked="true" strokeweight=".48pt" strokecolor="#000000">
                <v:path arrowok="t"/>
              </v:shape>
            </v:group>
            <v:group style="position:absolute;left:4084;top:-7564;width:8;height:2" coordorigin="4084,-7564" coordsize="8,2">
              <v:shape style="position:absolute;left:4084;top:-7564;width:8;height:2" coordorigin="4084,-7564" coordsize="8,0" path="m4084,-7564l4091,-7564e" filled="false" stroked="true" strokeweight=".48pt" strokecolor="#000000">
                <v:path arrowok="t"/>
              </v:shape>
            </v:group>
            <v:group style="position:absolute;left:4084;top:-7540;width:8;height:2" coordorigin="4084,-7540" coordsize="8,2">
              <v:shape style="position:absolute;left:4084;top:-7540;width:8;height:2" coordorigin="4084,-7540" coordsize="8,0" path="m4084,-7540l4091,-7540e" filled="false" stroked="true" strokeweight=".48pt" strokecolor="#000000">
                <v:path arrowok="t"/>
              </v:shape>
            </v:group>
            <v:group style="position:absolute;left:4084;top:-7516;width:8;height:2" coordorigin="4084,-7516" coordsize="8,2">
              <v:shape style="position:absolute;left:4084;top:-7516;width:8;height:2" coordorigin="4084,-7516" coordsize="8,0" path="m4084,-7516l4091,-7516e" filled="false" stroked="true" strokeweight=".48pt" strokecolor="#000000">
                <v:path arrowok="t"/>
              </v:shape>
            </v:group>
            <v:group style="position:absolute;left:4084;top:-7492;width:8;height:2" coordorigin="4084,-7492" coordsize="8,2">
              <v:shape style="position:absolute;left:4084;top:-7492;width:8;height:2" coordorigin="4084,-7492" coordsize="8,0" path="m4084,-7492l4091,-7492e" filled="false" stroked="true" strokeweight=".48pt" strokecolor="#000000">
                <v:path arrowok="t"/>
              </v:shape>
            </v:group>
            <v:group style="position:absolute;left:4084;top:-7468;width:8;height:2" coordorigin="4084,-7468" coordsize="8,2">
              <v:shape style="position:absolute;left:4084;top:-7468;width:8;height:2" coordorigin="4084,-7468" coordsize="8,0" path="m4084,-7468l4091,-7468e" filled="false" stroked="true" strokeweight=".48pt" strokecolor="#000000">
                <v:path arrowok="t"/>
              </v:shape>
            </v:group>
            <v:group style="position:absolute;left:4084;top:-7444;width:8;height:2" coordorigin="4084,-7444" coordsize="8,2">
              <v:shape style="position:absolute;left:4084;top:-7444;width:8;height:2" coordorigin="4084,-7444" coordsize="8,0" path="m4084,-7444l4091,-7444e" filled="false" stroked="true" strokeweight=".48pt" strokecolor="#000000">
                <v:path arrowok="t"/>
              </v:shape>
            </v:group>
            <v:group style="position:absolute;left:4084;top:-7420;width:8;height:2" coordorigin="4084,-7420" coordsize="8,2">
              <v:shape style="position:absolute;left:4084;top:-7420;width:8;height:2" coordorigin="4084,-7420" coordsize="8,0" path="m4084,-7420l4091,-7420e" filled="false" stroked="true" strokeweight=".48pt" strokecolor="#000000">
                <v:path arrowok="t"/>
              </v:shape>
            </v:group>
            <v:group style="position:absolute;left:4084;top:-7396;width:8;height:2" coordorigin="4084,-7396" coordsize="8,2">
              <v:shape style="position:absolute;left:4084;top:-7396;width:8;height:2" coordorigin="4084,-7396" coordsize="8,0" path="m4084,-7396l4091,-7396e" filled="false" stroked="true" strokeweight=".48pt" strokecolor="#000000">
                <v:path arrowok="t"/>
              </v:shape>
            </v:group>
            <v:group style="position:absolute;left:4084;top:-7372;width:8;height:2" coordorigin="4084,-7372" coordsize="8,2">
              <v:shape style="position:absolute;left:4084;top:-7372;width:8;height:2" coordorigin="4084,-7372" coordsize="8,0" path="m4084,-7372l4091,-7372e" filled="false" stroked="true" strokeweight=".48pt" strokecolor="#000000">
                <v:path arrowok="t"/>
              </v:shape>
            </v:group>
            <v:group style="position:absolute;left:4084;top:-7348;width:8;height:2" coordorigin="4084,-7348" coordsize="8,2">
              <v:shape style="position:absolute;left:4084;top:-7348;width:8;height:2" coordorigin="4084,-7348" coordsize="8,0" path="m4084,-7348l4091,-7348e" filled="false" stroked="true" strokeweight=".48pt" strokecolor="#000000">
                <v:path arrowok="t"/>
              </v:shape>
            </v:group>
            <v:group style="position:absolute;left:4084;top:-7324;width:8;height:2" coordorigin="4084,-7324" coordsize="8,2">
              <v:shape style="position:absolute;left:4084;top:-7324;width:8;height:2" coordorigin="4084,-7324" coordsize="8,0" path="m4084,-7324l4091,-7324e" filled="false" stroked="true" strokeweight=".48pt" strokecolor="#000000">
                <v:path arrowok="t"/>
              </v:shape>
            </v:group>
            <v:group style="position:absolute;left:4084;top:-7300;width:8;height:2" coordorigin="4084,-7300" coordsize="8,2">
              <v:shape style="position:absolute;left:4084;top:-7300;width:8;height:2" coordorigin="4084,-7300" coordsize="8,0" path="m4084,-7300l4091,-7300e" filled="false" stroked="true" strokeweight=".48pt" strokecolor="#000000">
                <v:path arrowok="t"/>
              </v:shape>
            </v:group>
            <v:group style="position:absolute;left:4084;top:-7276;width:8;height:2" coordorigin="4084,-7276" coordsize="8,2">
              <v:shape style="position:absolute;left:4084;top:-7276;width:8;height:2" coordorigin="4084,-7276" coordsize="8,0" path="m4084,-7276l4091,-7276e" filled="false" stroked="true" strokeweight=".48pt" strokecolor="#000000">
                <v:path arrowok="t"/>
              </v:shape>
            </v:group>
            <v:group style="position:absolute;left:4084;top:-7252;width:8;height:2" coordorigin="4084,-7252" coordsize="8,2">
              <v:shape style="position:absolute;left:4084;top:-7252;width:8;height:2" coordorigin="4084,-7252" coordsize="8,0" path="m4084,-7252l4091,-7252e" filled="false" stroked="true" strokeweight=".48pt" strokecolor="#000000">
                <v:path arrowok="t"/>
              </v:shape>
            </v:group>
            <v:group style="position:absolute;left:4084;top:-7228;width:8;height:2" coordorigin="4084,-7228" coordsize="8,2">
              <v:shape style="position:absolute;left:4084;top:-7228;width:8;height:2" coordorigin="4084,-7228" coordsize="8,0" path="m4084,-7228l4091,-7228e" filled="false" stroked="true" strokeweight=".48pt" strokecolor="#000000">
                <v:path arrowok="t"/>
              </v:shape>
            </v:group>
            <v:group style="position:absolute;left:4084;top:-7204;width:8;height:2" coordorigin="4084,-7204" coordsize="8,2">
              <v:shape style="position:absolute;left:4084;top:-7204;width:8;height:2" coordorigin="4084,-7204" coordsize="8,0" path="m4084,-7204l4091,-7204e" filled="false" stroked="true" strokeweight=".48pt" strokecolor="#000000">
                <v:path arrowok="t"/>
              </v:shape>
            </v:group>
            <v:group style="position:absolute;left:4084;top:-7180;width:8;height:2" coordorigin="4084,-7180" coordsize="8,2">
              <v:shape style="position:absolute;left:4084;top:-7180;width:8;height:2" coordorigin="4084,-7180" coordsize="8,0" path="m4084,-7180l4091,-7180e" filled="false" stroked="true" strokeweight=".48pt" strokecolor="#000000">
                <v:path arrowok="t"/>
              </v:shape>
            </v:group>
            <v:group style="position:absolute;left:4084;top:-7156;width:8;height:2" coordorigin="4084,-7156" coordsize="8,2">
              <v:shape style="position:absolute;left:4084;top:-7156;width:8;height:2" coordorigin="4084,-7156" coordsize="8,0" path="m4084,-7156l4091,-7156e" filled="false" stroked="true" strokeweight=".48pt" strokecolor="#000000">
                <v:path arrowok="t"/>
              </v:shape>
            </v:group>
            <v:group style="position:absolute;left:4084;top:-7132;width:8;height:2" coordorigin="4084,-7132" coordsize="8,2">
              <v:shape style="position:absolute;left:4084;top:-7132;width:8;height:2" coordorigin="4084,-7132" coordsize="8,0" path="m4084,-7132l4091,-7132e" filled="false" stroked="true" strokeweight=".48pt" strokecolor="#000000">
                <v:path arrowok="t"/>
              </v:shape>
            </v:group>
            <v:group style="position:absolute;left:4084;top:-7108;width:8;height:2" coordorigin="4084,-7108" coordsize="8,2">
              <v:shape style="position:absolute;left:4084;top:-7108;width:8;height:2" coordorigin="4084,-7108" coordsize="8,0" path="m4084,-7108l4091,-7108e" filled="false" stroked="true" strokeweight=".48pt" strokecolor="#000000">
                <v:path arrowok="t"/>
              </v:shape>
            </v:group>
            <v:group style="position:absolute;left:4084;top:-7084;width:8;height:2" coordorigin="4084,-7084" coordsize="8,2">
              <v:shape style="position:absolute;left:4084;top:-7084;width:8;height:2" coordorigin="4084,-7084" coordsize="8,0" path="m4084,-7084l4091,-7084e" filled="false" stroked="true" strokeweight=".48pt" strokecolor="#000000">
                <v:path arrowok="t"/>
              </v:shape>
            </v:group>
            <v:group style="position:absolute;left:4084;top:-7060;width:8;height:2" coordorigin="4084,-7060" coordsize="8,2">
              <v:shape style="position:absolute;left:4084;top:-7060;width:8;height:2" coordorigin="4084,-7060" coordsize="8,0" path="m4084,-7060l4091,-7060e" filled="false" stroked="true" strokeweight=".48pt" strokecolor="#000000">
                <v:path arrowok="t"/>
              </v:shape>
            </v:group>
            <v:group style="position:absolute;left:4084;top:-7036;width:8;height:2" coordorigin="4084,-7036" coordsize="8,2">
              <v:shape style="position:absolute;left:4084;top:-7036;width:8;height:2" coordorigin="4084,-7036" coordsize="8,0" path="m4084,-7036l4091,-7036e" filled="false" stroked="true" strokeweight=".48pt" strokecolor="#000000">
                <v:path arrowok="t"/>
              </v:shape>
            </v:group>
            <v:group style="position:absolute;left:4084;top:-7012;width:8;height:2" coordorigin="4084,-7012" coordsize="8,2">
              <v:shape style="position:absolute;left:4084;top:-7012;width:8;height:2" coordorigin="4084,-7012" coordsize="8,0" path="m4084,-7012l4091,-7012e" filled="false" stroked="true" strokeweight=".48pt" strokecolor="#000000">
                <v:path arrowok="t"/>
              </v:shape>
            </v:group>
            <v:group style="position:absolute;left:4084;top:-6988;width:8;height:2" coordorigin="4084,-6988" coordsize="8,2">
              <v:shape style="position:absolute;left:4084;top:-6988;width:8;height:2" coordorigin="4084,-6988" coordsize="8,0" path="m4084,-6988l4091,-6988e" filled="false" stroked="true" strokeweight=".479pt" strokecolor="#000000">
                <v:path arrowok="t"/>
              </v:shape>
            </v:group>
            <v:group style="position:absolute;left:4084;top:-6964;width:8;height:2" coordorigin="4084,-6964" coordsize="8,2">
              <v:shape style="position:absolute;left:4084;top:-6964;width:8;height:2" coordorigin="4084,-6964" coordsize="8,0" path="m4084,-6964l4091,-6964e" filled="false" stroked="true" strokeweight=".48pt" strokecolor="#000000">
                <v:path arrowok="t"/>
              </v:shape>
            </v:group>
            <v:group style="position:absolute;left:4084;top:-6940;width:8;height:2" coordorigin="4084,-6940" coordsize="8,2">
              <v:shape style="position:absolute;left:4084;top:-6940;width:8;height:2" coordorigin="4084,-6940" coordsize="8,0" path="m4084,-6940l4091,-6940e" filled="false" stroked="true" strokeweight=".48pt" strokecolor="#000000">
                <v:path arrowok="t"/>
              </v:shape>
            </v:group>
            <v:group style="position:absolute;left:4084;top:-6916;width:8;height:2" coordorigin="4084,-6916" coordsize="8,2">
              <v:shape style="position:absolute;left:4084;top:-6916;width:8;height:2" coordorigin="4084,-6916" coordsize="8,0" path="m4084,-6916l4091,-6916e" filled="false" stroked="true" strokeweight=".48pt" strokecolor="#000000">
                <v:path arrowok="t"/>
              </v:shape>
            </v:group>
            <v:group style="position:absolute;left:4084;top:-6892;width:8;height:2" coordorigin="4084,-6892" coordsize="8,2">
              <v:shape style="position:absolute;left:4084;top:-6892;width:8;height:2" coordorigin="4084,-6892" coordsize="8,0" path="m4084,-6892l4091,-6892e" filled="false" stroked="true" strokeweight=".48pt" strokecolor="#000000">
                <v:path arrowok="t"/>
              </v:shape>
            </v:group>
            <v:group style="position:absolute;left:4084;top:-6868;width:8;height:2" coordorigin="4084,-6868" coordsize="8,2">
              <v:shape style="position:absolute;left:4084;top:-6868;width:8;height:2" coordorigin="4084,-6868" coordsize="8,0" path="m4084,-6868l4091,-6868e" filled="false" stroked="true" strokeweight=".48pt" strokecolor="#000000">
                <v:path arrowok="t"/>
              </v:shape>
            </v:group>
            <v:group style="position:absolute;left:4084;top:-6844;width:8;height:2" coordorigin="4084,-6844" coordsize="8,2">
              <v:shape style="position:absolute;left:4084;top:-6844;width:8;height:2" coordorigin="4084,-6844" coordsize="8,0" path="m4084,-6844l4091,-6844e" filled="false" stroked="true" strokeweight=".48pt" strokecolor="#000000">
                <v:path arrowok="t"/>
              </v:shape>
            </v:group>
            <v:group style="position:absolute;left:4084;top:-6820;width:8;height:2" coordorigin="4084,-6820" coordsize="8,2">
              <v:shape style="position:absolute;left:4084;top:-6820;width:8;height:2" coordorigin="4084,-6820" coordsize="8,0" path="m4084,-6820l4091,-6820e" filled="false" stroked="true" strokeweight=".48pt" strokecolor="#000000">
                <v:path arrowok="t"/>
              </v:shape>
            </v:group>
            <v:group style="position:absolute;left:4084;top:-6796;width:8;height:2" coordorigin="4084,-6796" coordsize="8,2">
              <v:shape style="position:absolute;left:4084;top:-6796;width:8;height:2" coordorigin="4084,-6796" coordsize="8,0" path="m4084,-6796l4091,-6796e" filled="false" stroked="true" strokeweight=".48pt" strokecolor="#000000">
                <v:path arrowok="t"/>
              </v:shape>
            </v:group>
            <v:group style="position:absolute;left:4084;top:-6772;width:8;height:2" coordorigin="4084,-6772" coordsize="8,2">
              <v:shape style="position:absolute;left:4084;top:-6772;width:8;height:2" coordorigin="4084,-6772" coordsize="8,0" path="m4084,-6772l4091,-6772e" filled="false" stroked="true" strokeweight=".48pt" strokecolor="#000000">
                <v:path arrowok="t"/>
              </v:shape>
            </v:group>
            <v:group style="position:absolute;left:4084;top:-6748;width:8;height:2" coordorigin="4084,-6748" coordsize="8,2">
              <v:shape style="position:absolute;left:4084;top:-6748;width:8;height:2" coordorigin="4084,-6748" coordsize="8,0" path="m4084,-6748l4091,-6748e" filled="false" stroked="true" strokeweight=".48pt" strokecolor="#000000">
                <v:path arrowok="t"/>
              </v:shape>
            </v:group>
            <v:group style="position:absolute;left:4084;top:-6724;width:8;height:2" coordorigin="4084,-6724" coordsize="8,2">
              <v:shape style="position:absolute;left:4084;top:-6724;width:8;height:2" coordorigin="4084,-6724" coordsize="8,0" path="m4084,-6724l4091,-6724e" filled="false" stroked="true" strokeweight=".48pt" strokecolor="#000000">
                <v:path arrowok="t"/>
              </v:shape>
            </v:group>
            <v:group style="position:absolute;left:4084;top:-6700;width:8;height:2" coordorigin="4084,-6700" coordsize="8,2">
              <v:shape style="position:absolute;left:4084;top:-6700;width:8;height:2" coordorigin="4084,-6700" coordsize="8,0" path="m4084,-6700l4091,-6700e" filled="false" stroked="true" strokeweight=".48pt" strokecolor="#000000">
                <v:path arrowok="t"/>
              </v:shape>
            </v:group>
            <v:group style="position:absolute;left:4084;top:-6676;width:8;height:2" coordorigin="4084,-6676" coordsize="8,2">
              <v:shape style="position:absolute;left:4084;top:-6676;width:8;height:2" coordorigin="4084,-6676" coordsize="8,0" path="m4084,-6676l4091,-6676e" filled="false" stroked="true" strokeweight=".48pt" strokecolor="#000000">
                <v:path arrowok="t"/>
              </v:shape>
            </v:group>
            <v:group style="position:absolute;left:4084;top:-6652;width:8;height:2" coordorigin="4084,-6652" coordsize="8,2">
              <v:shape style="position:absolute;left:4084;top:-6652;width:8;height:2" coordorigin="4084,-6652" coordsize="8,0" path="m4084,-6652l4091,-6652e" filled="false" stroked="true" strokeweight=".48pt" strokecolor="#000000">
                <v:path arrowok="t"/>
              </v:shape>
            </v:group>
            <v:group style="position:absolute;left:4084;top:-6628;width:8;height:2" coordorigin="4084,-6628" coordsize="8,2">
              <v:shape style="position:absolute;left:4084;top:-6628;width:8;height:2" coordorigin="4084,-6628" coordsize="8,0" path="m4084,-6628l4091,-6628e" filled="false" stroked="true" strokeweight=".48pt" strokecolor="#000000">
                <v:path arrowok="t"/>
              </v:shape>
            </v:group>
            <v:group style="position:absolute;left:4084;top:-6604;width:8;height:2" coordorigin="4084,-6604" coordsize="8,2">
              <v:shape style="position:absolute;left:4084;top:-6604;width:8;height:2" coordorigin="4084,-6604" coordsize="8,0" path="m4084,-6604l4091,-6604e" filled="false" stroked="true" strokeweight=".48pt" strokecolor="#000000">
                <v:path arrowok="t"/>
              </v:shape>
            </v:group>
            <v:group style="position:absolute;left:4084;top:-6580;width:8;height:2" coordorigin="4084,-6580" coordsize="8,2">
              <v:shape style="position:absolute;left:4084;top:-6580;width:8;height:2" coordorigin="4084,-6580" coordsize="8,0" path="m4084,-6580l4091,-6580e" filled="false" stroked="true" strokeweight=".48pt" strokecolor="#000000">
                <v:path arrowok="t"/>
              </v:shape>
            </v:group>
            <v:group style="position:absolute;left:4084;top:-6556;width:8;height:2" coordorigin="4084,-6556" coordsize="8,2">
              <v:shape style="position:absolute;left:4084;top:-6556;width:8;height:2" coordorigin="4084,-6556" coordsize="8,0" path="m4084,-6556l4091,-6556e" filled="false" stroked="true" strokeweight=".48pt" strokecolor="#000000">
                <v:path arrowok="t"/>
              </v:shape>
            </v:group>
            <v:group style="position:absolute;left:4084;top:-6532;width:8;height:2" coordorigin="4084,-6532" coordsize="8,2">
              <v:shape style="position:absolute;left:4084;top:-6532;width:8;height:2" coordorigin="4084,-6532" coordsize="8,0" path="m4084,-6532l4091,-6532e" filled="false" stroked="true" strokeweight=".48pt" strokecolor="#000000">
                <v:path arrowok="t"/>
              </v:shape>
            </v:group>
            <v:group style="position:absolute;left:4084;top:-6508;width:8;height:2" coordorigin="4084,-6508" coordsize="8,2">
              <v:shape style="position:absolute;left:4084;top:-6508;width:8;height:2" coordorigin="4084,-6508" coordsize="8,0" path="m4084,-6508l4091,-6508e" filled="false" stroked="true" strokeweight=".48pt" strokecolor="#000000">
                <v:path arrowok="t"/>
              </v:shape>
            </v:group>
            <v:group style="position:absolute;left:4084;top:-6484;width:8;height:2" coordorigin="4084,-6484" coordsize="8,2">
              <v:shape style="position:absolute;left:4084;top:-6484;width:8;height:2" coordorigin="4084,-6484" coordsize="8,0" path="m4084,-6484l4091,-6484e" filled="false" stroked="true" strokeweight=".48pt" strokecolor="#000000">
                <v:path arrowok="t"/>
              </v:shape>
            </v:group>
            <v:group style="position:absolute;left:4084;top:-6460;width:8;height:2" coordorigin="4084,-6460" coordsize="8,2">
              <v:shape style="position:absolute;left:4084;top:-6460;width:8;height:2" coordorigin="4084,-6460" coordsize="8,0" path="m4084,-6460l4091,-6460e" filled="false" stroked="true" strokeweight=".48pt" strokecolor="#000000">
                <v:path arrowok="t"/>
              </v:shape>
            </v:group>
            <v:group style="position:absolute;left:4084;top:-6436;width:8;height:2" coordorigin="4084,-6436" coordsize="8,2">
              <v:shape style="position:absolute;left:4084;top:-6436;width:8;height:2" coordorigin="4084,-6436" coordsize="8,0" path="m4084,-6436l4091,-6436e" filled="false" stroked="true" strokeweight=".48pt" strokecolor="#000000">
                <v:path arrowok="t"/>
              </v:shape>
            </v:group>
            <v:group style="position:absolute;left:4084;top:-6412;width:8;height:2" coordorigin="4084,-6412" coordsize="8,2">
              <v:shape style="position:absolute;left:4084;top:-6412;width:8;height:2" coordorigin="4084,-6412" coordsize="8,0" path="m4084,-6412l4091,-6412e" filled="false" stroked="true" strokeweight=".48pt" strokecolor="#000000">
                <v:path arrowok="t"/>
              </v:shape>
            </v:group>
            <v:group style="position:absolute;left:4084;top:-6388;width:8;height:2" coordorigin="4084,-6388" coordsize="8,2">
              <v:shape style="position:absolute;left:4084;top:-6388;width:8;height:2" coordorigin="4084,-6388" coordsize="8,0" path="m4084,-6388l4091,-6388e" filled="false" stroked="true" strokeweight=".48pt" strokecolor="#000000">
                <v:path arrowok="t"/>
              </v:shape>
            </v:group>
            <v:group style="position:absolute;left:4084;top:-6364;width:8;height:2" coordorigin="4084,-6364" coordsize="8,2">
              <v:shape style="position:absolute;left:4084;top:-6364;width:8;height:2" coordorigin="4084,-6364" coordsize="8,0" path="m4084,-6364l4091,-6364e" filled="false" stroked="true" strokeweight=".48pt" strokecolor="#000000">
                <v:path arrowok="t"/>
              </v:shape>
            </v:group>
            <v:group style="position:absolute;left:4084;top:-6340;width:8;height:2" coordorigin="4084,-6340" coordsize="8,2">
              <v:shape style="position:absolute;left:4084;top:-6340;width:8;height:2" coordorigin="4084,-6340" coordsize="8,0" path="m4084,-6340l4091,-6340e" filled="false" stroked="true" strokeweight=".48pt" strokecolor="#000000">
                <v:path arrowok="t"/>
              </v:shape>
            </v:group>
            <v:group style="position:absolute;left:4084;top:-6316;width:8;height:2" coordorigin="4084,-6316" coordsize="8,2">
              <v:shape style="position:absolute;left:4084;top:-6316;width:8;height:2" coordorigin="4084,-6316" coordsize="8,0" path="m4084,-6316l4091,-6316e" filled="false" stroked="true" strokeweight=".48pt" strokecolor="#000000">
                <v:path arrowok="t"/>
              </v:shape>
            </v:group>
            <v:group style="position:absolute;left:4084;top:-6292;width:8;height:2" coordorigin="4084,-6292" coordsize="8,2">
              <v:shape style="position:absolute;left:4084;top:-6292;width:8;height:2" coordorigin="4084,-6292" coordsize="8,0" path="m4084,-6292l4091,-6292e" filled="false" stroked="true" strokeweight=".48pt" strokecolor="#000000">
                <v:path arrowok="t"/>
              </v:shape>
            </v:group>
            <v:group style="position:absolute;left:4084;top:-6268;width:8;height:2" coordorigin="4084,-6268" coordsize="8,2">
              <v:shape style="position:absolute;left:4084;top:-6268;width:8;height:2" coordorigin="4084,-6268" coordsize="8,0" path="m4084,-6268l4091,-6268e" filled="false" stroked="true" strokeweight=".48pt" strokecolor="#000000">
                <v:path arrowok="t"/>
              </v:shape>
            </v:group>
            <v:group style="position:absolute;left:4084;top:-6244;width:8;height:2" coordorigin="4084,-6244" coordsize="8,2">
              <v:shape style="position:absolute;left:4084;top:-6244;width:8;height:2" coordorigin="4084,-6244" coordsize="8,0" path="m4084,-6244l4091,-6244e" filled="false" stroked="true" strokeweight=".48pt" strokecolor="#000000">
                <v:path arrowok="t"/>
              </v:shape>
            </v:group>
            <v:group style="position:absolute;left:4084;top:-6220;width:8;height:2" coordorigin="4084,-6220" coordsize="8,2">
              <v:shape style="position:absolute;left:4084;top:-6220;width:8;height:2" coordorigin="4084,-6220" coordsize="8,0" path="m4084,-6220l4091,-6220e" filled="false" stroked="true" strokeweight=".48pt" strokecolor="#000000">
                <v:path arrowok="t"/>
              </v:shape>
            </v:group>
            <v:group style="position:absolute;left:4084;top:-6196;width:8;height:2" coordorigin="4084,-6196" coordsize="8,2">
              <v:shape style="position:absolute;left:4084;top:-6196;width:8;height:2" coordorigin="4084,-6196" coordsize="8,0" path="m4084,-6196l4091,-6196e" filled="false" stroked="true" strokeweight=".48pt" strokecolor="#000000">
                <v:path arrowok="t"/>
              </v:shape>
            </v:group>
            <v:group style="position:absolute;left:4084;top:-6172;width:8;height:2" coordorigin="4084,-6172" coordsize="8,2">
              <v:shape style="position:absolute;left:4084;top:-6172;width:8;height:2" coordorigin="4084,-6172" coordsize="8,0" path="m4084,-6172l4091,-6172e" filled="false" stroked="true" strokeweight=".48pt" strokecolor="#000000">
                <v:path arrowok="t"/>
              </v:shape>
            </v:group>
            <v:group style="position:absolute;left:4084;top:-6148;width:8;height:2" coordorigin="4084,-6148" coordsize="8,2">
              <v:shape style="position:absolute;left:4084;top:-6148;width:8;height:2" coordorigin="4084,-6148" coordsize="8,0" path="m4084,-6148l4091,-6148e" filled="false" stroked="true" strokeweight=".48pt" strokecolor="#000000">
                <v:path arrowok="t"/>
              </v:shape>
            </v:group>
            <v:group style="position:absolute;left:4084;top:-6124;width:8;height:2" coordorigin="4084,-6124" coordsize="8,2">
              <v:shape style="position:absolute;left:4084;top:-6124;width:8;height:2" coordorigin="4084,-6124" coordsize="8,0" path="m4084,-6124l4091,-6124e" filled="false" stroked="true" strokeweight=".48pt" strokecolor="#000000">
                <v:path arrowok="t"/>
              </v:shape>
            </v:group>
            <v:group style="position:absolute;left:4084;top:-6100;width:8;height:2" coordorigin="4084,-6100" coordsize="8,2">
              <v:shape style="position:absolute;left:4084;top:-6100;width:8;height:2" coordorigin="4084,-6100" coordsize="8,0" path="m4084,-6100l4091,-6100e" filled="false" stroked="true" strokeweight=".48pt" strokecolor="#000000">
                <v:path arrowok="t"/>
              </v:shape>
            </v:group>
            <v:group style="position:absolute;left:4084;top:-6076;width:8;height:2" coordorigin="4084,-6076" coordsize="8,2">
              <v:shape style="position:absolute;left:4084;top:-6076;width:8;height:2" coordorigin="4084,-6076" coordsize="8,0" path="m4084,-6076l4091,-6076e" filled="false" stroked="true" strokeweight=".48pt" strokecolor="#000000">
                <v:path arrowok="t"/>
              </v:shape>
            </v:group>
            <v:group style="position:absolute;left:4084;top:-6052;width:8;height:2" coordorigin="4084,-6052" coordsize="8,2">
              <v:shape style="position:absolute;left:4084;top:-6052;width:8;height:2" coordorigin="4084,-6052" coordsize="8,0" path="m4084,-6052l4091,-6052e" filled="false" stroked="true" strokeweight=".48pt" strokecolor="#000000">
                <v:path arrowok="t"/>
              </v:shape>
            </v:group>
            <v:group style="position:absolute;left:4084;top:-6028;width:8;height:2" coordorigin="4084,-6028" coordsize="8,2">
              <v:shape style="position:absolute;left:4084;top:-6028;width:8;height:2" coordorigin="4084,-6028" coordsize="8,0" path="m4084,-6028l4091,-6028e" filled="false" stroked="true" strokeweight=".48pt" strokecolor="#000000">
                <v:path arrowok="t"/>
              </v:shape>
            </v:group>
            <v:group style="position:absolute;left:4084;top:-6004;width:8;height:2" coordorigin="4084,-6004" coordsize="8,2">
              <v:shape style="position:absolute;left:4084;top:-6004;width:8;height:2" coordorigin="4084,-6004" coordsize="8,0" path="m4084,-6004l4091,-6004e" filled="false" stroked="true" strokeweight=".48pt" strokecolor="#000000">
                <v:path arrowok="t"/>
              </v:shape>
            </v:group>
            <v:group style="position:absolute;left:4084;top:-5980;width:8;height:2" coordorigin="4084,-5980" coordsize="8,2">
              <v:shape style="position:absolute;left:4084;top:-5980;width:8;height:2" coordorigin="4084,-5980" coordsize="8,0" path="m4084,-5980l4091,-5980e" filled="false" stroked="true" strokeweight=".48pt" strokecolor="#000000">
                <v:path arrowok="t"/>
              </v:shape>
            </v:group>
            <v:group style="position:absolute;left:4084;top:-5956;width:8;height:2" coordorigin="4084,-5956" coordsize="8,2">
              <v:shape style="position:absolute;left:4084;top:-5956;width:8;height:2" coordorigin="4084,-5956" coordsize="8,0" path="m4084,-5956l4091,-5956e" filled="false" stroked="true" strokeweight=".48pt" strokecolor="#000000">
                <v:path arrowok="t"/>
              </v:shape>
            </v:group>
            <v:group style="position:absolute;left:4084;top:-5932;width:8;height:2" coordorigin="4084,-5932" coordsize="8,2">
              <v:shape style="position:absolute;left:4084;top:-5932;width:8;height:2" coordorigin="4084,-5932" coordsize="8,0" path="m4084,-5932l4091,-5932e" filled="false" stroked="true" strokeweight=".48pt" strokecolor="#000000">
                <v:path arrowok="t"/>
              </v:shape>
            </v:group>
            <v:group style="position:absolute;left:4084;top:-5908;width:8;height:2" coordorigin="4084,-5908" coordsize="8,2">
              <v:shape style="position:absolute;left:4084;top:-5908;width:8;height:2" coordorigin="4084,-5908" coordsize="8,0" path="m4084,-5908l4091,-5908e" filled="false" stroked="true" strokeweight=".48pt" strokecolor="#000000">
                <v:path arrowok="t"/>
              </v:shape>
            </v:group>
            <v:group style="position:absolute;left:4084;top:-5884;width:8;height:2" coordorigin="4084,-5884" coordsize="8,2">
              <v:shape style="position:absolute;left:4084;top:-5884;width:8;height:2" coordorigin="4084,-5884" coordsize="8,0" path="m4084,-5884l4091,-5884e" filled="false" stroked="true" strokeweight=".48pt" strokecolor="#000000">
                <v:path arrowok="t"/>
              </v:shape>
            </v:group>
            <v:group style="position:absolute;left:4084;top:-5860;width:8;height:2" coordorigin="4084,-5860" coordsize="8,2">
              <v:shape style="position:absolute;left:4084;top:-5860;width:8;height:2" coordorigin="4084,-5860" coordsize="8,0" path="m4084,-5860l4091,-5860e" filled="false" stroked="true" strokeweight=".48pt" strokecolor="#000000">
                <v:path arrowok="t"/>
              </v:shape>
            </v:group>
            <v:group style="position:absolute;left:4084;top:-5836;width:8;height:2" coordorigin="4084,-5836" coordsize="8,2">
              <v:shape style="position:absolute;left:4084;top:-5836;width:8;height:2" coordorigin="4084,-5836" coordsize="8,0" path="m4084,-5836l4091,-5836e" filled="false" stroked="true" strokeweight=".48pt" strokecolor="#000000">
                <v:path arrowok="t"/>
              </v:shape>
            </v:group>
            <v:group style="position:absolute;left:4084;top:-5813;width:8;height:2" coordorigin="4084,-5813" coordsize="8,2">
              <v:shape style="position:absolute;left:4084;top:-5813;width:8;height:2" coordorigin="4084,-5813" coordsize="8,0" path="m4084,-5813l4091,-5813e" filled="false" stroked="true" strokeweight=".48pt" strokecolor="#000000">
                <v:path arrowok="t"/>
              </v:shape>
            </v:group>
            <v:group style="position:absolute;left:4084;top:-5789;width:8;height:2" coordorigin="4084,-5789" coordsize="8,2">
              <v:shape style="position:absolute;left:4084;top:-5789;width:8;height:2" coordorigin="4084,-5789" coordsize="8,0" path="m4084,-5789l4091,-5789e" filled="false" stroked="true" strokeweight=".48pt" strokecolor="#000000">
                <v:path arrowok="t"/>
              </v:shape>
            </v:group>
            <v:group style="position:absolute;left:4084;top:-5764;width:8;height:2" coordorigin="4084,-5764" coordsize="8,2">
              <v:shape style="position:absolute;left:4084;top:-5764;width:8;height:2" coordorigin="4084,-5764" coordsize="8,0" path="m4084,-5764l4091,-5764e" filled="false" stroked="true" strokeweight=".48pt" strokecolor="#000000">
                <v:path arrowok="t"/>
              </v:shape>
            </v:group>
            <v:group style="position:absolute;left:4084;top:-5740;width:8;height:2" coordorigin="4084,-5740" coordsize="8,2">
              <v:shape style="position:absolute;left:4084;top:-5740;width:8;height:2" coordorigin="4084,-5740" coordsize="8,0" path="m4084,-5740l4091,-5740e" filled="false" stroked="true" strokeweight=".48pt" strokecolor="#000000">
                <v:path arrowok="t"/>
              </v:shape>
            </v:group>
            <v:group style="position:absolute;left:4084;top:-5716;width:8;height:2" coordorigin="4084,-5716" coordsize="8,2">
              <v:shape style="position:absolute;left:4084;top:-5716;width:8;height:2" coordorigin="4084,-5716" coordsize="8,0" path="m4084,-5716l4091,-5716e" filled="false" stroked="true" strokeweight=".48pt" strokecolor="#000000">
                <v:path arrowok="t"/>
              </v:shape>
            </v:group>
            <v:group style="position:absolute;left:4084;top:-5693;width:8;height:2" coordorigin="4084,-5693" coordsize="8,2">
              <v:shape style="position:absolute;left:4084;top:-5693;width:8;height:2" coordorigin="4084,-5693" coordsize="8,0" path="m4084,-5693l4091,-5693e" filled="false" stroked="true" strokeweight=".48pt" strokecolor="#000000">
                <v:path arrowok="t"/>
              </v:shape>
            </v:group>
            <v:group style="position:absolute;left:4084;top:-5669;width:8;height:2" coordorigin="4084,-5669" coordsize="8,2">
              <v:shape style="position:absolute;left:4084;top:-5669;width:8;height:2" coordorigin="4084,-5669" coordsize="8,0" path="m4084,-5669l4091,-5669e" filled="false" stroked="true" strokeweight=".48pt" strokecolor="#000000">
                <v:path arrowok="t"/>
              </v:shape>
            </v:group>
            <v:group style="position:absolute;left:4084;top:-5644;width:8;height:2" coordorigin="4084,-5644" coordsize="8,2">
              <v:shape style="position:absolute;left:4084;top:-5644;width:8;height:2" coordorigin="4084,-5644" coordsize="8,0" path="m4084,-5644l4091,-5644e" filled="false" stroked="true" strokeweight=".48pt" strokecolor="#000000">
                <v:path arrowok="t"/>
              </v:shape>
            </v:group>
            <v:group style="position:absolute;left:4084;top:-5620;width:8;height:2" coordorigin="4084,-5620" coordsize="8,2">
              <v:shape style="position:absolute;left:4084;top:-5620;width:8;height:2" coordorigin="4084,-5620" coordsize="8,0" path="m4084,-5620l4091,-5620e" filled="false" stroked="true" strokeweight=".48pt" strokecolor="#000000">
                <v:path arrowok="t"/>
              </v:shape>
            </v:group>
            <v:group style="position:absolute;left:4084;top:-5596;width:8;height:2" coordorigin="4084,-5596" coordsize="8,2">
              <v:shape style="position:absolute;left:4084;top:-5596;width:8;height:2" coordorigin="4084,-5596" coordsize="8,0" path="m4084,-5596l4091,-5596e" filled="false" stroked="true" strokeweight=".48pt" strokecolor="#000000">
                <v:path arrowok="t"/>
              </v:shape>
            </v:group>
            <v:group style="position:absolute;left:4084;top:-5573;width:8;height:2" coordorigin="4084,-5573" coordsize="8,2">
              <v:shape style="position:absolute;left:4084;top:-5573;width:8;height:2" coordorigin="4084,-5573" coordsize="8,0" path="m4084,-5573l4091,-5573e" filled="false" stroked="true" strokeweight=".48pt" strokecolor="#000000">
                <v:path arrowok="t"/>
              </v:shape>
            </v:group>
            <v:group style="position:absolute;left:4084;top:-5549;width:8;height:2" coordorigin="4084,-5549" coordsize="8,2">
              <v:shape style="position:absolute;left:4084;top:-5549;width:8;height:2" coordorigin="4084,-5549" coordsize="8,0" path="m4084,-5549l4091,-5549e" filled="false" stroked="true" strokeweight=".48pt" strokecolor="#000000">
                <v:path arrowok="t"/>
              </v:shape>
            </v:group>
            <v:group style="position:absolute;left:4084;top:-5525;width:8;height:2" coordorigin="4084,-5525" coordsize="8,2">
              <v:shape style="position:absolute;left:4084;top:-5525;width:8;height:2" coordorigin="4084,-5525" coordsize="8,0" path="m4084,-5525l4091,-5525e" filled="false" stroked="true" strokeweight=".479pt" strokecolor="#000000">
                <v:path arrowok="t"/>
              </v:shape>
            </v:group>
            <v:group style="position:absolute;left:4084;top:-5501;width:8;height:2" coordorigin="4084,-5501" coordsize="8,2">
              <v:shape style="position:absolute;left:4084;top:-5501;width:8;height:2" coordorigin="4084,-5501" coordsize="8,0" path="m4084,-5501l4091,-5501e" filled="false" stroked="true" strokeweight=".48pt" strokecolor="#000000">
                <v:path arrowok="t"/>
              </v:shape>
            </v:group>
            <v:group style="position:absolute;left:4084;top:-5477;width:8;height:2" coordorigin="4084,-5477" coordsize="8,2">
              <v:shape style="position:absolute;left:4084;top:-5477;width:8;height:2" coordorigin="4084,-5477" coordsize="8,0" path="m4084,-5477l4091,-5477e" filled="false" stroked="true" strokeweight=".48pt" strokecolor="#000000">
                <v:path arrowok="t"/>
              </v:shape>
            </v:group>
            <v:group style="position:absolute;left:4084;top:-5453;width:8;height:2" coordorigin="4084,-5453" coordsize="8,2">
              <v:shape style="position:absolute;left:4084;top:-5453;width:8;height:2" coordorigin="4084,-5453" coordsize="8,0" path="m4084,-5453l4091,-5453e" filled="false" stroked="true" strokeweight=".48pt" strokecolor="#000000">
                <v:path arrowok="t"/>
              </v:shape>
            </v:group>
            <v:group style="position:absolute;left:4084;top:-5429;width:8;height:2" coordorigin="4084,-5429" coordsize="8,2">
              <v:shape style="position:absolute;left:4084;top:-5429;width:8;height:2" coordorigin="4084,-5429" coordsize="8,0" path="m4084,-5429l4091,-5429e" filled="false" stroked="true" strokeweight=".48pt" strokecolor="#000000">
                <v:path arrowok="t"/>
              </v:shape>
            </v:group>
            <v:group style="position:absolute;left:4084;top:-5405;width:8;height:2" coordorigin="4084,-5405" coordsize="8,2">
              <v:shape style="position:absolute;left:4084;top:-5405;width:8;height:2" coordorigin="4084,-5405" coordsize="8,0" path="m4084,-5405l4091,-5405e" filled="false" stroked="true" strokeweight=".48pt" strokecolor="#000000">
                <v:path arrowok="t"/>
              </v:shape>
            </v:group>
            <v:group style="position:absolute;left:4084;top:-5381;width:8;height:2" coordorigin="4084,-5381" coordsize="8,2">
              <v:shape style="position:absolute;left:4084;top:-5381;width:8;height:2" coordorigin="4084,-5381" coordsize="8,0" path="m4084,-5381l4091,-5381e" filled="false" stroked="true" strokeweight=".48pt" strokecolor="#000000">
                <v:path arrowok="t"/>
              </v:shape>
            </v:group>
            <v:group style="position:absolute;left:4084;top:-5357;width:8;height:2" coordorigin="4084,-5357" coordsize="8,2">
              <v:shape style="position:absolute;left:4084;top:-5357;width:8;height:2" coordorigin="4084,-5357" coordsize="8,0" path="m4084,-5357l4091,-5357e" filled="false" stroked="true" strokeweight=".48pt" strokecolor="#000000">
                <v:path arrowok="t"/>
              </v:shape>
            </v:group>
            <v:group style="position:absolute;left:4084;top:-5333;width:8;height:2" coordorigin="4084,-5333" coordsize="8,2">
              <v:shape style="position:absolute;left:4084;top:-5333;width:8;height:2" coordorigin="4084,-5333" coordsize="8,0" path="m4084,-5333l4091,-5333e" filled="false" stroked="true" strokeweight=".48pt" strokecolor="#000000">
                <v:path arrowok="t"/>
              </v:shape>
            </v:group>
            <v:group style="position:absolute;left:4084;top:-5309;width:8;height:2" coordorigin="4084,-5309" coordsize="8,2">
              <v:shape style="position:absolute;left:4084;top:-5309;width:8;height:2" coordorigin="4084,-5309" coordsize="8,0" path="m4084,-5309l4091,-5309e" filled="false" stroked="true" strokeweight=".48pt" strokecolor="#000000">
                <v:path arrowok="t"/>
              </v:shape>
            </v:group>
            <v:group style="position:absolute;left:4084;top:-5285;width:8;height:2" coordorigin="4084,-5285" coordsize="8,2">
              <v:shape style="position:absolute;left:4084;top:-5285;width:8;height:2" coordorigin="4084,-5285" coordsize="8,0" path="m4084,-5285l4091,-5285e" filled="false" stroked="true" strokeweight=".48pt" strokecolor="#000000">
                <v:path arrowok="t"/>
              </v:shape>
            </v:group>
            <v:group style="position:absolute;left:4084;top:-5261;width:8;height:2" coordorigin="4084,-5261" coordsize="8,2">
              <v:shape style="position:absolute;left:4084;top:-5261;width:8;height:2" coordorigin="4084,-5261" coordsize="8,0" path="m4084,-5261l4091,-5261e" filled="false" stroked="true" strokeweight=".48pt" strokecolor="#000000">
                <v:path arrowok="t"/>
              </v:shape>
            </v:group>
            <v:group style="position:absolute;left:4084;top:-5237;width:8;height:2" coordorigin="4084,-5237" coordsize="8,2">
              <v:shape style="position:absolute;left:4084;top:-5237;width:8;height:2" coordorigin="4084,-5237" coordsize="8,0" path="m4084,-5237l4091,-5237e" filled="false" stroked="true" strokeweight=".48pt" strokecolor="#000000">
                <v:path arrowok="t"/>
              </v:shape>
            </v:group>
            <v:group style="position:absolute;left:4084;top:-5213;width:8;height:2" coordorigin="4084,-5213" coordsize="8,2">
              <v:shape style="position:absolute;left:4084;top:-5213;width:8;height:2" coordorigin="4084,-5213" coordsize="8,0" path="m4084,-5213l4091,-5213e" filled="false" stroked="true" strokeweight=".48pt" strokecolor="#000000">
                <v:path arrowok="t"/>
              </v:shape>
            </v:group>
            <v:group style="position:absolute;left:4084;top:-5189;width:8;height:2" coordorigin="4084,-5189" coordsize="8,2">
              <v:shape style="position:absolute;left:4084;top:-5189;width:8;height:2" coordorigin="4084,-5189" coordsize="8,0" path="m4084,-5189l4091,-5189e" filled="false" stroked="true" strokeweight=".48pt" strokecolor="#000000">
                <v:path arrowok="t"/>
              </v:shape>
            </v:group>
            <v:group style="position:absolute;left:4084;top:-5165;width:8;height:2" coordorigin="4084,-5165" coordsize="8,2">
              <v:shape style="position:absolute;left:4084;top:-5165;width:8;height:2" coordorigin="4084,-5165" coordsize="8,0" path="m4084,-5165l4091,-5165e" filled="false" stroked="true" strokeweight=".48pt" strokecolor="#000000">
                <v:path arrowok="t"/>
              </v:shape>
            </v:group>
            <v:group style="position:absolute;left:4084;top:-5141;width:8;height:2" coordorigin="4084,-5141" coordsize="8,2">
              <v:shape style="position:absolute;left:4084;top:-5141;width:8;height:2" coordorigin="4084,-5141" coordsize="8,0" path="m4084,-5141l4091,-5141e" filled="false" stroked="true" strokeweight=".48pt" strokecolor="#000000">
                <v:path arrowok="t"/>
              </v:shape>
            </v:group>
            <v:group style="position:absolute;left:4084;top:-5117;width:8;height:2" coordorigin="4084,-5117" coordsize="8,2">
              <v:shape style="position:absolute;left:4084;top:-5117;width:8;height:2" coordorigin="4084,-5117" coordsize="8,0" path="m4084,-5117l4091,-5117e" filled="false" stroked="true" strokeweight=".48pt" strokecolor="#000000">
                <v:path arrowok="t"/>
              </v:shape>
            </v:group>
            <v:group style="position:absolute;left:4084;top:-5093;width:8;height:2" coordorigin="4084,-5093" coordsize="8,2">
              <v:shape style="position:absolute;left:4084;top:-5093;width:8;height:2" coordorigin="4084,-5093" coordsize="8,0" path="m4084,-5093l4091,-5093e" filled="false" stroked="true" strokeweight=".48pt" strokecolor="#000000">
                <v:path arrowok="t"/>
              </v:shape>
            </v:group>
            <v:group style="position:absolute;left:4084;top:-5069;width:8;height:2" coordorigin="4084,-5069" coordsize="8,2">
              <v:shape style="position:absolute;left:4084;top:-5069;width:8;height:2" coordorigin="4084,-5069" coordsize="8,0" path="m4084,-5069l4091,-5069e" filled="false" stroked="true" strokeweight=".48pt" strokecolor="#000000">
                <v:path arrowok="t"/>
              </v:shape>
            </v:group>
            <v:group style="position:absolute;left:4084;top:-5045;width:8;height:2" coordorigin="4084,-5045" coordsize="8,2">
              <v:shape style="position:absolute;left:4084;top:-5045;width:8;height:2" coordorigin="4084,-5045" coordsize="8,0" path="m4084,-5045l4091,-5045e" filled="false" stroked="true" strokeweight=".48pt" strokecolor="#000000">
                <v:path arrowok="t"/>
              </v:shape>
            </v:group>
            <v:group style="position:absolute;left:4084;top:-5021;width:8;height:2" coordorigin="4084,-5021" coordsize="8,2">
              <v:shape style="position:absolute;left:4084;top:-5021;width:8;height:2" coordorigin="4084,-5021" coordsize="8,0" path="m4084,-5021l4091,-5021e" filled="false" stroked="true" strokeweight=".48pt" strokecolor="#000000">
                <v:path arrowok="t"/>
              </v:shape>
            </v:group>
            <v:group style="position:absolute;left:4084;top:-4997;width:8;height:2" coordorigin="4084,-4997" coordsize="8,2">
              <v:shape style="position:absolute;left:4084;top:-4997;width:8;height:2" coordorigin="4084,-4997" coordsize="8,0" path="m4084,-4997l4091,-4997e" filled="false" stroked="true" strokeweight=".48pt" strokecolor="#000000">
                <v:path arrowok="t"/>
              </v:shape>
            </v:group>
            <v:group style="position:absolute;left:4084;top:-4973;width:8;height:2" coordorigin="4084,-4973" coordsize="8,2">
              <v:shape style="position:absolute;left:4084;top:-4973;width:8;height:2" coordorigin="4084,-4973" coordsize="8,0" path="m4084,-4973l4091,-4973e" filled="false" stroked="true" strokeweight=".48pt" strokecolor="#000000">
                <v:path arrowok="t"/>
              </v:shape>
            </v:group>
            <v:group style="position:absolute;left:4084;top:-4949;width:8;height:2" coordorigin="4084,-4949" coordsize="8,2">
              <v:shape style="position:absolute;left:4084;top:-4949;width:8;height:2" coordorigin="4084,-4949" coordsize="8,0" path="m4084,-4949l4091,-4949e" filled="false" stroked="true" strokeweight=".48pt" strokecolor="#000000">
                <v:path arrowok="t"/>
              </v:shape>
            </v:group>
            <v:group style="position:absolute;left:4084;top:-4925;width:8;height:2" coordorigin="4084,-4925" coordsize="8,2">
              <v:shape style="position:absolute;left:4084;top:-4925;width:8;height:2" coordorigin="4084,-4925" coordsize="8,0" path="m4084,-4925l4091,-4925e" filled="false" stroked="true" strokeweight=".48pt" strokecolor="#000000">
                <v:path arrowok="t"/>
              </v:shape>
            </v:group>
            <v:group style="position:absolute;left:4084;top:-4901;width:8;height:2" coordorigin="4084,-4901" coordsize="8,2">
              <v:shape style="position:absolute;left:4084;top:-4901;width:8;height:2" coordorigin="4084,-4901" coordsize="8,0" path="m4084,-4901l4091,-4901e" filled="false" stroked="true" strokeweight=".48pt" strokecolor="#000000">
                <v:path arrowok="t"/>
              </v:shape>
            </v:group>
            <v:group style="position:absolute;left:4084;top:-4877;width:8;height:2" coordorigin="4084,-4877" coordsize="8,2">
              <v:shape style="position:absolute;left:4084;top:-4877;width:8;height:2" coordorigin="4084,-4877" coordsize="8,0" path="m4084,-4877l4091,-4877e" filled="false" stroked="true" strokeweight=".48pt" strokecolor="#000000">
                <v:path arrowok="t"/>
              </v:shape>
            </v:group>
            <v:group style="position:absolute;left:4084;top:-4853;width:8;height:2" coordorigin="4084,-4853" coordsize="8,2">
              <v:shape style="position:absolute;left:4084;top:-4853;width:8;height:2" coordorigin="4084,-4853" coordsize="8,0" path="m4084,-4853l4091,-4853e" filled="false" stroked="true" strokeweight=".48pt" strokecolor="#000000">
                <v:path arrowok="t"/>
              </v:shape>
            </v:group>
            <v:group style="position:absolute;left:4084;top:-4829;width:8;height:2" coordorigin="4084,-4829" coordsize="8,2">
              <v:shape style="position:absolute;left:4084;top:-4829;width:8;height:2" coordorigin="4084,-4829" coordsize="8,0" path="m4084,-4829l4091,-4829e" filled="false" stroked="true" strokeweight=".48pt" strokecolor="#000000">
                <v:path arrowok="t"/>
              </v:shape>
            </v:group>
            <v:group style="position:absolute;left:4084;top:-4805;width:8;height:2" coordorigin="4084,-4805" coordsize="8,2">
              <v:shape style="position:absolute;left:4084;top:-4805;width:8;height:2" coordorigin="4084,-4805" coordsize="8,0" path="m4084,-4805l4091,-4805e" filled="false" stroked="true" strokeweight=".48pt" strokecolor="#000000">
                <v:path arrowok="t"/>
              </v:shape>
            </v:group>
            <v:group style="position:absolute;left:4084;top:-4781;width:8;height:2" coordorigin="4084,-4781" coordsize="8,2">
              <v:shape style="position:absolute;left:4084;top:-4781;width:8;height:2" coordorigin="4084,-4781" coordsize="8,0" path="m4084,-4781l4091,-4781e" filled="false" stroked="true" strokeweight=".48pt" strokecolor="#000000">
                <v:path arrowok="t"/>
              </v:shape>
            </v:group>
            <v:group style="position:absolute;left:4084;top:-4757;width:8;height:2" coordorigin="4084,-4757" coordsize="8,2">
              <v:shape style="position:absolute;left:4084;top:-4757;width:8;height:2" coordorigin="4084,-4757" coordsize="8,0" path="m4084,-4757l4091,-4757e" filled="false" stroked="true" strokeweight=".48pt" strokecolor="#000000">
                <v:path arrowok="t"/>
              </v:shape>
            </v:group>
            <v:group style="position:absolute;left:4084;top:-4733;width:8;height:2" coordorigin="4084,-4733" coordsize="8,2">
              <v:shape style="position:absolute;left:4084;top:-4733;width:8;height:2" coordorigin="4084,-4733" coordsize="8,0" path="m4084,-4733l4091,-4733e" filled="false" stroked="true" strokeweight=".48pt" strokecolor="#000000">
                <v:path arrowok="t"/>
              </v:shape>
            </v:group>
            <v:group style="position:absolute;left:4084;top:-4709;width:8;height:2" coordorigin="4084,-4709" coordsize="8,2">
              <v:shape style="position:absolute;left:4084;top:-4709;width:8;height:2" coordorigin="4084,-4709" coordsize="8,0" path="m4084,-4709l4091,-4709e" filled="false" stroked="true" strokeweight=".48pt" strokecolor="#000000">
                <v:path arrowok="t"/>
              </v:shape>
            </v:group>
            <v:group style="position:absolute;left:4084;top:-4685;width:8;height:2" coordorigin="4084,-4685" coordsize="8,2">
              <v:shape style="position:absolute;left:4084;top:-4685;width:8;height:2" coordorigin="4084,-4685" coordsize="8,0" path="m4084,-4685l4091,-4685e" filled="false" stroked="true" strokeweight=".48pt" strokecolor="#000000">
                <v:path arrowok="t"/>
              </v:shape>
            </v:group>
            <v:group style="position:absolute;left:4084;top:-4661;width:8;height:2" coordorigin="4084,-4661" coordsize="8,2">
              <v:shape style="position:absolute;left:4084;top:-4661;width:8;height:2" coordorigin="4084,-4661" coordsize="8,0" path="m4084,-4661l4091,-4661e" filled="false" stroked="true" strokeweight=".48pt" strokecolor="#000000">
                <v:path arrowok="t"/>
              </v:shape>
            </v:group>
            <v:group style="position:absolute;left:4084;top:-4637;width:8;height:2" coordorigin="4084,-4637" coordsize="8,2">
              <v:shape style="position:absolute;left:4084;top:-4637;width:8;height:2" coordorigin="4084,-4637" coordsize="8,0" path="m4084,-4637l4091,-4637e" filled="false" stroked="true" strokeweight=".48pt" strokecolor="#000000">
                <v:path arrowok="t"/>
              </v:shape>
            </v:group>
            <v:group style="position:absolute;left:4084;top:-4613;width:8;height:2" coordorigin="4084,-4613" coordsize="8,2">
              <v:shape style="position:absolute;left:4084;top:-4613;width:8;height:2" coordorigin="4084,-4613" coordsize="8,0" path="m4084,-4613l4091,-4613e" filled="false" stroked="true" strokeweight=".48pt" strokecolor="#000000">
                <v:path arrowok="t"/>
              </v:shape>
            </v:group>
            <v:group style="position:absolute;left:4084;top:-4589;width:8;height:2" coordorigin="4084,-4589" coordsize="8,2">
              <v:shape style="position:absolute;left:4084;top:-4589;width:8;height:2" coordorigin="4084,-4589" coordsize="8,0" path="m4084,-4589l4091,-4589e" filled="false" stroked="true" strokeweight=".48pt" strokecolor="#000000">
                <v:path arrowok="t"/>
              </v:shape>
            </v:group>
            <v:group style="position:absolute;left:4084;top:-4565;width:8;height:2" coordorigin="4084,-4565" coordsize="8,2">
              <v:shape style="position:absolute;left:4084;top:-4565;width:8;height:2" coordorigin="4084,-4565" coordsize="8,0" path="m4084,-4565l4091,-4565e" filled="false" stroked="true" strokeweight=".48pt" strokecolor="#000000">
                <v:path arrowok="t"/>
              </v:shape>
            </v:group>
            <v:group style="position:absolute;left:4084;top:-4541;width:8;height:2" coordorigin="4084,-4541" coordsize="8,2">
              <v:shape style="position:absolute;left:4084;top:-4541;width:8;height:2" coordorigin="4084,-4541" coordsize="8,0" path="m4084,-4541l4091,-4541e" filled="false" stroked="true" strokeweight=".48pt" strokecolor="#000000">
                <v:path arrowok="t"/>
              </v:shape>
            </v:group>
            <v:group style="position:absolute;left:4084;top:-4517;width:8;height:2" coordorigin="4084,-4517" coordsize="8,2">
              <v:shape style="position:absolute;left:4084;top:-4517;width:8;height:2" coordorigin="4084,-4517" coordsize="8,0" path="m4084,-4517l4091,-4517e" filled="false" stroked="true" strokeweight=".48pt" strokecolor="#000000">
                <v:path arrowok="t"/>
              </v:shape>
            </v:group>
            <v:group style="position:absolute;left:4084;top:-4493;width:8;height:2" coordorigin="4084,-4493" coordsize="8,2">
              <v:shape style="position:absolute;left:4084;top:-4493;width:8;height:2" coordorigin="4084,-4493" coordsize="8,0" path="m4084,-4493l4091,-4493e" filled="false" stroked="true" strokeweight=".48pt" strokecolor="#000000">
                <v:path arrowok="t"/>
              </v:shape>
            </v:group>
            <v:group style="position:absolute;left:4084;top:-4469;width:8;height:2" coordorigin="4084,-4469" coordsize="8,2">
              <v:shape style="position:absolute;left:4084;top:-4469;width:8;height:2" coordorigin="4084,-4469" coordsize="8,0" path="m4084,-4469l4091,-4469e" filled="false" stroked="true" strokeweight=".48pt" strokecolor="#000000">
                <v:path arrowok="t"/>
              </v:shape>
            </v:group>
            <v:group style="position:absolute;left:4084;top:-4445;width:8;height:2" coordorigin="4084,-4445" coordsize="8,2">
              <v:shape style="position:absolute;left:4084;top:-4445;width:8;height:2" coordorigin="4084,-4445" coordsize="8,0" path="m4084,-4445l4091,-4445e" filled="false" stroked="true" strokeweight=".48pt" strokecolor="#000000">
                <v:path arrowok="t"/>
              </v:shape>
            </v:group>
            <v:group style="position:absolute;left:4084;top:-4421;width:8;height:2" coordorigin="4084,-4421" coordsize="8,2">
              <v:shape style="position:absolute;left:4084;top:-4421;width:8;height:2" coordorigin="4084,-4421" coordsize="8,0" path="m4084,-4421l4091,-4421e" filled="false" stroked="true" strokeweight=".479pt" strokecolor="#000000">
                <v:path arrowok="t"/>
              </v:shape>
            </v:group>
            <v:group style="position:absolute;left:4084;top:-4397;width:8;height:2" coordorigin="4084,-4397" coordsize="8,2">
              <v:shape style="position:absolute;left:4084;top:-4397;width:8;height:2" coordorigin="4084,-4397" coordsize="8,0" path="m4084,-4397l4091,-4397e" filled="false" stroked="true" strokeweight=".48pt" strokecolor="#000000">
                <v:path arrowok="t"/>
              </v:shape>
            </v:group>
            <v:group style="position:absolute;left:4084;top:-4373;width:8;height:2" coordorigin="4084,-4373" coordsize="8,2">
              <v:shape style="position:absolute;left:4084;top:-4373;width:8;height:2" coordorigin="4084,-4373" coordsize="8,0" path="m4084,-4373l4091,-4373e" filled="false" stroked="true" strokeweight=".48pt" strokecolor="#000000">
                <v:path arrowok="t"/>
              </v:shape>
            </v:group>
            <v:group style="position:absolute;left:4084;top:-4349;width:8;height:2" coordorigin="4084,-4349" coordsize="8,2">
              <v:shape style="position:absolute;left:4084;top:-4349;width:8;height:2" coordorigin="4084,-4349" coordsize="8,0" path="m4084,-4349l4091,-4349e" filled="false" stroked="true" strokeweight=".48pt" strokecolor="#000000">
                <v:path arrowok="t"/>
              </v:shape>
            </v:group>
            <v:group style="position:absolute;left:4084;top:-4325;width:8;height:2" coordorigin="4084,-4325" coordsize="8,2">
              <v:shape style="position:absolute;left:4084;top:-4325;width:8;height:2" coordorigin="4084,-4325" coordsize="8,0" path="m4084,-4325l4091,-4325e" filled="false" stroked="true" strokeweight=".48pt" strokecolor="#000000">
                <v:path arrowok="t"/>
              </v:shape>
            </v:group>
            <v:group style="position:absolute;left:4084;top:-4301;width:8;height:2" coordorigin="4084,-4301" coordsize="8,2">
              <v:shape style="position:absolute;left:4084;top:-4301;width:8;height:2" coordorigin="4084,-4301" coordsize="8,0" path="m4084,-4301l4091,-4301e" filled="false" stroked="true" strokeweight=".48pt" strokecolor="#000000">
                <v:path arrowok="t"/>
              </v:shape>
            </v:group>
            <v:group style="position:absolute;left:4084;top:-4277;width:8;height:2" coordorigin="4084,-4277" coordsize="8,2">
              <v:shape style="position:absolute;left:4084;top:-4277;width:8;height:2" coordorigin="4084,-4277" coordsize="8,0" path="m4084,-4277l4091,-4277e" filled="false" stroked="true" strokeweight=".48pt" strokecolor="#000000">
                <v:path arrowok="t"/>
              </v:shape>
            </v:group>
            <v:group style="position:absolute;left:4084;top:-4253;width:8;height:2" coordorigin="4084,-4253" coordsize="8,2">
              <v:shape style="position:absolute;left:4084;top:-4253;width:8;height:2" coordorigin="4084,-4253" coordsize="8,0" path="m4084,-4253l4091,-4253e" filled="false" stroked="true" strokeweight=".48pt" strokecolor="#000000">
                <v:path arrowok="t"/>
              </v:shape>
            </v:group>
            <v:group style="position:absolute;left:4084;top:-4229;width:8;height:2" coordorigin="4084,-4229" coordsize="8,2">
              <v:shape style="position:absolute;left:4084;top:-4229;width:8;height:2" coordorigin="4084,-4229" coordsize="8,0" path="m4084,-4229l4091,-4229e" filled="false" stroked="true" strokeweight=".48pt" strokecolor="#000000">
                <v:path arrowok="t"/>
              </v:shape>
            </v:group>
            <v:group style="position:absolute;left:4084;top:-4205;width:8;height:2" coordorigin="4084,-4205" coordsize="8,2">
              <v:shape style="position:absolute;left:4084;top:-4205;width:8;height:2" coordorigin="4084,-4205" coordsize="8,0" path="m4084,-4205l4091,-4205e" filled="false" stroked="true" strokeweight=".48pt" strokecolor="#000000">
                <v:path arrowok="t"/>
              </v:shape>
            </v:group>
            <v:group style="position:absolute;left:4084;top:-4181;width:8;height:2" coordorigin="4084,-4181" coordsize="8,2">
              <v:shape style="position:absolute;left:4084;top:-4181;width:8;height:2" coordorigin="4084,-4181" coordsize="8,0" path="m4084,-4181l4091,-4181e" filled="false" stroked="true" strokeweight=".48pt" strokecolor="#000000">
                <v:path arrowok="t"/>
              </v:shape>
            </v:group>
            <v:group style="position:absolute;left:4084;top:-4157;width:8;height:2" coordorigin="4084,-4157" coordsize="8,2">
              <v:shape style="position:absolute;left:4084;top:-4157;width:8;height:2" coordorigin="4084,-4157" coordsize="8,0" path="m4084,-4157l4091,-4157e" filled="false" stroked="true" strokeweight=".48pt" strokecolor="#000000">
                <v:path arrowok="t"/>
              </v:shape>
            </v:group>
            <v:group style="position:absolute;left:4084;top:-4133;width:8;height:2" coordorigin="4084,-4133" coordsize="8,2">
              <v:shape style="position:absolute;left:4084;top:-4133;width:8;height:2" coordorigin="4084,-4133" coordsize="8,0" path="m4084,-4133l4091,-4133e" filled="false" stroked="true" strokeweight=".48pt" strokecolor="#000000">
                <v:path arrowok="t"/>
              </v:shape>
            </v:group>
            <v:group style="position:absolute;left:4084;top:-4109;width:8;height:2" coordorigin="4084,-4109" coordsize="8,2">
              <v:shape style="position:absolute;left:4084;top:-4109;width:8;height:2" coordorigin="4084,-4109" coordsize="8,0" path="m4084,-4109l4091,-4109e" filled="false" stroked="true" strokeweight=".48pt" strokecolor="#000000">
                <v:path arrowok="t"/>
              </v:shape>
            </v:group>
            <v:group style="position:absolute;left:4084;top:-4085;width:8;height:2" coordorigin="4084,-4085" coordsize="8,2">
              <v:shape style="position:absolute;left:4084;top:-4085;width:8;height:2" coordorigin="4084,-4085" coordsize="8,0" path="m4084,-4085l4091,-4085e" filled="false" stroked="true" strokeweight=".48pt" strokecolor="#000000">
                <v:path arrowok="t"/>
              </v:shape>
            </v:group>
            <v:group style="position:absolute;left:4084;top:-4061;width:8;height:2" coordorigin="4084,-4061" coordsize="8,2">
              <v:shape style="position:absolute;left:4084;top:-4061;width:8;height:2" coordorigin="4084,-4061" coordsize="8,0" path="m4084,-4061l4091,-4061e" filled="false" stroked="true" strokeweight=".48pt" strokecolor="#000000">
                <v:path arrowok="t"/>
              </v:shape>
            </v:group>
            <v:group style="position:absolute;left:4084;top:-4037;width:8;height:2" coordorigin="4084,-4037" coordsize="8,2">
              <v:shape style="position:absolute;left:4084;top:-4037;width:8;height:2" coordorigin="4084,-4037" coordsize="8,0" path="m4084,-4037l4091,-4037e" filled="false" stroked="true" strokeweight=".48pt" strokecolor="#000000">
                <v:path arrowok="t"/>
              </v:shape>
            </v:group>
            <v:group style="position:absolute;left:4084;top:-4013;width:8;height:2" coordorigin="4084,-4013" coordsize="8,2">
              <v:shape style="position:absolute;left:4084;top:-4013;width:8;height:2" coordorigin="4084,-4013" coordsize="8,0" path="m4084,-4013l4091,-4013e" filled="false" stroked="true" strokeweight=".48pt" strokecolor="#000000">
                <v:path arrowok="t"/>
              </v:shape>
            </v:group>
            <v:group style="position:absolute;left:4084;top:-3989;width:8;height:2" coordorigin="4084,-3989" coordsize="8,2">
              <v:shape style="position:absolute;left:4084;top:-3989;width:8;height:2" coordorigin="4084,-3989" coordsize="8,0" path="m4084,-3989l4091,-3989e" filled="false" stroked="true" strokeweight=".48pt" strokecolor="#000000">
                <v:path arrowok="t"/>
              </v:shape>
            </v:group>
            <v:group style="position:absolute;left:4084;top:-3965;width:8;height:2" coordorigin="4084,-3965" coordsize="8,2">
              <v:shape style="position:absolute;left:4084;top:-3965;width:8;height:2" coordorigin="4084,-3965" coordsize="8,0" path="m4084,-3965l4091,-3965e" filled="false" stroked="true" strokeweight=".48pt" strokecolor="#000000">
                <v:path arrowok="t"/>
              </v:shape>
            </v:group>
            <v:group style="position:absolute;left:4084;top:-3941;width:8;height:2" coordorigin="4084,-3941" coordsize="8,2">
              <v:shape style="position:absolute;left:4084;top:-3941;width:8;height:2" coordorigin="4084,-3941" coordsize="8,0" path="m4084,-3941l4091,-3941e" filled="false" stroked="true" strokeweight=".48pt" strokecolor="#000000">
                <v:path arrowok="t"/>
              </v:shape>
            </v:group>
            <v:group style="position:absolute;left:4084;top:-3917;width:8;height:2" coordorigin="4084,-3917" coordsize="8,2">
              <v:shape style="position:absolute;left:4084;top:-3917;width:8;height:2" coordorigin="4084,-3917" coordsize="8,0" path="m4084,-3917l4091,-3917e" filled="false" stroked="true" strokeweight=".48pt" strokecolor="#000000">
                <v:path arrowok="t"/>
              </v:shape>
            </v:group>
            <v:group style="position:absolute;left:4084;top:-3893;width:8;height:2" coordorigin="4084,-3893" coordsize="8,2">
              <v:shape style="position:absolute;left:4084;top:-3893;width:8;height:2" coordorigin="4084,-3893" coordsize="8,0" path="m4084,-3893l4091,-3893e" filled="false" stroked="true" strokeweight=".48pt" strokecolor="#000000">
                <v:path arrowok="t"/>
              </v:shape>
            </v:group>
            <v:group style="position:absolute;left:4084;top:-3869;width:8;height:2" coordorigin="4084,-3869" coordsize="8,2">
              <v:shape style="position:absolute;left:4084;top:-3869;width:8;height:2" coordorigin="4084,-3869" coordsize="8,0" path="m4084,-3869l4091,-3869e" filled="false" stroked="true" strokeweight=".48pt" strokecolor="#000000">
                <v:path arrowok="t"/>
              </v:shape>
            </v:group>
            <v:group style="position:absolute;left:4084;top:-3845;width:8;height:2" coordorigin="4084,-3845" coordsize="8,2">
              <v:shape style="position:absolute;left:4084;top:-3845;width:8;height:2" coordorigin="4084,-3845" coordsize="8,0" path="m4084,-3845l4091,-3845e" filled="false" stroked="true" strokeweight=".48pt" strokecolor="#000000">
                <v:path arrowok="t"/>
              </v:shape>
            </v:group>
            <v:group style="position:absolute;left:4084;top:-3821;width:8;height:2" coordorigin="4084,-3821" coordsize="8,2">
              <v:shape style="position:absolute;left:4084;top:-3821;width:8;height:2" coordorigin="4084,-3821" coordsize="8,0" path="m4084,-3821l4091,-3821e" filled="false" stroked="true" strokeweight=".48pt" strokecolor="#000000">
                <v:path arrowok="t"/>
              </v:shape>
            </v:group>
            <v:group style="position:absolute;left:4084;top:-3797;width:8;height:2" coordorigin="4084,-3797" coordsize="8,2">
              <v:shape style="position:absolute;left:4084;top:-3797;width:8;height:2" coordorigin="4084,-3797" coordsize="8,0" path="m4084,-3797l4091,-3797e" filled="false" stroked="true" strokeweight=".48pt" strokecolor="#000000">
                <v:path arrowok="t"/>
              </v:shape>
            </v:group>
            <v:group style="position:absolute;left:4084;top:-3773;width:8;height:2" coordorigin="4084,-3773" coordsize="8,2">
              <v:shape style="position:absolute;left:4084;top:-3773;width:8;height:2" coordorigin="4084,-3773" coordsize="8,0" path="m4084,-3773l4091,-3773e" filled="false" stroked="true" strokeweight=".48pt" strokecolor="#000000">
                <v:path arrowok="t"/>
              </v:shape>
            </v:group>
            <v:group style="position:absolute;left:4084;top:-3749;width:8;height:2" coordorigin="4084,-3749" coordsize="8,2">
              <v:shape style="position:absolute;left:4084;top:-3749;width:8;height:2" coordorigin="4084,-3749" coordsize="8,0" path="m4084,-3749l4091,-3749e" filled="false" stroked="true" strokeweight=".48pt" strokecolor="#000000">
                <v:path arrowok="t"/>
              </v:shape>
            </v:group>
            <v:group style="position:absolute;left:4084;top:-3725;width:8;height:2" coordorigin="4084,-3725" coordsize="8,2">
              <v:shape style="position:absolute;left:4084;top:-3725;width:8;height:2" coordorigin="4084,-3725" coordsize="8,0" path="m4084,-3725l4091,-3725e" filled="false" stroked="true" strokeweight=".48pt" strokecolor="#000000">
                <v:path arrowok="t"/>
              </v:shape>
            </v:group>
            <v:group style="position:absolute;left:4084;top:-3701;width:8;height:2" coordorigin="4084,-3701" coordsize="8,2">
              <v:shape style="position:absolute;left:4084;top:-3701;width:8;height:2" coordorigin="4084,-3701" coordsize="8,0" path="m4084,-3701l4091,-3701e" filled="false" stroked="true" strokeweight=".48pt" strokecolor="#000000">
                <v:path arrowok="t"/>
              </v:shape>
            </v:group>
            <v:group style="position:absolute;left:4084;top:-3677;width:8;height:2" coordorigin="4084,-3677" coordsize="8,2">
              <v:shape style="position:absolute;left:4084;top:-3677;width:8;height:2" coordorigin="4084,-3677" coordsize="8,0" path="m4084,-3677l4091,-3677e" filled="false" stroked="true" strokeweight=".479pt" strokecolor="#000000">
                <v:path arrowok="t"/>
              </v:shape>
            </v:group>
            <v:group style="position:absolute;left:4084;top:-3653;width:8;height:2" coordorigin="4084,-3653" coordsize="8,2">
              <v:shape style="position:absolute;left:4084;top:-3653;width:8;height:2" coordorigin="4084,-3653" coordsize="8,0" path="m4084,-3653l4091,-3653e" filled="false" stroked="true" strokeweight=".48pt" strokecolor="#000000">
                <v:path arrowok="t"/>
              </v:shape>
            </v:group>
            <v:group style="position:absolute;left:4084;top:-3629;width:8;height:2" coordorigin="4084,-3629" coordsize="8,2">
              <v:shape style="position:absolute;left:4084;top:-3629;width:8;height:2" coordorigin="4084,-3629" coordsize="8,0" path="m4084,-3629l4091,-3629e" filled="false" stroked="true" strokeweight=".48pt" strokecolor="#000000">
                <v:path arrowok="t"/>
              </v:shape>
            </v:group>
            <v:group style="position:absolute;left:4084;top:-3605;width:8;height:2" coordorigin="4084,-3605" coordsize="8,2">
              <v:shape style="position:absolute;left:4084;top:-3605;width:8;height:2" coordorigin="4084,-3605" coordsize="8,0" path="m4084,-3605l4091,-3605e" filled="false" stroked="true" strokeweight=".48pt" strokecolor="#000000">
                <v:path arrowok="t"/>
              </v:shape>
            </v:group>
            <v:group style="position:absolute;left:4084;top:-3581;width:8;height:2" coordorigin="4084,-3581" coordsize="8,2">
              <v:shape style="position:absolute;left:4084;top:-3581;width:8;height:2" coordorigin="4084,-3581" coordsize="8,0" path="m4084,-3581l4091,-3581e" filled="false" stroked="true" strokeweight=".48pt" strokecolor="#000000">
                <v:path arrowok="t"/>
              </v:shape>
            </v:group>
            <v:group style="position:absolute;left:4084;top:-3557;width:8;height:2" coordorigin="4084,-3557" coordsize="8,2">
              <v:shape style="position:absolute;left:4084;top:-3557;width:8;height:2" coordorigin="4084,-3557" coordsize="8,0" path="m4084,-3557l4091,-3557e" filled="false" stroked="true" strokeweight=".48pt" strokecolor="#000000">
                <v:path arrowok="t"/>
              </v:shape>
            </v:group>
            <v:group style="position:absolute;left:4084;top:-3533;width:8;height:2" coordorigin="4084,-3533" coordsize="8,2">
              <v:shape style="position:absolute;left:4084;top:-3533;width:8;height:2" coordorigin="4084,-3533" coordsize="8,0" path="m4084,-3533l4091,-3533e" filled="false" stroked="true" strokeweight=".48pt" strokecolor="#000000">
                <v:path arrowok="t"/>
              </v:shape>
            </v:group>
            <v:group style="position:absolute;left:4084;top:-3509;width:8;height:2" coordorigin="4084,-3509" coordsize="8,2">
              <v:shape style="position:absolute;left:4084;top:-3509;width:8;height:2" coordorigin="4084,-3509" coordsize="8,0" path="m4084,-3509l4091,-3509e" filled="false" stroked="true" strokeweight=".48pt" strokecolor="#000000">
                <v:path arrowok="t"/>
              </v:shape>
            </v:group>
            <v:group style="position:absolute;left:4084;top:-3485;width:8;height:2" coordorigin="4084,-3485" coordsize="8,2">
              <v:shape style="position:absolute;left:4084;top:-3485;width:8;height:2" coordorigin="4084,-3485" coordsize="8,0" path="m4084,-3485l4091,-3485e" filled="false" stroked="true" strokeweight=".48pt" strokecolor="#000000">
                <v:path arrowok="t"/>
              </v:shape>
            </v:group>
            <v:group style="position:absolute;left:4084;top:-3461;width:8;height:2" coordorigin="4084,-3461" coordsize="8,2">
              <v:shape style="position:absolute;left:4084;top:-3461;width:8;height:2" coordorigin="4084,-3461" coordsize="8,0" path="m4084,-3461l4091,-3461e" filled="false" stroked="true" strokeweight=".48pt" strokecolor="#000000">
                <v:path arrowok="t"/>
              </v:shape>
            </v:group>
            <v:group style="position:absolute;left:4084;top:-3437;width:8;height:2" coordorigin="4084,-3437" coordsize="8,2">
              <v:shape style="position:absolute;left:4084;top:-3437;width:8;height:2" coordorigin="4084,-3437" coordsize="8,0" path="m4084,-3437l4091,-3437e" filled="false" stroked="true" strokeweight=".48pt" strokecolor="#000000">
                <v:path arrowok="t"/>
              </v:shape>
            </v:group>
            <v:group style="position:absolute;left:4084;top:-3413;width:8;height:2" coordorigin="4084,-3413" coordsize="8,2">
              <v:shape style="position:absolute;left:4084;top:-3413;width:8;height:2" coordorigin="4084,-3413" coordsize="8,0" path="m4084,-3413l4091,-3413e" filled="false" stroked="true" strokeweight=".48pt" strokecolor="#000000">
                <v:path arrowok="t"/>
              </v:shape>
            </v:group>
            <v:group style="position:absolute;left:4084;top:-3341;width:8;height:2" coordorigin="4084,-3341" coordsize="8,2">
              <v:shape style="position:absolute;left:4084;top:-3341;width:8;height:2" coordorigin="4084,-3341" coordsize="8,0" path="m4084,-3341l4091,-3341e" filled="false" stroked="true" strokeweight=".48pt" strokecolor="#000000">
                <v:path arrowok="t"/>
              </v:shape>
            </v:group>
            <v:group style="position:absolute;left:4084;top:-3317;width:8;height:2" coordorigin="4084,-3317" coordsize="8,2">
              <v:shape style="position:absolute;left:4084;top:-3317;width:8;height:2" coordorigin="4084,-3317" coordsize="8,0" path="m4084,-3317l4091,-3317e" filled="false" stroked="true" strokeweight=".48pt" strokecolor="#000000">
                <v:path arrowok="t"/>
              </v:shape>
            </v:group>
            <v:group style="position:absolute;left:4084;top:-3293;width:8;height:2" coordorigin="4084,-3293" coordsize="8,2">
              <v:shape style="position:absolute;left:4084;top:-3293;width:8;height:2" coordorigin="4084,-3293" coordsize="8,0" path="m4084,-3293l4091,-3293e" filled="false" stroked="true" strokeweight=".48pt" strokecolor="#000000">
                <v:path arrowok="t"/>
              </v:shape>
            </v:group>
            <v:group style="position:absolute;left:4084;top:-3269;width:8;height:2" coordorigin="4084,-3269" coordsize="8,2">
              <v:shape style="position:absolute;left:4084;top:-3269;width:8;height:2" coordorigin="4084,-3269" coordsize="8,0" path="m4084,-3269l4091,-3269e" filled="false" stroked="true" strokeweight=".48pt" strokecolor="#000000">
                <v:path arrowok="t"/>
              </v:shape>
            </v:group>
            <v:group style="position:absolute;left:4084;top:-3245;width:8;height:2" coordorigin="4084,-3245" coordsize="8,2">
              <v:shape style="position:absolute;left:4084;top:-3245;width:8;height:2" coordorigin="4084,-3245" coordsize="8,0" path="m4084,-3245l4091,-3245e" filled="false" stroked="true" strokeweight=".48pt" strokecolor="#000000">
                <v:path arrowok="t"/>
              </v:shape>
            </v:group>
            <v:group style="position:absolute;left:4084;top:-3221;width:8;height:2" coordorigin="4084,-3221" coordsize="8,2">
              <v:shape style="position:absolute;left:4084;top:-3221;width:8;height:2" coordorigin="4084,-3221" coordsize="8,0" path="m4084,-3221l4091,-3221e" filled="false" stroked="true" strokeweight=".48pt" strokecolor="#000000">
                <v:path arrowok="t"/>
              </v:shape>
            </v:group>
            <v:group style="position:absolute;left:4084;top:-3197;width:8;height:2" coordorigin="4084,-3197" coordsize="8,2">
              <v:shape style="position:absolute;left:4084;top:-3197;width:8;height:2" coordorigin="4084,-3197" coordsize="8,0" path="m4084,-3197l4091,-3197e" filled="false" stroked="true" strokeweight=".48pt" strokecolor="#000000">
                <v:path arrowok="t"/>
              </v:shape>
            </v:group>
            <v:group style="position:absolute;left:4084;top:-3173;width:8;height:2" coordorigin="4084,-3173" coordsize="8,2">
              <v:shape style="position:absolute;left:4084;top:-3173;width:8;height:2" coordorigin="4084,-3173" coordsize="8,0" path="m4084,-3173l4091,-3173e" filled="false" stroked="true" strokeweight=".48pt" strokecolor="#000000">
                <v:path arrowok="t"/>
              </v:shape>
            </v:group>
            <v:group style="position:absolute;left:4084;top:-3149;width:8;height:2" coordorigin="4084,-3149" coordsize="8,2">
              <v:shape style="position:absolute;left:4084;top:-3149;width:8;height:2" coordorigin="4084,-3149" coordsize="8,0" path="m4084,-3149l4091,-3149e" filled="false" stroked="true" strokeweight=".48pt" strokecolor="#000000">
                <v:path arrowok="t"/>
              </v:shape>
            </v:group>
            <v:group style="position:absolute;left:4084;top:-3125;width:8;height:2" coordorigin="4084,-3125" coordsize="8,2">
              <v:shape style="position:absolute;left:4084;top:-3125;width:8;height:2" coordorigin="4084,-3125" coordsize="8,0" path="m4084,-3125l4091,-3125e" filled="false" stroked="true" strokeweight=".48pt" strokecolor="#000000">
                <v:path arrowok="t"/>
              </v:shape>
            </v:group>
            <v:group style="position:absolute;left:4084;top:-3101;width:8;height:2" coordorigin="4084,-3101" coordsize="8,2">
              <v:shape style="position:absolute;left:4084;top:-3101;width:8;height:2" coordorigin="4084,-3101" coordsize="8,0" path="m4084,-3101l4091,-3101e" filled="false" stroked="true" strokeweight=".48pt" strokecolor="#000000">
                <v:path arrowok="t"/>
              </v:shape>
            </v:group>
            <v:group style="position:absolute;left:4084;top:-3077;width:8;height:2" coordorigin="4084,-3077" coordsize="8,2">
              <v:shape style="position:absolute;left:4084;top:-3077;width:8;height:2" coordorigin="4084,-3077" coordsize="8,0" path="m4084,-3077l4091,-3077e" filled="false" stroked="true" strokeweight=".48pt" strokecolor="#000000">
                <v:path arrowok="t"/>
              </v:shape>
            </v:group>
            <v:group style="position:absolute;left:4084;top:-3053;width:8;height:2" coordorigin="4084,-3053" coordsize="8,2">
              <v:shape style="position:absolute;left:4084;top:-3053;width:8;height:2" coordorigin="4084,-3053" coordsize="8,0" path="m4084,-3053l4091,-3053e" filled="false" stroked="true" strokeweight=".48pt" strokecolor="#000000">
                <v:path arrowok="t"/>
              </v:shape>
            </v:group>
            <v:group style="position:absolute;left:4084;top:-3029;width:8;height:2" coordorigin="4084,-3029" coordsize="8,2">
              <v:shape style="position:absolute;left:4084;top:-3029;width:8;height:2" coordorigin="4084,-3029" coordsize="8,0" path="m4084,-3029l4091,-3029e" filled="false" stroked="true" strokeweight=".48pt" strokecolor="#000000">
                <v:path arrowok="t"/>
              </v:shape>
            </v:group>
            <v:group style="position:absolute;left:4084;top:-3005;width:8;height:2" coordorigin="4084,-3005" coordsize="8,2">
              <v:shape style="position:absolute;left:4084;top:-3005;width:8;height:2" coordorigin="4084,-3005" coordsize="8,0" path="m4084,-3005l4091,-3005e" filled="false" stroked="true" strokeweight=".48pt" strokecolor="#000000">
                <v:path arrowok="t"/>
              </v:shape>
            </v:group>
            <v:group style="position:absolute;left:4084;top:-2981;width:8;height:2" coordorigin="4084,-2981" coordsize="8,2">
              <v:shape style="position:absolute;left:4084;top:-2981;width:8;height:2" coordorigin="4084,-2981" coordsize="8,0" path="m4084,-2981l4091,-2981e" filled="false" stroked="true" strokeweight=".48pt" strokecolor="#000000">
                <v:path arrowok="t"/>
              </v:shape>
            </v:group>
            <v:group style="position:absolute;left:4084;top:-2957;width:8;height:2" coordorigin="4084,-2957" coordsize="8,2">
              <v:shape style="position:absolute;left:4084;top:-2957;width:8;height:2" coordorigin="4084,-2957" coordsize="8,0" path="m4084,-2957l4091,-2957e" filled="false" stroked="true" strokeweight=".48pt" strokecolor="#000000">
                <v:path arrowok="t"/>
              </v:shape>
            </v:group>
            <v:group style="position:absolute;left:4084;top:-2933;width:8;height:2" coordorigin="4084,-2933" coordsize="8,2">
              <v:shape style="position:absolute;left:4084;top:-2933;width:8;height:2" coordorigin="4084,-2933" coordsize="8,0" path="m4084,-2933l4091,-2933e" filled="false" stroked="true" strokeweight=".48pt" strokecolor="#000000">
                <v:path arrowok="t"/>
              </v:shape>
            </v:group>
            <v:group style="position:absolute;left:4084;top:-2909;width:8;height:2" coordorigin="4084,-2909" coordsize="8,2">
              <v:shape style="position:absolute;left:4084;top:-2909;width:8;height:2" coordorigin="4084,-2909" coordsize="8,0" path="m4084,-2909l4091,-2909e" filled="false" stroked="true" strokeweight=".48pt" strokecolor="#000000">
                <v:path arrowok="t"/>
              </v:shape>
            </v:group>
            <v:group style="position:absolute;left:4084;top:-2885;width:8;height:2" coordorigin="4084,-2885" coordsize="8,2">
              <v:shape style="position:absolute;left:4084;top:-2885;width:8;height:2" coordorigin="4084,-2885" coordsize="8,0" path="m4084,-2885l4091,-2885e" filled="false" stroked="true" strokeweight=".48pt" strokecolor="#000000">
                <v:path arrowok="t"/>
              </v:shape>
            </v:group>
            <v:group style="position:absolute;left:4084;top:-2861;width:8;height:2" coordorigin="4084,-2861" coordsize="8,2">
              <v:shape style="position:absolute;left:4084;top:-2861;width:8;height:2" coordorigin="4084,-2861" coordsize="8,0" path="m4084,-2861l4091,-2861e" filled="false" stroked="true" strokeweight=".48pt" strokecolor="#000000">
                <v:path arrowok="t"/>
              </v:shape>
            </v:group>
            <v:group style="position:absolute;left:4084;top:-2837;width:8;height:2" coordorigin="4084,-2837" coordsize="8,2">
              <v:shape style="position:absolute;left:4084;top:-2837;width:8;height:2" coordorigin="4084,-2837" coordsize="8,0" path="m4084,-2837l4091,-2837e" filled="false" stroked="true" strokeweight=".48pt" strokecolor="#000000">
                <v:path arrowok="t"/>
              </v:shape>
            </v:group>
            <v:group style="position:absolute;left:4084;top:-2813;width:8;height:2" coordorigin="4084,-2813" coordsize="8,2">
              <v:shape style="position:absolute;left:4084;top:-2813;width:8;height:2" coordorigin="4084,-2813" coordsize="8,0" path="m4084,-2813l4091,-2813e" filled="false" stroked="true" strokeweight=".48pt" strokecolor="#000000">
                <v:path arrowok="t"/>
              </v:shape>
            </v:group>
            <v:group style="position:absolute;left:4084;top:-2789;width:8;height:2" coordorigin="4084,-2789" coordsize="8,2">
              <v:shape style="position:absolute;left:4084;top:-2789;width:8;height:2" coordorigin="4084,-2789" coordsize="8,0" path="m4084,-2789l4091,-2789e" filled="false" stroked="true" strokeweight=".48pt" strokecolor="#000000">
                <v:path arrowok="t"/>
              </v:shape>
            </v:group>
            <v:group style="position:absolute;left:4084;top:-2765;width:8;height:2" coordorigin="4084,-2765" coordsize="8,2">
              <v:shape style="position:absolute;left:4084;top:-2765;width:8;height:2" coordorigin="4084,-2765" coordsize="8,0" path="m4084,-2765l4091,-2765e" filled="false" stroked="true" strokeweight=".48pt" strokecolor="#000000">
                <v:path arrowok="t"/>
              </v:shape>
            </v:group>
            <v:group style="position:absolute;left:4084;top:-2741;width:8;height:2" coordorigin="4084,-2741" coordsize="8,2">
              <v:shape style="position:absolute;left:4084;top:-2741;width:8;height:2" coordorigin="4084,-2741" coordsize="8,0" path="m4084,-2741l4091,-2741e" filled="false" stroked="true" strokeweight=".48pt" strokecolor="#000000">
                <v:path arrowok="t"/>
              </v:shape>
            </v:group>
            <v:group style="position:absolute;left:4084;top:-2717;width:8;height:2" coordorigin="4084,-2717" coordsize="8,2">
              <v:shape style="position:absolute;left:4084;top:-2717;width:8;height:2" coordorigin="4084,-2717" coordsize="8,0" path="m4084,-2717l4091,-2717e" filled="false" stroked="true" strokeweight=".48pt" strokecolor="#000000">
                <v:path arrowok="t"/>
              </v:shape>
            </v:group>
            <v:group style="position:absolute;left:4084;top:-2693;width:8;height:2" coordorigin="4084,-2693" coordsize="8,2">
              <v:shape style="position:absolute;left:4084;top:-2693;width:8;height:2" coordorigin="4084,-2693" coordsize="8,0" path="m4084,-2693l4091,-2693e" filled="false" stroked="true" strokeweight=".48pt" strokecolor="#000000">
                <v:path arrowok="t"/>
              </v:shape>
            </v:group>
            <v:group style="position:absolute;left:4084;top:-2669;width:8;height:2" coordorigin="4084,-2669" coordsize="8,2">
              <v:shape style="position:absolute;left:4084;top:-2669;width:8;height:2" coordorigin="4084,-2669" coordsize="8,0" path="m4084,-2669l4091,-2669e" filled="false" stroked="true" strokeweight=".48pt" strokecolor="#000000">
                <v:path arrowok="t"/>
              </v:shape>
            </v:group>
            <v:group style="position:absolute;left:4084;top:-2645;width:8;height:2" coordorigin="4084,-2645" coordsize="8,2">
              <v:shape style="position:absolute;left:4084;top:-2645;width:8;height:2" coordorigin="4084,-2645" coordsize="8,0" path="m4084,-2645l4091,-2645e" filled="false" stroked="true" strokeweight=".48pt" strokecolor="#000000">
                <v:path arrowok="t"/>
              </v:shape>
            </v:group>
            <v:group style="position:absolute;left:4084;top:-2621;width:8;height:2" coordorigin="4084,-2621" coordsize="8,2">
              <v:shape style="position:absolute;left:4084;top:-2621;width:8;height:2" coordorigin="4084,-2621" coordsize="8,0" path="m4084,-2621l4091,-2621e" filled="false" stroked="true" strokeweight=".48pt" strokecolor="#000000">
                <v:path arrowok="t"/>
              </v:shape>
            </v:group>
            <v:group style="position:absolute;left:4084;top:-2597;width:8;height:2" coordorigin="4084,-2597" coordsize="8,2">
              <v:shape style="position:absolute;left:4084;top:-2597;width:8;height:2" coordorigin="4084,-2597" coordsize="8,0" path="m4084,-2597l4091,-2597e" filled="false" stroked="true" strokeweight=".48pt" strokecolor="#000000">
                <v:path arrowok="t"/>
              </v:shape>
            </v:group>
            <v:group style="position:absolute;left:4084;top:-2573;width:8;height:2" coordorigin="4084,-2573" coordsize="8,2">
              <v:shape style="position:absolute;left:4084;top:-2573;width:8;height:2" coordorigin="4084,-2573" coordsize="8,0" path="m4084,-2573l4091,-2573e" filled="false" stroked="true" strokeweight=".48pt" strokecolor="#000000">
                <v:path arrowok="t"/>
              </v:shape>
            </v:group>
            <v:group style="position:absolute;left:4084;top:-2549;width:8;height:2" coordorigin="4084,-2549" coordsize="8,2">
              <v:shape style="position:absolute;left:4084;top:-2549;width:8;height:2" coordorigin="4084,-2549" coordsize="8,0" path="m4084,-2549l4091,-2549e" filled="false" stroked="true" strokeweight=".48pt" strokecolor="#000000">
                <v:path arrowok="t"/>
              </v:shape>
            </v:group>
            <v:group style="position:absolute;left:4084;top:-2525;width:8;height:2" coordorigin="4084,-2525" coordsize="8,2">
              <v:shape style="position:absolute;left:4084;top:-2525;width:8;height:2" coordorigin="4084,-2525" coordsize="8,0" path="m4084,-2525l4091,-2525e" filled="false" stroked="true" strokeweight=".48pt" strokecolor="#000000">
                <v:path arrowok="t"/>
              </v:shape>
            </v:group>
            <v:group style="position:absolute;left:4084;top:-2501;width:8;height:2" coordorigin="4084,-2501" coordsize="8,2">
              <v:shape style="position:absolute;left:4084;top:-2501;width:8;height:2" coordorigin="4084,-2501" coordsize="8,0" path="m4084,-2501l4091,-2501e" filled="false" stroked="true" strokeweight=".48pt" strokecolor="#000000">
                <v:path arrowok="t"/>
              </v:shape>
            </v:group>
            <v:group style="position:absolute;left:4084;top:-2477;width:8;height:2" coordorigin="4084,-2477" coordsize="8,2">
              <v:shape style="position:absolute;left:4084;top:-2477;width:8;height:2" coordorigin="4084,-2477" coordsize="8,0" path="m4084,-2477l4091,-2477e" filled="false" stroked="true" strokeweight=".48pt" strokecolor="#000000">
                <v:path arrowok="t"/>
              </v:shape>
            </v:group>
            <v:group style="position:absolute;left:4084;top:-2453;width:8;height:2" coordorigin="4084,-2453" coordsize="8,2">
              <v:shape style="position:absolute;left:4084;top:-2453;width:8;height:2" coordorigin="4084,-2453" coordsize="8,0" path="m4084,-2453l4091,-2453e" filled="false" stroked="true" strokeweight=".48pt" strokecolor="#000000">
                <v:path arrowok="t"/>
              </v:shape>
            </v:group>
            <v:group style="position:absolute;left:4084;top:-2429;width:8;height:2" coordorigin="4084,-2429" coordsize="8,2">
              <v:shape style="position:absolute;left:4084;top:-2429;width:8;height:2" coordorigin="4084,-2429" coordsize="8,0" path="m4084,-2429l4091,-2429e" filled="false" stroked="true" strokeweight=".48pt" strokecolor="#000000">
                <v:path arrowok="t"/>
              </v:shape>
            </v:group>
            <v:group style="position:absolute;left:4084;top:-2405;width:8;height:2" coordorigin="4084,-2405" coordsize="8,2">
              <v:shape style="position:absolute;left:4084;top:-2405;width:8;height:2" coordorigin="4084,-2405" coordsize="8,0" path="m4084,-2405l4091,-2405e" filled="false" stroked="true" strokeweight=".48pt" strokecolor="#000000">
                <v:path arrowok="t"/>
              </v:shape>
            </v:group>
            <v:group style="position:absolute;left:4084;top:-2381;width:8;height:2" coordorigin="4084,-2381" coordsize="8,2">
              <v:shape style="position:absolute;left:4084;top:-2381;width:8;height:2" coordorigin="4084,-2381" coordsize="8,0" path="m4084,-2381l4091,-2381e" filled="false" stroked="true" strokeweight=".48pt" strokecolor="#000000">
                <v:path arrowok="t"/>
              </v:shape>
            </v:group>
            <v:group style="position:absolute;left:4084;top:-2357;width:8;height:2" coordorigin="4084,-2357" coordsize="8,2">
              <v:shape style="position:absolute;left:4084;top:-2357;width:8;height:2" coordorigin="4084,-2357" coordsize="8,0" path="m4084,-2357l4091,-2357e" filled="false" stroked="true" strokeweight=".48pt" strokecolor="#000000">
                <v:path arrowok="t"/>
              </v:shape>
            </v:group>
            <v:group style="position:absolute;left:4084;top:-2333;width:8;height:2" coordorigin="4084,-2333" coordsize="8,2">
              <v:shape style="position:absolute;left:4084;top:-2333;width:8;height:2" coordorigin="4084,-2333" coordsize="8,0" path="m4084,-2333l4091,-2333e" filled="false" stroked="true" strokeweight=".48pt" strokecolor="#000000">
                <v:path arrowok="t"/>
              </v:shape>
            </v:group>
            <v:group style="position:absolute;left:4084;top:-2309;width:8;height:2" coordorigin="4084,-2309" coordsize="8,2">
              <v:shape style="position:absolute;left:4084;top:-2309;width:8;height:2" coordorigin="4084,-2309" coordsize="8,0" path="m4084,-2309l4091,-2309e" filled="false" stroked="true" strokeweight=".48pt" strokecolor="#000000">
                <v:path arrowok="t"/>
              </v:shape>
            </v:group>
            <v:group style="position:absolute;left:4084;top:-2285;width:8;height:2" coordorigin="4084,-2285" coordsize="8,2">
              <v:shape style="position:absolute;left:4084;top:-2285;width:8;height:2" coordorigin="4084,-2285" coordsize="8,0" path="m4084,-2285l4091,-2285e" filled="false" stroked="true" strokeweight=".48pt" strokecolor="#000000">
                <v:path arrowok="t"/>
              </v:shape>
            </v:group>
            <v:group style="position:absolute;left:4084;top:-2237;width:8;height:2" coordorigin="4084,-2237" coordsize="8,2">
              <v:shape style="position:absolute;left:4084;top:-2237;width:8;height:2" coordorigin="4084,-2237" coordsize="8,0" path="m4084,-2237l4091,-2237e" filled="false" stroked="true" strokeweight=".48pt" strokecolor="#000000">
                <v:path arrowok="t"/>
              </v:shape>
            </v:group>
            <v:group style="position:absolute;left:4084;top:-2213;width:8;height:2" coordorigin="4084,-2213" coordsize="8,2">
              <v:shape style="position:absolute;left:4084;top:-2213;width:8;height:2" coordorigin="4084,-2213" coordsize="8,0" path="m4084,-2213l4091,-2213e" filled="false" stroked="true" strokeweight=".48pt" strokecolor="#000000">
                <v:path arrowok="t"/>
              </v:shape>
            </v:group>
            <v:group style="position:absolute;left:4084;top:-2189;width:8;height:2" coordorigin="4084,-2189" coordsize="8,2">
              <v:shape style="position:absolute;left:4084;top:-2189;width:8;height:2" coordorigin="4084,-2189" coordsize="8,0" path="m4084,-2189l4091,-2189e" filled="false" stroked="true" strokeweight=".48pt" strokecolor="#000000">
                <v:path arrowok="t"/>
              </v:shape>
            </v:group>
            <v:group style="position:absolute;left:4084;top:-2165;width:8;height:2" coordorigin="4084,-2165" coordsize="8,2">
              <v:shape style="position:absolute;left:4084;top:-2165;width:8;height:2" coordorigin="4084,-2165" coordsize="8,0" path="m4084,-2165l4091,-2165e" filled="false" stroked="true" strokeweight=".48pt" strokecolor="#000000">
                <v:path arrowok="t"/>
              </v:shape>
            </v:group>
            <v:group style="position:absolute;left:4084;top:-2141;width:8;height:2" coordorigin="4084,-2141" coordsize="8,2">
              <v:shape style="position:absolute;left:4084;top:-2141;width:8;height:2" coordorigin="4084,-2141" coordsize="8,0" path="m4084,-2141l4091,-2141e" filled="false" stroked="true" strokeweight=".48pt" strokecolor="#000000">
                <v:path arrowok="t"/>
              </v:shape>
            </v:group>
            <v:group style="position:absolute;left:4084;top:-2117;width:8;height:2" coordorigin="4084,-2117" coordsize="8,2">
              <v:shape style="position:absolute;left:4084;top:-2117;width:8;height:2" coordorigin="4084,-2117" coordsize="8,0" path="m4084,-2117l4091,-2117e" filled="false" stroked="true" strokeweight=".48pt" strokecolor="#000000">
                <v:path arrowok="t"/>
              </v:shape>
            </v:group>
            <v:group style="position:absolute;left:4084;top:-2093;width:8;height:2" coordorigin="4084,-2093" coordsize="8,2">
              <v:shape style="position:absolute;left:4084;top:-2093;width:8;height:2" coordorigin="4084,-2093" coordsize="8,0" path="m4084,-2093l4091,-2093e" filled="false" stroked="true" strokeweight=".48pt" strokecolor="#000000">
                <v:path arrowok="t"/>
              </v:shape>
            </v:group>
            <v:group style="position:absolute;left:4084;top:-2069;width:8;height:2" coordorigin="4084,-2069" coordsize="8,2">
              <v:shape style="position:absolute;left:4084;top:-2069;width:8;height:2" coordorigin="4084,-2069" coordsize="8,0" path="m4084,-2069l4091,-2069e" filled="false" stroked="true" strokeweight=".48pt" strokecolor="#000000">
                <v:path arrowok="t"/>
              </v:shape>
            </v:group>
            <v:group style="position:absolute;left:4084;top:-2045;width:8;height:2" coordorigin="4084,-2045" coordsize="8,2">
              <v:shape style="position:absolute;left:4084;top:-2045;width:8;height:2" coordorigin="4084,-2045" coordsize="8,0" path="m4084,-2045l4091,-2045e" filled="false" stroked="true" strokeweight=".48pt" strokecolor="#000000">
                <v:path arrowok="t"/>
              </v:shape>
            </v:group>
            <v:group style="position:absolute;left:4084;top:-2021;width:8;height:2" coordorigin="4084,-2021" coordsize="8,2">
              <v:shape style="position:absolute;left:4084;top:-2021;width:8;height:2" coordorigin="4084,-2021" coordsize="8,0" path="m4084,-2021l4091,-2021e" filled="false" stroked="true" strokeweight=".48pt" strokecolor="#000000">
                <v:path arrowok="t"/>
              </v:shape>
            </v:group>
            <v:group style="position:absolute;left:4084;top:-1997;width:8;height:2" coordorigin="4084,-1997" coordsize="8,2">
              <v:shape style="position:absolute;left:4084;top:-1997;width:8;height:2" coordorigin="4084,-1997" coordsize="8,0" path="m4084,-1997l4091,-1997e" filled="false" stroked="true" strokeweight=".48pt" strokecolor="#000000">
                <v:path arrowok="t"/>
              </v:shape>
            </v:group>
            <v:group style="position:absolute;left:4084;top:-1973;width:8;height:2" coordorigin="4084,-1973" coordsize="8,2">
              <v:shape style="position:absolute;left:4084;top:-1973;width:8;height:2" coordorigin="4084,-1973" coordsize="8,0" path="m4084,-1973l4091,-1973e" filled="false" stroked="true" strokeweight=".48pt" strokecolor="#000000">
                <v:path arrowok="t"/>
              </v:shape>
            </v:group>
            <v:group style="position:absolute;left:4084;top:-1949;width:8;height:2" coordorigin="4084,-1949" coordsize="8,2">
              <v:shape style="position:absolute;left:4084;top:-1949;width:8;height:2" coordorigin="4084,-1949" coordsize="8,0" path="m4084,-1949l4091,-1949e" filled="false" stroked="true" strokeweight=".48pt" strokecolor="#000000">
                <v:path arrowok="t"/>
              </v:shape>
            </v:group>
            <v:group style="position:absolute;left:4084;top:-1925;width:8;height:2" coordorigin="4084,-1925" coordsize="8,2">
              <v:shape style="position:absolute;left:4084;top:-1925;width:8;height:2" coordorigin="4084,-1925" coordsize="8,0" path="m4084,-1925l4091,-1925e" filled="false" stroked="true" strokeweight=".48pt" strokecolor="#000000">
                <v:path arrowok="t"/>
              </v:shape>
            </v:group>
            <v:group style="position:absolute;left:4084;top:-1901;width:8;height:2" coordorigin="4084,-1901" coordsize="8,2">
              <v:shape style="position:absolute;left:4084;top:-1901;width:8;height:2" coordorigin="4084,-1901" coordsize="8,0" path="m4084,-1901l4091,-1901e" filled="false" stroked="true" strokeweight=".48pt" strokecolor="#000000">
                <v:path arrowok="t"/>
              </v:shape>
            </v:group>
            <v:group style="position:absolute;left:4084;top:-1877;width:8;height:2" coordorigin="4084,-1877" coordsize="8,2">
              <v:shape style="position:absolute;left:4084;top:-1877;width:8;height:2" coordorigin="4084,-1877" coordsize="8,0" path="m4084,-1877l4091,-1877e" filled="false" stroked="true" strokeweight=".48pt" strokecolor="#000000">
                <v:path arrowok="t"/>
              </v:shape>
            </v:group>
            <v:group style="position:absolute;left:4084;top:-1853;width:8;height:2" coordorigin="4084,-1853" coordsize="8,2">
              <v:shape style="position:absolute;left:4084;top:-1853;width:8;height:2" coordorigin="4084,-1853" coordsize="8,0" path="m4084,-1853l4091,-1853e" filled="false" stroked="true" strokeweight=".48pt" strokecolor="#000000">
                <v:path arrowok="t"/>
              </v:shape>
            </v:group>
            <v:group style="position:absolute;left:4084;top:-1829;width:8;height:2" coordorigin="4084,-1829" coordsize="8,2">
              <v:shape style="position:absolute;left:4084;top:-1829;width:8;height:2" coordorigin="4084,-1829" coordsize="8,0" path="m4084,-1829l4091,-1829e" filled="false" stroked="true" strokeweight=".48pt" strokecolor="#000000">
                <v:path arrowok="t"/>
              </v:shape>
            </v:group>
            <v:group style="position:absolute;left:4084;top:-1805;width:8;height:2" coordorigin="4084,-1805" coordsize="8,2">
              <v:shape style="position:absolute;left:4084;top:-1805;width:8;height:2" coordorigin="4084,-1805" coordsize="8,0" path="m4084,-1805l4091,-1805e" filled="false" stroked="true" strokeweight=".48pt" strokecolor="#000000">
                <v:path arrowok="t"/>
              </v:shape>
            </v:group>
            <v:group style="position:absolute;left:4084;top:-1781;width:8;height:2" coordorigin="4084,-1781" coordsize="8,2">
              <v:shape style="position:absolute;left:4084;top:-1781;width:8;height:2" coordorigin="4084,-1781" coordsize="8,0" path="m4084,-1781l4091,-1781e" filled="false" stroked="true" strokeweight=".48pt" strokecolor="#000000">
                <v:path arrowok="t"/>
              </v:shape>
            </v:group>
            <v:group style="position:absolute;left:4084;top:-1757;width:8;height:2" coordorigin="4084,-1757" coordsize="8,2">
              <v:shape style="position:absolute;left:4084;top:-1757;width:8;height:2" coordorigin="4084,-1757" coordsize="8,0" path="m4084,-1757l4091,-1757e" filled="false" stroked="true" strokeweight=".48pt" strokecolor="#000000">
                <v:path arrowok="t"/>
              </v:shape>
            </v:group>
            <v:group style="position:absolute;left:4084;top:-1733;width:8;height:2" coordorigin="4084,-1733" coordsize="8,2">
              <v:shape style="position:absolute;left:4084;top:-1733;width:8;height:2" coordorigin="4084,-1733" coordsize="8,0" path="m4084,-1733l4091,-1733e" filled="false" stroked="true" strokeweight=".48pt" strokecolor="#000000">
                <v:path arrowok="t"/>
              </v:shape>
            </v:group>
            <v:group style="position:absolute;left:4084;top:-1709;width:8;height:2" coordorigin="4084,-1709" coordsize="8,2">
              <v:shape style="position:absolute;left:4084;top:-1709;width:8;height:2" coordorigin="4084,-1709" coordsize="8,0" path="m4084,-1709l4091,-1709e" filled="false" stroked="true" strokeweight=".48pt" strokecolor="#000000">
                <v:path arrowok="t"/>
              </v:shape>
            </v:group>
            <v:group style="position:absolute;left:4084;top:-1685;width:8;height:2" coordorigin="4084,-1685" coordsize="8,2">
              <v:shape style="position:absolute;left:4084;top:-1685;width:8;height:2" coordorigin="4084,-1685" coordsize="8,0" path="m4084,-1685l4091,-1685e" filled="false" stroked="true" strokeweight=".48pt" strokecolor="#000000">
                <v:path arrowok="t"/>
              </v:shape>
            </v:group>
            <v:group style="position:absolute;left:4084;top:-1661;width:8;height:2" coordorigin="4084,-1661" coordsize="8,2">
              <v:shape style="position:absolute;left:4084;top:-1661;width:8;height:2" coordorigin="4084,-1661" coordsize="8,0" path="m4084,-1661l4091,-1661e" filled="false" stroked="true" strokeweight=".48pt" strokecolor="#000000">
                <v:path arrowok="t"/>
              </v:shape>
            </v:group>
            <v:group style="position:absolute;left:4084;top:-1637;width:8;height:2" coordorigin="4084,-1637" coordsize="8,2">
              <v:shape style="position:absolute;left:4084;top:-1637;width:8;height:2" coordorigin="4084,-1637" coordsize="8,0" path="m4084,-1637l4091,-1637e" filled="false" stroked="true" strokeweight=".48pt" strokecolor="#000000">
                <v:path arrowok="t"/>
              </v:shape>
            </v:group>
            <v:group style="position:absolute;left:4084;top:-1613;width:8;height:2" coordorigin="4084,-1613" coordsize="8,2">
              <v:shape style="position:absolute;left:4084;top:-1613;width:8;height:2" coordorigin="4084,-1613" coordsize="8,0" path="m4084,-1613l4091,-1613e" filled="false" stroked="true" strokeweight=".48pt" strokecolor="#000000">
                <v:path arrowok="t"/>
              </v:shape>
            </v:group>
            <v:group style="position:absolute;left:4084;top:-1589;width:8;height:2" coordorigin="4084,-1589" coordsize="8,2">
              <v:shape style="position:absolute;left:4084;top:-1589;width:8;height:2" coordorigin="4084,-1589" coordsize="8,0" path="m4084,-1589l4091,-1589e" filled="false" stroked="true" strokeweight=".48pt" strokecolor="#000000">
                <v:path arrowok="t"/>
              </v:shape>
            </v:group>
            <v:group style="position:absolute;left:4084;top:-1565;width:8;height:2" coordorigin="4084,-1565" coordsize="8,2">
              <v:shape style="position:absolute;left:4084;top:-1565;width:8;height:2" coordorigin="4084,-1565" coordsize="8,0" path="m4084,-1565l4091,-1565e" filled="false" stroked="true" strokeweight=".48pt" strokecolor="#000000">
                <v:path arrowok="t"/>
              </v:shape>
            </v:group>
            <v:group style="position:absolute;left:4084;top:-1541;width:8;height:2" coordorigin="4084,-1541" coordsize="8,2">
              <v:shape style="position:absolute;left:4084;top:-1541;width:8;height:2" coordorigin="4084,-1541" coordsize="8,0" path="m4084,-1541l4091,-1541e" filled="false" stroked="true" strokeweight=".48pt" strokecolor="#000000">
                <v:path arrowok="t"/>
              </v:shape>
            </v:group>
            <v:group style="position:absolute;left:4084;top:-1517;width:8;height:2" coordorigin="4084,-1517" coordsize="8,2">
              <v:shape style="position:absolute;left:4084;top:-1517;width:8;height:2" coordorigin="4084,-1517" coordsize="8,0" path="m4084,-1517l4091,-1517e" filled="false" stroked="true" strokeweight=".48pt" strokecolor="#000000">
                <v:path arrowok="t"/>
              </v:shape>
            </v:group>
            <v:group style="position:absolute;left:4084;top:-1493;width:8;height:2" coordorigin="4084,-1493" coordsize="8,2">
              <v:shape style="position:absolute;left:4084;top:-1493;width:8;height:2" coordorigin="4084,-1493" coordsize="8,0" path="m4084,-1493l4091,-1493e" filled="false" stroked="true" strokeweight=".48pt" strokecolor="#000000">
                <v:path arrowok="t"/>
              </v:shape>
            </v:group>
            <v:group style="position:absolute;left:4084;top:-1469;width:8;height:2" coordorigin="4084,-1469" coordsize="8,2">
              <v:shape style="position:absolute;left:4084;top:-1469;width:8;height:2" coordorigin="4084,-1469" coordsize="8,0" path="m4084,-1469l4091,-1469e" filled="false" stroked="true" strokeweight=".479pt" strokecolor="#000000">
                <v:path arrowok="t"/>
              </v:shape>
            </v:group>
            <v:group style="position:absolute;left:4084;top:-1445;width:8;height:2" coordorigin="4084,-1445" coordsize="8,2">
              <v:shape style="position:absolute;left:4084;top:-1445;width:8;height:2" coordorigin="4084,-1445" coordsize="8,0" path="m4084,-1445l4091,-1445e" filled="false" stroked="true" strokeweight=".48pt" strokecolor="#000000">
                <v:path arrowok="t"/>
              </v:shape>
            </v:group>
            <v:group style="position:absolute;left:4084;top:-1421;width:8;height:2" coordorigin="4084,-1421" coordsize="8,2">
              <v:shape style="position:absolute;left:4084;top:-1421;width:8;height:2" coordorigin="4084,-1421" coordsize="8,0" path="m4084,-1421l4091,-1421e" filled="false" stroked="true" strokeweight=".48pt" strokecolor="#000000">
                <v:path arrowok="t"/>
              </v:shape>
            </v:group>
            <v:group style="position:absolute;left:4084;top:-1397;width:8;height:2" coordorigin="4084,-1397" coordsize="8,2">
              <v:shape style="position:absolute;left:4084;top:-1397;width:8;height:2" coordorigin="4084,-1397" coordsize="8,0" path="m4084,-1397l4091,-1397e" filled="false" stroked="true" strokeweight=".48pt" strokecolor="#000000">
                <v:path arrowok="t"/>
              </v:shape>
            </v:group>
            <v:group style="position:absolute;left:4084;top:-1373;width:8;height:2" coordorigin="4084,-1373" coordsize="8,2">
              <v:shape style="position:absolute;left:4084;top:-1373;width:8;height:2" coordorigin="4084,-1373" coordsize="8,0" path="m4084,-1373l4091,-1373e" filled="false" stroked="true" strokeweight=".48pt" strokecolor="#000000">
                <v:path arrowok="t"/>
              </v:shape>
            </v:group>
            <v:group style="position:absolute;left:4084;top:-1349;width:8;height:2" coordorigin="4084,-1349" coordsize="8,2">
              <v:shape style="position:absolute;left:4084;top:-1349;width:8;height:2" coordorigin="4084,-1349" coordsize="8,0" path="m4084,-1349l4091,-1349e" filled="false" stroked="true" strokeweight=".48pt" strokecolor="#000000">
                <v:path arrowok="t"/>
              </v:shape>
            </v:group>
            <v:group style="position:absolute;left:4084;top:-1325;width:8;height:2" coordorigin="4084,-1325" coordsize="8,2">
              <v:shape style="position:absolute;left:4084;top:-1325;width:8;height:2" coordorigin="4084,-1325" coordsize="8,0" path="m4084,-1325l4091,-1325e" filled="false" stroked="true" strokeweight=".48pt" strokecolor="#000000">
                <v:path arrowok="t"/>
              </v:shape>
            </v:group>
            <v:group style="position:absolute;left:4084;top:-1301;width:8;height:2" coordorigin="4084,-1301" coordsize="8,2">
              <v:shape style="position:absolute;left:4084;top:-1301;width:8;height:2" coordorigin="4084,-1301" coordsize="8,0" path="m4084,-1301l4091,-1301e" filled="false" stroked="true" strokeweight=".48pt" strokecolor="#000000">
                <v:path arrowok="t"/>
              </v:shape>
            </v:group>
            <v:group style="position:absolute;left:4084;top:-1277;width:8;height:2" coordorigin="4084,-1277" coordsize="8,2">
              <v:shape style="position:absolute;left:4084;top:-1277;width:8;height:2" coordorigin="4084,-1277" coordsize="8,0" path="m4084,-1277l4091,-1277e" filled="false" stroked="true" strokeweight=".48pt" strokecolor="#000000">
                <v:path arrowok="t"/>
              </v:shape>
            </v:group>
            <v:group style="position:absolute;left:4084;top:-1253;width:8;height:2" coordorigin="4084,-1253" coordsize="8,2">
              <v:shape style="position:absolute;left:4084;top:-1253;width:8;height:2" coordorigin="4084,-1253" coordsize="8,0" path="m4084,-1253l4091,-1253e" filled="false" stroked="true" strokeweight=".48pt" strokecolor="#000000">
                <v:path arrowok="t"/>
              </v:shape>
            </v:group>
            <v:group style="position:absolute;left:4084;top:-1229;width:8;height:2" coordorigin="4084,-1229" coordsize="8,2">
              <v:shape style="position:absolute;left:4084;top:-1229;width:8;height:2" coordorigin="4084,-1229" coordsize="8,0" path="m4084,-1229l4091,-1229e" filled="false" stroked="true" strokeweight=".48pt" strokecolor="#000000">
                <v:path arrowok="t"/>
              </v:shape>
            </v:group>
            <v:group style="position:absolute;left:4084;top:-1205;width:8;height:2" coordorigin="4084,-1205" coordsize="8,2">
              <v:shape style="position:absolute;left:4084;top:-1205;width:8;height:2" coordorigin="4084,-1205" coordsize="8,0" path="m4084,-1205l4091,-1205e" filled="false" stroked="true" strokeweight=".48pt" strokecolor="#000000">
                <v:path arrowok="t"/>
              </v:shape>
            </v:group>
            <v:group style="position:absolute;left:4084;top:-1157;width:8;height:2" coordorigin="4084,-1157" coordsize="8,2">
              <v:shape style="position:absolute;left:4084;top:-1157;width:8;height:2" coordorigin="4084,-1157" coordsize="8,0" path="m4084,-1157l4091,-1157e" filled="false" stroked="true" strokeweight=".48pt" strokecolor="#000000">
                <v:path arrowok="t"/>
              </v:shape>
            </v:group>
            <v:group style="position:absolute;left:4084;top:-1133;width:8;height:2" coordorigin="4084,-1133" coordsize="8,2">
              <v:shape style="position:absolute;left:4084;top:-1133;width:8;height:2" coordorigin="4084,-1133" coordsize="8,0" path="m4084,-1133l4091,-1133e" filled="false" stroked="true" strokeweight=".48pt" strokecolor="#000000">
                <v:path arrowok="t"/>
              </v:shape>
            </v:group>
            <v:group style="position:absolute;left:4084;top:-1109;width:8;height:2" coordorigin="4084,-1109" coordsize="8,2">
              <v:shape style="position:absolute;left:4084;top:-1109;width:8;height:2" coordorigin="4084,-1109" coordsize="8,0" path="m4084,-1109l4091,-1109e" filled="false" stroked="true" strokeweight=".479pt" strokecolor="#000000">
                <v:path arrowok="t"/>
              </v:shape>
            </v:group>
            <v:group style="position:absolute;left:4084;top:-1085;width:8;height:2" coordorigin="4084,-1085" coordsize="8,2">
              <v:shape style="position:absolute;left:4084;top:-1085;width:8;height:2" coordorigin="4084,-1085" coordsize="8,0" path="m4084,-1085l4091,-1085e" filled="false" stroked="true" strokeweight=".48pt" strokecolor="#000000">
                <v:path arrowok="t"/>
              </v:shape>
            </v:group>
            <v:group style="position:absolute;left:4084;top:-1061;width:8;height:2" coordorigin="4084,-1061" coordsize="8,2">
              <v:shape style="position:absolute;left:4084;top:-1061;width:8;height:2" coordorigin="4084,-1061" coordsize="8,0" path="m4084,-1061l4091,-1061e" filled="false" stroked="true" strokeweight=".48pt" strokecolor="#000000">
                <v:path arrowok="t"/>
              </v:shape>
            </v:group>
            <v:group style="position:absolute;left:4084;top:-1037;width:8;height:2" coordorigin="4084,-1037" coordsize="8,2">
              <v:shape style="position:absolute;left:4084;top:-1037;width:8;height:2" coordorigin="4084,-1037" coordsize="8,0" path="m4084,-1037l4091,-1037e" filled="false" stroked="true" strokeweight=".48pt" strokecolor="#000000">
                <v:path arrowok="t"/>
              </v:shape>
            </v:group>
            <v:group style="position:absolute;left:4084;top:-1013;width:8;height:2" coordorigin="4084,-1013" coordsize="8,2">
              <v:shape style="position:absolute;left:4084;top:-1013;width:8;height:2" coordorigin="4084,-1013" coordsize="8,0" path="m4084,-1013l4091,-1013e" filled="false" stroked="true" strokeweight=".48pt" strokecolor="#000000">
                <v:path arrowok="t"/>
              </v:shape>
            </v:group>
            <v:group style="position:absolute;left:4084;top:-989;width:8;height:2" coordorigin="4084,-989" coordsize="8,2">
              <v:shape style="position:absolute;left:4084;top:-989;width:8;height:2" coordorigin="4084,-989" coordsize="8,0" path="m4084,-989l4091,-989e" filled="false" stroked="true" strokeweight=".48pt" strokecolor="#000000">
                <v:path arrowok="t"/>
              </v:shape>
            </v:group>
            <v:group style="position:absolute;left:4084;top:-965;width:8;height:2" coordorigin="4084,-965" coordsize="8,2">
              <v:shape style="position:absolute;left:4084;top:-965;width:8;height:2" coordorigin="4084,-965" coordsize="8,0" path="m4084,-965l4091,-965e" filled="false" stroked="true" strokeweight=".48pt" strokecolor="#000000">
                <v:path arrowok="t"/>
              </v:shape>
            </v:group>
            <v:group style="position:absolute;left:4084;top:-941;width:8;height:2" coordorigin="4084,-941" coordsize="8,2">
              <v:shape style="position:absolute;left:4084;top:-941;width:8;height:2" coordorigin="4084,-941" coordsize="8,0" path="m4084,-941l4091,-941e" filled="false" stroked="true" strokeweight=".48pt" strokecolor="#000000">
                <v:path arrowok="t"/>
              </v:shape>
            </v:group>
            <v:group style="position:absolute;left:4084;top:-917;width:8;height:2" coordorigin="4084,-917" coordsize="8,2">
              <v:shape style="position:absolute;left:4084;top:-917;width:8;height:2" coordorigin="4084,-917" coordsize="8,0" path="m4084,-917l4091,-917e" filled="false" stroked="true" strokeweight=".48pt" strokecolor="#000000">
                <v:path arrowok="t"/>
              </v:shape>
            </v:group>
            <v:group style="position:absolute;left:4084;top:-893;width:8;height:2" coordorigin="4084,-893" coordsize="8,2">
              <v:shape style="position:absolute;left:4084;top:-893;width:8;height:2" coordorigin="4084,-893" coordsize="8,0" path="m4084,-893l4091,-893e" filled="false" stroked="true" strokeweight=".48pt" strokecolor="#000000">
                <v:path arrowok="t"/>
              </v:shape>
            </v:group>
            <v:group style="position:absolute;left:4084;top:-869;width:8;height:2" coordorigin="4084,-869" coordsize="8,2">
              <v:shape style="position:absolute;left:4084;top:-869;width:8;height:2" coordorigin="4084,-869" coordsize="8,0" path="m4084,-869l4091,-869e" filled="false" stroked="true" strokeweight=".48pt" strokecolor="#000000">
                <v:path arrowok="t"/>
              </v:shape>
            </v:group>
            <v:group style="position:absolute;left:4084;top:-845;width:8;height:2" coordorigin="4084,-845" coordsize="8,2">
              <v:shape style="position:absolute;left:4084;top:-845;width:8;height:2" coordorigin="4084,-845" coordsize="8,0" path="m4084,-845l4091,-845e" filled="false" stroked="true" strokeweight=".48pt" strokecolor="#000000">
                <v:path arrowok="t"/>
              </v:shape>
            </v:group>
            <v:group style="position:absolute;left:4084;top:-821;width:8;height:2" coordorigin="4084,-821" coordsize="8,2">
              <v:shape style="position:absolute;left:4084;top:-821;width:8;height:2" coordorigin="4084,-821" coordsize="8,0" path="m4084,-821l4091,-821e" filled="false" stroked="true" strokeweight=".48pt" strokecolor="#000000">
                <v:path arrowok="t"/>
              </v:shape>
            </v:group>
            <v:group style="position:absolute;left:4084;top:-797;width:8;height:2" coordorigin="4084,-797" coordsize="8,2">
              <v:shape style="position:absolute;left:4084;top:-797;width:8;height:2" coordorigin="4084,-797" coordsize="8,0" path="m4084,-797l4091,-797e" filled="false" stroked="true" strokeweight=".48pt" strokecolor="#000000">
                <v:path arrowok="t"/>
              </v:shape>
            </v:group>
            <v:group style="position:absolute;left:4084;top:-773;width:8;height:2" coordorigin="4084,-773" coordsize="8,2">
              <v:shape style="position:absolute;left:4084;top:-773;width:8;height:2" coordorigin="4084,-773" coordsize="8,0" path="m4084,-773l4091,-773e" filled="false" stroked="true" strokeweight=".48pt" strokecolor="#000000">
                <v:path arrowok="t"/>
              </v:shape>
            </v:group>
            <v:group style="position:absolute;left:4084;top:-749;width:8;height:2" coordorigin="4084,-749" coordsize="8,2">
              <v:shape style="position:absolute;left:4084;top:-749;width:8;height:2" coordorigin="4084,-749" coordsize="8,0" path="m4084,-749l4091,-749e" filled="false" stroked="true" strokeweight=".48pt" strokecolor="#000000">
                <v:path arrowok="t"/>
              </v:shape>
            </v:group>
            <v:group style="position:absolute;left:4084;top:-725;width:8;height:2" coordorigin="4084,-725" coordsize="8,2">
              <v:shape style="position:absolute;left:4084;top:-725;width:8;height:2" coordorigin="4084,-725" coordsize="8,0" path="m4084,-725l4091,-725e" filled="false" stroked="true" strokeweight=".48pt" strokecolor="#000000">
                <v:path arrowok="t"/>
              </v:shape>
            </v:group>
            <v:group style="position:absolute;left:4084;top:-701;width:8;height:2" coordorigin="4084,-701" coordsize="8,2">
              <v:shape style="position:absolute;left:4084;top:-701;width:8;height:2" coordorigin="4084,-701" coordsize="8,0" path="m4084,-701l4091,-701e" filled="false" stroked="true" strokeweight=".48pt" strokecolor="#000000">
                <v:path arrowok="t"/>
              </v:shape>
            </v:group>
            <v:group style="position:absolute;left:4084;top:-677;width:8;height:2" coordorigin="4084,-677" coordsize="8,2">
              <v:shape style="position:absolute;left:4084;top:-677;width:8;height:2" coordorigin="4084,-677" coordsize="8,0" path="m4084,-677l4091,-677e" filled="false" stroked="true" strokeweight=".48pt" strokecolor="#000000">
                <v:path arrowok="t"/>
              </v:shape>
            </v:group>
            <v:group style="position:absolute;left:4084;top:-653;width:8;height:2" coordorigin="4084,-653" coordsize="8,2">
              <v:shape style="position:absolute;left:4084;top:-653;width:8;height:2" coordorigin="4084,-653" coordsize="8,0" path="m4084,-653l4091,-653e" filled="false" stroked="true" strokeweight=".48pt" strokecolor="#000000">
                <v:path arrowok="t"/>
              </v:shape>
            </v:group>
            <v:group style="position:absolute;left:4084;top:-629;width:8;height:2" coordorigin="4084,-629" coordsize="8,2">
              <v:shape style="position:absolute;left:4084;top:-629;width:8;height:2" coordorigin="4084,-629" coordsize="8,0" path="m4084,-629l4091,-629e" filled="false" stroked="true" strokeweight=".48pt" strokecolor="#000000">
                <v:path arrowok="t"/>
              </v:shape>
            </v:group>
            <v:group style="position:absolute;left:4084;top:-10012;width:8;height:2" coordorigin="4084,-10012" coordsize="8,2">
              <v:shape style="position:absolute;left:4084;top:-10012;width:8;height:2" coordorigin="4084,-10012" coordsize="8,0" path="m4084,-10012l4091,-10012e" filled="false" stroked="true" strokeweight=".48pt" strokecolor="#000000">
                <v:path arrowok="t"/>
              </v:shape>
            </v:group>
            <v:group style="position:absolute;left:4084;top:-9988;width:8;height:2" coordorigin="4084,-9988" coordsize="8,2">
              <v:shape style="position:absolute;left:4084;top:-9988;width:8;height:2" coordorigin="4084,-9988" coordsize="8,0" path="m4084,-9988l4091,-9988e" filled="false" stroked="true" strokeweight=".48pt" strokecolor="#000000">
                <v:path arrowok="t"/>
              </v:shape>
            </v:group>
            <v:group style="position:absolute;left:4084;top:-9964;width:8;height:2" coordorigin="4084,-9964" coordsize="8,2">
              <v:shape style="position:absolute;left:4084;top:-9964;width:8;height:2" coordorigin="4084,-9964" coordsize="8,0" path="m4084,-9964l4091,-9964e" filled="false" stroked="true" strokeweight=".48pt" strokecolor="#000000">
                <v:path arrowok="t"/>
              </v:shape>
            </v:group>
            <v:group style="position:absolute;left:4084;top:-9940;width:8;height:2" coordorigin="4084,-9940" coordsize="8,2">
              <v:shape style="position:absolute;left:4084;top:-9940;width:8;height:2" coordorigin="4084,-9940" coordsize="8,0" path="m4084,-9940l4091,-9940e" filled="false" stroked="true" strokeweight=".48pt" strokecolor="#000000">
                <v:path arrowok="t"/>
              </v:shape>
            </v:group>
            <v:group style="position:absolute;left:4084;top:-9916;width:8;height:2" coordorigin="4084,-9916" coordsize="8,2">
              <v:shape style="position:absolute;left:4084;top:-9916;width:8;height:2" coordorigin="4084,-9916" coordsize="8,0" path="m4084,-9916l4091,-9916e" filled="false" stroked="true" strokeweight=".48pt" strokecolor="#000000">
                <v:path arrowok="t"/>
              </v:shape>
            </v:group>
            <v:group style="position:absolute;left:4084;top:-9892;width:8;height:2" coordorigin="4084,-9892" coordsize="8,2">
              <v:shape style="position:absolute;left:4084;top:-9892;width:8;height:2" coordorigin="4084,-9892" coordsize="8,0" path="m4084,-9892l4091,-9892e" filled="false" stroked="true" strokeweight=".48pt" strokecolor="#000000">
                <v:path arrowok="t"/>
              </v:shape>
            </v:group>
            <v:group style="position:absolute;left:4084;top:-9868;width:8;height:2" coordorigin="4084,-9868" coordsize="8,2">
              <v:shape style="position:absolute;left:4084;top:-9868;width:8;height:2" coordorigin="4084,-9868" coordsize="8,0" path="m4084,-9868l4091,-9868e" filled="false" stroked="true" strokeweight=".48pt" strokecolor="#000000">
                <v:path arrowok="t"/>
              </v:shape>
            </v:group>
            <v:group style="position:absolute;left:4084;top:-9844;width:8;height:2" coordorigin="4084,-9844" coordsize="8,2">
              <v:shape style="position:absolute;left:4084;top:-9844;width:8;height:2" coordorigin="4084,-9844" coordsize="8,0" path="m4084,-9844l4091,-9844e" filled="false" stroked="true" strokeweight=".48pt" strokecolor="#000000">
                <v:path arrowok="t"/>
              </v:shape>
            </v:group>
            <v:group style="position:absolute;left:4084;top:-9820;width:8;height:2" coordorigin="4084,-9820" coordsize="8,2">
              <v:shape style="position:absolute;left:4084;top:-9820;width:8;height:2" coordorigin="4084,-9820" coordsize="8,0" path="m4084,-9820l4091,-9820e" filled="false" stroked="true" strokeweight=".48pt" strokecolor="#000000">
                <v:path arrowok="t"/>
              </v:shape>
            </v:group>
            <v:group style="position:absolute;left:4084;top:-9796;width:8;height:2" coordorigin="4084,-9796" coordsize="8,2">
              <v:shape style="position:absolute;left:4084;top:-9796;width:8;height:2" coordorigin="4084,-9796" coordsize="8,0" path="m4084,-9796l4091,-9796e" filled="false" stroked="true" strokeweight=".48pt" strokecolor="#000000">
                <v:path arrowok="t"/>
              </v:shape>
            </v:group>
            <v:group style="position:absolute;left:4084;top:-9772;width:8;height:2" coordorigin="4084,-9772" coordsize="8,2">
              <v:shape style="position:absolute;left:4084;top:-9772;width:8;height:2" coordorigin="4084,-9772" coordsize="8,0" path="m4084,-9772l4091,-9772e" filled="false" stroked="true" strokeweight=".48pt" strokecolor="#000000">
                <v:path arrowok="t"/>
              </v:shape>
            </v:group>
            <v:group style="position:absolute;left:4084;top:-9748;width:8;height:2" coordorigin="4084,-9748" coordsize="8,2">
              <v:shape style="position:absolute;left:4084;top:-9748;width:8;height:2" coordorigin="4084,-9748" coordsize="8,0" path="m4084,-9748l4091,-9748e" filled="false" stroked="true" strokeweight=".48pt" strokecolor="#000000">
                <v:path arrowok="t"/>
              </v:shape>
            </v:group>
            <v:group style="position:absolute;left:4084;top:-9724;width:8;height:2" coordorigin="4084,-9724" coordsize="8,2">
              <v:shape style="position:absolute;left:4084;top:-9724;width:8;height:2" coordorigin="4084,-9724" coordsize="8,0" path="m4084,-9724l4091,-9724e" filled="false" stroked="true" strokeweight=".48pt" strokecolor="#000000">
                <v:path arrowok="t"/>
              </v:shape>
            </v:group>
            <v:group style="position:absolute;left:4084;top:-9700;width:8;height:2" coordorigin="4084,-9700" coordsize="8,2">
              <v:shape style="position:absolute;left:4084;top:-9700;width:8;height:2" coordorigin="4084,-9700" coordsize="8,0" path="m4084,-9700l4091,-9700e" filled="false" stroked="true" strokeweight=".48pt" strokecolor="#000000">
                <v:path arrowok="t"/>
              </v:shape>
            </v:group>
            <v:group style="position:absolute;left:4084;top:-9676;width:8;height:2" coordorigin="4084,-9676" coordsize="8,2">
              <v:shape style="position:absolute;left:4084;top:-9676;width:8;height:2" coordorigin="4084,-9676" coordsize="8,0" path="m4084,-9676l4091,-9676e" filled="false" stroked="true" strokeweight=".48pt" strokecolor="#000000">
                <v:path arrowok="t"/>
              </v:shape>
            </v:group>
            <v:group style="position:absolute;left:4084;top:-9652;width:8;height:2" coordorigin="4084,-9652" coordsize="8,2">
              <v:shape style="position:absolute;left:4084;top:-9652;width:8;height:2" coordorigin="4084,-9652" coordsize="8,0" path="m4084,-9652l4091,-9652e" filled="false" stroked="true" strokeweight=".48pt" strokecolor="#000000">
                <v:path arrowok="t"/>
              </v:shape>
            </v:group>
            <v:group style="position:absolute;left:4084;top:-9628;width:8;height:2" coordorigin="4084,-9628" coordsize="8,2">
              <v:shape style="position:absolute;left:4084;top:-9628;width:8;height:2" coordorigin="4084,-9628" coordsize="8,0" path="m4084,-9628l4091,-9628e" filled="false" stroked="true" strokeweight=".48pt" strokecolor="#000000">
                <v:path arrowok="t"/>
              </v:shape>
            </v:group>
            <v:group style="position:absolute;left:4084;top:-9604;width:8;height:2" coordorigin="4084,-9604" coordsize="8,2">
              <v:shape style="position:absolute;left:4084;top:-9604;width:8;height:2" coordorigin="4084,-9604" coordsize="8,0" path="m4084,-9604l4091,-9604e" filled="false" stroked="true" strokeweight=".48pt" strokecolor="#000000">
                <v:path arrowok="t"/>
              </v:shape>
            </v:group>
            <v:group style="position:absolute;left:4084;top:-9580;width:8;height:2" coordorigin="4084,-9580" coordsize="8,2">
              <v:shape style="position:absolute;left:4084;top:-9580;width:8;height:2" coordorigin="4084,-9580" coordsize="8,0" path="m4084,-9580l4091,-9580e" filled="false" stroked="true" strokeweight=".48pt" strokecolor="#000000">
                <v:path arrowok="t"/>
              </v:shape>
            </v:group>
            <v:group style="position:absolute;left:4084;top:-9556;width:8;height:2" coordorigin="4084,-9556" coordsize="8,2">
              <v:shape style="position:absolute;left:4084;top:-9556;width:8;height:2" coordorigin="4084,-9556" coordsize="8,0" path="m4084,-9556l4091,-9556e" filled="false" stroked="true" strokeweight=".48pt" strokecolor="#000000">
                <v:path arrowok="t"/>
              </v:shape>
            </v:group>
            <v:group style="position:absolute;left:4084;top:-9532;width:8;height:2" coordorigin="4084,-9532" coordsize="8,2">
              <v:shape style="position:absolute;left:4084;top:-9532;width:8;height:2" coordorigin="4084,-9532" coordsize="8,0" path="m4084,-9532l4091,-9532e" filled="false" stroked="true" strokeweight=".48pt" strokecolor="#000000">
                <v:path arrowok="t"/>
              </v:shape>
            </v:group>
            <v:group style="position:absolute;left:4084;top:-9508;width:8;height:2" coordorigin="4084,-9508" coordsize="8,2">
              <v:shape style="position:absolute;left:4084;top:-9508;width:8;height:2" coordorigin="4084,-9508" coordsize="8,0" path="m4084,-9508l4091,-9508e" filled="false" stroked="true" strokeweight=".48pt" strokecolor="#000000">
                <v:path arrowok="t"/>
              </v:shape>
            </v:group>
            <v:group style="position:absolute;left:4084;top:-9484;width:8;height:2" coordorigin="4084,-9484" coordsize="8,2">
              <v:shape style="position:absolute;left:4084;top:-9484;width:8;height:2" coordorigin="4084,-9484" coordsize="8,0" path="m4084,-9484l4091,-9484e" filled="false" stroked="true" strokeweight=".48pt" strokecolor="#000000">
                <v:path arrowok="t"/>
              </v:shape>
            </v:group>
            <v:group style="position:absolute;left:4084;top:-9460;width:8;height:2" coordorigin="4084,-9460" coordsize="8,2">
              <v:shape style="position:absolute;left:4084;top:-9460;width:8;height:2" coordorigin="4084,-9460" coordsize="8,0" path="m4084,-9460l4091,-9460e" filled="false" stroked="true" strokeweight=".48pt" strokecolor="#000000">
                <v:path arrowok="t"/>
              </v:shape>
            </v:group>
            <v:group style="position:absolute;left:4084;top:-9436;width:8;height:2" coordorigin="4084,-9436" coordsize="8,2">
              <v:shape style="position:absolute;left:4084;top:-9436;width:8;height:2" coordorigin="4084,-9436" coordsize="8,0" path="m4084,-9436l4091,-9436e" filled="false" stroked="true" strokeweight=".48pt" strokecolor="#000000">
                <v:path arrowok="t"/>
              </v:shape>
            </v:group>
            <v:group style="position:absolute;left:4084;top:-9412;width:8;height:2" coordorigin="4084,-9412" coordsize="8,2">
              <v:shape style="position:absolute;left:4084;top:-9412;width:8;height:2" coordorigin="4084,-9412" coordsize="8,0" path="m4084,-9412l4091,-9412e" filled="false" stroked="true" strokeweight=".48pt" strokecolor="#000000">
                <v:path arrowok="t"/>
              </v:shape>
            </v:group>
            <v:group style="position:absolute;left:4084;top:-9388;width:8;height:2" coordorigin="4084,-9388" coordsize="8,2">
              <v:shape style="position:absolute;left:4084;top:-9388;width:8;height:2" coordorigin="4084,-9388" coordsize="8,0" path="m4084,-9388l4091,-9388e" filled="false" stroked="true" strokeweight=".48pt" strokecolor="#000000">
                <v:path arrowok="t"/>
              </v:shape>
            </v:group>
            <v:group style="position:absolute;left:4084;top:-9364;width:8;height:2" coordorigin="4084,-9364" coordsize="8,2">
              <v:shape style="position:absolute;left:4084;top:-9364;width:8;height:2" coordorigin="4084,-9364" coordsize="8,0" path="m4084,-9364l4091,-9364e" filled="false" stroked="true" strokeweight=".48pt" strokecolor="#000000">
                <v:path arrowok="t"/>
              </v:shape>
            </v:group>
            <v:group style="position:absolute;left:4084;top:-9340;width:8;height:2" coordorigin="4084,-9340" coordsize="8,2">
              <v:shape style="position:absolute;left:4084;top:-9340;width:8;height:2" coordorigin="4084,-9340" coordsize="8,0" path="m4084,-9340l4091,-9340e" filled="false" stroked="true" strokeweight=".48pt" strokecolor="#000000">
                <v:path arrowok="t"/>
              </v:shape>
            </v:group>
            <v:group style="position:absolute;left:4084;top:-9316;width:8;height:2" coordorigin="4084,-9316" coordsize="8,2">
              <v:shape style="position:absolute;left:4084;top:-9316;width:8;height:2" coordorigin="4084,-9316" coordsize="8,0" path="m4084,-9316l4091,-9316e" filled="false" stroked="true" strokeweight=".48pt" strokecolor="#000000">
                <v:path arrowok="t"/>
              </v:shape>
            </v:group>
            <v:group style="position:absolute;left:4084;top:-9292;width:8;height:2" coordorigin="4084,-9292" coordsize="8,2">
              <v:shape style="position:absolute;left:4084;top:-9292;width:8;height:2" coordorigin="4084,-9292" coordsize="8,0" path="m4084,-9292l4091,-9292e" filled="false" stroked="true" strokeweight=".48pt" strokecolor="#000000">
                <v:path arrowok="t"/>
              </v:shape>
            </v:group>
            <v:group style="position:absolute;left:4084;top:-9268;width:8;height:2" coordorigin="4084,-9268" coordsize="8,2">
              <v:shape style="position:absolute;left:4084;top:-9268;width:8;height:2" coordorigin="4084,-9268" coordsize="8,0" path="m4084,-9268l4091,-9268e" filled="false" stroked="true" strokeweight=".48pt" strokecolor="#000000">
                <v:path arrowok="t"/>
              </v:shape>
            </v:group>
            <v:group style="position:absolute;left:4084;top:-9244;width:8;height:2" coordorigin="4084,-9244" coordsize="8,2">
              <v:shape style="position:absolute;left:4084;top:-9244;width:8;height:2" coordorigin="4084,-9244" coordsize="8,0" path="m4084,-9244l4091,-9244e" filled="false" stroked="true" strokeweight=".48pt" strokecolor="#000000">
                <v:path arrowok="t"/>
              </v:shape>
            </v:group>
            <v:group style="position:absolute;left:4084;top:-9220;width:8;height:2" coordorigin="4084,-9220" coordsize="8,2">
              <v:shape style="position:absolute;left:4084;top:-9220;width:8;height:2" coordorigin="4084,-9220" coordsize="8,0" path="m4084,-9220l4091,-9220e" filled="false" stroked="true" strokeweight=".48pt" strokecolor="#000000">
                <v:path arrowok="t"/>
              </v:shape>
            </v:group>
            <v:group style="position:absolute;left:4084;top:-9196;width:8;height:2" coordorigin="4084,-9196" coordsize="8,2">
              <v:shape style="position:absolute;left:4084;top:-9196;width:8;height:2" coordorigin="4084,-9196" coordsize="8,0" path="m4084,-9196l4091,-9196e" filled="false" stroked="true" strokeweight=".48pt" strokecolor="#000000">
                <v:path arrowok="t"/>
              </v:shape>
            </v:group>
            <v:group style="position:absolute;left:4084;top:-9172;width:8;height:2" coordorigin="4084,-9172" coordsize="8,2">
              <v:shape style="position:absolute;left:4084;top:-9172;width:8;height:2" coordorigin="4084,-9172" coordsize="8,0" path="m4084,-9172l4091,-9172e" filled="false" stroked="true" strokeweight=".48pt" strokecolor="#000000">
                <v:path arrowok="t"/>
              </v:shape>
            </v:group>
            <v:group style="position:absolute;left:4084;top:-9148;width:8;height:2" coordorigin="4084,-9148" coordsize="8,2">
              <v:shape style="position:absolute;left:4084;top:-9148;width:8;height:2" coordorigin="4084,-9148" coordsize="8,0" path="m4084,-9148l4091,-9148e" filled="false" stroked="true" strokeweight=".48pt" strokecolor="#000000">
                <v:path arrowok="t"/>
              </v:shape>
            </v:group>
            <v:group style="position:absolute;left:4084;top:-9124;width:8;height:2" coordorigin="4084,-9124" coordsize="8,2">
              <v:shape style="position:absolute;left:4084;top:-9124;width:8;height:2" coordorigin="4084,-9124" coordsize="8,0" path="m4084,-9124l4091,-9124e" filled="false" stroked="true" strokeweight=".48pt" strokecolor="#000000">
                <v:path arrowok="t"/>
              </v:shape>
            </v:group>
            <v:group style="position:absolute;left:4084;top:-9100;width:8;height:2" coordorigin="4084,-9100" coordsize="8,2">
              <v:shape style="position:absolute;left:4084;top:-9100;width:8;height:2" coordorigin="4084,-9100" coordsize="8,0" path="m4084,-9100l4091,-9100e" filled="false" stroked="true" strokeweight=".48pt" strokecolor="#000000">
                <v:path arrowok="t"/>
              </v:shape>
            </v:group>
            <v:group style="position:absolute;left:4084;top:-9076;width:8;height:2" coordorigin="4084,-9076" coordsize="8,2">
              <v:shape style="position:absolute;left:4084;top:-9076;width:8;height:2" coordorigin="4084,-9076" coordsize="8,0" path="m4084,-9076l4091,-9076e" filled="false" stroked="true" strokeweight=".48pt" strokecolor="#000000">
                <v:path arrowok="t"/>
              </v:shape>
            </v:group>
            <v:group style="position:absolute;left:4084;top:-9052;width:8;height:2" coordorigin="4084,-9052" coordsize="8,2">
              <v:shape style="position:absolute;left:4084;top:-9052;width:8;height:2" coordorigin="4084,-9052" coordsize="8,0" path="m4084,-9052l4091,-9052e" filled="false" stroked="true" strokeweight=".48pt" strokecolor="#000000">
                <v:path arrowok="t"/>
              </v:shape>
            </v:group>
            <v:group style="position:absolute;left:4084;top:-9028;width:8;height:2" coordorigin="4084,-9028" coordsize="8,2">
              <v:shape style="position:absolute;left:4084;top:-9028;width:8;height:2" coordorigin="4084,-9028" coordsize="8,0" path="m4084,-9028l4091,-9028e" filled="false" stroked="true" strokeweight=".48pt" strokecolor="#000000">
                <v:path arrowok="t"/>
              </v:shape>
            </v:group>
            <v:group style="position:absolute;left:4084;top:-9004;width:8;height:2" coordorigin="4084,-9004" coordsize="8,2">
              <v:shape style="position:absolute;left:4084;top:-9004;width:8;height:2" coordorigin="4084,-9004" coordsize="8,0" path="m4084,-9004l4091,-9004e" filled="false" stroked="true" strokeweight=".48pt" strokecolor="#000000">
                <v:path arrowok="t"/>
              </v:shape>
            </v:group>
            <v:group style="position:absolute;left:4084;top:-8980;width:8;height:2" coordorigin="4084,-8980" coordsize="8,2">
              <v:shape style="position:absolute;left:4084;top:-8980;width:8;height:2" coordorigin="4084,-8980" coordsize="8,0" path="m4084,-8980l4091,-8980e" filled="false" stroked="true" strokeweight=".48pt" strokecolor="#000000">
                <v:path arrowok="t"/>
              </v:shape>
            </v:group>
            <v:group style="position:absolute;left:4084;top:-8956;width:8;height:2" coordorigin="4084,-8956" coordsize="8,2">
              <v:shape style="position:absolute;left:4084;top:-8956;width:8;height:2" coordorigin="4084,-8956" coordsize="8,0" path="m4084,-8956l4091,-8956e" filled="false" stroked="true" strokeweight=".48pt" strokecolor="#000000">
                <v:path arrowok="t"/>
              </v:shape>
            </v:group>
            <v:group style="position:absolute;left:4084;top:-8932;width:8;height:2" coordorigin="4084,-8932" coordsize="8,2">
              <v:shape style="position:absolute;left:4084;top:-8932;width:8;height:2" coordorigin="4084,-8932" coordsize="8,0" path="m4084,-8932l4091,-8932e" filled="false" stroked="true" strokeweight=".48pt" strokecolor="#000000">
                <v:path arrowok="t"/>
              </v:shape>
            </v:group>
            <v:group style="position:absolute;left:4084;top:-8908;width:8;height:2" coordorigin="4084,-8908" coordsize="8,2">
              <v:shape style="position:absolute;left:4084;top:-8908;width:8;height:2" coordorigin="4084,-8908" coordsize="8,0" path="m4084,-8908l4091,-8908e" filled="false" stroked="true" strokeweight=".48pt" strokecolor="#000000">
                <v:path arrowok="t"/>
              </v:shape>
            </v:group>
            <v:group style="position:absolute;left:4084;top:-8884;width:8;height:2" coordorigin="4084,-8884" coordsize="8,2">
              <v:shape style="position:absolute;left:4084;top:-8884;width:8;height:2" coordorigin="4084,-8884" coordsize="8,0" path="m4084,-8884l4091,-8884e" filled="false" stroked="true" strokeweight=".48pt" strokecolor="#000000">
                <v:path arrowok="t"/>
              </v:shape>
            </v:group>
            <v:group style="position:absolute;left:4084;top:-8860;width:8;height:2" coordorigin="4084,-8860" coordsize="8,2">
              <v:shape style="position:absolute;left:4084;top:-8860;width:8;height:2" coordorigin="4084,-8860" coordsize="8,0" path="m4084,-8860l4091,-8860e" filled="false" stroked="true" strokeweight=".48pt" strokecolor="#000000">
                <v:path arrowok="t"/>
              </v:shape>
            </v:group>
            <v:group style="position:absolute;left:4084;top:-8836;width:8;height:2" coordorigin="4084,-8836" coordsize="8,2">
              <v:shape style="position:absolute;left:4084;top:-8836;width:8;height:2" coordorigin="4084,-8836" coordsize="8,0" path="m4084,-8836l4091,-8836e" filled="false" stroked="true" strokeweight=".48pt" strokecolor="#000000">
                <v:path arrowok="t"/>
              </v:shape>
            </v:group>
            <v:group style="position:absolute;left:4084;top:-8812;width:8;height:2" coordorigin="4084,-8812" coordsize="8,2">
              <v:shape style="position:absolute;left:4084;top:-8812;width:8;height:2" coordorigin="4084,-8812" coordsize="8,0" path="m4084,-8812l4091,-8812e" filled="false" stroked="true" strokeweight=".48pt" strokecolor="#000000">
                <v:path arrowok="t"/>
              </v:shape>
            </v:group>
            <v:group style="position:absolute;left:4084;top:-8788;width:8;height:2" coordorigin="4084,-8788" coordsize="8,2">
              <v:shape style="position:absolute;left:4084;top:-8788;width:8;height:2" coordorigin="4084,-8788" coordsize="8,0" path="m4084,-8788l4091,-8788e" filled="false" stroked="true" strokeweight=".48pt" strokecolor="#000000">
                <v:path arrowok="t"/>
              </v:shape>
            </v:group>
            <v:group style="position:absolute;left:4084;top:-8764;width:8;height:2" coordorigin="4084,-8764" coordsize="8,2">
              <v:shape style="position:absolute;left:4084;top:-8764;width:8;height:2" coordorigin="4084,-8764" coordsize="8,0" path="m4084,-8764l4091,-8764e" filled="false" stroked="true" strokeweight=".48pt" strokecolor="#000000">
                <v:path arrowok="t"/>
              </v:shape>
            </v:group>
            <v:group style="position:absolute;left:4084;top:-8740;width:8;height:2" coordorigin="4084,-8740" coordsize="8,2">
              <v:shape style="position:absolute;left:4084;top:-8740;width:8;height:2" coordorigin="4084,-8740" coordsize="8,0" path="m4084,-8740l4091,-8740e" filled="false" stroked="true" strokeweight=".48pt" strokecolor="#000000">
                <v:path arrowok="t"/>
              </v:shape>
            </v:group>
            <v:group style="position:absolute;left:4084;top:-8716;width:8;height:2" coordorigin="4084,-8716" coordsize="8,2">
              <v:shape style="position:absolute;left:4084;top:-8716;width:8;height:2" coordorigin="4084,-8716" coordsize="8,0" path="m4084,-8716l4091,-8716e" filled="false" stroked="true" strokeweight=".48pt" strokecolor="#000000">
                <v:path arrowok="t"/>
              </v:shape>
            </v:group>
            <v:group style="position:absolute;left:4084;top:-8692;width:8;height:2" coordorigin="4084,-8692" coordsize="8,2">
              <v:shape style="position:absolute;left:4084;top:-8692;width:8;height:2" coordorigin="4084,-8692" coordsize="8,0" path="m4084,-8692l4091,-8692e" filled="false" stroked="true" strokeweight=".48pt" strokecolor="#000000">
                <v:path arrowok="t"/>
              </v:shape>
            </v:group>
            <v:group style="position:absolute;left:4084;top:-8668;width:8;height:2" coordorigin="4084,-8668" coordsize="8,2">
              <v:shape style="position:absolute;left:4084;top:-8668;width:8;height:2" coordorigin="4084,-8668" coordsize="8,0" path="m4084,-8668l4091,-8668e" filled="false" stroked="true" strokeweight=".48pt" strokecolor="#000000">
                <v:path arrowok="t"/>
              </v:shape>
            </v:group>
            <v:group style="position:absolute;left:4084;top:-8644;width:8;height:2" coordorigin="4084,-8644" coordsize="8,2">
              <v:shape style="position:absolute;left:4084;top:-8644;width:8;height:2" coordorigin="4084,-8644" coordsize="8,0" path="m4084,-8644l4091,-8644e" filled="false" stroked="true" strokeweight=".48pt" strokecolor="#000000">
                <v:path arrowok="t"/>
              </v:shape>
            </v:group>
            <v:group style="position:absolute;left:4084;top:-8620;width:8;height:2" coordorigin="4084,-8620" coordsize="8,2">
              <v:shape style="position:absolute;left:4084;top:-8620;width:8;height:2" coordorigin="4084,-8620" coordsize="8,0" path="m4084,-8620l4091,-8620e" filled="false" stroked="true" strokeweight=".48pt" strokecolor="#000000">
                <v:path arrowok="t"/>
              </v:shape>
            </v:group>
            <v:group style="position:absolute;left:4084;top:-8596;width:8;height:2" coordorigin="4084,-8596" coordsize="8,2">
              <v:shape style="position:absolute;left:4084;top:-8596;width:8;height:2" coordorigin="4084,-8596" coordsize="8,0" path="m4084,-8596l4091,-8596e" filled="false" stroked="true" strokeweight=".48pt" strokecolor="#000000">
                <v:path arrowok="t"/>
              </v:shape>
            </v:group>
            <v:group style="position:absolute;left:4084;top:-8572;width:8;height:2" coordorigin="4084,-8572" coordsize="8,2">
              <v:shape style="position:absolute;left:4084;top:-8572;width:8;height:2" coordorigin="4084,-8572" coordsize="8,0" path="m4084,-8572l4091,-8572e" filled="false" stroked="true" strokeweight=".48pt" strokecolor="#000000">
                <v:path arrowok="t"/>
              </v:shape>
            </v:group>
            <v:group style="position:absolute;left:4084;top:-8548;width:8;height:2" coordorigin="4084,-8548" coordsize="8,2">
              <v:shape style="position:absolute;left:4084;top:-8548;width:8;height:2" coordorigin="4084,-8548" coordsize="8,0" path="m4084,-8548l4091,-8548e" filled="false" stroked="true" strokeweight=".48pt" strokecolor="#000000">
                <v:path arrowok="t"/>
              </v:shape>
            </v:group>
            <v:group style="position:absolute;left:4084;top:-8524;width:8;height:2" coordorigin="4084,-8524" coordsize="8,2">
              <v:shape style="position:absolute;left:4084;top:-8524;width:8;height:2" coordorigin="4084,-8524" coordsize="8,0" path="m4084,-8524l4091,-8524e" filled="false" stroked="true" strokeweight=".48pt" strokecolor="#000000">
                <v:path arrowok="t"/>
              </v:shape>
            </v:group>
            <v:group style="position:absolute;left:4084;top:-8500;width:8;height:2" coordorigin="4084,-8500" coordsize="8,2">
              <v:shape style="position:absolute;left:4084;top:-8500;width:8;height:2" coordorigin="4084,-8500" coordsize="8,0" path="m4084,-8500l4091,-8500e" filled="false" stroked="true" strokeweight=".48pt" strokecolor="#000000">
                <v:path arrowok="t"/>
              </v:shape>
            </v:group>
            <v:group style="position:absolute;left:4084;top:-8476;width:8;height:2" coordorigin="4084,-8476" coordsize="8,2">
              <v:shape style="position:absolute;left:4084;top:-8476;width:8;height:2" coordorigin="4084,-8476" coordsize="8,0" path="m4084,-8476l4091,-8476e" filled="false" stroked="true" strokeweight=".479pt" strokecolor="#000000">
                <v:path arrowok="t"/>
              </v:shape>
            </v:group>
            <v:group style="position:absolute;left:4084;top:-8452;width:8;height:2" coordorigin="4084,-8452" coordsize="8,2">
              <v:shape style="position:absolute;left:4084;top:-8452;width:8;height:2" coordorigin="4084,-8452" coordsize="8,0" path="m4084,-8452l4091,-8452e" filled="false" stroked="true" strokeweight=".48pt" strokecolor="#000000">
                <v:path arrowok="t"/>
              </v:shape>
            </v:group>
            <v:group style="position:absolute;left:4084;top:-8428;width:8;height:2" coordorigin="4084,-8428" coordsize="8,2">
              <v:shape style="position:absolute;left:4084;top:-8428;width:8;height:2" coordorigin="4084,-8428" coordsize="8,0" path="m4084,-8428l4091,-8428e" filled="false" stroked="true" strokeweight=".48pt" strokecolor="#000000">
                <v:path arrowok="t"/>
              </v:shape>
            </v:group>
            <v:group style="position:absolute;left:4084;top:-8404;width:8;height:2" coordorigin="4084,-8404" coordsize="8,2">
              <v:shape style="position:absolute;left:4084;top:-8404;width:8;height:2" coordorigin="4084,-8404" coordsize="8,0" path="m4084,-8404l4091,-8404e" filled="false" stroked="true" strokeweight=".48pt" strokecolor="#000000">
                <v:path arrowok="t"/>
              </v:shape>
            </v:group>
            <v:group style="position:absolute;left:4084;top:-8380;width:8;height:2" coordorigin="4084,-8380" coordsize="8,2">
              <v:shape style="position:absolute;left:4084;top:-8380;width:8;height:2" coordorigin="4084,-8380" coordsize="8,0" path="m4084,-8380l4091,-8380e" filled="false" stroked="true" strokeweight=".48pt" strokecolor="#000000">
                <v:path arrowok="t"/>
              </v:shape>
            </v:group>
            <v:group style="position:absolute;left:4084;top:-8356;width:8;height:2" coordorigin="4084,-8356" coordsize="8,2">
              <v:shape style="position:absolute;left:4084;top:-8356;width:8;height:2" coordorigin="4084,-8356" coordsize="8,0" path="m4084,-8356l4091,-8356e" filled="false" stroked="true" strokeweight=".48pt" strokecolor="#000000">
                <v:path arrowok="t"/>
              </v:shape>
            </v:group>
            <v:group style="position:absolute;left:4084;top:-8332;width:8;height:2" coordorigin="4084,-8332" coordsize="8,2">
              <v:shape style="position:absolute;left:4084;top:-8332;width:8;height:2" coordorigin="4084,-8332" coordsize="8,0" path="m4084,-8332l4091,-8332e" filled="false" stroked="true" strokeweight=".48pt" strokecolor="#000000">
                <v:path arrowok="t"/>
              </v:shape>
            </v:group>
            <v:group style="position:absolute;left:4084;top:-8308;width:8;height:2" coordorigin="4084,-8308" coordsize="8,2">
              <v:shape style="position:absolute;left:4084;top:-8308;width:8;height:2" coordorigin="4084,-8308" coordsize="8,0" path="m4084,-8308l4091,-8308e" filled="false" stroked="true" strokeweight=".48pt" strokecolor="#000000">
                <v:path arrowok="t"/>
              </v:shape>
            </v:group>
            <v:group style="position:absolute;left:4084;top:-8284;width:8;height:2" coordorigin="4084,-8284" coordsize="8,2">
              <v:shape style="position:absolute;left:4084;top:-8284;width:8;height:2" coordorigin="4084,-8284" coordsize="8,0" path="m4084,-8284l4091,-8284e" filled="false" stroked="true" strokeweight=".48pt" strokecolor="#000000">
                <v:path arrowok="t"/>
              </v:shape>
            </v:group>
            <v:group style="position:absolute;left:4084;top:-8260;width:8;height:2" coordorigin="4084,-8260" coordsize="8,2">
              <v:shape style="position:absolute;left:4084;top:-8260;width:8;height:2" coordorigin="4084,-8260" coordsize="8,0" path="m4084,-8260l4091,-8260e" filled="false" stroked="true" strokeweight=".48pt" strokecolor="#000000">
                <v:path arrowok="t"/>
              </v:shape>
            </v:group>
            <v:group style="position:absolute;left:4084;top:-8236;width:8;height:2" coordorigin="4084,-8236" coordsize="8,2">
              <v:shape style="position:absolute;left:4084;top:-8236;width:8;height:2" coordorigin="4084,-8236" coordsize="8,0" path="m4084,-8236l4091,-8236e" filled="false" stroked="true" strokeweight=".48pt" strokecolor="#000000">
                <v:path arrowok="t"/>
              </v:shape>
            </v:group>
            <v:group style="position:absolute;left:4084;top:-8212;width:8;height:2" coordorigin="4084,-8212" coordsize="8,2">
              <v:shape style="position:absolute;left:4084;top:-8212;width:8;height:2" coordorigin="4084,-8212" coordsize="8,0" path="m4084,-8212l4091,-8212e" filled="false" stroked="true" strokeweight=".48pt" strokecolor="#000000">
                <v:path arrowok="t"/>
              </v:shape>
            </v:group>
            <v:group style="position:absolute;left:4084;top:-8188;width:8;height:2" coordorigin="4084,-8188" coordsize="8,2">
              <v:shape style="position:absolute;left:4084;top:-8188;width:8;height:2" coordorigin="4084,-8188" coordsize="8,0" path="m4084,-8188l4091,-8188e" filled="false" stroked="true" strokeweight=".48pt" strokecolor="#000000">
                <v:path arrowok="t"/>
              </v:shape>
            </v:group>
            <v:group style="position:absolute;left:4084;top:-8164;width:8;height:2" coordorigin="4084,-8164" coordsize="8,2">
              <v:shape style="position:absolute;left:4084;top:-8164;width:8;height:2" coordorigin="4084,-8164" coordsize="8,0" path="m4084,-8164l4091,-8164e" filled="false" stroked="true" strokeweight=".48pt" strokecolor="#000000">
                <v:path arrowok="t"/>
              </v:shape>
            </v:group>
            <v:group style="position:absolute;left:4084;top:-8140;width:8;height:2" coordorigin="4084,-8140" coordsize="8,2">
              <v:shape style="position:absolute;left:4084;top:-8140;width:8;height:2" coordorigin="4084,-8140" coordsize="8,0" path="m4084,-8140l4091,-8140e" filled="false" stroked="true" strokeweight=".48pt" strokecolor="#000000">
                <v:path arrowok="t"/>
              </v:shape>
            </v:group>
            <v:group style="position:absolute;left:4084;top:-8116;width:8;height:2" coordorigin="4084,-8116" coordsize="8,2">
              <v:shape style="position:absolute;left:4084;top:-8116;width:8;height:2" coordorigin="4084,-8116" coordsize="8,0" path="m4084,-8116l4091,-8116e" filled="false" stroked="true" strokeweight=".48pt" strokecolor="#000000">
                <v:path arrowok="t"/>
              </v:shape>
            </v:group>
            <v:group style="position:absolute;left:4084;top:-8092;width:8;height:2" coordorigin="4084,-8092" coordsize="8,2">
              <v:shape style="position:absolute;left:4084;top:-8092;width:8;height:2" coordorigin="4084,-8092" coordsize="8,0" path="m4084,-8092l4091,-8092e" filled="false" stroked="true" strokeweight=".48pt" strokecolor="#000000">
                <v:path arrowok="t"/>
              </v:shape>
            </v:group>
            <v:group style="position:absolute;left:4084;top:-8068;width:8;height:2" coordorigin="4084,-8068" coordsize="8,2">
              <v:shape style="position:absolute;left:4084;top:-8068;width:8;height:2" coordorigin="4084,-8068" coordsize="8,0" path="m4084,-8068l4091,-8068e" filled="false" stroked="true" strokeweight=".48pt" strokecolor="#000000">
                <v:path arrowok="t"/>
              </v:shape>
            </v:group>
            <v:group style="position:absolute;left:4084;top:-8044;width:8;height:2" coordorigin="4084,-8044" coordsize="8,2">
              <v:shape style="position:absolute;left:4084;top:-8044;width:8;height:2" coordorigin="4084,-8044" coordsize="8,0" path="m4084,-8044l4091,-8044e" filled="false" stroked="true" strokeweight=".48pt" strokecolor="#000000">
                <v:path arrowok="t"/>
              </v:shape>
            </v:group>
            <v:group style="position:absolute;left:4084;top:-8020;width:8;height:2" coordorigin="4084,-8020" coordsize="8,2">
              <v:shape style="position:absolute;left:4084;top:-8020;width:8;height:2" coordorigin="4084,-8020" coordsize="8,0" path="m4084,-8020l4091,-8020e" filled="false" stroked="true" strokeweight=".48pt" strokecolor="#000000">
                <v:path arrowok="t"/>
              </v:shape>
            </v:group>
            <v:group style="position:absolute;left:4084;top:-7996;width:8;height:2" coordorigin="4084,-7996" coordsize="8,2">
              <v:shape style="position:absolute;left:4084;top:-7996;width:8;height:2" coordorigin="4084,-7996" coordsize="8,0" path="m4084,-7996l4091,-7996e" filled="false" stroked="true" strokeweight=".48pt" strokecolor="#000000">
                <v:path arrowok="t"/>
              </v:shape>
            </v:group>
            <v:group style="position:absolute;left:4084;top:-7972;width:8;height:2" coordorigin="4084,-7972" coordsize="8,2">
              <v:shape style="position:absolute;left:4084;top:-7972;width:8;height:2" coordorigin="4084,-7972" coordsize="8,0" path="m4084,-7972l4091,-7972e" filled="false" stroked="true" strokeweight=".48pt" strokecolor="#000000">
                <v:path arrowok="t"/>
              </v:shape>
            </v:group>
            <v:group style="position:absolute;left:4084;top:-7948;width:8;height:2" coordorigin="4084,-7948" coordsize="8,2">
              <v:shape style="position:absolute;left:4084;top:-7948;width:8;height:2" coordorigin="4084,-7948" coordsize="8,0" path="m4084,-7948l4091,-7948e" filled="false" stroked="true" strokeweight=".48pt" strokecolor="#000000">
                <v:path arrowok="t"/>
              </v:shape>
            </v:group>
            <v:group style="position:absolute;left:4084;top:-7924;width:8;height:2" coordorigin="4084,-7924" coordsize="8,2">
              <v:shape style="position:absolute;left:4084;top:-7924;width:8;height:2" coordorigin="4084,-7924" coordsize="8,0" path="m4084,-7924l4091,-7924e" filled="false" stroked="true" strokeweight=".48pt" strokecolor="#000000">
                <v:path arrowok="t"/>
              </v:shape>
            </v:group>
            <v:group style="position:absolute;left:4084;top:-7900;width:8;height:2" coordorigin="4084,-7900" coordsize="8,2">
              <v:shape style="position:absolute;left:4084;top:-7900;width:8;height:2" coordorigin="4084,-7900" coordsize="8,0" path="m4084,-7900l4091,-7900e" filled="false" stroked="true" strokeweight=".48pt" strokecolor="#000000">
                <v:path arrowok="t"/>
              </v:shape>
            </v:group>
            <v:group style="position:absolute;left:4084;top:-7876;width:8;height:2" coordorigin="4084,-7876" coordsize="8,2">
              <v:shape style="position:absolute;left:4084;top:-7876;width:8;height:2" coordorigin="4084,-7876" coordsize="8,0" path="m4084,-7876l4091,-7876e" filled="false" stroked="true" strokeweight=".48pt" strokecolor="#000000">
                <v:path arrowok="t"/>
              </v:shape>
            </v:group>
            <v:group style="position:absolute;left:4084;top:-7852;width:8;height:2" coordorigin="4084,-7852" coordsize="8,2">
              <v:shape style="position:absolute;left:4084;top:-7852;width:8;height:2" coordorigin="4084,-7852" coordsize="8,0" path="m4084,-7852l4091,-7852e" filled="false" stroked="true" strokeweight=".48pt" strokecolor="#000000">
                <v:path arrowok="t"/>
              </v:shape>
            </v:group>
            <v:group style="position:absolute;left:4084;top:-7828;width:8;height:2" coordorigin="4084,-7828" coordsize="8,2">
              <v:shape style="position:absolute;left:4084;top:-7828;width:8;height:2" coordorigin="4084,-7828" coordsize="8,0" path="m4084,-7828l4091,-7828e" filled="false" stroked="true" strokeweight=".48pt" strokecolor="#000000">
                <v:path arrowok="t"/>
              </v:shape>
            </v:group>
            <v:group style="position:absolute;left:4084;top:-7804;width:8;height:2" coordorigin="4084,-7804" coordsize="8,2">
              <v:shape style="position:absolute;left:4084;top:-7804;width:8;height:2" coordorigin="4084,-7804" coordsize="8,0" path="m4084,-7804l4091,-7804e" filled="false" stroked="true" strokeweight=".48pt" strokecolor="#000000">
                <v:path arrowok="t"/>
              </v:shape>
            </v:group>
            <v:group style="position:absolute;left:4084;top:-7780;width:8;height:2" coordorigin="4084,-7780" coordsize="8,2">
              <v:shape style="position:absolute;left:4084;top:-7780;width:8;height:2" coordorigin="4084,-7780" coordsize="8,0" path="m4084,-7780l4091,-7780e" filled="false" stroked="true" strokeweight=".48pt" strokecolor="#000000">
                <v:path arrowok="t"/>
              </v:shape>
            </v:group>
            <v:group style="position:absolute;left:4084;top:-7756;width:8;height:2" coordorigin="4084,-7756" coordsize="8,2">
              <v:shape style="position:absolute;left:4084;top:-7756;width:8;height:2" coordorigin="4084,-7756" coordsize="8,0" path="m4084,-7756l4091,-7756e" filled="false" stroked="true" strokeweight=".48pt" strokecolor="#000000">
                <v:path arrowok="t"/>
              </v:shape>
            </v:group>
            <v:group style="position:absolute;left:4084;top:-7732;width:8;height:2" coordorigin="4084,-7732" coordsize="8,2">
              <v:shape style="position:absolute;left:4084;top:-7732;width:8;height:2" coordorigin="4084,-7732" coordsize="8,0" path="m4084,-7732l4091,-7732e" filled="false" stroked="true" strokeweight=".479pt" strokecolor="#000000">
                <v:path arrowok="t"/>
              </v:shape>
            </v:group>
            <v:group style="position:absolute;left:4084;top:-7708;width:8;height:2" coordorigin="4084,-7708" coordsize="8,2">
              <v:shape style="position:absolute;left:4084;top:-7708;width:8;height:2" coordorigin="4084,-7708" coordsize="8,0" path="m4084,-7708l4091,-7708e" filled="false" stroked="true" strokeweight=".48pt" strokecolor="#000000">
                <v:path arrowok="t"/>
              </v:shape>
            </v:group>
            <v:group style="position:absolute;left:4084;top:-7684;width:8;height:2" coordorigin="4084,-7684" coordsize="8,2">
              <v:shape style="position:absolute;left:4084;top:-7684;width:8;height:2" coordorigin="4084,-7684" coordsize="8,0" path="m4084,-7684l4091,-7684e" filled="false" stroked="true" strokeweight=".48pt" strokecolor="#000000">
                <v:path arrowok="t"/>
              </v:shape>
            </v:group>
            <v:group style="position:absolute;left:4084;top:-7660;width:8;height:2" coordorigin="4084,-7660" coordsize="8,2">
              <v:shape style="position:absolute;left:4084;top:-7660;width:8;height:2" coordorigin="4084,-7660" coordsize="8,0" path="m4084,-7660l4091,-7660e" filled="false" stroked="true" strokeweight=".48pt" strokecolor="#000000">
                <v:path arrowok="t"/>
              </v:shape>
            </v:group>
            <v:group style="position:absolute;left:4084;top:-7636;width:8;height:2" coordorigin="4084,-7636" coordsize="8,2">
              <v:shape style="position:absolute;left:4084;top:-7636;width:8;height:2" coordorigin="4084,-7636" coordsize="8,0" path="m4084,-7636l4091,-7636e" filled="false" stroked="true" strokeweight=".48pt" strokecolor="#000000">
                <v:path arrowok="t"/>
              </v:shape>
            </v:group>
            <v:group style="position:absolute;left:4084;top:-7612;width:8;height:2" coordorigin="4084,-7612" coordsize="8,2">
              <v:shape style="position:absolute;left:4084;top:-7612;width:8;height:2" coordorigin="4084,-7612" coordsize="8,0" path="m4084,-7612l4091,-7612e" filled="false" stroked="true" strokeweight=".48pt" strokecolor="#000000">
                <v:path arrowok="t"/>
              </v:shape>
            </v:group>
            <v:group style="position:absolute;left:4084;top:-7588;width:8;height:2" coordorigin="4084,-7588" coordsize="8,2">
              <v:shape style="position:absolute;left:4084;top:-7588;width:8;height:2" coordorigin="4084,-7588" coordsize="8,0" path="m4084,-7588l4091,-7588e" filled="false" stroked="true" strokeweight=".48pt" strokecolor="#000000">
                <v:path arrowok="t"/>
              </v:shape>
            </v:group>
            <v:group style="position:absolute;left:4084;top:-7564;width:8;height:2" coordorigin="4084,-7564" coordsize="8,2">
              <v:shape style="position:absolute;left:4084;top:-7564;width:8;height:2" coordorigin="4084,-7564" coordsize="8,0" path="m4084,-7564l4091,-7564e" filled="false" stroked="true" strokeweight=".48pt" strokecolor="#000000">
                <v:path arrowok="t"/>
              </v:shape>
            </v:group>
            <v:group style="position:absolute;left:4084;top:-7540;width:8;height:2" coordorigin="4084,-7540" coordsize="8,2">
              <v:shape style="position:absolute;left:4084;top:-7540;width:8;height:2" coordorigin="4084,-7540" coordsize="8,0" path="m4084,-7540l4091,-7540e" filled="false" stroked="true" strokeweight=".48pt" strokecolor="#000000">
                <v:path arrowok="t"/>
              </v:shape>
            </v:group>
            <v:group style="position:absolute;left:4084;top:-7516;width:8;height:2" coordorigin="4084,-7516" coordsize="8,2">
              <v:shape style="position:absolute;left:4084;top:-7516;width:8;height:2" coordorigin="4084,-7516" coordsize="8,0" path="m4084,-7516l4091,-7516e" filled="false" stroked="true" strokeweight=".48pt" strokecolor="#000000">
                <v:path arrowok="t"/>
              </v:shape>
            </v:group>
            <v:group style="position:absolute;left:4084;top:-7492;width:8;height:2" coordorigin="4084,-7492" coordsize="8,2">
              <v:shape style="position:absolute;left:4084;top:-7492;width:8;height:2" coordorigin="4084,-7492" coordsize="8,0" path="m4084,-7492l4091,-7492e" filled="false" stroked="true" strokeweight=".48pt" strokecolor="#000000">
                <v:path arrowok="t"/>
              </v:shape>
            </v:group>
            <v:group style="position:absolute;left:4084;top:-7468;width:8;height:2" coordorigin="4084,-7468" coordsize="8,2">
              <v:shape style="position:absolute;left:4084;top:-7468;width:8;height:2" coordorigin="4084,-7468" coordsize="8,0" path="m4084,-7468l4091,-7468e" filled="false" stroked="true" strokeweight=".48pt" strokecolor="#000000">
                <v:path arrowok="t"/>
              </v:shape>
            </v:group>
            <v:group style="position:absolute;left:4084;top:-7444;width:8;height:2" coordorigin="4084,-7444" coordsize="8,2">
              <v:shape style="position:absolute;left:4084;top:-7444;width:8;height:2" coordorigin="4084,-7444" coordsize="8,0" path="m4084,-7444l4091,-7444e" filled="false" stroked="true" strokeweight=".48pt" strokecolor="#000000">
                <v:path arrowok="t"/>
              </v:shape>
            </v:group>
            <v:group style="position:absolute;left:4084;top:-7420;width:8;height:2" coordorigin="4084,-7420" coordsize="8,2">
              <v:shape style="position:absolute;left:4084;top:-7420;width:8;height:2" coordorigin="4084,-7420" coordsize="8,0" path="m4084,-7420l4091,-7420e" filled="false" stroked="true" strokeweight=".48pt" strokecolor="#000000">
                <v:path arrowok="t"/>
              </v:shape>
            </v:group>
            <v:group style="position:absolute;left:4084;top:-7396;width:8;height:2" coordorigin="4084,-7396" coordsize="8,2">
              <v:shape style="position:absolute;left:4084;top:-7396;width:8;height:2" coordorigin="4084,-7396" coordsize="8,0" path="m4084,-7396l4091,-7396e" filled="false" stroked="true" strokeweight=".48pt" strokecolor="#000000">
                <v:path arrowok="t"/>
              </v:shape>
            </v:group>
            <v:group style="position:absolute;left:4084;top:-7372;width:8;height:2" coordorigin="4084,-7372" coordsize="8,2">
              <v:shape style="position:absolute;left:4084;top:-7372;width:8;height:2" coordorigin="4084,-7372" coordsize="8,0" path="m4084,-7372l4091,-7372e" filled="false" stroked="true" strokeweight=".48pt" strokecolor="#000000">
                <v:path arrowok="t"/>
              </v:shape>
            </v:group>
            <v:group style="position:absolute;left:4084;top:-7348;width:8;height:2" coordorigin="4084,-7348" coordsize="8,2">
              <v:shape style="position:absolute;left:4084;top:-7348;width:8;height:2" coordorigin="4084,-7348" coordsize="8,0" path="m4084,-7348l4091,-7348e" filled="false" stroked="true" strokeweight=".48pt" strokecolor="#000000">
                <v:path arrowok="t"/>
              </v:shape>
            </v:group>
            <v:group style="position:absolute;left:4084;top:-7324;width:8;height:2" coordorigin="4084,-7324" coordsize="8,2">
              <v:shape style="position:absolute;left:4084;top:-7324;width:8;height:2" coordorigin="4084,-7324" coordsize="8,0" path="m4084,-7324l4091,-7324e" filled="false" stroked="true" strokeweight=".48pt" strokecolor="#000000">
                <v:path arrowok="t"/>
              </v:shape>
            </v:group>
            <v:group style="position:absolute;left:4084;top:-7300;width:8;height:2" coordorigin="4084,-7300" coordsize="8,2">
              <v:shape style="position:absolute;left:4084;top:-7300;width:8;height:2" coordorigin="4084,-7300" coordsize="8,0" path="m4084,-7300l4091,-7300e" filled="false" stroked="true" strokeweight=".48pt" strokecolor="#000000">
                <v:path arrowok="t"/>
              </v:shape>
            </v:group>
            <v:group style="position:absolute;left:4084;top:-7276;width:8;height:2" coordorigin="4084,-7276" coordsize="8,2">
              <v:shape style="position:absolute;left:4084;top:-7276;width:8;height:2" coordorigin="4084,-7276" coordsize="8,0" path="m4084,-7276l4091,-7276e" filled="false" stroked="true" strokeweight=".48pt" strokecolor="#000000">
                <v:path arrowok="t"/>
              </v:shape>
            </v:group>
            <v:group style="position:absolute;left:4084;top:-7252;width:8;height:2" coordorigin="4084,-7252" coordsize="8,2">
              <v:shape style="position:absolute;left:4084;top:-7252;width:8;height:2" coordorigin="4084,-7252" coordsize="8,0" path="m4084,-7252l4091,-7252e" filled="false" stroked="true" strokeweight=".48pt" strokecolor="#000000">
                <v:path arrowok="t"/>
              </v:shape>
            </v:group>
            <v:group style="position:absolute;left:4084;top:-7228;width:8;height:2" coordorigin="4084,-7228" coordsize="8,2">
              <v:shape style="position:absolute;left:4084;top:-7228;width:8;height:2" coordorigin="4084,-7228" coordsize="8,0" path="m4084,-7228l4091,-7228e" filled="false" stroked="true" strokeweight=".48pt" strokecolor="#000000">
                <v:path arrowok="t"/>
              </v:shape>
            </v:group>
            <v:group style="position:absolute;left:4084;top:-7204;width:8;height:2" coordorigin="4084,-7204" coordsize="8,2">
              <v:shape style="position:absolute;left:4084;top:-7204;width:8;height:2" coordorigin="4084,-7204" coordsize="8,0" path="m4084,-7204l4091,-7204e" filled="false" stroked="true" strokeweight=".48pt" strokecolor="#000000">
                <v:path arrowok="t"/>
              </v:shape>
            </v:group>
            <v:group style="position:absolute;left:4084;top:-7180;width:8;height:2" coordorigin="4084,-7180" coordsize="8,2">
              <v:shape style="position:absolute;left:4084;top:-7180;width:8;height:2" coordorigin="4084,-7180" coordsize="8,0" path="m4084,-7180l4091,-7180e" filled="false" stroked="true" strokeweight=".48pt" strokecolor="#000000">
                <v:path arrowok="t"/>
              </v:shape>
            </v:group>
            <v:group style="position:absolute;left:4084;top:-7156;width:8;height:2" coordorigin="4084,-7156" coordsize="8,2">
              <v:shape style="position:absolute;left:4084;top:-7156;width:8;height:2" coordorigin="4084,-7156" coordsize="8,0" path="m4084,-7156l4091,-7156e" filled="false" stroked="true" strokeweight=".48pt" strokecolor="#000000">
                <v:path arrowok="t"/>
              </v:shape>
            </v:group>
            <v:group style="position:absolute;left:4084;top:-7132;width:8;height:2" coordorigin="4084,-7132" coordsize="8,2">
              <v:shape style="position:absolute;left:4084;top:-7132;width:8;height:2" coordorigin="4084,-7132" coordsize="8,0" path="m4084,-7132l4091,-7132e" filled="false" stroked="true" strokeweight=".48pt" strokecolor="#000000">
                <v:path arrowok="t"/>
              </v:shape>
            </v:group>
            <v:group style="position:absolute;left:4084;top:-7108;width:8;height:2" coordorigin="4084,-7108" coordsize="8,2">
              <v:shape style="position:absolute;left:4084;top:-7108;width:8;height:2" coordorigin="4084,-7108" coordsize="8,0" path="m4084,-7108l4091,-7108e" filled="false" stroked="true" strokeweight=".48pt" strokecolor="#000000">
                <v:path arrowok="t"/>
              </v:shape>
            </v:group>
            <v:group style="position:absolute;left:4084;top:-7084;width:8;height:2" coordorigin="4084,-7084" coordsize="8,2">
              <v:shape style="position:absolute;left:4084;top:-7084;width:8;height:2" coordorigin="4084,-7084" coordsize="8,0" path="m4084,-7084l4091,-7084e" filled="false" stroked="true" strokeweight=".48pt" strokecolor="#000000">
                <v:path arrowok="t"/>
              </v:shape>
            </v:group>
            <v:group style="position:absolute;left:4084;top:-7060;width:8;height:2" coordorigin="4084,-7060" coordsize="8,2">
              <v:shape style="position:absolute;left:4084;top:-7060;width:8;height:2" coordorigin="4084,-7060" coordsize="8,0" path="m4084,-7060l4091,-7060e" filled="false" stroked="true" strokeweight=".48pt" strokecolor="#000000">
                <v:path arrowok="t"/>
              </v:shape>
            </v:group>
            <v:group style="position:absolute;left:4084;top:-7036;width:8;height:2" coordorigin="4084,-7036" coordsize="8,2">
              <v:shape style="position:absolute;left:4084;top:-7036;width:8;height:2" coordorigin="4084,-7036" coordsize="8,0" path="m4084,-7036l4091,-7036e" filled="false" stroked="true" strokeweight=".48pt" strokecolor="#000000">
                <v:path arrowok="t"/>
              </v:shape>
            </v:group>
            <v:group style="position:absolute;left:4084;top:-7012;width:8;height:2" coordorigin="4084,-7012" coordsize="8,2">
              <v:shape style="position:absolute;left:4084;top:-7012;width:8;height:2" coordorigin="4084,-7012" coordsize="8,0" path="m4084,-7012l4091,-7012e" filled="false" stroked="true" strokeweight=".48pt" strokecolor="#000000">
                <v:path arrowok="t"/>
              </v:shape>
            </v:group>
            <v:group style="position:absolute;left:4084;top:-6988;width:8;height:2" coordorigin="4084,-6988" coordsize="8,2">
              <v:shape style="position:absolute;left:4084;top:-6988;width:8;height:2" coordorigin="4084,-6988" coordsize="8,0" path="m4084,-6988l4091,-6988e" filled="false" stroked="true" strokeweight=".479pt" strokecolor="#000000">
                <v:path arrowok="t"/>
              </v:shape>
            </v:group>
            <v:group style="position:absolute;left:4084;top:-6964;width:8;height:2" coordorigin="4084,-6964" coordsize="8,2">
              <v:shape style="position:absolute;left:4084;top:-6964;width:8;height:2" coordorigin="4084,-6964" coordsize="8,0" path="m4084,-6964l4091,-6964e" filled="false" stroked="true" strokeweight=".48pt" strokecolor="#000000">
                <v:path arrowok="t"/>
              </v:shape>
            </v:group>
            <v:group style="position:absolute;left:4084;top:-6940;width:8;height:2" coordorigin="4084,-6940" coordsize="8,2">
              <v:shape style="position:absolute;left:4084;top:-6940;width:8;height:2" coordorigin="4084,-6940" coordsize="8,0" path="m4084,-6940l4091,-6940e" filled="false" stroked="true" strokeweight=".48pt" strokecolor="#000000">
                <v:path arrowok="t"/>
              </v:shape>
            </v:group>
            <v:group style="position:absolute;left:4084;top:-6916;width:8;height:2" coordorigin="4084,-6916" coordsize="8,2">
              <v:shape style="position:absolute;left:4084;top:-6916;width:8;height:2" coordorigin="4084,-6916" coordsize="8,0" path="m4084,-6916l4091,-6916e" filled="false" stroked="true" strokeweight=".48pt" strokecolor="#000000">
                <v:path arrowok="t"/>
              </v:shape>
            </v:group>
            <v:group style="position:absolute;left:4084;top:-6892;width:8;height:2" coordorigin="4084,-6892" coordsize="8,2">
              <v:shape style="position:absolute;left:4084;top:-6892;width:8;height:2" coordorigin="4084,-6892" coordsize="8,0" path="m4084,-6892l4091,-6892e" filled="false" stroked="true" strokeweight=".48pt" strokecolor="#000000">
                <v:path arrowok="t"/>
              </v:shape>
            </v:group>
            <v:group style="position:absolute;left:4084;top:-6868;width:8;height:2" coordorigin="4084,-6868" coordsize="8,2">
              <v:shape style="position:absolute;left:4084;top:-6868;width:8;height:2" coordorigin="4084,-6868" coordsize="8,0" path="m4084,-6868l4091,-6868e" filled="false" stroked="true" strokeweight=".48pt" strokecolor="#000000">
                <v:path arrowok="t"/>
              </v:shape>
            </v:group>
            <v:group style="position:absolute;left:4084;top:-6844;width:8;height:2" coordorigin="4084,-6844" coordsize="8,2">
              <v:shape style="position:absolute;left:4084;top:-6844;width:8;height:2" coordorigin="4084,-6844" coordsize="8,0" path="m4084,-6844l4091,-6844e" filled="false" stroked="true" strokeweight=".48pt" strokecolor="#000000">
                <v:path arrowok="t"/>
              </v:shape>
            </v:group>
            <v:group style="position:absolute;left:4084;top:-6820;width:8;height:2" coordorigin="4084,-6820" coordsize="8,2">
              <v:shape style="position:absolute;left:4084;top:-6820;width:8;height:2" coordorigin="4084,-6820" coordsize="8,0" path="m4084,-6820l4091,-6820e" filled="false" stroked="true" strokeweight=".48pt" strokecolor="#000000">
                <v:path arrowok="t"/>
              </v:shape>
            </v:group>
            <v:group style="position:absolute;left:4084;top:-6796;width:8;height:2" coordorigin="4084,-6796" coordsize="8,2">
              <v:shape style="position:absolute;left:4084;top:-6796;width:8;height:2" coordorigin="4084,-6796" coordsize="8,0" path="m4084,-6796l4091,-6796e" filled="false" stroked="true" strokeweight=".48pt" strokecolor="#000000">
                <v:path arrowok="t"/>
              </v:shape>
            </v:group>
            <v:group style="position:absolute;left:4084;top:-6772;width:8;height:2" coordorigin="4084,-6772" coordsize="8,2">
              <v:shape style="position:absolute;left:4084;top:-6772;width:8;height:2" coordorigin="4084,-6772" coordsize="8,0" path="m4084,-6772l4091,-6772e" filled="false" stroked="true" strokeweight=".48pt" strokecolor="#000000">
                <v:path arrowok="t"/>
              </v:shape>
            </v:group>
            <v:group style="position:absolute;left:4084;top:-6748;width:8;height:2" coordorigin="4084,-6748" coordsize="8,2">
              <v:shape style="position:absolute;left:4084;top:-6748;width:8;height:2" coordorigin="4084,-6748" coordsize="8,0" path="m4084,-6748l4091,-6748e" filled="false" stroked="true" strokeweight=".48pt" strokecolor="#000000">
                <v:path arrowok="t"/>
              </v:shape>
            </v:group>
            <v:group style="position:absolute;left:4084;top:-6724;width:8;height:2" coordorigin="4084,-6724" coordsize="8,2">
              <v:shape style="position:absolute;left:4084;top:-6724;width:8;height:2" coordorigin="4084,-6724" coordsize="8,0" path="m4084,-6724l4091,-6724e" filled="false" stroked="true" strokeweight=".48pt" strokecolor="#000000">
                <v:path arrowok="t"/>
              </v:shape>
            </v:group>
            <v:group style="position:absolute;left:4084;top:-6700;width:8;height:2" coordorigin="4084,-6700" coordsize="8,2">
              <v:shape style="position:absolute;left:4084;top:-6700;width:8;height:2" coordorigin="4084,-6700" coordsize="8,0" path="m4084,-6700l4091,-6700e" filled="false" stroked="true" strokeweight=".48pt" strokecolor="#000000">
                <v:path arrowok="t"/>
              </v:shape>
            </v:group>
            <v:group style="position:absolute;left:4084;top:-6676;width:8;height:2" coordorigin="4084,-6676" coordsize="8,2">
              <v:shape style="position:absolute;left:4084;top:-6676;width:8;height:2" coordorigin="4084,-6676" coordsize="8,0" path="m4084,-6676l4091,-6676e" filled="false" stroked="true" strokeweight=".48pt" strokecolor="#000000">
                <v:path arrowok="t"/>
              </v:shape>
            </v:group>
            <v:group style="position:absolute;left:4084;top:-6652;width:8;height:2" coordorigin="4084,-6652" coordsize="8,2">
              <v:shape style="position:absolute;left:4084;top:-6652;width:8;height:2" coordorigin="4084,-6652" coordsize="8,0" path="m4084,-6652l4091,-6652e" filled="false" stroked="true" strokeweight=".48pt" strokecolor="#000000">
                <v:path arrowok="t"/>
              </v:shape>
            </v:group>
            <v:group style="position:absolute;left:4084;top:-6628;width:8;height:2" coordorigin="4084,-6628" coordsize="8,2">
              <v:shape style="position:absolute;left:4084;top:-6628;width:8;height:2" coordorigin="4084,-6628" coordsize="8,0" path="m4084,-6628l4091,-6628e" filled="false" stroked="true" strokeweight=".48pt" strokecolor="#000000">
                <v:path arrowok="t"/>
              </v:shape>
            </v:group>
            <v:group style="position:absolute;left:4084;top:-6604;width:8;height:2" coordorigin="4084,-6604" coordsize="8,2">
              <v:shape style="position:absolute;left:4084;top:-6604;width:8;height:2" coordorigin="4084,-6604" coordsize="8,0" path="m4084,-6604l4091,-6604e" filled="false" stroked="true" strokeweight=".48pt" strokecolor="#000000">
                <v:path arrowok="t"/>
              </v:shape>
            </v:group>
            <v:group style="position:absolute;left:4084;top:-6580;width:8;height:2" coordorigin="4084,-6580" coordsize="8,2">
              <v:shape style="position:absolute;left:4084;top:-6580;width:8;height:2" coordorigin="4084,-6580" coordsize="8,0" path="m4084,-6580l4091,-6580e" filled="false" stroked="true" strokeweight=".48pt" strokecolor="#000000">
                <v:path arrowok="t"/>
              </v:shape>
            </v:group>
            <v:group style="position:absolute;left:4084;top:-6556;width:8;height:2" coordorigin="4084,-6556" coordsize="8,2">
              <v:shape style="position:absolute;left:4084;top:-6556;width:8;height:2" coordorigin="4084,-6556" coordsize="8,0" path="m4084,-6556l4091,-6556e" filled="false" stroked="true" strokeweight=".48pt" strokecolor="#000000">
                <v:path arrowok="t"/>
              </v:shape>
            </v:group>
            <v:group style="position:absolute;left:4084;top:-6532;width:8;height:2" coordorigin="4084,-6532" coordsize="8,2">
              <v:shape style="position:absolute;left:4084;top:-6532;width:8;height:2" coordorigin="4084,-6532" coordsize="8,0" path="m4084,-6532l4091,-6532e" filled="false" stroked="true" strokeweight=".48pt" strokecolor="#000000">
                <v:path arrowok="t"/>
              </v:shape>
            </v:group>
            <v:group style="position:absolute;left:4084;top:-6508;width:8;height:2" coordorigin="4084,-6508" coordsize="8,2">
              <v:shape style="position:absolute;left:4084;top:-6508;width:8;height:2" coordorigin="4084,-6508" coordsize="8,0" path="m4084,-6508l4091,-6508e" filled="false" stroked="true" strokeweight=".48pt" strokecolor="#000000">
                <v:path arrowok="t"/>
              </v:shape>
            </v:group>
            <v:group style="position:absolute;left:4084;top:-6484;width:8;height:2" coordorigin="4084,-6484" coordsize="8,2">
              <v:shape style="position:absolute;left:4084;top:-6484;width:8;height:2" coordorigin="4084,-6484" coordsize="8,0" path="m4084,-6484l4091,-6484e" filled="false" stroked="true" strokeweight=".48pt" strokecolor="#000000">
                <v:path arrowok="t"/>
              </v:shape>
            </v:group>
            <v:group style="position:absolute;left:4084;top:-6460;width:8;height:2" coordorigin="4084,-6460" coordsize="8,2">
              <v:shape style="position:absolute;left:4084;top:-6460;width:8;height:2" coordorigin="4084,-6460" coordsize="8,0" path="m4084,-6460l4091,-6460e" filled="false" stroked="true" strokeweight=".48pt" strokecolor="#000000">
                <v:path arrowok="t"/>
              </v:shape>
            </v:group>
            <v:group style="position:absolute;left:4084;top:-6436;width:8;height:2" coordorigin="4084,-6436" coordsize="8,2">
              <v:shape style="position:absolute;left:4084;top:-6436;width:8;height:2" coordorigin="4084,-6436" coordsize="8,0" path="m4084,-6436l4091,-6436e" filled="false" stroked="true" strokeweight=".48pt" strokecolor="#000000">
                <v:path arrowok="t"/>
              </v:shape>
            </v:group>
            <v:group style="position:absolute;left:4084;top:-6412;width:8;height:2" coordorigin="4084,-6412" coordsize="8,2">
              <v:shape style="position:absolute;left:4084;top:-6412;width:8;height:2" coordorigin="4084,-6412" coordsize="8,0" path="m4084,-6412l4091,-6412e" filled="false" stroked="true" strokeweight=".48pt" strokecolor="#000000">
                <v:path arrowok="t"/>
              </v:shape>
            </v:group>
            <v:group style="position:absolute;left:4084;top:-6388;width:8;height:2" coordorigin="4084,-6388" coordsize="8,2">
              <v:shape style="position:absolute;left:4084;top:-6388;width:8;height:2" coordorigin="4084,-6388" coordsize="8,0" path="m4084,-6388l4091,-6388e" filled="false" stroked="true" strokeweight=".48pt" strokecolor="#000000">
                <v:path arrowok="t"/>
              </v:shape>
            </v:group>
            <v:group style="position:absolute;left:4084;top:-6364;width:8;height:2" coordorigin="4084,-6364" coordsize="8,2">
              <v:shape style="position:absolute;left:4084;top:-6364;width:8;height:2" coordorigin="4084,-6364" coordsize="8,0" path="m4084,-6364l4091,-6364e" filled="false" stroked="true" strokeweight=".48pt" strokecolor="#000000">
                <v:path arrowok="t"/>
              </v:shape>
            </v:group>
            <v:group style="position:absolute;left:4084;top:-6340;width:8;height:2" coordorigin="4084,-6340" coordsize="8,2">
              <v:shape style="position:absolute;left:4084;top:-6340;width:8;height:2" coordorigin="4084,-6340" coordsize="8,0" path="m4084,-6340l4091,-6340e" filled="false" stroked="true" strokeweight=".48pt" strokecolor="#000000">
                <v:path arrowok="t"/>
              </v:shape>
            </v:group>
            <v:group style="position:absolute;left:4084;top:-6316;width:8;height:2" coordorigin="4084,-6316" coordsize="8,2">
              <v:shape style="position:absolute;left:4084;top:-6316;width:8;height:2" coordorigin="4084,-6316" coordsize="8,0" path="m4084,-6316l4091,-6316e" filled="false" stroked="true" strokeweight=".48pt" strokecolor="#000000">
                <v:path arrowok="t"/>
              </v:shape>
            </v:group>
            <v:group style="position:absolute;left:4084;top:-6292;width:8;height:2" coordorigin="4084,-6292" coordsize="8,2">
              <v:shape style="position:absolute;left:4084;top:-6292;width:8;height:2" coordorigin="4084,-6292" coordsize="8,0" path="m4084,-6292l4091,-6292e" filled="false" stroked="true" strokeweight=".48pt" strokecolor="#000000">
                <v:path arrowok="t"/>
              </v:shape>
            </v:group>
            <v:group style="position:absolute;left:4084;top:-6268;width:8;height:2" coordorigin="4084,-6268" coordsize="8,2">
              <v:shape style="position:absolute;left:4084;top:-6268;width:8;height:2" coordorigin="4084,-6268" coordsize="8,0" path="m4084,-6268l4091,-6268e" filled="false" stroked="true" strokeweight=".48pt" strokecolor="#000000">
                <v:path arrowok="t"/>
              </v:shape>
            </v:group>
            <v:group style="position:absolute;left:4084;top:-6244;width:8;height:2" coordorigin="4084,-6244" coordsize="8,2">
              <v:shape style="position:absolute;left:4084;top:-6244;width:8;height:2" coordorigin="4084,-6244" coordsize="8,0" path="m4084,-6244l4091,-6244e" filled="false" stroked="true" strokeweight=".48pt" strokecolor="#000000">
                <v:path arrowok="t"/>
              </v:shape>
            </v:group>
            <v:group style="position:absolute;left:4084;top:-6220;width:8;height:2" coordorigin="4084,-6220" coordsize="8,2">
              <v:shape style="position:absolute;left:4084;top:-6220;width:8;height:2" coordorigin="4084,-6220" coordsize="8,0" path="m4084,-6220l4091,-6220e" filled="false" stroked="true" strokeweight=".48pt" strokecolor="#000000">
                <v:path arrowok="t"/>
              </v:shape>
            </v:group>
            <v:group style="position:absolute;left:4084;top:-6196;width:8;height:2" coordorigin="4084,-6196" coordsize="8,2">
              <v:shape style="position:absolute;left:4084;top:-6196;width:8;height:2" coordorigin="4084,-6196" coordsize="8,0" path="m4084,-6196l4091,-6196e" filled="false" stroked="true" strokeweight=".48pt" strokecolor="#000000">
                <v:path arrowok="t"/>
              </v:shape>
            </v:group>
            <v:group style="position:absolute;left:4084;top:-6172;width:8;height:2" coordorigin="4084,-6172" coordsize="8,2">
              <v:shape style="position:absolute;left:4084;top:-6172;width:8;height:2" coordorigin="4084,-6172" coordsize="8,0" path="m4084,-6172l4091,-6172e" filled="false" stroked="true" strokeweight=".48pt" strokecolor="#000000">
                <v:path arrowok="t"/>
              </v:shape>
            </v:group>
            <v:group style="position:absolute;left:4084;top:-6148;width:8;height:2" coordorigin="4084,-6148" coordsize="8,2">
              <v:shape style="position:absolute;left:4084;top:-6148;width:8;height:2" coordorigin="4084,-6148" coordsize="8,0" path="m4084,-6148l4091,-6148e" filled="false" stroked="true" strokeweight=".48pt" strokecolor="#000000">
                <v:path arrowok="t"/>
              </v:shape>
            </v:group>
            <v:group style="position:absolute;left:4084;top:-6124;width:8;height:2" coordorigin="4084,-6124" coordsize="8,2">
              <v:shape style="position:absolute;left:4084;top:-6124;width:8;height:2" coordorigin="4084,-6124" coordsize="8,0" path="m4084,-6124l4091,-6124e" filled="false" stroked="true" strokeweight=".48pt" strokecolor="#000000">
                <v:path arrowok="t"/>
              </v:shape>
            </v:group>
            <v:group style="position:absolute;left:4084;top:-6100;width:8;height:2" coordorigin="4084,-6100" coordsize="8,2">
              <v:shape style="position:absolute;left:4084;top:-6100;width:8;height:2" coordorigin="4084,-6100" coordsize="8,0" path="m4084,-6100l4091,-6100e" filled="false" stroked="true" strokeweight=".48pt" strokecolor="#000000">
                <v:path arrowok="t"/>
              </v:shape>
            </v:group>
            <v:group style="position:absolute;left:4084;top:-6076;width:8;height:2" coordorigin="4084,-6076" coordsize="8,2">
              <v:shape style="position:absolute;left:4084;top:-6076;width:8;height:2" coordorigin="4084,-6076" coordsize="8,0" path="m4084,-6076l4091,-6076e" filled="false" stroked="true" strokeweight=".48pt" strokecolor="#000000">
                <v:path arrowok="t"/>
              </v:shape>
            </v:group>
            <v:group style="position:absolute;left:4084;top:-6052;width:8;height:2" coordorigin="4084,-6052" coordsize="8,2">
              <v:shape style="position:absolute;left:4084;top:-6052;width:8;height:2" coordorigin="4084,-6052" coordsize="8,0" path="m4084,-6052l4091,-6052e" filled="false" stroked="true" strokeweight=".48pt" strokecolor="#000000">
                <v:path arrowok="t"/>
              </v:shape>
            </v:group>
            <v:group style="position:absolute;left:4084;top:-6028;width:8;height:2" coordorigin="4084,-6028" coordsize="8,2">
              <v:shape style="position:absolute;left:4084;top:-6028;width:8;height:2" coordorigin="4084,-6028" coordsize="8,0" path="m4084,-6028l4091,-6028e" filled="false" stroked="true" strokeweight=".48pt" strokecolor="#000000">
                <v:path arrowok="t"/>
              </v:shape>
            </v:group>
            <v:group style="position:absolute;left:4084;top:-6004;width:8;height:2" coordorigin="4084,-6004" coordsize="8,2">
              <v:shape style="position:absolute;left:4084;top:-6004;width:8;height:2" coordorigin="4084,-6004" coordsize="8,0" path="m4084,-6004l4091,-6004e" filled="false" stroked="true" strokeweight=".48pt" strokecolor="#000000">
                <v:path arrowok="t"/>
              </v:shape>
            </v:group>
            <v:group style="position:absolute;left:4084;top:-5980;width:8;height:2" coordorigin="4084,-5980" coordsize="8,2">
              <v:shape style="position:absolute;left:4084;top:-5980;width:8;height:2" coordorigin="4084,-5980" coordsize="8,0" path="m4084,-5980l4091,-5980e" filled="false" stroked="true" strokeweight=".48pt" strokecolor="#000000">
                <v:path arrowok="t"/>
              </v:shape>
            </v:group>
            <v:group style="position:absolute;left:4084;top:-5956;width:8;height:2" coordorigin="4084,-5956" coordsize="8,2">
              <v:shape style="position:absolute;left:4084;top:-5956;width:8;height:2" coordorigin="4084,-5956" coordsize="8,0" path="m4084,-5956l4091,-5956e" filled="false" stroked="true" strokeweight=".48pt" strokecolor="#000000">
                <v:path arrowok="t"/>
              </v:shape>
            </v:group>
            <v:group style="position:absolute;left:4084;top:-5932;width:8;height:2" coordorigin="4084,-5932" coordsize="8,2">
              <v:shape style="position:absolute;left:4084;top:-5932;width:8;height:2" coordorigin="4084,-5932" coordsize="8,0" path="m4084,-5932l4091,-5932e" filled="false" stroked="true" strokeweight=".48pt" strokecolor="#000000">
                <v:path arrowok="t"/>
              </v:shape>
            </v:group>
            <v:group style="position:absolute;left:4084;top:-5908;width:8;height:2" coordorigin="4084,-5908" coordsize="8,2">
              <v:shape style="position:absolute;left:4084;top:-5908;width:8;height:2" coordorigin="4084,-5908" coordsize="8,0" path="m4084,-5908l4091,-5908e" filled="false" stroked="true" strokeweight=".48pt" strokecolor="#000000">
                <v:path arrowok="t"/>
              </v:shape>
            </v:group>
            <v:group style="position:absolute;left:4084;top:-5884;width:8;height:2" coordorigin="4084,-5884" coordsize="8,2">
              <v:shape style="position:absolute;left:4084;top:-5884;width:8;height:2" coordorigin="4084,-5884" coordsize="8,0" path="m4084,-5884l4091,-5884e" filled="false" stroked="true" strokeweight=".48pt" strokecolor="#000000">
                <v:path arrowok="t"/>
              </v:shape>
            </v:group>
            <v:group style="position:absolute;left:4084;top:-5860;width:8;height:2" coordorigin="4084,-5860" coordsize="8,2">
              <v:shape style="position:absolute;left:4084;top:-5860;width:8;height:2" coordorigin="4084,-5860" coordsize="8,0" path="m4084,-5860l4091,-5860e" filled="false" stroked="true" strokeweight=".48pt" strokecolor="#000000">
                <v:path arrowok="t"/>
              </v:shape>
            </v:group>
            <v:group style="position:absolute;left:4084;top:-5836;width:8;height:2" coordorigin="4084,-5836" coordsize="8,2">
              <v:shape style="position:absolute;left:4084;top:-5836;width:8;height:2" coordorigin="4084,-5836" coordsize="8,0" path="m4084,-5836l4091,-5836e" filled="false" stroked="true" strokeweight=".48pt" strokecolor="#000000">
                <v:path arrowok="t"/>
              </v:shape>
            </v:group>
            <v:group style="position:absolute;left:4084;top:-5813;width:8;height:2" coordorigin="4084,-5813" coordsize="8,2">
              <v:shape style="position:absolute;left:4084;top:-5813;width:8;height:2" coordorigin="4084,-5813" coordsize="8,0" path="m4084,-5813l4091,-5813e" filled="false" stroked="true" strokeweight=".48pt" strokecolor="#000000">
                <v:path arrowok="t"/>
              </v:shape>
            </v:group>
            <v:group style="position:absolute;left:4084;top:-5789;width:8;height:2" coordorigin="4084,-5789" coordsize="8,2">
              <v:shape style="position:absolute;left:4084;top:-5789;width:8;height:2" coordorigin="4084,-5789" coordsize="8,0" path="m4084,-5789l4091,-5789e" filled="false" stroked="true" strokeweight=".48pt" strokecolor="#000000">
                <v:path arrowok="t"/>
              </v:shape>
            </v:group>
            <v:group style="position:absolute;left:4084;top:-5764;width:8;height:2" coordorigin="4084,-5764" coordsize="8,2">
              <v:shape style="position:absolute;left:4084;top:-5764;width:8;height:2" coordorigin="4084,-5764" coordsize="8,0" path="m4084,-5764l4091,-5764e" filled="false" stroked="true" strokeweight=".48pt" strokecolor="#000000">
                <v:path arrowok="t"/>
              </v:shape>
            </v:group>
            <v:group style="position:absolute;left:4084;top:-5740;width:8;height:2" coordorigin="4084,-5740" coordsize="8,2">
              <v:shape style="position:absolute;left:4084;top:-5740;width:8;height:2" coordorigin="4084,-5740" coordsize="8,0" path="m4084,-5740l4091,-5740e" filled="false" stroked="true" strokeweight=".48pt" strokecolor="#000000">
                <v:path arrowok="t"/>
              </v:shape>
            </v:group>
            <v:group style="position:absolute;left:4084;top:-5716;width:8;height:2" coordorigin="4084,-5716" coordsize="8,2">
              <v:shape style="position:absolute;left:4084;top:-5716;width:8;height:2" coordorigin="4084,-5716" coordsize="8,0" path="m4084,-5716l4091,-5716e" filled="false" stroked="true" strokeweight=".48pt" strokecolor="#000000">
                <v:path arrowok="t"/>
              </v:shape>
            </v:group>
            <v:group style="position:absolute;left:4084;top:-5693;width:8;height:2" coordorigin="4084,-5693" coordsize="8,2">
              <v:shape style="position:absolute;left:4084;top:-5693;width:8;height:2" coordorigin="4084,-5693" coordsize="8,0" path="m4084,-5693l4091,-5693e" filled="false" stroked="true" strokeweight=".48pt" strokecolor="#000000">
                <v:path arrowok="t"/>
              </v:shape>
            </v:group>
            <v:group style="position:absolute;left:4084;top:-5669;width:8;height:2" coordorigin="4084,-5669" coordsize="8,2">
              <v:shape style="position:absolute;left:4084;top:-5669;width:8;height:2" coordorigin="4084,-5669" coordsize="8,0" path="m4084,-5669l4091,-5669e" filled="false" stroked="true" strokeweight=".48pt" strokecolor="#000000">
                <v:path arrowok="t"/>
              </v:shape>
            </v:group>
            <v:group style="position:absolute;left:4084;top:-5644;width:8;height:2" coordorigin="4084,-5644" coordsize="8,2">
              <v:shape style="position:absolute;left:4084;top:-5644;width:8;height:2" coordorigin="4084,-5644" coordsize="8,0" path="m4084,-5644l4091,-5644e" filled="false" stroked="true" strokeweight=".48pt" strokecolor="#000000">
                <v:path arrowok="t"/>
              </v:shape>
            </v:group>
            <v:group style="position:absolute;left:4084;top:-5620;width:8;height:2" coordorigin="4084,-5620" coordsize="8,2">
              <v:shape style="position:absolute;left:4084;top:-5620;width:8;height:2" coordorigin="4084,-5620" coordsize="8,0" path="m4084,-5620l4091,-5620e" filled="false" stroked="true" strokeweight=".48pt" strokecolor="#000000">
                <v:path arrowok="t"/>
              </v:shape>
            </v:group>
            <v:group style="position:absolute;left:4084;top:-5596;width:8;height:2" coordorigin="4084,-5596" coordsize="8,2">
              <v:shape style="position:absolute;left:4084;top:-5596;width:8;height:2" coordorigin="4084,-5596" coordsize="8,0" path="m4084,-5596l4091,-5596e" filled="false" stroked="true" strokeweight=".48pt" strokecolor="#000000">
                <v:path arrowok="t"/>
              </v:shape>
            </v:group>
            <v:group style="position:absolute;left:4084;top:-5573;width:8;height:2" coordorigin="4084,-5573" coordsize="8,2">
              <v:shape style="position:absolute;left:4084;top:-5573;width:8;height:2" coordorigin="4084,-5573" coordsize="8,0" path="m4084,-5573l4091,-5573e" filled="false" stroked="true" strokeweight=".48pt" strokecolor="#000000">
                <v:path arrowok="t"/>
              </v:shape>
            </v:group>
            <v:group style="position:absolute;left:4084;top:-5549;width:8;height:2" coordorigin="4084,-5549" coordsize="8,2">
              <v:shape style="position:absolute;left:4084;top:-5549;width:8;height:2" coordorigin="4084,-5549" coordsize="8,0" path="m4084,-5549l4091,-5549e" filled="false" stroked="true" strokeweight=".48pt" strokecolor="#000000">
                <v:path arrowok="t"/>
              </v:shape>
            </v:group>
            <v:group style="position:absolute;left:4084;top:-5525;width:8;height:2" coordorigin="4084,-5525" coordsize="8,2">
              <v:shape style="position:absolute;left:4084;top:-5525;width:8;height:2" coordorigin="4084,-5525" coordsize="8,0" path="m4084,-5525l4091,-5525e" filled="false" stroked="true" strokeweight=".479pt" strokecolor="#000000">
                <v:path arrowok="t"/>
              </v:shape>
            </v:group>
            <v:group style="position:absolute;left:4084;top:-5501;width:8;height:2" coordorigin="4084,-5501" coordsize="8,2">
              <v:shape style="position:absolute;left:4084;top:-5501;width:8;height:2" coordorigin="4084,-5501" coordsize="8,0" path="m4084,-5501l4091,-5501e" filled="false" stroked="true" strokeweight=".48pt" strokecolor="#000000">
                <v:path arrowok="t"/>
              </v:shape>
            </v:group>
            <v:group style="position:absolute;left:4084;top:-5477;width:8;height:2" coordorigin="4084,-5477" coordsize="8,2">
              <v:shape style="position:absolute;left:4084;top:-5477;width:8;height:2" coordorigin="4084,-5477" coordsize="8,0" path="m4084,-5477l4091,-5477e" filled="false" stroked="true" strokeweight=".48pt" strokecolor="#000000">
                <v:path arrowok="t"/>
              </v:shape>
            </v:group>
            <v:group style="position:absolute;left:4084;top:-5453;width:8;height:2" coordorigin="4084,-5453" coordsize="8,2">
              <v:shape style="position:absolute;left:4084;top:-5453;width:8;height:2" coordorigin="4084,-5453" coordsize="8,0" path="m4084,-5453l4091,-5453e" filled="false" stroked="true" strokeweight=".48pt" strokecolor="#000000">
                <v:path arrowok="t"/>
              </v:shape>
            </v:group>
            <v:group style="position:absolute;left:4084;top:-5429;width:8;height:2" coordorigin="4084,-5429" coordsize="8,2">
              <v:shape style="position:absolute;left:4084;top:-5429;width:8;height:2" coordorigin="4084,-5429" coordsize="8,0" path="m4084,-5429l4091,-5429e" filled="false" stroked="true" strokeweight=".48pt" strokecolor="#000000">
                <v:path arrowok="t"/>
              </v:shape>
            </v:group>
            <v:group style="position:absolute;left:4084;top:-5405;width:8;height:2" coordorigin="4084,-5405" coordsize="8,2">
              <v:shape style="position:absolute;left:4084;top:-5405;width:8;height:2" coordorigin="4084,-5405" coordsize="8,0" path="m4084,-5405l4091,-5405e" filled="false" stroked="true" strokeweight=".48pt" strokecolor="#000000">
                <v:path arrowok="t"/>
              </v:shape>
            </v:group>
            <v:group style="position:absolute;left:4084;top:-5381;width:8;height:2" coordorigin="4084,-5381" coordsize="8,2">
              <v:shape style="position:absolute;left:4084;top:-5381;width:8;height:2" coordorigin="4084,-5381" coordsize="8,0" path="m4084,-5381l4091,-5381e" filled="false" stroked="true" strokeweight=".48pt" strokecolor="#000000">
                <v:path arrowok="t"/>
              </v:shape>
            </v:group>
            <v:group style="position:absolute;left:4084;top:-5357;width:8;height:2" coordorigin="4084,-5357" coordsize="8,2">
              <v:shape style="position:absolute;left:4084;top:-5357;width:8;height:2" coordorigin="4084,-5357" coordsize="8,0" path="m4084,-5357l4091,-5357e" filled="false" stroked="true" strokeweight=".48pt" strokecolor="#000000">
                <v:path arrowok="t"/>
              </v:shape>
            </v:group>
            <v:group style="position:absolute;left:4084;top:-5333;width:8;height:2" coordorigin="4084,-5333" coordsize="8,2">
              <v:shape style="position:absolute;left:4084;top:-5333;width:8;height:2" coordorigin="4084,-5333" coordsize="8,0" path="m4084,-5333l4091,-5333e" filled="false" stroked="true" strokeweight=".48pt" strokecolor="#000000">
                <v:path arrowok="t"/>
              </v:shape>
            </v:group>
            <v:group style="position:absolute;left:4084;top:-5309;width:8;height:2" coordorigin="4084,-5309" coordsize="8,2">
              <v:shape style="position:absolute;left:4084;top:-5309;width:8;height:2" coordorigin="4084,-5309" coordsize="8,0" path="m4084,-5309l4091,-5309e" filled="false" stroked="true" strokeweight=".48pt" strokecolor="#000000">
                <v:path arrowok="t"/>
              </v:shape>
            </v:group>
            <v:group style="position:absolute;left:4084;top:-5285;width:8;height:2" coordorigin="4084,-5285" coordsize="8,2">
              <v:shape style="position:absolute;left:4084;top:-5285;width:8;height:2" coordorigin="4084,-5285" coordsize="8,0" path="m4084,-5285l4091,-5285e" filled="false" stroked="true" strokeweight=".48pt" strokecolor="#000000">
                <v:path arrowok="t"/>
              </v:shape>
            </v:group>
            <v:group style="position:absolute;left:4084;top:-5261;width:8;height:2" coordorigin="4084,-5261" coordsize="8,2">
              <v:shape style="position:absolute;left:4084;top:-5261;width:8;height:2" coordorigin="4084,-5261" coordsize="8,0" path="m4084,-5261l4091,-5261e" filled="false" stroked="true" strokeweight=".48pt" strokecolor="#000000">
                <v:path arrowok="t"/>
              </v:shape>
            </v:group>
            <v:group style="position:absolute;left:4084;top:-5237;width:8;height:2" coordorigin="4084,-5237" coordsize="8,2">
              <v:shape style="position:absolute;left:4084;top:-5237;width:8;height:2" coordorigin="4084,-5237" coordsize="8,0" path="m4084,-5237l4091,-5237e" filled="false" stroked="true" strokeweight=".48pt" strokecolor="#000000">
                <v:path arrowok="t"/>
              </v:shape>
            </v:group>
            <v:group style="position:absolute;left:4084;top:-5213;width:8;height:2" coordorigin="4084,-5213" coordsize="8,2">
              <v:shape style="position:absolute;left:4084;top:-5213;width:8;height:2" coordorigin="4084,-5213" coordsize="8,0" path="m4084,-5213l4091,-5213e" filled="false" stroked="true" strokeweight=".48pt" strokecolor="#000000">
                <v:path arrowok="t"/>
              </v:shape>
            </v:group>
            <v:group style="position:absolute;left:4084;top:-5189;width:8;height:2" coordorigin="4084,-5189" coordsize="8,2">
              <v:shape style="position:absolute;left:4084;top:-5189;width:8;height:2" coordorigin="4084,-5189" coordsize="8,0" path="m4084,-5189l4091,-5189e" filled="false" stroked="true" strokeweight=".48pt" strokecolor="#000000">
                <v:path arrowok="t"/>
              </v:shape>
            </v:group>
            <v:group style="position:absolute;left:4084;top:-5165;width:8;height:2" coordorigin="4084,-5165" coordsize="8,2">
              <v:shape style="position:absolute;left:4084;top:-5165;width:8;height:2" coordorigin="4084,-5165" coordsize="8,0" path="m4084,-5165l4091,-5165e" filled="false" stroked="true" strokeweight=".48pt" strokecolor="#000000">
                <v:path arrowok="t"/>
              </v:shape>
            </v:group>
            <v:group style="position:absolute;left:4084;top:-5141;width:8;height:2" coordorigin="4084,-5141" coordsize="8,2">
              <v:shape style="position:absolute;left:4084;top:-5141;width:8;height:2" coordorigin="4084,-5141" coordsize="8,0" path="m4084,-5141l4091,-5141e" filled="false" stroked="true" strokeweight=".48pt" strokecolor="#000000">
                <v:path arrowok="t"/>
              </v:shape>
            </v:group>
            <v:group style="position:absolute;left:4084;top:-5117;width:8;height:2" coordorigin="4084,-5117" coordsize="8,2">
              <v:shape style="position:absolute;left:4084;top:-5117;width:8;height:2" coordorigin="4084,-5117" coordsize="8,0" path="m4084,-5117l4091,-5117e" filled="false" stroked="true" strokeweight=".48pt" strokecolor="#000000">
                <v:path arrowok="t"/>
              </v:shape>
            </v:group>
            <v:group style="position:absolute;left:4084;top:-5093;width:8;height:2" coordorigin="4084,-5093" coordsize="8,2">
              <v:shape style="position:absolute;left:4084;top:-5093;width:8;height:2" coordorigin="4084,-5093" coordsize="8,0" path="m4084,-5093l4091,-5093e" filled="false" stroked="true" strokeweight=".48pt" strokecolor="#000000">
                <v:path arrowok="t"/>
              </v:shape>
            </v:group>
            <v:group style="position:absolute;left:4084;top:-5069;width:8;height:2" coordorigin="4084,-5069" coordsize="8,2">
              <v:shape style="position:absolute;left:4084;top:-5069;width:8;height:2" coordorigin="4084,-5069" coordsize="8,0" path="m4084,-5069l4091,-5069e" filled="false" stroked="true" strokeweight=".48pt" strokecolor="#000000">
                <v:path arrowok="t"/>
              </v:shape>
            </v:group>
            <v:group style="position:absolute;left:4084;top:-5045;width:8;height:2" coordorigin="4084,-5045" coordsize="8,2">
              <v:shape style="position:absolute;left:4084;top:-5045;width:8;height:2" coordorigin="4084,-5045" coordsize="8,0" path="m4084,-5045l4091,-5045e" filled="false" stroked="true" strokeweight=".48pt" strokecolor="#000000">
                <v:path arrowok="t"/>
              </v:shape>
            </v:group>
            <v:group style="position:absolute;left:4084;top:-5021;width:8;height:2" coordorigin="4084,-5021" coordsize="8,2">
              <v:shape style="position:absolute;left:4084;top:-5021;width:8;height:2" coordorigin="4084,-5021" coordsize="8,0" path="m4084,-5021l4091,-5021e" filled="false" stroked="true" strokeweight=".48pt" strokecolor="#000000">
                <v:path arrowok="t"/>
              </v:shape>
            </v:group>
            <v:group style="position:absolute;left:4084;top:-4997;width:8;height:2" coordorigin="4084,-4997" coordsize="8,2">
              <v:shape style="position:absolute;left:4084;top:-4997;width:8;height:2" coordorigin="4084,-4997" coordsize="8,0" path="m4084,-4997l4091,-4997e" filled="false" stroked="true" strokeweight=".48pt" strokecolor="#000000">
                <v:path arrowok="t"/>
              </v:shape>
            </v:group>
            <v:group style="position:absolute;left:4084;top:-4973;width:8;height:2" coordorigin="4084,-4973" coordsize="8,2">
              <v:shape style="position:absolute;left:4084;top:-4973;width:8;height:2" coordorigin="4084,-4973" coordsize="8,0" path="m4084,-4973l4091,-4973e" filled="false" stroked="true" strokeweight=".48pt" strokecolor="#000000">
                <v:path arrowok="t"/>
              </v:shape>
            </v:group>
            <v:group style="position:absolute;left:4084;top:-4949;width:8;height:2" coordorigin="4084,-4949" coordsize="8,2">
              <v:shape style="position:absolute;left:4084;top:-4949;width:8;height:2" coordorigin="4084,-4949" coordsize="8,0" path="m4084,-4949l4091,-4949e" filled="false" stroked="true" strokeweight=".48pt" strokecolor="#000000">
                <v:path arrowok="t"/>
              </v:shape>
            </v:group>
            <v:group style="position:absolute;left:4084;top:-4925;width:8;height:2" coordorigin="4084,-4925" coordsize="8,2">
              <v:shape style="position:absolute;left:4084;top:-4925;width:8;height:2" coordorigin="4084,-4925" coordsize="8,0" path="m4084,-4925l4091,-4925e" filled="false" stroked="true" strokeweight=".48pt" strokecolor="#000000">
                <v:path arrowok="t"/>
              </v:shape>
            </v:group>
            <v:group style="position:absolute;left:4084;top:-4901;width:8;height:2" coordorigin="4084,-4901" coordsize="8,2">
              <v:shape style="position:absolute;left:4084;top:-4901;width:8;height:2" coordorigin="4084,-4901" coordsize="8,0" path="m4084,-4901l4091,-4901e" filled="false" stroked="true" strokeweight=".48pt" strokecolor="#000000">
                <v:path arrowok="t"/>
              </v:shape>
            </v:group>
            <v:group style="position:absolute;left:4084;top:-4877;width:8;height:2" coordorigin="4084,-4877" coordsize="8,2">
              <v:shape style="position:absolute;left:4084;top:-4877;width:8;height:2" coordorigin="4084,-4877" coordsize="8,0" path="m4084,-4877l4091,-4877e" filled="false" stroked="true" strokeweight=".48pt" strokecolor="#000000">
                <v:path arrowok="t"/>
              </v:shape>
            </v:group>
            <v:group style="position:absolute;left:4084;top:-4853;width:8;height:2" coordorigin="4084,-4853" coordsize="8,2">
              <v:shape style="position:absolute;left:4084;top:-4853;width:8;height:2" coordorigin="4084,-4853" coordsize="8,0" path="m4084,-4853l4091,-4853e" filled="false" stroked="true" strokeweight=".48pt" strokecolor="#000000">
                <v:path arrowok="t"/>
              </v:shape>
            </v:group>
            <v:group style="position:absolute;left:4084;top:-4829;width:8;height:2" coordorigin="4084,-4829" coordsize="8,2">
              <v:shape style="position:absolute;left:4084;top:-4829;width:8;height:2" coordorigin="4084,-4829" coordsize="8,0" path="m4084,-4829l4091,-4829e" filled="false" stroked="true" strokeweight=".48pt" strokecolor="#000000">
                <v:path arrowok="t"/>
              </v:shape>
            </v:group>
            <v:group style="position:absolute;left:4084;top:-4805;width:8;height:2" coordorigin="4084,-4805" coordsize="8,2">
              <v:shape style="position:absolute;left:4084;top:-4805;width:8;height:2" coordorigin="4084,-4805" coordsize="8,0" path="m4084,-4805l4091,-4805e" filled="false" stroked="true" strokeweight=".48pt" strokecolor="#000000">
                <v:path arrowok="t"/>
              </v:shape>
            </v:group>
            <v:group style="position:absolute;left:4084;top:-4781;width:8;height:2" coordorigin="4084,-4781" coordsize="8,2">
              <v:shape style="position:absolute;left:4084;top:-4781;width:8;height:2" coordorigin="4084,-4781" coordsize="8,0" path="m4084,-4781l4091,-4781e" filled="false" stroked="true" strokeweight=".48pt" strokecolor="#000000">
                <v:path arrowok="t"/>
              </v:shape>
            </v:group>
            <v:group style="position:absolute;left:4084;top:-4757;width:8;height:2" coordorigin="4084,-4757" coordsize="8,2">
              <v:shape style="position:absolute;left:4084;top:-4757;width:8;height:2" coordorigin="4084,-4757" coordsize="8,0" path="m4084,-4757l4091,-4757e" filled="false" stroked="true" strokeweight=".48pt" strokecolor="#000000">
                <v:path arrowok="t"/>
              </v:shape>
            </v:group>
            <v:group style="position:absolute;left:4084;top:-4733;width:8;height:2" coordorigin="4084,-4733" coordsize="8,2">
              <v:shape style="position:absolute;left:4084;top:-4733;width:8;height:2" coordorigin="4084,-4733" coordsize="8,0" path="m4084,-4733l4091,-4733e" filled="false" stroked="true" strokeweight=".48pt" strokecolor="#000000">
                <v:path arrowok="t"/>
              </v:shape>
            </v:group>
            <v:group style="position:absolute;left:4084;top:-4709;width:8;height:2" coordorigin="4084,-4709" coordsize="8,2">
              <v:shape style="position:absolute;left:4084;top:-4709;width:8;height:2" coordorigin="4084,-4709" coordsize="8,0" path="m4084,-4709l4091,-4709e" filled="false" stroked="true" strokeweight=".48pt" strokecolor="#000000">
                <v:path arrowok="t"/>
              </v:shape>
            </v:group>
            <v:group style="position:absolute;left:4084;top:-4685;width:8;height:2" coordorigin="4084,-4685" coordsize="8,2">
              <v:shape style="position:absolute;left:4084;top:-4685;width:8;height:2" coordorigin="4084,-4685" coordsize="8,0" path="m4084,-4685l4091,-4685e" filled="false" stroked="true" strokeweight=".48pt" strokecolor="#000000">
                <v:path arrowok="t"/>
              </v:shape>
            </v:group>
            <v:group style="position:absolute;left:4084;top:-4661;width:8;height:2" coordorigin="4084,-4661" coordsize="8,2">
              <v:shape style="position:absolute;left:4084;top:-4661;width:8;height:2" coordorigin="4084,-4661" coordsize="8,0" path="m4084,-4661l4091,-4661e" filled="false" stroked="true" strokeweight=".48pt" strokecolor="#000000">
                <v:path arrowok="t"/>
              </v:shape>
            </v:group>
            <v:group style="position:absolute;left:4084;top:-4637;width:8;height:2" coordorigin="4084,-4637" coordsize="8,2">
              <v:shape style="position:absolute;left:4084;top:-4637;width:8;height:2" coordorigin="4084,-4637" coordsize="8,0" path="m4084,-4637l4091,-4637e" filled="false" stroked="true" strokeweight=".48pt" strokecolor="#000000">
                <v:path arrowok="t"/>
              </v:shape>
            </v:group>
            <v:group style="position:absolute;left:4084;top:-4613;width:8;height:2" coordorigin="4084,-4613" coordsize="8,2">
              <v:shape style="position:absolute;left:4084;top:-4613;width:8;height:2" coordorigin="4084,-4613" coordsize="8,0" path="m4084,-4613l4091,-4613e" filled="false" stroked="true" strokeweight=".48pt" strokecolor="#000000">
                <v:path arrowok="t"/>
              </v:shape>
            </v:group>
            <v:group style="position:absolute;left:4084;top:-4589;width:8;height:2" coordorigin="4084,-4589" coordsize="8,2">
              <v:shape style="position:absolute;left:4084;top:-4589;width:8;height:2" coordorigin="4084,-4589" coordsize="8,0" path="m4084,-4589l4091,-4589e" filled="false" stroked="true" strokeweight=".48pt" strokecolor="#000000">
                <v:path arrowok="t"/>
              </v:shape>
            </v:group>
            <v:group style="position:absolute;left:4084;top:-4565;width:8;height:2" coordorigin="4084,-4565" coordsize="8,2">
              <v:shape style="position:absolute;left:4084;top:-4565;width:8;height:2" coordorigin="4084,-4565" coordsize="8,0" path="m4084,-4565l4091,-4565e" filled="false" stroked="true" strokeweight=".48pt" strokecolor="#000000">
                <v:path arrowok="t"/>
              </v:shape>
            </v:group>
            <v:group style="position:absolute;left:4084;top:-4541;width:8;height:2" coordorigin="4084,-4541" coordsize="8,2">
              <v:shape style="position:absolute;left:4084;top:-4541;width:8;height:2" coordorigin="4084,-4541" coordsize="8,0" path="m4084,-4541l4091,-4541e" filled="false" stroked="true" strokeweight=".48pt" strokecolor="#000000">
                <v:path arrowok="t"/>
              </v:shape>
            </v:group>
            <v:group style="position:absolute;left:4084;top:-4517;width:8;height:2" coordorigin="4084,-4517" coordsize="8,2">
              <v:shape style="position:absolute;left:4084;top:-4517;width:8;height:2" coordorigin="4084,-4517" coordsize="8,0" path="m4084,-4517l4091,-4517e" filled="false" stroked="true" strokeweight=".48pt" strokecolor="#000000">
                <v:path arrowok="t"/>
              </v:shape>
            </v:group>
            <v:group style="position:absolute;left:4084;top:-4493;width:8;height:2" coordorigin="4084,-4493" coordsize="8,2">
              <v:shape style="position:absolute;left:4084;top:-4493;width:8;height:2" coordorigin="4084,-4493" coordsize="8,0" path="m4084,-4493l4091,-4493e" filled="false" stroked="true" strokeweight=".48pt" strokecolor="#000000">
                <v:path arrowok="t"/>
              </v:shape>
            </v:group>
            <v:group style="position:absolute;left:4084;top:-4469;width:8;height:2" coordorigin="4084,-4469" coordsize="8,2">
              <v:shape style="position:absolute;left:4084;top:-4469;width:8;height:2" coordorigin="4084,-4469" coordsize="8,0" path="m4084,-4469l4091,-4469e" filled="false" stroked="true" strokeweight=".48pt" strokecolor="#000000">
                <v:path arrowok="t"/>
              </v:shape>
            </v:group>
            <v:group style="position:absolute;left:4084;top:-4445;width:8;height:2" coordorigin="4084,-4445" coordsize="8,2">
              <v:shape style="position:absolute;left:4084;top:-4445;width:8;height:2" coordorigin="4084,-4445" coordsize="8,0" path="m4084,-4445l4091,-4445e" filled="false" stroked="true" strokeweight=".48pt" strokecolor="#000000">
                <v:path arrowok="t"/>
              </v:shape>
            </v:group>
            <v:group style="position:absolute;left:4084;top:-4421;width:8;height:2" coordorigin="4084,-4421" coordsize="8,2">
              <v:shape style="position:absolute;left:4084;top:-4421;width:8;height:2" coordorigin="4084,-4421" coordsize="8,0" path="m4084,-4421l4091,-4421e" filled="false" stroked="true" strokeweight=".479pt" strokecolor="#000000">
                <v:path arrowok="t"/>
              </v:shape>
            </v:group>
            <v:group style="position:absolute;left:4084;top:-4397;width:8;height:2" coordorigin="4084,-4397" coordsize="8,2">
              <v:shape style="position:absolute;left:4084;top:-4397;width:8;height:2" coordorigin="4084,-4397" coordsize="8,0" path="m4084,-4397l4091,-4397e" filled="false" stroked="true" strokeweight=".48pt" strokecolor="#000000">
                <v:path arrowok="t"/>
              </v:shape>
            </v:group>
            <v:group style="position:absolute;left:4084;top:-4373;width:8;height:2" coordorigin="4084,-4373" coordsize="8,2">
              <v:shape style="position:absolute;left:4084;top:-4373;width:8;height:2" coordorigin="4084,-4373" coordsize="8,0" path="m4084,-4373l4091,-4373e" filled="false" stroked="true" strokeweight=".48pt" strokecolor="#000000">
                <v:path arrowok="t"/>
              </v:shape>
            </v:group>
            <v:group style="position:absolute;left:4084;top:-4349;width:8;height:2" coordorigin="4084,-4349" coordsize="8,2">
              <v:shape style="position:absolute;left:4084;top:-4349;width:8;height:2" coordorigin="4084,-4349" coordsize="8,0" path="m4084,-4349l4091,-4349e" filled="false" stroked="true" strokeweight=".48pt" strokecolor="#000000">
                <v:path arrowok="t"/>
              </v:shape>
            </v:group>
            <v:group style="position:absolute;left:4084;top:-4325;width:8;height:2" coordorigin="4084,-4325" coordsize="8,2">
              <v:shape style="position:absolute;left:4084;top:-4325;width:8;height:2" coordorigin="4084,-4325" coordsize="8,0" path="m4084,-4325l4091,-4325e" filled="false" stroked="true" strokeweight=".48pt" strokecolor="#000000">
                <v:path arrowok="t"/>
              </v:shape>
            </v:group>
            <v:group style="position:absolute;left:4084;top:-4301;width:8;height:2" coordorigin="4084,-4301" coordsize="8,2">
              <v:shape style="position:absolute;left:4084;top:-4301;width:8;height:2" coordorigin="4084,-4301" coordsize="8,0" path="m4084,-4301l4091,-4301e" filled="false" stroked="true" strokeweight=".48pt" strokecolor="#000000">
                <v:path arrowok="t"/>
              </v:shape>
            </v:group>
            <v:group style="position:absolute;left:4084;top:-4277;width:8;height:2" coordorigin="4084,-4277" coordsize="8,2">
              <v:shape style="position:absolute;left:4084;top:-4277;width:8;height:2" coordorigin="4084,-4277" coordsize="8,0" path="m4084,-4277l4091,-4277e" filled="false" stroked="true" strokeweight=".48pt" strokecolor="#000000">
                <v:path arrowok="t"/>
              </v:shape>
            </v:group>
            <v:group style="position:absolute;left:4084;top:-4253;width:8;height:2" coordorigin="4084,-4253" coordsize="8,2">
              <v:shape style="position:absolute;left:4084;top:-4253;width:8;height:2" coordorigin="4084,-4253" coordsize="8,0" path="m4084,-4253l4091,-4253e" filled="false" stroked="true" strokeweight=".48pt" strokecolor="#000000">
                <v:path arrowok="t"/>
              </v:shape>
            </v:group>
            <v:group style="position:absolute;left:4084;top:-4229;width:8;height:2" coordorigin="4084,-4229" coordsize="8,2">
              <v:shape style="position:absolute;left:4084;top:-4229;width:8;height:2" coordorigin="4084,-4229" coordsize="8,0" path="m4084,-4229l4091,-4229e" filled="false" stroked="true" strokeweight=".48pt" strokecolor="#000000">
                <v:path arrowok="t"/>
              </v:shape>
            </v:group>
            <v:group style="position:absolute;left:4084;top:-4205;width:8;height:2" coordorigin="4084,-4205" coordsize="8,2">
              <v:shape style="position:absolute;left:4084;top:-4205;width:8;height:2" coordorigin="4084,-4205" coordsize="8,0" path="m4084,-4205l4091,-4205e" filled="false" stroked="true" strokeweight=".48pt" strokecolor="#000000">
                <v:path arrowok="t"/>
              </v:shape>
            </v:group>
            <v:group style="position:absolute;left:4084;top:-4181;width:8;height:2" coordorigin="4084,-4181" coordsize="8,2">
              <v:shape style="position:absolute;left:4084;top:-4181;width:8;height:2" coordorigin="4084,-4181" coordsize="8,0" path="m4084,-4181l4091,-4181e" filled="false" stroked="true" strokeweight=".48pt" strokecolor="#000000">
                <v:path arrowok="t"/>
              </v:shape>
            </v:group>
            <v:group style="position:absolute;left:4084;top:-4157;width:8;height:2" coordorigin="4084,-4157" coordsize="8,2">
              <v:shape style="position:absolute;left:4084;top:-4157;width:8;height:2" coordorigin="4084,-4157" coordsize="8,0" path="m4084,-4157l4091,-4157e" filled="false" stroked="true" strokeweight=".48pt" strokecolor="#000000">
                <v:path arrowok="t"/>
              </v:shape>
            </v:group>
            <v:group style="position:absolute;left:4084;top:-4133;width:8;height:2" coordorigin="4084,-4133" coordsize="8,2">
              <v:shape style="position:absolute;left:4084;top:-4133;width:8;height:2" coordorigin="4084,-4133" coordsize="8,0" path="m4084,-4133l4091,-4133e" filled="false" stroked="true" strokeweight=".48pt" strokecolor="#000000">
                <v:path arrowok="t"/>
              </v:shape>
            </v:group>
            <v:group style="position:absolute;left:4084;top:-4109;width:8;height:2" coordorigin="4084,-4109" coordsize="8,2">
              <v:shape style="position:absolute;left:4084;top:-4109;width:8;height:2" coordorigin="4084,-4109" coordsize="8,0" path="m4084,-4109l4091,-4109e" filled="false" stroked="true" strokeweight=".48pt" strokecolor="#000000">
                <v:path arrowok="t"/>
              </v:shape>
            </v:group>
            <v:group style="position:absolute;left:4084;top:-4085;width:8;height:2" coordorigin="4084,-4085" coordsize="8,2">
              <v:shape style="position:absolute;left:4084;top:-4085;width:8;height:2" coordorigin="4084,-4085" coordsize="8,0" path="m4084,-4085l4091,-4085e" filled="false" stroked="true" strokeweight=".48pt" strokecolor="#000000">
                <v:path arrowok="t"/>
              </v:shape>
            </v:group>
            <v:group style="position:absolute;left:4084;top:-4061;width:8;height:2" coordorigin="4084,-4061" coordsize="8,2">
              <v:shape style="position:absolute;left:4084;top:-4061;width:8;height:2" coordorigin="4084,-4061" coordsize="8,0" path="m4084,-4061l4091,-4061e" filled="false" stroked="true" strokeweight=".48pt" strokecolor="#000000">
                <v:path arrowok="t"/>
              </v:shape>
            </v:group>
            <v:group style="position:absolute;left:4084;top:-4037;width:8;height:2" coordorigin="4084,-4037" coordsize="8,2">
              <v:shape style="position:absolute;left:4084;top:-4037;width:8;height:2" coordorigin="4084,-4037" coordsize="8,0" path="m4084,-4037l4091,-4037e" filled="false" stroked="true" strokeweight=".48pt" strokecolor="#000000">
                <v:path arrowok="t"/>
              </v:shape>
            </v:group>
            <v:group style="position:absolute;left:4084;top:-4013;width:8;height:2" coordorigin="4084,-4013" coordsize="8,2">
              <v:shape style="position:absolute;left:4084;top:-4013;width:8;height:2" coordorigin="4084,-4013" coordsize="8,0" path="m4084,-4013l4091,-4013e" filled="false" stroked="true" strokeweight=".48pt" strokecolor="#000000">
                <v:path arrowok="t"/>
              </v:shape>
            </v:group>
            <v:group style="position:absolute;left:4084;top:-3989;width:8;height:2" coordorigin="4084,-3989" coordsize="8,2">
              <v:shape style="position:absolute;left:4084;top:-3989;width:8;height:2" coordorigin="4084,-3989" coordsize="8,0" path="m4084,-3989l4091,-3989e" filled="false" stroked="true" strokeweight=".48pt" strokecolor="#000000">
                <v:path arrowok="t"/>
              </v:shape>
            </v:group>
            <v:group style="position:absolute;left:4084;top:-3965;width:8;height:2" coordorigin="4084,-3965" coordsize="8,2">
              <v:shape style="position:absolute;left:4084;top:-3965;width:8;height:2" coordorigin="4084,-3965" coordsize="8,0" path="m4084,-3965l4091,-3965e" filled="false" stroked="true" strokeweight=".48pt" strokecolor="#000000">
                <v:path arrowok="t"/>
              </v:shape>
            </v:group>
            <v:group style="position:absolute;left:4084;top:-3941;width:8;height:2" coordorigin="4084,-3941" coordsize="8,2">
              <v:shape style="position:absolute;left:4084;top:-3941;width:8;height:2" coordorigin="4084,-3941" coordsize="8,0" path="m4084,-3941l4091,-3941e" filled="false" stroked="true" strokeweight=".48pt" strokecolor="#000000">
                <v:path arrowok="t"/>
              </v:shape>
            </v:group>
            <v:group style="position:absolute;left:4084;top:-3917;width:8;height:2" coordorigin="4084,-3917" coordsize="8,2">
              <v:shape style="position:absolute;left:4084;top:-3917;width:8;height:2" coordorigin="4084,-3917" coordsize="8,0" path="m4084,-3917l4091,-3917e" filled="false" stroked="true" strokeweight=".48pt" strokecolor="#000000">
                <v:path arrowok="t"/>
              </v:shape>
            </v:group>
            <v:group style="position:absolute;left:4084;top:-3893;width:8;height:2" coordorigin="4084,-3893" coordsize="8,2">
              <v:shape style="position:absolute;left:4084;top:-3893;width:8;height:2" coordorigin="4084,-3893" coordsize="8,0" path="m4084,-3893l4091,-3893e" filled="false" stroked="true" strokeweight=".48pt" strokecolor="#000000">
                <v:path arrowok="t"/>
              </v:shape>
            </v:group>
            <v:group style="position:absolute;left:4084;top:-3869;width:8;height:2" coordorigin="4084,-3869" coordsize="8,2">
              <v:shape style="position:absolute;left:4084;top:-3869;width:8;height:2" coordorigin="4084,-3869" coordsize="8,0" path="m4084,-3869l4091,-3869e" filled="false" stroked="true" strokeweight=".48pt" strokecolor="#000000">
                <v:path arrowok="t"/>
              </v:shape>
            </v:group>
            <v:group style="position:absolute;left:4084;top:-3845;width:8;height:2" coordorigin="4084,-3845" coordsize="8,2">
              <v:shape style="position:absolute;left:4084;top:-3845;width:8;height:2" coordorigin="4084,-3845" coordsize="8,0" path="m4084,-3845l4091,-3845e" filled="false" stroked="true" strokeweight=".48pt" strokecolor="#000000">
                <v:path arrowok="t"/>
              </v:shape>
            </v:group>
            <v:group style="position:absolute;left:4084;top:-3821;width:8;height:2" coordorigin="4084,-3821" coordsize="8,2">
              <v:shape style="position:absolute;left:4084;top:-3821;width:8;height:2" coordorigin="4084,-3821" coordsize="8,0" path="m4084,-3821l4091,-3821e" filled="false" stroked="true" strokeweight=".48pt" strokecolor="#000000">
                <v:path arrowok="t"/>
              </v:shape>
            </v:group>
            <v:group style="position:absolute;left:4084;top:-3797;width:8;height:2" coordorigin="4084,-3797" coordsize="8,2">
              <v:shape style="position:absolute;left:4084;top:-3797;width:8;height:2" coordorigin="4084,-3797" coordsize="8,0" path="m4084,-3797l4091,-3797e" filled="false" stroked="true" strokeweight=".48pt" strokecolor="#000000">
                <v:path arrowok="t"/>
              </v:shape>
            </v:group>
            <v:group style="position:absolute;left:4084;top:-3773;width:8;height:2" coordorigin="4084,-3773" coordsize="8,2">
              <v:shape style="position:absolute;left:4084;top:-3773;width:8;height:2" coordorigin="4084,-3773" coordsize="8,0" path="m4084,-3773l4091,-3773e" filled="false" stroked="true" strokeweight=".48pt" strokecolor="#000000">
                <v:path arrowok="t"/>
              </v:shape>
            </v:group>
            <v:group style="position:absolute;left:4084;top:-3749;width:8;height:2" coordorigin="4084,-3749" coordsize="8,2">
              <v:shape style="position:absolute;left:4084;top:-3749;width:8;height:2" coordorigin="4084,-3749" coordsize="8,0" path="m4084,-3749l4091,-3749e" filled="false" stroked="true" strokeweight=".48pt" strokecolor="#000000">
                <v:path arrowok="t"/>
              </v:shape>
            </v:group>
            <v:group style="position:absolute;left:4084;top:-3725;width:8;height:2" coordorigin="4084,-3725" coordsize="8,2">
              <v:shape style="position:absolute;left:4084;top:-3725;width:8;height:2" coordorigin="4084,-3725" coordsize="8,0" path="m4084,-3725l4091,-3725e" filled="false" stroked="true" strokeweight=".48pt" strokecolor="#000000">
                <v:path arrowok="t"/>
              </v:shape>
            </v:group>
            <v:group style="position:absolute;left:4084;top:-3701;width:8;height:2" coordorigin="4084,-3701" coordsize="8,2">
              <v:shape style="position:absolute;left:4084;top:-3701;width:8;height:2" coordorigin="4084,-3701" coordsize="8,0" path="m4084,-3701l4091,-3701e" filled="false" stroked="true" strokeweight=".48pt" strokecolor="#000000">
                <v:path arrowok="t"/>
              </v:shape>
            </v:group>
            <v:group style="position:absolute;left:4084;top:-3677;width:8;height:2" coordorigin="4084,-3677" coordsize="8,2">
              <v:shape style="position:absolute;left:4084;top:-3677;width:8;height:2" coordorigin="4084,-3677" coordsize="8,0" path="m4084,-3677l4091,-3677e" filled="false" stroked="true" strokeweight=".479pt" strokecolor="#000000">
                <v:path arrowok="t"/>
              </v:shape>
            </v:group>
            <v:group style="position:absolute;left:4084;top:-3653;width:8;height:2" coordorigin="4084,-3653" coordsize="8,2">
              <v:shape style="position:absolute;left:4084;top:-3653;width:8;height:2" coordorigin="4084,-3653" coordsize="8,0" path="m4084,-3653l4091,-3653e" filled="false" stroked="true" strokeweight=".48pt" strokecolor="#000000">
                <v:path arrowok="t"/>
              </v:shape>
            </v:group>
            <v:group style="position:absolute;left:4084;top:-3629;width:8;height:2" coordorigin="4084,-3629" coordsize="8,2">
              <v:shape style="position:absolute;left:4084;top:-3629;width:8;height:2" coordorigin="4084,-3629" coordsize="8,0" path="m4084,-3629l4091,-3629e" filled="false" stroked="true" strokeweight=".48pt" strokecolor="#000000">
                <v:path arrowok="t"/>
              </v:shape>
            </v:group>
            <v:group style="position:absolute;left:4084;top:-3605;width:8;height:2" coordorigin="4084,-3605" coordsize="8,2">
              <v:shape style="position:absolute;left:4084;top:-3605;width:8;height:2" coordorigin="4084,-3605" coordsize="8,0" path="m4084,-3605l4091,-3605e" filled="false" stroked="true" strokeweight=".48pt" strokecolor="#000000">
                <v:path arrowok="t"/>
              </v:shape>
            </v:group>
            <v:group style="position:absolute;left:4084;top:-3581;width:8;height:2" coordorigin="4084,-3581" coordsize="8,2">
              <v:shape style="position:absolute;left:4084;top:-3581;width:8;height:2" coordorigin="4084,-3581" coordsize="8,0" path="m4084,-3581l4091,-3581e" filled="false" stroked="true" strokeweight=".48pt" strokecolor="#000000">
                <v:path arrowok="t"/>
              </v:shape>
            </v:group>
            <v:group style="position:absolute;left:4084;top:-3557;width:8;height:2" coordorigin="4084,-3557" coordsize="8,2">
              <v:shape style="position:absolute;left:4084;top:-3557;width:8;height:2" coordorigin="4084,-3557" coordsize="8,0" path="m4084,-3557l4091,-3557e" filled="false" stroked="true" strokeweight=".48pt" strokecolor="#000000">
                <v:path arrowok="t"/>
              </v:shape>
            </v:group>
            <v:group style="position:absolute;left:4084;top:-3533;width:8;height:2" coordorigin="4084,-3533" coordsize="8,2">
              <v:shape style="position:absolute;left:4084;top:-3533;width:8;height:2" coordorigin="4084,-3533" coordsize="8,0" path="m4084,-3533l4091,-3533e" filled="false" stroked="true" strokeweight=".48pt" strokecolor="#000000">
                <v:path arrowok="t"/>
              </v:shape>
            </v:group>
            <v:group style="position:absolute;left:4084;top:-3509;width:8;height:2" coordorigin="4084,-3509" coordsize="8,2">
              <v:shape style="position:absolute;left:4084;top:-3509;width:8;height:2" coordorigin="4084,-3509" coordsize="8,0" path="m4084,-3509l4091,-3509e" filled="false" stroked="true" strokeweight=".48pt" strokecolor="#000000">
                <v:path arrowok="t"/>
              </v:shape>
            </v:group>
            <v:group style="position:absolute;left:4084;top:-3485;width:8;height:2" coordorigin="4084,-3485" coordsize="8,2">
              <v:shape style="position:absolute;left:4084;top:-3485;width:8;height:2" coordorigin="4084,-3485" coordsize="8,0" path="m4084,-3485l4091,-3485e" filled="false" stroked="true" strokeweight=".48pt" strokecolor="#000000">
                <v:path arrowok="t"/>
              </v:shape>
            </v:group>
            <v:group style="position:absolute;left:4084;top:-3461;width:8;height:2" coordorigin="4084,-3461" coordsize="8,2">
              <v:shape style="position:absolute;left:4084;top:-3461;width:8;height:2" coordorigin="4084,-3461" coordsize="8,0" path="m4084,-3461l4091,-3461e" filled="false" stroked="true" strokeweight=".48pt" strokecolor="#000000">
                <v:path arrowok="t"/>
              </v:shape>
            </v:group>
            <v:group style="position:absolute;left:4084;top:-3437;width:8;height:2" coordorigin="4084,-3437" coordsize="8,2">
              <v:shape style="position:absolute;left:4084;top:-3437;width:8;height:2" coordorigin="4084,-3437" coordsize="8,0" path="m4084,-3437l4091,-3437e" filled="false" stroked="true" strokeweight=".48pt" strokecolor="#000000">
                <v:path arrowok="t"/>
              </v:shape>
            </v:group>
            <v:group style="position:absolute;left:4084;top:-3413;width:8;height:2" coordorigin="4084,-3413" coordsize="8,2">
              <v:shape style="position:absolute;left:4084;top:-3413;width:8;height:2" coordorigin="4084,-3413" coordsize="8,0" path="m4084,-3413l4091,-3413e" filled="false" stroked="true" strokeweight=".48pt" strokecolor="#000000">
                <v:path arrowok="t"/>
              </v:shape>
            </v:group>
            <v:group style="position:absolute;left:4084;top:-3341;width:8;height:2" coordorigin="4084,-3341" coordsize="8,2">
              <v:shape style="position:absolute;left:4084;top:-3341;width:8;height:2" coordorigin="4084,-3341" coordsize="8,0" path="m4084,-3341l4091,-3341e" filled="false" stroked="true" strokeweight=".48pt" strokecolor="#000000">
                <v:path arrowok="t"/>
              </v:shape>
            </v:group>
            <v:group style="position:absolute;left:4084;top:-3317;width:8;height:2" coordorigin="4084,-3317" coordsize="8,2">
              <v:shape style="position:absolute;left:4084;top:-3317;width:8;height:2" coordorigin="4084,-3317" coordsize="8,0" path="m4084,-3317l4091,-3317e" filled="false" stroked="true" strokeweight=".48pt" strokecolor="#000000">
                <v:path arrowok="t"/>
              </v:shape>
            </v:group>
            <v:group style="position:absolute;left:4084;top:-3293;width:8;height:2" coordorigin="4084,-3293" coordsize="8,2">
              <v:shape style="position:absolute;left:4084;top:-3293;width:8;height:2" coordorigin="4084,-3293" coordsize="8,0" path="m4084,-3293l4091,-3293e" filled="false" stroked="true" strokeweight=".48pt" strokecolor="#000000">
                <v:path arrowok="t"/>
              </v:shape>
            </v:group>
            <v:group style="position:absolute;left:4084;top:-3269;width:8;height:2" coordorigin="4084,-3269" coordsize="8,2">
              <v:shape style="position:absolute;left:4084;top:-3269;width:8;height:2" coordorigin="4084,-3269" coordsize="8,0" path="m4084,-3269l4091,-3269e" filled="false" stroked="true" strokeweight=".48pt" strokecolor="#000000">
                <v:path arrowok="t"/>
              </v:shape>
            </v:group>
            <v:group style="position:absolute;left:4084;top:-3245;width:8;height:2" coordorigin="4084,-3245" coordsize="8,2">
              <v:shape style="position:absolute;left:4084;top:-3245;width:8;height:2" coordorigin="4084,-3245" coordsize="8,0" path="m4084,-3245l4091,-3245e" filled="false" stroked="true" strokeweight=".48pt" strokecolor="#000000">
                <v:path arrowok="t"/>
              </v:shape>
            </v:group>
            <v:group style="position:absolute;left:4084;top:-3221;width:8;height:2" coordorigin="4084,-3221" coordsize="8,2">
              <v:shape style="position:absolute;left:4084;top:-3221;width:8;height:2" coordorigin="4084,-3221" coordsize="8,0" path="m4084,-3221l4091,-3221e" filled="false" stroked="true" strokeweight=".48pt" strokecolor="#000000">
                <v:path arrowok="t"/>
              </v:shape>
            </v:group>
            <v:group style="position:absolute;left:4084;top:-3197;width:8;height:2" coordorigin="4084,-3197" coordsize="8,2">
              <v:shape style="position:absolute;left:4084;top:-3197;width:8;height:2" coordorigin="4084,-3197" coordsize="8,0" path="m4084,-3197l4091,-3197e" filled="false" stroked="true" strokeweight=".48pt" strokecolor="#000000">
                <v:path arrowok="t"/>
              </v:shape>
            </v:group>
            <v:group style="position:absolute;left:4084;top:-3173;width:8;height:2" coordorigin="4084,-3173" coordsize="8,2">
              <v:shape style="position:absolute;left:4084;top:-3173;width:8;height:2" coordorigin="4084,-3173" coordsize="8,0" path="m4084,-3173l4091,-3173e" filled="false" stroked="true" strokeweight=".48pt" strokecolor="#000000">
                <v:path arrowok="t"/>
              </v:shape>
            </v:group>
            <v:group style="position:absolute;left:4084;top:-3149;width:8;height:2" coordorigin="4084,-3149" coordsize="8,2">
              <v:shape style="position:absolute;left:4084;top:-3149;width:8;height:2" coordorigin="4084,-3149" coordsize="8,0" path="m4084,-3149l4091,-3149e" filled="false" stroked="true" strokeweight=".48pt" strokecolor="#000000">
                <v:path arrowok="t"/>
              </v:shape>
            </v:group>
            <v:group style="position:absolute;left:4084;top:-3125;width:8;height:2" coordorigin="4084,-3125" coordsize="8,2">
              <v:shape style="position:absolute;left:4084;top:-3125;width:8;height:2" coordorigin="4084,-3125" coordsize="8,0" path="m4084,-3125l4091,-3125e" filled="false" stroked="true" strokeweight=".48pt" strokecolor="#000000">
                <v:path arrowok="t"/>
              </v:shape>
            </v:group>
            <v:group style="position:absolute;left:4084;top:-3101;width:8;height:2" coordorigin="4084,-3101" coordsize="8,2">
              <v:shape style="position:absolute;left:4084;top:-3101;width:8;height:2" coordorigin="4084,-3101" coordsize="8,0" path="m4084,-3101l4091,-3101e" filled="false" stroked="true" strokeweight=".48pt" strokecolor="#000000">
                <v:path arrowok="t"/>
              </v:shape>
            </v:group>
            <v:group style="position:absolute;left:4084;top:-3077;width:8;height:2" coordorigin="4084,-3077" coordsize="8,2">
              <v:shape style="position:absolute;left:4084;top:-3077;width:8;height:2" coordorigin="4084,-3077" coordsize="8,0" path="m4084,-3077l4091,-3077e" filled="false" stroked="true" strokeweight=".48pt" strokecolor="#000000">
                <v:path arrowok="t"/>
              </v:shape>
            </v:group>
            <v:group style="position:absolute;left:4084;top:-3053;width:8;height:2" coordorigin="4084,-3053" coordsize="8,2">
              <v:shape style="position:absolute;left:4084;top:-3053;width:8;height:2" coordorigin="4084,-3053" coordsize="8,0" path="m4084,-3053l4091,-3053e" filled="false" stroked="true" strokeweight=".48pt" strokecolor="#000000">
                <v:path arrowok="t"/>
              </v:shape>
            </v:group>
            <v:group style="position:absolute;left:4084;top:-3029;width:8;height:2" coordorigin="4084,-3029" coordsize="8,2">
              <v:shape style="position:absolute;left:4084;top:-3029;width:8;height:2" coordorigin="4084,-3029" coordsize="8,0" path="m4084,-3029l4091,-3029e" filled="false" stroked="true" strokeweight=".48pt" strokecolor="#000000">
                <v:path arrowok="t"/>
              </v:shape>
            </v:group>
            <v:group style="position:absolute;left:4084;top:-3005;width:8;height:2" coordorigin="4084,-3005" coordsize="8,2">
              <v:shape style="position:absolute;left:4084;top:-3005;width:8;height:2" coordorigin="4084,-3005" coordsize="8,0" path="m4084,-3005l4091,-3005e" filled="false" stroked="true" strokeweight=".48pt" strokecolor="#000000">
                <v:path arrowok="t"/>
              </v:shape>
            </v:group>
            <v:group style="position:absolute;left:4084;top:-2981;width:8;height:2" coordorigin="4084,-2981" coordsize="8,2">
              <v:shape style="position:absolute;left:4084;top:-2981;width:8;height:2" coordorigin="4084,-2981" coordsize="8,0" path="m4084,-2981l4091,-2981e" filled="false" stroked="true" strokeweight=".48pt" strokecolor="#000000">
                <v:path arrowok="t"/>
              </v:shape>
            </v:group>
            <v:group style="position:absolute;left:4084;top:-2957;width:8;height:2" coordorigin="4084,-2957" coordsize="8,2">
              <v:shape style="position:absolute;left:4084;top:-2957;width:8;height:2" coordorigin="4084,-2957" coordsize="8,0" path="m4084,-2957l4091,-2957e" filled="false" stroked="true" strokeweight=".48pt" strokecolor="#000000">
                <v:path arrowok="t"/>
              </v:shape>
            </v:group>
            <v:group style="position:absolute;left:4084;top:-2933;width:8;height:2" coordorigin="4084,-2933" coordsize="8,2">
              <v:shape style="position:absolute;left:4084;top:-2933;width:8;height:2" coordorigin="4084,-2933" coordsize="8,0" path="m4084,-2933l4091,-2933e" filled="false" stroked="true" strokeweight=".48pt" strokecolor="#000000">
                <v:path arrowok="t"/>
              </v:shape>
            </v:group>
            <v:group style="position:absolute;left:4084;top:-2909;width:8;height:2" coordorigin="4084,-2909" coordsize="8,2">
              <v:shape style="position:absolute;left:4084;top:-2909;width:8;height:2" coordorigin="4084,-2909" coordsize="8,0" path="m4084,-2909l4091,-2909e" filled="false" stroked="true" strokeweight=".48pt" strokecolor="#000000">
                <v:path arrowok="t"/>
              </v:shape>
            </v:group>
            <v:group style="position:absolute;left:4084;top:-2885;width:8;height:2" coordorigin="4084,-2885" coordsize="8,2">
              <v:shape style="position:absolute;left:4084;top:-2885;width:8;height:2" coordorigin="4084,-2885" coordsize="8,0" path="m4084,-2885l4091,-2885e" filled="false" stroked="true" strokeweight=".48pt" strokecolor="#000000">
                <v:path arrowok="t"/>
              </v:shape>
            </v:group>
            <v:group style="position:absolute;left:4084;top:-2861;width:8;height:2" coordorigin="4084,-2861" coordsize="8,2">
              <v:shape style="position:absolute;left:4084;top:-2861;width:8;height:2" coordorigin="4084,-2861" coordsize="8,0" path="m4084,-2861l4091,-2861e" filled="false" stroked="true" strokeweight=".48pt" strokecolor="#000000">
                <v:path arrowok="t"/>
              </v:shape>
            </v:group>
            <v:group style="position:absolute;left:4084;top:-2837;width:8;height:2" coordorigin="4084,-2837" coordsize="8,2">
              <v:shape style="position:absolute;left:4084;top:-2837;width:8;height:2" coordorigin="4084,-2837" coordsize="8,0" path="m4084,-2837l4091,-2837e" filled="false" stroked="true" strokeweight=".48pt" strokecolor="#000000">
                <v:path arrowok="t"/>
              </v:shape>
            </v:group>
            <v:group style="position:absolute;left:4084;top:-2813;width:8;height:2" coordorigin="4084,-2813" coordsize="8,2">
              <v:shape style="position:absolute;left:4084;top:-2813;width:8;height:2" coordorigin="4084,-2813" coordsize="8,0" path="m4084,-2813l4091,-2813e" filled="false" stroked="true" strokeweight=".48pt" strokecolor="#000000">
                <v:path arrowok="t"/>
              </v:shape>
            </v:group>
            <v:group style="position:absolute;left:4084;top:-2789;width:8;height:2" coordorigin="4084,-2789" coordsize="8,2">
              <v:shape style="position:absolute;left:4084;top:-2789;width:8;height:2" coordorigin="4084,-2789" coordsize="8,0" path="m4084,-2789l4091,-2789e" filled="false" stroked="true" strokeweight=".48pt" strokecolor="#000000">
                <v:path arrowok="t"/>
              </v:shape>
            </v:group>
            <v:group style="position:absolute;left:4084;top:-2765;width:8;height:2" coordorigin="4084,-2765" coordsize="8,2">
              <v:shape style="position:absolute;left:4084;top:-2765;width:8;height:2" coordorigin="4084,-2765" coordsize="8,0" path="m4084,-2765l4091,-2765e" filled="false" stroked="true" strokeweight=".48pt" strokecolor="#000000">
                <v:path arrowok="t"/>
              </v:shape>
            </v:group>
            <v:group style="position:absolute;left:4084;top:-2741;width:8;height:2" coordorigin="4084,-2741" coordsize="8,2">
              <v:shape style="position:absolute;left:4084;top:-2741;width:8;height:2" coordorigin="4084,-2741" coordsize="8,0" path="m4084,-2741l4091,-2741e" filled="false" stroked="true" strokeweight=".48pt" strokecolor="#000000">
                <v:path arrowok="t"/>
              </v:shape>
            </v:group>
            <v:group style="position:absolute;left:4084;top:-2717;width:8;height:2" coordorigin="4084,-2717" coordsize="8,2">
              <v:shape style="position:absolute;left:4084;top:-2717;width:8;height:2" coordorigin="4084,-2717" coordsize="8,0" path="m4084,-2717l4091,-2717e" filled="false" stroked="true" strokeweight=".48pt" strokecolor="#000000">
                <v:path arrowok="t"/>
              </v:shape>
            </v:group>
            <v:group style="position:absolute;left:4084;top:-2693;width:8;height:2" coordorigin="4084,-2693" coordsize="8,2">
              <v:shape style="position:absolute;left:4084;top:-2693;width:8;height:2" coordorigin="4084,-2693" coordsize="8,0" path="m4084,-2693l4091,-2693e" filled="false" stroked="true" strokeweight=".48pt" strokecolor="#000000">
                <v:path arrowok="t"/>
              </v:shape>
            </v:group>
            <v:group style="position:absolute;left:4084;top:-2669;width:8;height:2" coordorigin="4084,-2669" coordsize="8,2">
              <v:shape style="position:absolute;left:4084;top:-2669;width:8;height:2" coordorigin="4084,-2669" coordsize="8,0" path="m4084,-2669l4091,-2669e" filled="false" stroked="true" strokeweight=".48pt" strokecolor="#000000">
                <v:path arrowok="t"/>
              </v:shape>
            </v:group>
            <v:group style="position:absolute;left:4084;top:-2645;width:8;height:2" coordorigin="4084,-2645" coordsize="8,2">
              <v:shape style="position:absolute;left:4084;top:-2645;width:8;height:2" coordorigin="4084,-2645" coordsize="8,0" path="m4084,-2645l4091,-2645e" filled="false" stroked="true" strokeweight=".48pt" strokecolor="#000000">
                <v:path arrowok="t"/>
              </v:shape>
            </v:group>
            <v:group style="position:absolute;left:4084;top:-2621;width:8;height:2" coordorigin="4084,-2621" coordsize="8,2">
              <v:shape style="position:absolute;left:4084;top:-2621;width:8;height:2" coordorigin="4084,-2621" coordsize="8,0" path="m4084,-2621l4091,-2621e" filled="false" stroked="true" strokeweight=".48pt" strokecolor="#000000">
                <v:path arrowok="t"/>
              </v:shape>
            </v:group>
            <v:group style="position:absolute;left:4084;top:-2597;width:8;height:2" coordorigin="4084,-2597" coordsize="8,2">
              <v:shape style="position:absolute;left:4084;top:-2597;width:8;height:2" coordorigin="4084,-2597" coordsize="8,0" path="m4084,-2597l4091,-2597e" filled="false" stroked="true" strokeweight=".48pt" strokecolor="#000000">
                <v:path arrowok="t"/>
              </v:shape>
            </v:group>
            <v:group style="position:absolute;left:4084;top:-2573;width:8;height:2" coordorigin="4084,-2573" coordsize="8,2">
              <v:shape style="position:absolute;left:4084;top:-2573;width:8;height:2" coordorigin="4084,-2573" coordsize="8,0" path="m4084,-2573l4091,-2573e" filled="false" stroked="true" strokeweight=".48pt" strokecolor="#000000">
                <v:path arrowok="t"/>
              </v:shape>
            </v:group>
            <v:group style="position:absolute;left:4084;top:-2549;width:8;height:2" coordorigin="4084,-2549" coordsize="8,2">
              <v:shape style="position:absolute;left:4084;top:-2549;width:8;height:2" coordorigin="4084,-2549" coordsize="8,0" path="m4084,-2549l4091,-2549e" filled="false" stroked="true" strokeweight=".48pt" strokecolor="#000000">
                <v:path arrowok="t"/>
              </v:shape>
            </v:group>
            <v:group style="position:absolute;left:4084;top:-2525;width:8;height:2" coordorigin="4084,-2525" coordsize="8,2">
              <v:shape style="position:absolute;left:4084;top:-2525;width:8;height:2" coordorigin="4084,-2525" coordsize="8,0" path="m4084,-2525l4091,-2525e" filled="false" stroked="true" strokeweight=".48pt" strokecolor="#000000">
                <v:path arrowok="t"/>
              </v:shape>
            </v:group>
            <v:group style="position:absolute;left:4084;top:-2501;width:8;height:2" coordorigin="4084,-2501" coordsize="8,2">
              <v:shape style="position:absolute;left:4084;top:-2501;width:8;height:2" coordorigin="4084,-2501" coordsize="8,0" path="m4084,-2501l4091,-2501e" filled="false" stroked="true" strokeweight=".48pt" strokecolor="#000000">
                <v:path arrowok="t"/>
              </v:shape>
            </v:group>
            <v:group style="position:absolute;left:4084;top:-2477;width:8;height:2" coordorigin="4084,-2477" coordsize="8,2">
              <v:shape style="position:absolute;left:4084;top:-2477;width:8;height:2" coordorigin="4084,-2477" coordsize="8,0" path="m4084,-2477l4091,-2477e" filled="false" stroked="true" strokeweight=".48pt" strokecolor="#000000">
                <v:path arrowok="t"/>
              </v:shape>
            </v:group>
            <v:group style="position:absolute;left:4084;top:-2453;width:8;height:2" coordorigin="4084,-2453" coordsize="8,2">
              <v:shape style="position:absolute;left:4084;top:-2453;width:8;height:2" coordorigin="4084,-2453" coordsize="8,0" path="m4084,-2453l4091,-2453e" filled="false" stroked="true" strokeweight=".48pt" strokecolor="#000000">
                <v:path arrowok="t"/>
              </v:shape>
            </v:group>
            <v:group style="position:absolute;left:4084;top:-2429;width:8;height:2" coordorigin="4084,-2429" coordsize="8,2">
              <v:shape style="position:absolute;left:4084;top:-2429;width:8;height:2" coordorigin="4084,-2429" coordsize="8,0" path="m4084,-2429l4091,-2429e" filled="false" stroked="true" strokeweight=".48pt" strokecolor="#000000">
                <v:path arrowok="t"/>
              </v:shape>
            </v:group>
            <v:group style="position:absolute;left:4084;top:-2405;width:8;height:2" coordorigin="4084,-2405" coordsize="8,2">
              <v:shape style="position:absolute;left:4084;top:-2405;width:8;height:2" coordorigin="4084,-2405" coordsize="8,0" path="m4084,-2405l4091,-2405e" filled="false" stroked="true" strokeweight=".48pt" strokecolor="#000000">
                <v:path arrowok="t"/>
              </v:shape>
            </v:group>
            <v:group style="position:absolute;left:4084;top:-2381;width:8;height:2" coordorigin="4084,-2381" coordsize="8,2">
              <v:shape style="position:absolute;left:4084;top:-2381;width:8;height:2" coordorigin="4084,-2381" coordsize="8,0" path="m4084,-2381l4091,-2381e" filled="false" stroked="true" strokeweight=".48pt" strokecolor="#000000">
                <v:path arrowok="t"/>
              </v:shape>
            </v:group>
            <v:group style="position:absolute;left:4084;top:-2357;width:8;height:2" coordorigin="4084,-2357" coordsize="8,2">
              <v:shape style="position:absolute;left:4084;top:-2357;width:8;height:2" coordorigin="4084,-2357" coordsize="8,0" path="m4084,-2357l4091,-2357e" filled="false" stroked="true" strokeweight=".48pt" strokecolor="#000000">
                <v:path arrowok="t"/>
              </v:shape>
            </v:group>
            <v:group style="position:absolute;left:4084;top:-2333;width:8;height:2" coordorigin="4084,-2333" coordsize="8,2">
              <v:shape style="position:absolute;left:4084;top:-2333;width:8;height:2" coordorigin="4084,-2333" coordsize="8,0" path="m4084,-2333l4091,-2333e" filled="false" stroked="true" strokeweight=".48pt" strokecolor="#000000">
                <v:path arrowok="t"/>
              </v:shape>
            </v:group>
            <v:group style="position:absolute;left:4084;top:-2309;width:8;height:2" coordorigin="4084,-2309" coordsize="8,2">
              <v:shape style="position:absolute;left:4084;top:-2309;width:8;height:2" coordorigin="4084,-2309" coordsize="8,0" path="m4084,-2309l4091,-2309e" filled="false" stroked="true" strokeweight=".48pt" strokecolor="#000000">
                <v:path arrowok="t"/>
              </v:shape>
            </v:group>
            <v:group style="position:absolute;left:4084;top:-2285;width:8;height:2" coordorigin="4084,-2285" coordsize="8,2">
              <v:shape style="position:absolute;left:4084;top:-2285;width:8;height:2" coordorigin="4084,-2285" coordsize="8,0" path="m4084,-2285l4091,-2285e" filled="false" stroked="true" strokeweight=".48pt" strokecolor="#000000">
                <v:path arrowok="t"/>
              </v:shape>
            </v:group>
            <v:group style="position:absolute;left:4084;top:-2237;width:8;height:2" coordorigin="4084,-2237" coordsize="8,2">
              <v:shape style="position:absolute;left:4084;top:-2237;width:8;height:2" coordorigin="4084,-2237" coordsize="8,0" path="m4084,-2237l4091,-2237e" filled="false" stroked="true" strokeweight=".48pt" strokecolor="#000000">
                <v:path arrowok="t"/>
              </v:shape>
            </v:group>
            <v:group style="position:absolute;left:4084;top:-2213;width:8;height:2" coordorigin="4084,-2213" coordsize="8,2">
              <v:shape style="position:absolute;left:4084;top:-2213;width:8;height:2" coordorigin="4084,-2213" coordsize="8,0" path="m4084,-2213l4091,-2213e" filled="false" stroked="true" strokeweight=".48pt" strokecolor="#000000">
                <v:path arrowok="t"/>
              </v:shape>
            </v:group>
            <v:group style="position:absolute;left:4084;top:-2189;width:8;height:2" coordorigin="4084,-2189" coordsize="8,2">
              <v:shape style="position:absolute;left:4084;top:-2189;width:8;height:2" coordorigin="4084,-2189" coordsize="8,0" path="m4084,-2189l4091,-2189e" filled="false" stroked="true" strokeweight=".48pt" strokecolor="#000000">
                <v:path arrowok="t"/>
              </v:shape>
            </v:group>
            <v:group style="position:absolute;left:4084;top:-2165;width:8;height:2" coordorigin="4084,-2165" coordsize="8,2">
              <v:shape style="position:absolute;left:4084;top:-2165;width:8;height:2" coordorigin="4084,-2165" coordsize="8,0" path="m4084,-2165l4091,-2165e" filled="false" stroked="true" strokeweight=".48pt" strokecolor="#000000">
                <v:path arrowok="t"/>
              </v:shape>
            </v:group>
            <v:group style="position:absolute;left:4084;top:-2141;width:8;height:2" coordorigin="4084,-2141" coordsize="8,2">
              <v:shape style="position:absolute;left:4084;top:-2141;width:8;height:2" coordorigin="4084,-2141" coordsize="8,0" path="m4084,-2141l4091,-2141e" filled="false" stroked="true" strokeweight=".48pt" strokecolor="#000000">
                <v:path arrowok="t"/>
              </v:shape>
            </v:group>
            <v:group style="position:absolute;left:4084;top:-2117;width:8;height:2" coordorigin="4084,-2117" coordsize="8,2">
              <v:shape style="position:absolute;left:4084;top:-2117;width:8;height:2" coordorigin="4084,-2117" coordsize="8,0" path="m4084,-2117l4091,-2117e" filled="false" stroked="true" strokeweight=".48pt" strokecolor="#000000">
                <v:path arrowok="t"/>
              </v:shape>
            </v:group>
            <v:group style="position:absolute;left:4084;top:-2093;width:8;height:2" coordorigin="4084,-2093" coordsize="8,2">
              <v:shape style="position:absolute;left:4084;top:-2093;width:8;height:2" coordorigin="4084,-2093" coordsize="8,0" path="m4084,-2093l4091,-2093e" filled="false" stroked="true" strokeweight=".48pt" strokecolor="#000000">
                <v:path arrowok="t"/>
              </v:shape>
            </v:group>
            <v:group style="position:absolute;left:4084;top:-2069;width:8;height:2" coordorigin="4084,-2069" coordsize="8,2">
              <v:shape style="position:absolute;left:4084;top:-2069;width:8;height:2" coordorigin="4084,-2069" coordsize="8,0" path="m4084,-2069l4091,-2069e" filled="false" stroked="true" strokeweight=".48pt" strokecolor="#000000">
                <v:path arrowok="t"/>
              </v:shape>
            </v:group>
            <v:group style="position:absolute;left:4084;top:-2045;width:8;height:2" coordorigin="4084,-2045" coordsize="8,2">
              <v:shape style="position:absolute;left:4084;top:-2045;width:8;height:2" coordorigin="4084,-2045" coordsize="8,0" path="m4084,-2045l4091,-2045e" filled="false" stroked="true" strokeweight=".48pt" strokecolor="#000000">
                <v:path arrowok="t"/>
              </v:shape>
            </v:group>
            <v:group style="position:absolute;left:4084;top:-2021;width:8;height:2" coordorigin="4084,-2021" coordsize="8,2">
              <v:shape style="position:absolute;left:4084;top:-2021;width:8;height:2" coordorigin="4084,-2021" coordsize="8,0" path="m4084,-2021l4091,-2021e" filled="false" stroked="true" strokeweight=".48pt" strokecolor="#000000">
                <v:path arrowok="t"/>
              </v:shape>
            </v:group>
            <v:group style="position:absolute;left:4084;top:-1997;width:8;height:2" coordorigin="4084,-1997" coordsize="8,2">
              <v:shape style="position:absolute;left:4084;top:-1997;width:8;height:2" coordorigin="4084,-1997" coordsize="8,0" path="m4084,-1997l4091,-1997e" filled="false" stroked="true" strokeweight=".48pt" strokecolor="#000000">
                <v:path arrowok="t"/>
              </v:shape>
            </v:group>
            <v:group style="position:absolute;left:4084;top:-1973;width:8;height:2" coordorigin="4084,-1973" coordsize="8,2">
              <v:shape style="position:absolute;left:4084;top:-1973;width:8;height:2" coordorigin="4084,-1973" coordsize="8,0" path="m4084,-1973l4091,-1973e" filled="false" stroked="true" strokeweight=".48pt" strokecolor="#000000">
                <v:path arrowok="t"/>
              </v:shape>
            </v:group>
            <v:group style="position:absolute;left:4084;top:-1949;width:8;height:2" coordorigin="4084,-1949" coordsize="8,2">
              <v:shape style="position:absolute;left:4084;top:-1949;width:8;height:2" coordorigin="4084,-1949" coordsize="8,0" path="m4084,-1949l4091,-1949e" filled="false" stroked="true" strokeweight=".48pt" strokecolor="#000000">
                <v:path arrowok="t"/>
              </v:shape>
            </v:group>
            <v:group style="position:absolute;left:4084;top:-1925;width:8;height:2" coordorigin="4084,-1925" coordsize="8,2">
              <v:shape style="position:absolute;left:4084;top:-1925;width:8;height:2" coordorigin="4084,-1925" coordsize="8,0" path="m4084,-1925l4091,-1925e" filled="false" stroked="true" strokeweight=".48pt" strokecolor="#000000">
                <v:path arrowok="t"/>
              </v:shape>
            </v:group>
            <v:group style="position:absolute;left:4084;top:-1901;width:8;height:2" coordorigin="4084,-1901" coordsize="8,2">
              <v:shape style="position:absolute;left:4084;top:-1901;width:8;height:2" coordorigin="4084,-1901" coordsize="8,0" path="m4084,-1901l4091,-1901e" filled="false" stroked="true" strokeweight=".48pt" strokecolor="#000000">
                <v:path arrowok="t"/>
              </v:shape>
            </v:group>
            <v:group style="position:absolute;left:4084;top:-1877;width:8;height:2" coordorigin="4084,-1877" coordsize="8,2">
              <v:shape style="position:absolute;left:4084;top:-1877;width:8;height:2" coordorigin="4084,-1877" coordsize="8,0" path="m4084,-1877l4091,-1877e" filled="false" stroked="true" strokeweight=".48pt" strokecolor="#000000">
                <v:path arrowok="t"/>
              </v:shape>
            </v:group>
            <v:group style="position:absolute;left:4084;top:-1853;width:8;height:2" coordorigin="4084,-1853" coordsize="8,2">
              <v:shape style="position:absolute;left:4084;top:-1853;width:8;height:2" coordorigin="4084,-1853" coordsize="8,0" path="m4084,-1853l4091,-1853e" filled="false" stroked="true" strokeweight=".48pt" strokecolor="#000000">
                <v:path arrowok="t"/>
              </v:shape>
            </v:group>
            <v:group style="position:absolute;left:4084;top:-1829;width:8;height:2" coordorigin="4084,-1829" coordsize="8,2">
              <v:shape style="position:absolute;left:4084;top:-1829;width:8;height:2" coordorigin="4084,-1829" coordsize="8,0" path="m4084,-1829l4091,-1829e" filled="false" stroked="true" strokeweight=".48pt" strokecolor="#000000">
                <v:path arrowok="t"/>
              </v:shape>
            </v:group>
            <v:group style="position:absolute;left:4084;top:-1805;width:8;height:2" coordorigin="4084,-1805" coordsize="8,2">
              <v:shape style="position:absolute;left:4084;top:-1805;width:8;height:2" coordorigin="4084,-1805" coordsize="8,0" path="m4084,-1805l4091,-1805e" filled="false" stroked="true" strokeweight=".48pt" strokecolor="#000000">
                <v:path arrowok="t"/>
              </v:shape>
            </v:group>
            <v:group style="position:absolute;left:4084;top:-1781;width:8;height:2" coordorigin="4084,-1781" coordsize="8,2">
              <v:shape style="position:absolute;left:4084;top:-1781;width:8;height:2" coordorigin="4084,-1781" coordsize="8,0" path="m4084,-1781l4091,-1781e" filled="false" stroked="true" strokeweight=".48pt" strokecolor="#000000">
                <v:path arrowok="t"/>
              </v:shape>
            </v:group>
            <v:group style="position:absolute;left:4084;top:-1757;width:8;height:2" coordorigin="4084,-1757" coordsize="8,2">
              <v:shape style="position:absolute;left:4084;top:-1757;width:8;height:2" coordorigin="4084,-1757" coordsize="8,0" path="m4084,-1757l4091,-1757e" filled="false" stroked="true" strokeweight=".48pt" strokecolor="#000000">
                <v:path arrowok="t"/>
              </v:shape>
            </v:group>
            <v:group style="position:absolute;left:4084;top:-1733;width:8;height:2" coordorigin="4084,-1733" coordsize="8,2">
              <v:shape style="position:absolute;left:4084;top:-1733;width:8;height:2" coordorigin="4084,-1733" coordsize="8,0" path="m4084,-1733l4091,-1733e" filled="false" stroked="true" strokeweight=".48pt" strokecolor="#000000">
                <v:path arrowok="t"/>
              </v:shape>
            </v:group>
            <v:group style="position:absolute;left:4084;top:-1709;width:8;height:2" coordorigin="4084,-1709" coordsize="8,2">
              <v:shape style="position:absolute;left:4084;top:-1709;width:8;height:2" coordorigin="4084,-1709" coordsize="8,0" path="m4084,-1709l4091,-1709e" filled="false" stroked="true" strokeweight=".48pt" strokecolor="#000000">
                <v:path arrowok="t"/>
              </v:shape>
            </v:group>
            <v:group style="position:absolute;left:4084;top:-1685;width:8;height:2" coordorigin="4084,-1685" coordsize="8,2">
              <v:shape style="position:absolute;left:4084;top:-1685;width:8;height:2" coordorigin="4084,-1685" coordsize="8,0" path="m4084,-1685l4091,-1685e" filled="false" stroked="true" strokeweight=".48pt" strokecolor="#000000">
                <v:path arrowok="t"/>
              </v:shape>
            </v:group>
            <v:group style="position:absolute;left:4084;top:-1661;width:8;height:2" coordorigin="4084,-1661" coordsize="8,2">
              <v:shape style="position:absolute;left:4084;top:-1661;width:8;height:2" coordorigin="4084,-1661" coordsize="8,0" path="m4084,-1661l4091,-1661e" filled="false" stroked="true" strokeweight=".48pt" strokecolor="#000000">
                <v:path arrowok="t"/>
              </v:shape>
            </v:group>
            <v:group style="position:absolute;left:4084;top:-1637;width:8;height:2" coordorigin="4084,-1637" coordsize="8,2">
              <v:shape style="position:absolute;left:4084;top:-1637;width:8;height:2" coordorigin="4084,-1637" coordsize="8,0" path="m4084,-1637l4091,-1637e" filled="false" stroked="true" strokeweight=".48pt" strokecolor="#000000">
                <v:path arrowok="t"/>
              </v:shape>
            </v:group>
            <v:group style="position:absolute;left:4084;top:-1613;width:8;height:2" coordorigin="4084,-1613" coordsize="8,2">
              <v:shape style="position:absolute;left:4084;top:-1613;width:8;height:2" coordorigin="4084,-1613" coordsize="8,0" path="m4084,-1613l4091,-1613e" filled="false" stroked="true" strokeweight=".48pt" strokecolor="#000000">
                <v:path arrowok="t"/>
              </v:shape>
            </v:group>
            <v:group style="position:absolute;left:4084;top:-1589;width:8;height:2" coordorigin="4084,-1589" coordsize="8,2">
              <v:shape style="position:absolute;left:4084;top:-1589;width:8;height:2" coordorigin="4084,-1589" coordsize="8,0" path="m4084,-1589l4091,-1589e" filled="false" stroked="true" strokeweight=".48pt" strokecolor="#000000">
                <v:path arrowok="t"/>
              </v:shape>
            </v:group>
            <v:group style="position:absolute;left:4084;top:-1565;width:8;height:2" coordorigin="4084,-1565" coordsize="8,2">
              <v:shape style="position:absolute;left:4084;top:-1565;width:8;height:2" coordorigin="4084,-1565" coordsize="8,0" path="m4084,-1565l4091,-1565e" filled="false" stroked="true" strokeweight=".48pt" strokecolor="#000000">
                <v:path arrowok="t"/>
              </v:shape>
            </v:group>
            <v:group style="position:absolute;left:4084;top:-1541;width:8;height:2" coordorigin="4084,-1541" coordsize="8,2">
              <v:shape style="position:absolute;left:4084;top:-1541;width:8;height:2" coordorigin="4084,-1541" coordsize="8,0" path="m4084,-1541l4091,-1541e" filled="false" stroked="true" strokeweight=".48pt" strokecolor="#000000">
                <v:path arrowok="t"/>
              </v:shape>
            </v:group>
            <v:group style="position:absolute;left:4084;top:-1517;width:8;height:2" coordorigin="4084,-1517" coordsize="8,2">
              <v:shape style="position:absolute;left:4084;top:-1517;width:8;height:2" coordorigin="4084,-1517" coordsize="8,0" path="m4084,-1517l4091,-1517e" filled="false" stroked="true" strokeweight=".48pt" strokecolor="#000000">
                <v:path arrowok="t"/>
              </v:shape>
            </v:group>
            <v:group style="position:absolute;left:4084;top:-1493;width:8;height:2" coordorigin="4084,-1493" coordsize="8,2">
              <v:shape style="position:absolute;left:4084;top:-1493;width:8;height:2" coordorigin="4084,-1493" coordsize="8,0" path="m4084,-1493l4091,-1493e" filled="false" stroked="true" strokeweight=".48pt" strokecolor="#000000">
                <v:path arrowok="t"/>
              </v:shape>
            </v:group>
            <v:group style="position:absolute;left:4084;top:-1469;width:8;height:2" coordorigin="4084,-1469" coordsize="8,2">
              <v:shape style="position:absolute;left:4084;top:-1469;width:8;height:2" coordorigin="4084,-1469" coordsize="8,0" path="m4084,-1469l4091,-1469e" filled="false" stroked="true" strokeweight=".479pt" strokecolor="#000000">
                <v:path arrowok="t"/>
              </v:shape>
            </v:group>
            <v:group style="position:absolute;left:4084;top:-1445;width:8;height:2" coordorigin="4084,-1445" coordsize="8,2">
              <v:shape style="position:absolute;left:4084;top:-1445;width:8;height:2" coordorigin="4084,-1445" coordsize="8,0" path="m4084,-1445l4091,-1445e" filled="false" stroked="true" strokeweight=".48pt" strokecolor="#000000">
                <v:path arrowok="t"/>
              </v:shape>
            </v:group>
            <v:group style="position:absolute;left:4084;top:-1421;width:8;height:2" coordorigin="4084,-1421" coordsize="8,2">
              <v:shape style="position:absolute;left:4084;top:-1421;width:8;height:2" coordorigin="4084,-1421" coordsize="8,0" path="m4084,-1421l4091,-1421e" filled="false" stroked="true" strokeweight=".48pt" strokecolor="#000000">
                <v:path arrowok="t"/>
              </v:shape>
            </v:group>
            <v:group style="position:absolute;left:4084;top:-1397;width:8;height:2" coordorigin="4084,-1397" coordsize="8,2">
              <v:shape style="position:absolute;left:4084;top:-1397;width:8;height:2" coordorigin="4084,-1397" coordsize="8,0" path="m4084,-1397l4091,-1397e" filled="false" stroked="true" strokeweight=".48pt" strokecolor="#000000">
                <v:path arrowok="t"/>
              </v:shape>
            </v:group>
            <v:group style="position:absolute;left:4084;top:-1373;width:8;height:2" coordorigin="4084,-1373" coordsize="8,2">
              <v:shape style="position:absolute;left:4084;top:-1373;width:8;height:2" coordorigin="4084,-1373" coordsize="8,0" path="m4084,-1373l4091,-1373e" filled="false" stroked="true" strokeweight=".48pt" strokecolor="#000000">
                <v:path arrowok="t"/>
              </v:shape>
            </v:group>
            <v:group style="position:absolute;left:4084;top:-1349;width:8;height:2" coordorigin="4084,-1349" coordsize="8,2">
              <v:shape style="position:absolute;left:4084;top:-1349;width:8;height:2" coordorigin="4084,-1349" coordsize="8,0" path="m4084,-1349l4091,-1349e" filled="false" stroked="true" strokeweight=".48pt" strokecolor="#000000">
                <v:path arrowok="t"/>
              </v:shape>
            </v:group>
            <v:group style="position:absolute;left:4084;top:-1325;width:8;height:2" coordorigin="4084,-1325" coordsize="8,2">
              <v:shape style="position:absolute;left:4084;top:-1325;width:8;height:2" coordorigin="4084,-1325" coordsize="8,0" path="m4084,-1325l4091,-1325e" filled="false" stroked="true" strokeweight=".48pt" strokecolor="#000000">
                <v:path arrowok="t"/>
              </v:shape>
            </v:group>
            <v:group style="position:absolute;left:4084;top:-1301;width:8;height:2" coordorigin="4084,-1301" coordsize="8,2">
              <v:shape style="position:absolute;left:4084;top:-1301;width:8;height:2" coordorigin="4084,-1301" coordsize="8,0" path="m4084,-1301l4091,-1301e" filled="false" stroked="true" strokeweight=".48pt" strokecolor="#000000">
                <v:path arrowok="t"/>
              </v:shape>
            </v:group>
            <v:group style="position:absolute;left:4084;top:-1277;width:8;height:2" coordorigin="4084,-1277" coordsize="8,2">
              <v:shape style="position:absolute;left:4084;top:-1277;width:8;height:2" coordorigin="4084,-1277" coordsize="8,0" path="m4084,-1277l4091,-1277e" filled="false" stroked="true" strokeweight=".48pt" strokecolor="#000000">
                <v:path arrowok="t"/>
              </v:shape>
            </v:group>
            <v:group style="position:absolute;left:4084;top:-1253;width:8;height:2" coordorigin="4084,-1253" coordsize="8,2">
              <v:shape style="position:absolute;left:4084;top:-1253;width:8;height:2" coordorigin="4084,-1253" coordsize="8,0" path="m4084,-1253l4091,-1253e" filled="false" stroked="true" strokeweight=".48pt" strokecolor="#000000">
                <v:path arrowok="t"/>
              </v:shape>
            </v:group>
            <v:group style="position:absolute;left:4084;top:-1229;width:8;height:2" coordorigin="4084,-1229" coordsize="8,2">
              <v:shape style="position:absolute;left:4084;top:-1229;width:8;height:2" coordorigin="4084,-1229" coordsize="8,0" path="m4084,-1229l4091,-1229e" filled="false" stroked="true" strokeweight=".48pt" strokecolor="#000000">
                <v:path arrowok="t"/>
              </v:shape>
            </v:group>
            <v:group style="position:absolute;left:4084;top:-1205;width:8;height:2" coordorigin="4084,-1205" coordsize="8,2">
              <v:shape style="position:absolute;left:4084;top:-1205;width:8;height:2" coordorigin="4084,-1205" coordsize="8,0" path="m4084,-1205l4091,-1205e" filled="false" stroked="true" strokeweight=".48pt" strokecolor="#000000">
                <v:path arrowok="t"/>
              </v:shape>
            </v:group>
            <v:group style="position:absolute;left:4084;top:-1157;width:8;height:2" coordorigin="4084,-1157" coordsize="8,2">
              <v:shape style="position:absolute;left:4084;top:-1157;width:8;height:2" coordorigin="4084,-1157" coordsize="8,0" path="m4084,-1157l4091,-1157e" filled="false" stroked="true" strokeweight=".48pt" strokecolor="#000000">
                <v:path arrowok="t"/>
              </v:shape>
            </v:group>
            <v:group style="position:absolute;left:4084;top:-1133;width:8;height:2" coordorigin="4084,-1133" coordsize="8,2">
              <v:shape style="position:absolute;left:4084;top:-1133;width:8;height:2" coordorigin="4084,-1133" coordsize="8,0" path="m4084,-1133l4091,-1133e" filled="false" stroked="true" strokeweight=".48pt" strokecolor="#000000">
                <v:path arrowok="t"/>
              </v:shape>
            </v:group>
            <v:group style="position:absolute;left:4084;top:-1109;width:8;height:2" coordorigin="4084,-1109" coordsize="8,2">
              <v:shape style="position:absolute;left:4084;top:-1109;width:8;height:2" coordorigin="4084,-1109" coordsize="8,0" path="m4084,-1109l4091,-1109e" filled="false" stroked="true" strokeweight=".479pt" strokecolor="#000000">
                <v:path arrowok="t"/>
              </v:shape>
            </v:group>
            <v:group style="position:absolute;left:4084;top:-1085;width:8;height:2" coordorigin="4084,-1085" coordsize="8,2">
              <v:shape style="position:absolute;left:4084;top:-1085;width:8;height:2" coordorigin="4084,-1085" coordsize="8,0" path="m4084,-1085l4091,-1085e" filled="false" stroked="true" strokeweight=".48pt" strokecolor="#000000">
                <v:path arrowok="t"/>
              </v:shape>
            </v:group>
            <v:group style="position:absolute;left:4084;top:-1061;width:8;height:2" coordorigin="4084,-1061" coordsize="8,2">
              <v:shape style="position:absolute;left:4084;top:-1061;width:8;height:2" coordorigin="4084,-1061" coordsize="8,0" path="m4084,-1061l4091,-1061e" filled="false" stroked="true" strokeweight=".48pt" strokecolor="#000000">
                <v:path arrowok="t"/>
              </v:shape>
            </v:group>
            <v:group style="position:absolute;left:4084;top:-1037;width:8;height:2" coordorigin="4084,-1037" coordsize="8,2">
              <v:shape style="position:absolute;left:4084;top:-1037;width:8;height:2" coordorigin="4084,-1037" coordsize="8,0" path="m4084,-1037l4091,-1037e" filled="false" stroked="true" strokeweight=".48pt" strokecolor="#000000">
                <v:path arrowok="t"/>
              </v:shape>
            </v:group>
            <v:group style="position:absolute;left:4084;top:-1013;width:8;height:2" coordorigin="4084,-1013" coordsize="8,2">
              <v:shape style="position:absolute;left:4084;top:-1013;width:8;height:2" coordorigin="4084,-1013" coordsize="8,0" path="m4084,-1013l4091,-1013e" filled="false" stroked="true" strokeweight=".48pt" strokecolor="#000000">
                <v:path arrowok="t"/>
              </v:shape>
            </v:group>
            <v:group style="position:absolute;left:4084;top:-989;width:8;height:2" coordorigin="4084,-989" coordsize="8,2">
              <v:shape style="position:absolute;left:4084;top:-989;width:8;height:2" coordorigin="4084,-989" coordsize="8,0" path="m4084,-989l4091,-989e" filled="false" stroked="true" strokeweight=".48pt" strokecolor="#000000">
                <v:path arrowok="t"/>
              </v:shape>
            </v:group>
            <v:group style="position:absolute;left:4084;top:-965;width:8;height:2" coordorigin="4084,-965" coordsize="8,2">
              <v:shape style="position:absolute;left:4084;top:-965;width:8;height:2" coordorigin="4084,-965" coordsize="8,0" path="m4084,-965l4091,-965e" filled="false" stroked="true" strokeweight=".48pt" strokecolor="#000000">
                <v:path arrowok="t"/>
              </v:shape>
            </v:group>
            <v:group style="position:absolute;left:4084;top:-941;width:8;height:2" coordorigin="4084,-941" coordsize="8,2">
              <v:shape style="position:absolute;left:4084;top:-941;width:8;height:2" coordorigin="4084,-941" coordsize="8,0" path="m4084,-941l4091,-941e" filled="false" stroked="true" strokeweight=".48pt" strokecolor="#000000">
                <v:path arrowok="t"/>
              </v:shape>
            </v:group>
            <v:group style="position:absolute;left:4084;top:-917;width:8;height:2" coordorigin="4084,-917" coordsize="8,2">
              <v:shape style="position:absolute;left:4084;top:-917;width:8;height:2" coordorigin="4084,-917" coordsize="8,0" path="m4084,-917l4091,-917e" filled="false" stroked="true" strokeweight=".48pt" strokecolor="#000000">
                <v:path arrowok="t"/>
              </v:shape>
            </v:group>
            <v:group style="position:absolute;left:4084;top:-893;width:8;height:2" coordorigin="4084,-893" coordsize="8,2">
              <v:shape style="position:absolute;left:4084;top:-893;width:8;height:2" coordorigin="4084,-893" coordsize="8,0" path="m4084,-893l4091,-893e" filled="false" stroked="true" strokeweight=".48pt" strokecolor="#000000">
                <v:path arrowok="t"/>
              </v:shape>
            </v:group>
            <v:group style="position:absolute;left:4084;top:-869;width:8;height:2" coordorigin="4084,-869" coordsize="8,2">
              <v:shape style="position:absolute;left:4084;top:-869;width:8;height:2" coordorigin="4084,-869" coordsize="8,0" path="m4084,-869l4091,-869e" filled="false" stroked="true" strokeweight=".48pt" strokecolor="#000000">
                <v:path arrowok="t"/>
              </v:shape>
            </v:group>
            <v:group style="position:absolute;left:4084;top:-845;width:8;height:2" coordorigin="4084,-845" coordsize="8,2">
              <v:shape style="position:absolute;left:4084;top:-845;width:8;height:2" coordorigin="4084,-845" coordsize="8,0" path="m4084,-845l4091,-845e" filled="false" stroked="true" strokeweight=".48pt" strokecolor="#000000">
                <v:path arrowok="t"/>
              </v:shape>
            </v:group>
            <v:group style="position:absolute;left:4084;top:-821;width:8;height:2" coordorigin="4084,-821" coordsize="8,2">
              <v:shape style="position:absolute;left:4084;top:-821;width:8;height:2" coordorigin="4084,-821" coordsize="8,0" path="m4084,-821l4091,-821e" filled="false" stroked="true" strokeweight=".48pt" strokecolor="#000000">
                <v:path arrowok="t"/>
              </v:shape>
            </v:group>
            <v:group style="position:absolute;left:4084;top:-797;width:8;height:2" coordorigin="4084,-797" coordsize="8,2">
              <v:shape style="position:absolute;left:4084;top:-797;width:8;height:2" coordorigin="4084,-797" coordsize="8,0" path="m4084,-797l4091,-797e" filled="false" stroked="true" strokeweight=".48pt" strokecolor="#000000">
                <v:path arrowok="t"/>
              </v:shape>
            </v:group>
            <v:group style="position:absolute;left:4084;top:-773;width:8;height:2" coordorigin="4084,-773" coordsize="8,2">
              <v:shape style="position:absolute;left:4084;top:-773;width:8;height:2" coordorigin="4084,-773" coordsize="8,0" path="m4084,-773l4091,-773e" filled="false" stroked="true" strokeweight=".48pt" strokecolor="#000000">
                <v:path arrowok="t"/>
              </v:shape>
            </v:group>
            <v:group style="position:absolute;left:4084;top:-749;width:8;height:2" coordorigin="4084,-749" coordsize="8,2">
              <v:shape style="position:absolute;left:4084;top:-749;width:8;height:2" coordorigin="4084,-749" coordsize="8,0" path="m4084,-749l4091,-749e" filled="false" stroked="true" strokeweight=".48pt" strokecolor="#000000">
                <v:path arrowok="t"/>
              </v:shape>
            </v:group>
            <v:group style="position:absolute;left:4084;top:-725;width:8;height:2" coordorigin="4084,-725" coordsize="8,2">
              <v:shape style="position:absolute;left:4084;top:-725;width:8;height:2" coordorigin="4084,-725" coordsize="8,0" path="m4084,-725l4091,-725e" filled="false" stroked="true" strokeweight=".48pt" strokecolor="#000000">
                <v:path arrowok="t"/>
              </v:shape>
            </v:group>
            <v:group style="position:absolute;left:4084;top:-701;width:8;height:2" coordorigin="4084,-701" coordsize="8,2">
              <v:shape style="position:absolute;left:4084;top:-701;width:8;height:2" coordorigin="4084,-701" coordsize="8,0" path="m4084,-701l4091,-701e" filled="false" stroked="true" strokeweight=".48pt" strokecolor="#000000">
                <v:path arrowok="t"/>
              </v:shape>
            </v:group>
            <v:group style="position:absolute;left:4084;top:-677;width:8;height:2" coordorigin="4084,-677" coordsize="8,2">
              <v:shape style="position:absolute;left:4084;top:-677;width:8;height:2" coordorigin="4084,-677" coordsize="8,0" path="m4084,-677l4091,-677e" filled="false" stroked="true" strokeweight=".48pt" strokecolor="#000000">
                <v:path arrowok="t"/>
              </v:shape>
            </v:group>
            <v:group style="position:absolute;left:4084;top:-653;width:8;height:2" coordorigin="4084,-653" coordsize="8,2">
              <v:shape style="position:absolute;left:4084;top:-653;width:8;height:2" coordorigin="4084,-653" coordsize="8,0" path="m4084,-653l4091,-653e" filled="false" stroked="true" strokeweight=".48pt" strokecolor="#000000">
                <v:path arrowok="t"/>
              </v:shape>
            </v:group>
            <v:group style="position:absolute;left:4084;top:-629;width:8;height:2" coordorigin="4084,-629" coordsize="8,2">
              <v:shape style="position:absolute;left:4084;top:-629;width:8;height:2" coordorigin="4084,-629" coordsize="8,0" path="m4084,-629l4091,-629e" filled="false" stroked="true" strokeweight=".48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w w:val="65"/>
          <w:sz w:val="22"/>
          <w:szCs w:val="22"/>
        </w:rPr>
        <w:t>Ÿ</w:t>
        <w:tab/>
      </w:r>
      <w:r>
        <w:rPr>
          <w:rFonts w:ascii="한컴돋움" w:hAnsi="한컴돋움" w:cs="한컴돋움" w:eastAsia="한컴돋움"/>
          <w:sz w:val="22"/>
          <w:szCs w:val="22"/>
        </w:rPr>
        <w:t>매</w:t>
      </w:r>
      <w:r>
        <w:rPr>
          <w:rFonts w:ascii="한컴돋움" w:hAnsi="한컴돋움" w:cs="한컴돋움" w:eastAsia="한컴돋움"/>
          <w:spacing w:val="47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2"/>
          <w:sz w:val="22"/>
          <w:szCs w:val="22"/>
        </w:rPr>
        <w:t>주차</w:t>
      </w:r>
      <w:r>
        <w:rPr>
          <w:rFonts w:ascii="한컴돋움" w:hAnsi="한컴돋움" w:cs="한컴돋움" w:eastAsia="한컴돋움"/>
          <w:spacing w:val="47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반드시</w:t>
      </w:r>
      <w:r>
        <w:rPr>
          <w:rFonts w:ascii="한컴돋움" w:hAnsi="한컴돋움" w:cs="한컴돋움" w:eastAsia="한컴돋움"/>
          <w:spacing w:val="44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K-M</w:t>
      </w:r>
      <w:r>
        <w:rPr>
          <w:rFonts w:ascii="한컴돋움" w:hAnsi="한컴돋움" w:cs="한컴돋움" w:eastAsia="한컴돋움"/>
          <w:spacing w:val="-2"/>
          <w:sz w:val="22"/>
          <w:szCs w:val="22"/>
        </w:rPr>
        <w:t>OOC</w:t>
      </w:r>
      <w:r>
        <w:rPr>
          <w:rFonts w:ascii="한컴돋움" w:hAnsi="한컴돋움" w:cs="한컴돋움" w:eastAsia="한컴돋움"/>
          <w:spacing w:val="47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사이트</w:t>
      </w:r>
      <w:r>
        <w:rPr>
          <w:rFonts w:ascii="한컴돋움" w:hAnsi="한컴돋움" w:cs="한컴돋움" w:eastAsia="한컴돋움"/>
          <w:spacing w:val="47"/>
          <w:sz w:val="22"/>
          <w:szCs w:val="22"/>
        </w:rPr>
        <w:t> </w:t>
      </w:r>
      <w:r>
        <w:rPr>
          <w:rFonts w:ascii="한컴돋움" w:hAnsi="한컴돋움" w:cs="한컴돋움" w:eastAsia="한컴돋움"/>
          <w:sz w:val="22"/>
          <w:szCs w:val="22"/>
        </w:rPr>
        <w:t>각</w:t>
      </w:r>
      <w:r>
        <w:rPr>
          <w:rFonts w:ascii="한컴돋움" w:hAnsi="한컴돋움" w:cs="한컴돋움" w:eastAsia="한컴돋움"/>
          <w:spacing w:val="44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강좌별</w:t>
      </w:r>
      <w:r>
        <w:rPr>
          <w:rFonts w:ascii="한컴돋움" w:hAnsi="한컴돋움" w:cs="한컴돋움" w:eastAsia="한컴돋움"/>
          <w:spacing w:val="47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공지사항</w:t>
      </w:r>
      <w:r>
        <w:rPr>
          <w:rFonts w:ascii="한컴돋움" w:hAnsi="한컴돋움" w:cs="한컴돋움" w:eastAsia="한컴돋움"/>
          <w:spacing w:val="45"/>
          <w:sz w:val="22"/>
          <w:szCs w:val="22"/>
        </w:rPr>
        <w:t> </w:t>
      </w:r>
      <w:r>
        <w:rPr>
          <w:rFonts w:ascii="한컴돋움" w:hAnsi="한컴돋움" w:cs="한컴돋움" w:eastAsia="한컴돋움"/>
          <w:sz w:val="22"/>
          <w:szCs w:val="22"/>
        </w:rPr>
        <w:t>및</w:t>
      </w:r>
      <w:r>
        <w:rPr>
          <w:rFonts w:ascii="한컴돋움" w:hAnsi="한컴돋움" w:cs="한컴돋움" w:eastAsia="한컴돋움"/>
          <w:spacing w:val="45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스마트LM</w:t>
      </w:r>
      <w:r>
        <w:rPr>
          <w:rFonts w:ascii="한컴돋움" w:hAnsi="한컴돋움" w:cs="한컴돋움" w:eastAsia="한컴돋움"/>
          <w:spacing w:val="-2"/>
          <w:sz w:val="22"/>
          <w:szCs w:val="22"/>
        </w:rPr>
        <w:t>S</w:t>
      </w:r>
      <w:r>
        <w:rPr>
          <w:rFonts w:ascii="한컴돋움" w:hAnsi="한컴돋움" w:cs="한컴돋움" w:eastAsia="한컴돋움"/>
          <w:spacing w:val="45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강좌별</w:t>
      </w:r>
    </w:p>
    <w:p>
      <w:pPr>
        <w:spacing w:before="49"/>
        <w:ind w:left="537" w:right="0" w:firstLine="0"/>
        <w:jc w:val="left"/>
        <w:rPr>
          <w:rFonts w:ascii="한컴돋움" w:hAnsi="한컴돋움" w:cs="한컴돋움" w:eastAsia="한컴돋움"/>
          <w:sz w:val="22"/>
          <w:szCs w:val="22"/>
        </w:rPr>
      </w:pPr>
      <w:r>
        <w:rPr>
          <w:rFonts w:ascii="한컴돋움" w:hAnsi="한컴돋움" w:cs="한컴돋움" w:eastAsia="한컴돋움"/>
          <w:spacing w:val="-1"/>
          <w:sz w:val="22"/>
          <w:szCs w:val="22"/>
        </w:rPr>
        <w:t>공지사항을</w:t>
      </w:r>
      <w:r>
        <w:rPr>
          <w:rFonts w:ascii="한컴돋움" w:hAnsi="한컴돋움" w:cs="한컴돋움" w:eastAsia="한컴돋움"/>
          <w:spacing w:val="25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확인해주시기</w:t>
      </w:r>
      <w:r>
        <w:rPr>
          <w:rFonts w:ascii="한컴돋움" w:hAnsi="한컴돋움" w:cs="한컴돋움" w:eastAsia="한컴돋움"/>
          <w:spacing w:val="25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바랍니다</w:t>
      </w:r>
      <w:r>
        <w:rPr>
          <w:rFonts w:ascii="한컴돋움" w:hAnsi="한컴돋움" w:cs="한컴돋움" w:eastAsia="한컴돋움"/>
          <w:spacing w:val="-2"/>
          <w:sz w:val="22"/>
          <w:szCs w:val="22"/>
        </w:rPr>
        <w:t>.</w:t>
      </w:r>
      <w:r>
        <w:rPr>
          <w:rFonts w:ascii="한컴돋움" w:hAnsi="한컴돋움" w:cs="한컴돋움" w:eastAsia="한컴돋움"/>
          <w:sz w:val="22"/>
          <w:szCs w:val="22"/>
        </w:rPr>
      </w:r>
    </w:p>
    <w:p>
      <w:pPr>
        <w:tabs>
          <w:tab w:pos="537" w:val="left" w:leader="none"/>
        </w:tabs>
        <w:spacing w:line="279" w:lineRule="auto" w:before="62"/>
        <w:ind w:left="537" w:right="672" w:hanging="329"/>
        <w:jc w:val="left"/>
        <w:rPr>
          <w:rFonts w:ascii="한컴돋움" w:hAnsi="한컴돋움" w:cs="한컴돋움" w:eastAsia="한컴돋움"/>
          <w:sz w:val="22"/>
          <w:szCs w:val="22"/>
        </w:rPr>
      </w:pPr>
      <w:r>
        <w:rPr>
          <w:rFonts w:ascii="Arial" w:hAnsi="Arial" w:cs="Arial" w:eastAsia="Arial"/>
          <w:w w:val="65"/>
          <w:sz w:val="22"/>
          <w:szCs w:val="22"/>
        </w:rPr>
        <w:t>Ÿ</w:t>
        <w:tab/>
      </w:r>
      <w:r>
        <w:rPr>
          <w:rFonts w:ascii="한컴돋움" w:hAnsi="한컴돋움" w:cs="한컴돋움" w:eastAsia="한컴돋움"/>
          <w:sz w:val="22"/>
          <w:szCs w:val="22"/>
        </w:rPr>
        <w:t>기타</w:t>
      </w:r>
      <w:r>
        <w:rPr>
          <w:rFonts w:ascii="한컴돋움" w:hAnsi="한컴돋움" w:cs="한컴돋움" w:eastAsia="한컴돋움"/>
          <w:spacing w:val="41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문의사항은</w:t>
      </w:r>
      <w:r>
        <w:rPr>
          <w:rFonts w:ascii="한컴돋움" w:hAnsi="한컴돋움" w:cs="한컴돋움" w:eastAsia="한컴돋움"/>
          <w:spacing w:val="41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K-M</w:t>
      </w:r>
      <w:r>
        <w:rPr>
          <w:rFonts w:ascii="한컴돋움" w:hAnsi="한컴돋움" w:cs="한컴돋움" w:eastAsia="한컴돋움"/>
          <w:spacing w:val="-2"/>
          <w:sz w:val="22"/>
          <w:szCs w:val="22"/>
        </w:rPr>
        <w:t>OOC</w:t>
      </w:r>
      <w:r>
        <w:rPr>
          <w:rFonts w:ascii="한컴돋움" w:hAnsi="한컴돋움" w:cs="한컴돋움" w:eastAsia="한컴돋움"/>
          <w:spacing w:val="44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사이트</w:t>
      </w:r>
      <w:r>
        <w:rPr>
          <w:rFonts w:ascii="한컴돋움" w:hAnsi="한컴돋움" w:cs="한컴돋움" w:eastAsia="한컴돋움"/>
          <w:spacing w:val="44"/>
          <w:sz w:val="22"/>
          <w:szCs w:val="22"/>
        </w:rPr>
        <w:t> </w:t>
      </w:r>
      <w:r>
        <w:rPr>
          <w:rFonts w:ascii="한컴돋움" w:hAnsi="한컴돋움" w:cs="한컴돋움" w:eastAsia="한컴돋움"/>
          <w:sz w:val="22"/>
          <w:szCs w:val="22"/>
        </w:rPr>
        <w:t>각</w:t>
      </w:r>
      <w:r>
        <w:rPr>
          <w:rFonts w:ascii="한컴돋움" w:hAnsi="한컴돋움" w:cs="한컴돋움" w:eastAsia="한컴돋움"/>
          <w:spacing w:val="41"/>
          <w:sz w:val="22"/>
          <w:szCs w:val="22"/>
        </w:rPr>
        <w:t> </w:t>
      </w:r>
      <w:r>
        <w:rPr>
          <w:rFonts w:ascii="한컴돋움" w:hAnsi="한컴돋움" w:cs="한컴돋움" w:eastAsia="한컴돋움"/>
          <w:sz w:val="22"/>
          <w:szCs w:val="22"/>
        </w:rPr>
        <w:t>강좌</w:t>
      </w:r>
      <w:r>
        <w:rPr>
          <w:rFonts w:ascii="한컴돋움" w:hAnsi="한컴돋움" w:cs="한컴돋움" w:eastAsia="한컴돋움"/>
          <w:spacing w:val="42"/>
          <w:sz w:val="22"/>
          <w:szCs w:val="22"/>
        </w:rPr>
        <w:t> </w:t>
      </w:r>
      <w:r>
        <w:rPr>
          <w:rFonts w:ascii="한컴돋움" w:hAnsi="한컴돋움" w:cs="한컴돋움" w:eastAsia="한컴돋움"/>
          <w:sz w:val="22"/>
          <w:szCs w:val="22"/>
        </w:rPr>
        <w:t>문의</w:t>
      </w:r>
      <w:r>
        <w:rPr>
          <w:rFonts w:ascii="한컴돋움" w:hAnsi="한컴돋움" w:cs="한컴돋움" w:eastAsia="한컴돋움"/>
          <w:spacing w:val="41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게시판을</w:t>
      </w:r>
      <w:r>
        <w:rPr>
          <w:rFonts w:ascii="한컴돋움" w:hAnsi="한컴돋움" w:cs="한컴돋움" w:eastAsia="한컴돋움"/>
          <w:spacing w:val="42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이용하여</w:t>
      </w:r>
      <w:r>
        <w:rPr>
          <w:rFonts w:ascii="한컴돋움" w:hAnsi="한컴돋움" w:cs="한컴돋움" w:eastAsia="한컴돋움"/>
          <w:spacing w:val="44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주시기</w:t>
      </w:r>
      <w:r>
        <w:rPr>
          <w:rFonts w:ascii="한컴돋움" w:hAnsi="한컴돋움" w:cs="한컴돋움" w:eastAsia="한컴돋움"/>
          <w:spacing w:val="26"/>
          <w:sz w:val="22"/>
          <w:szCs w:val="22"/>
        </w:rPr>
        <w:t> </w:t>
      </w:r>
      <w:r>
        <w:rPr>
          <w:rFonts w:ascii="한컴돋움" w:hAnsi="한컴돋움" w:cs="한컴돋움" w:eastAsia="한컴돋움"/>
          <w:spacing w:val="-1"/>
          <w:sz w:val="22"/>
          <w:szCs w:val="22"/>
        </w:rPr>
        <w:t>바랍니다</w:t>
      </w:r>
      <w:r>
        <w:rPr>
          <w:rFonts w:ascii="한컴돋움" w:hAnsi="한컴돋움" w:cs="한컴돋움" w:eastAsia="한컴돋움"/>
          <w:spacing w:val="-2"/>
          <w:sz w:val="22"/>
          <w:szCs w:val="22"/>
        </w:rPr>
        <w:t>.</w:t>
      </w:r>
      <w:r>
        <w:rPr>
          <w:rFonts w:ascii="한컴돋움" w:hAnsi="한컴돋움" w:cs="한컴돋움" w:eastAsia="한컴돋움"/>
          <w:sz w:val="22"/>
          <w:szCs w:val="22"/>
        </w:rPr>
      </w:r>
    </w:p>
    <w:p>
      <w:pPr>
        <w:spacing w:line="20" w:lineRule="atLeast"/>
        <w:ind w:left="116" w:right="0" w:firstLine="0"/>
        <w:rPr>
          <w:rFonts w:ascii="한컴돋움" w:hAnsi="한컴돋움" w:cs="한컴돋움" w:eastAsia="한컴돋움"/>
          <w:sz w:val="2"/>
          <w:szCs w:val="2"/>
        </w:rPr>
      </w:pPr>
      <w:r>
        <w:rPr>
          <w:rFonts w:ascii="한컴돋움" w:hAnsi="한컴돋움" w:cs="한컴돋움" w:eastAsia="한컴돋움"/>
          <w:sz w:val="2"/>
          <w:szCs w:val="2"/>
        </w:rPr>
        <w:pict>
          <v:group style="width:434.95pt;height:1.1pt;mso-position-horizontal-relative:char;mso-position-vertical-relative:line" coordorigin="0,0" coordsize="8699,22">
            <v:group style="position:absolute;left:11;top:11;width:8677;height:2" coordorigin="11,11" coordsize="8677,2">
              <v:shape style="position:absolute;left:11;top:11;width:8677;height:2" coordorigin="11,11" coordsize="8677,0" path="m11,11l8687,11e" filled="false" stroked="true" strokeweight="1.079pt" strokecolor="#000000">
                <v:path arrowok="t"/>
              </v:shape>
            </v:group>
          </v:group>
        </w:pict>
      </w:r>
      <w:r>
        <w:rPr>
          <w:rFonts w:ascii="한컴돋움" w:hAnsi="한컴돋움" w:cs="한컴돋움" w:eastAsia="한컴돋움"/>
          <w:sz w:val="2"/>
          <w:szCs w:val="2"/>
        </w:rPr>
      </w:r>
    </w:p>
    <w:p>
      <w:pPr>
        <w:spacing w:after="0" w:line="20" w:lineRule="atLeast"/>
        <w:rPr>
          <w:rFonts w:ascii="한컴돋움" w:hAnsi="한컴돋움" w:cs="한컴돋움" w:eastAsia="한컴돋움"/>
          <w:sz w:val="2"/>
          <w:szCs w:val="2"/>
        </w:rPr>
        <w:sectPr>
          <w:pgSz w:w="10760" w:h="14740"/>
          <w:pgMar w:header="0" w:footer="417" w:top="1060" w:bottom="600" w:left="110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216.434006pt;margin-top:575.968994pt;width:.85pt;height:104.9pt;mso-position-horizontal-relative:page;mso-position-vertical-relative:page;z-index:-337720" coordorigin="4329,11519" coordsize="17,2098">
            <v:group style="position:absolute;left:4333;top:11524;width:8;height:2" coordorigin="4333,11524" coordsize="8,2">
              <v:shape style="position:absolute;left:4333;top:11524;width:8;height:2" coordorigin="4333,11524" coordsize="8,0" path="m4333,11524l4341,11524e" filled="false" stroked="true" strokeweight=".48pt" strokecolor="#000000">
                <v:path arrowok="t"/>
              </v:shape>
            </v:group>
            <v:group style="position:absolute;left:4333;top:11548;width:8;height:2" coordorigin="4333,11548" coordsize="8,2">
              <v:shape style="position:absolute;left:4333;top:11548;width:8;height:2" coordorigin="4333,11548" coordsize="8,0" path="m4333,11548l4341,11548e" filled="false" stroked="true" strokeweight=".48pt" strokecolor="#000000">
                <v:path arrowok="t"/>
              </v:shape>
            </v:group>
            <v:group style="position:absolute;left:4333;top:11572;width:8;height:2" coordorigin="4333,11572" coordsize="8,2">
              <v:shape style="position:absolute;left:4333;top:11572;width:8;height:2" coordorigin="4333,11572" coordsize="8,0" path="m4333,11572l4341,11572e" filled="false" stroked="true" strokeweight=".48pt" strokecolor="#000000">
                <v:path arrowok="t"/>
              </v:shape>
            </v:group>
            <v:group style="position:absolute;left:4333;top:11596;width:8;height:2" coordorigin="4333,11596" coordsize="8,2">
              <v:shape style="position:absolute;left:4333;top:11596;width:8;height:2" coordorigin="4333,11596" coordsize="8,0" path="m4333,11596l4341,11596e" filled="false" stroked="true" strokeweight=".48pt" strokecolor="#000000">
                <v:path arrowok="t"/>
              </v:shape>
            </v:group>
            <v:group style="position:absolute;left:4333;top:11620;width:8;height:2" coordorigin="4333,11620" coordsize="8,2">
              <v:shape style="position:absolute;left:4333;top:11620;width:8;height:2" coordorigin="4333,11620" coordsize="8,0" path="m4333,11620l4341,11620e" filled="false" stroked="true" strokeweight=".48pt" strokecolor="#000000">
                <v:path arrowok="t"/>
              </v:shape>
            </v:group>
            <v:group style="position:absolute;left:4333;top:11644;width:8;height:2" coordorigin="4333,11644" coordsize="8,2">
              <v:shape style="position:absolute;left:4333;top:11644;width:8;height:2" coordorigin="4333,11644" coordsize="8,0" path="m4333,11644l4341,11644e" filled="false" stroked="true" strokeweight=".48pt" strokecolor="#000000">
                <v:path arrowok="t"/>
              </v:shape>
            </v:group>
            <v:group style="position:absolute;left:4333;top:11668;width:8;height:2" coordorigin="4333,11668" coordsize="8,2">
              <v:shape style="position:absolute;left:4333;top:11668;width:8;height:2" coordorigin="4333,11668" coordsize="8,0" path="m4333,11668l4341,11668e" filled="false" stroked="true" strokeweight=".48pt" strokecolor="#000000">
                <v:path arrowok="t"/>
              </v:shape>
            </v:group>
            <v:group style="position:absolute;left:4333;top:11692;width:8;height:2" coordorigin="4333,11692" coordsize="8,2">
              <v:shape style="position:absolute;left:4333;top:11692;width:8;height:2" coordorigin="4333,11692" coordsize="8,0" path="m4333,11692l4341,11692e" filled="false" stroked="true" strokeweight=".48pt" strokecolor="#000000">
                <v:path arrowok="t"/>
              </v:shape>
            </v:group>
            <v:group style="position:absolute;left:4333;top:11716;width:8;height:2" coordorigin="4333,11716" coordsize="8,2">
              <v:shape style="position:absolute;left:4333;top:11716;width:8;height:2" coordorigin="4333,11716" coordsize="8,0" path="m4333,11716l4341,11716e" filled="false" stroked="true" strokeweight=".48pt" strokecolor="#000000">
                <v:path arrowok="t"/>
              </v:shape>
            </v:group>
            <v:group style="position:absolute;left:4333;top:11740;width:8;height:2" coordorigin="4333,11740" coordsize="8,2">
              <v:shape style="position:absolute;left:4333;top:11740;width:8;height:2" coordorigin="4333,11740" coordsize="8,0" path="m4333,11740l4341,11740e" filled="false" stroked="true" strokeweight=".48pt" strokecolor="#000000">
                <v:path arrowok="t"/>
              </v:shape>
            </v:group>
            <v:group style="position:absolute;left:4333;top:11764;width:8;height:2" coordorigin="4333,11764" coordsize="8,2">
              <v:shape style="position:absolute;left:4333;top:11764;width:8;height:2" coordorigin="4333,11764" coordsize="8,0" path="m4333,11764l4341,11764e" filled="false" stroked="true" strokeweight=".48pt" strokecolor="#000000">
                <v:path arrowok="t"/>
              </v:shape>
            </v:group>
            <v:group style="position:absolute;left:4333;top:11788;width:8;height:2" coordorigin="4333,11788" coordsize="8,2">
              <v:shape style="position:absolute;left:4333;top:11788;width:8;height:2" coordorigin="4333,11788" coordsize="8,0" path="m4333,11788l4341,11788e" filled="false" stroked="true" strokeweight=".48pt" strokecolor="#000000">
                <v:path arrowok="t"/>
              </v:shape>
            </v:group>
            <v:group style="position:absolute;left:4333;top:11812;width:8;height:2" coordorigin="4333,11812" coordsize="8,2">
              <v:shape style="position:absolute;left:4333;top:11812;width:8;height:2" coordorigin="4333,11812" coordsize="8,0" path="m4333,11812l4341,11812e" filled="false" stroked="true" strokeweight=".48pt" strokecolor="#000000">
                <v:path arrowok="t"/>
              </v:shape>
            </v:group>
            <v:group style="position:absolute;left:4333;top:11836;width:8;height:2" coordorigin="4333,11836" coordsize="8,2">
              <v:shape style="position:absolute;left:4333;top:11836;width:8;height:2" coordorigin="4333,11836" coordsize="8,0" path="m4333,11836l4341,11836e" filled="false" stroked="true" strokeweight=".48pt" strokecolor="#000000">
                <v:path arrowok="t"/>
              </v:shape>
            </v:group>
            <v:group style="position:absolute;left:4333;top:11860;width:8;height:2" coordorigin="4333,11860" coordsize="8,2">
              <v:shape style="position:absolute;left:4333;top:11860;width:8;height:2" coordorigin="4333,11860" coordsize="8,0" path="m4333,11860l4341,11860e" filled="false" stroked="true" strokeweight=".48pt" strokecolor="#000000">
                <v:path arrowok="t"/>
              </v:shape>
            </v:group>
            <v:group style="position:absolute;left:4333;top:11884;width:8;height:2" coordorigin="4333,11884" coordsize="8,2">
              <v:shape style="position:absolute;left:4333;top:11884;width:8;height:2" coordorigin="4333,11884" coordsize="8,0" path="m4333,11884l4341,11884e" filled="false" stroked="true" strokeweight=".48pt" strokecolor="#000000">
                <v:path arrowok="t"/>
              </v:shape>
            </v:group>
            <v:group style="position:absolute;left:4333;top:11908;width:8;height:2" coordorigin="4333,11908" coordsize="8,2">
              <v:shape style="position:absolute;left:4333;top:11908;width:8;height:2" coordorigin="4333,11908" coordsize="8,0" path="m4333,11908l4341,11908e" filled="false" stroked="true" strokeweight=".48pt" strokecolor="#000000">
                <v:path arrowok="t"/>
              </v:shape>
            </v:group>
            <v:group style="position:absolute;left:4333;top:11932;width:8;height:2" coordorigin="4333,11932" coordsize="8,2">
              <v:shape style="position:absolute;left:4333;top:11932;width:8;height:2" coordorigin="4333,11932" coordsize="8,0" path="m4333,11932l4341,11932e" filled="false" stroked="true" strokeweight=".48pt" strokecolor="#000000">
                <v:path arrowok="t"/>
              </v:shape>
            </v:group>
            <v:group style="position:absolute;left:4333;top:12004;width:8;height:2" coordorigin="4333,12004" coordsize="8,2">
              <v:shape style="position:absolute;left:4333;top:12004;width:8;height:2" coordorigin="4333,12004" coordsize="8,0" path="m4333,12004l4341,12004e" filled="false" stroked="true" strokeweight=".48pt" strokecolor="#000000">
                <v:path arrowok="t"/>
              </v:shape>
            </v:group>
            <v:group style="position:absolute;left:4333;top:12028;width:8;height:2" coordorigin="4333,12028" coordsize="8,2">
              <v:shape style="position:absolute;left:4333;top:12028;width:8;height:2" coordorigin="4333,12028" coordsize="8,0" path="m4333,12028l4341,12028e" filled="false" stroked="true" strokeweight=".48pt" strokecolor="#000000">
                <v:path arrowok="t"/>
              </v:shape>
            </v:group>
            <v:group style="position:absolute;left:4333;top:12052;width:8;height:2" coordorigin="4333,12052" coordsize="8,2">
              <v:shape style="position:absolute;left:4333;top:12052;width:8;height:2" coordorigin="4333,12052" coordsize="8,0" path="m4333,12052l4341,12052e" filled="false" stroked="true" strokeweight=".48pt" strokecolor="#000000">
                <v:path arrowok="t"/>
              </v:shape>
            </v:group>
            <v:group style="position:absolute;left:4333;top:12076;width:8;height:2" coordorigin="4333,12076" coordsize="8,2">
              <v:shape style="position:absolute;left:4333;top:12076;width:8;height:2" coordorigin="4333,12076" coordsize="8,0" path="m4333,12076l4341,12076e" filled="false" stroked="true" strokeweight=".48pt" strokecolor="#000000">
                <v:path arrowok="t"/>
              </v:shape>
            </v:group>
            <v:group style="position:absolute;left:4333;top:12100;width:8;height:2" coordorigin="4333,12100" coordsize="8,2">
              <v:shape style="position:absolute;left:4333;top:12100;width:8;height:2" coordorigin="4333,12100" coordsize="8,0" path="m4333,12100l4341,12100e" filled="false" stroked="true" strokeweight=".48pt" strokecolor="#000000">
                <v:path arrowok="t"/>
              </v:shape>
            </v:group>
            <v:group style="position:absolute;left:4333;top:12124;width:8;height:2" coordorigin="4333,12124" coordsize="8,2">
              <v:shape style="position:absolute;left:4333;top:12124;width:8;height:2" coordorigin="4333,12124" coordsize="8,0" path="m4333,12124l4341,12124e" filled="false" stroked="true" strokeweight=".48pt" strokecolor="#000000">
                <v:path arrowok="t"/>
              </v:shape>
            </v:group>
            <v:group style="position:absolute;left:4333;top:12148;width:8;height:2" coordorigin="4333,12148" coordsize="8,2">
              <v:shape style="position:absolute;left:4333;top:12148;width:8;height:2" coordorigin="4333,12148" coordsize="8,0" path="m4333,12148l4341,12148e" filled="false" stroked="true" strokeweight=".48pt" strokecolor="#000000">
                <v:path arrowok="t"/>
              </v:shape>
            </v:group>
            <v:group style="position:absolute;left:4333;top:12172;width:8;height:2" coordorigin="4333,12172" coordsize="8,2">
              <v:shape style="position:absolute;left:4333;top:12172;width:8;height:2" coordorigin="4333,12172" coordsize="8,0" path="m4333,12172l4341,12172e" filled="false" stroked="true" strokeweight=".48pt" strokecolor="#000000">
                <v:path arrowok="t"/>
              </v:shape>
            </v:group>
            <v:group style="position:absolute;left:4333;top:12196;width:8;height:2" coordorigin="4333,12196" coordsize="8,2">
              <v:shape style="position:absolute;left:4333;top:12196;width:8;height:2" coordorigin="4333,12196" coordsize="8,0" path="m4333,12196l4341,12196e" filled="false" stroked="true" strokeweight=".48pt" strokecolor="#000000">
                <v:path arrowok="t"/>
              </v:shape>
            </v:group>
            <v:group style="position:absolute;left:4333;top:12220;width:8;height:2" coordorigin="4333,12220" coordsize="8,2">
              <v:shape style="position:absolute;left:4333;top:12220;width:8;height:2" coordorigin="4333,12220" coordsize="8,0" path="m4333,12220l4341,12220e" filled="false" stroked="true" strokeweight=".48pt" strokecolor="#000000">
                <v:path arrowok="t"/>
              </v:shape>
            </v:group>
            <v:group style="position:absolute;left:4333;top:12244;width:8;height:2" coordorigin="4333,12244" coordsize="8,2">
              <v:shape style="position:absolute;left:4333;top:12244;width:8;height:2" coordorigin="4333,12244" coordsize="8,0" path="m4333,12244l4341,12244e" filled="false" stroked="true" strokeweight=".48pt" strokecolor="#000000">
                <v:path arrowok="t"/>
              </v:shape>
            </v:group>
            <v:group style="position:absolute;left:4333;top:12268;width:8;height:2" coordorigin="4333,12268" coordsize="8,2">
              <v:shape style="position:absolute;left:4333;top:12268;width:8;height:2" coordorigin="4333,12268" coordsize="8,0" path="m4333,12268l4341,12268e" filled="false" stroked="true" strokeweight=".48pt" strokecolor="#000000">
                <v:path arrowok="t"/>
              </v:shape>
            </v:group>
            <v:group style="position:absolute;left:4333;top:12292;width:8;height:2" coordorigin="4333,12292" coordsize="8,2">
              <v:shape style="position:absolute;left:4333;top:12292;width:8;height:2" coordorigin="4333,12292" coordsize="8,0" path="m4333,12292l4341,12292e" filled="false" stroked="true" strokeweight=".48pt" strokecolor="#000000">
                <v:path arrowok="t"/>
              </v:shape>
            </v:group>
            <v:group style="position:absolute;left:4333;top:12316;width:8;height:2" coordorigin="4333,12316" coordsize="8,2">
              <v:shape style="position:absolute;left:4333;top:12316;width:8;height:2" coordorigin="4333,12316" coordsize="8,0" path="m4333,12316l4341,12316e" filled="false" stroked="true" strokeweight=".48pt" strokecolor="#000000">
                <v:path arrowok="t"/>
              </v:shape>
            </v:group>
            <v:group style="position:absolute;left:4333;top:12340;width:8;height:2" coordorigin="4333,12340" coordsize="8,2">
              <v:shape style="position:absolute;left:4333;top:12340;width:8;height:2" coordorigin="4333,12340" coordsize="8,0" path="m4333,12340l4341,12340e" filled="false" stroked="true" strokeweight=".479pt" strokecolor="#000000">
                <v:path arrowok="t"/>
              </v:shape>
            </v:group>
            <v:group style="position:absolute;left:4333;top:12364;width:8;height:2" coordorigin="4333,12364" coordsize="8,2">
              <v:shape style="position:absolute;left:4333;top:12364;width:8;height:2" coordorigin="4333,12364" coordsize="8,0" path="m4333,12364l4341,12364e" filled="false" stroked="true" strokeweight=".48pt" strokecolor="#000000">
                <v:path arrowok="t"/>
              </v:shape>
            </v:group>
            <v:group style="position:absolute;left:4333;top:12388;width:8;height:2" coordorigin="4333,12388" coordsize="8,2">
              <v:shape style="position:absolute;left:4333;top:12388;width:8;height:2" coordorigin="4333,12388" coordsize="8,0" path="m4333,12388l4341,12388e" filled="false" stroked="true" strokeweight=".48pt" strokecolor="#000000">
                <v:path arrowok="t"/>
              </v:shape>
            </v:group>
            <v:group style="position:absolute;left:4333;top:12412;width:8;height:2" coordorigin="4333,12412" coordsize="8,2">
              <v:shape style="position:absolute;left:4333;top:12412;width:8;height:2" coordorigin="4333,12412" coordsize="8,0" path="m4333,12412l4341,12412e" filled="false" stroked="true" strokeweight=".48pt" strokecolor="#000000">
                <v:path arrowok="t"/>
              </v:shape>
            </v:group>
            <v:group style="position:absolute;left:4333;top:12436;width:8;height:2" coordorigin="4333,12436" coordsize="8,2">
              <v:shape style="position:absolute;left:4333;top:12436;width:8;height:2" coordorigin="4333,12436" coordsize="8,0" path="m4333,12436l4341,12436e" filled="false" stroked="true" strokeweight=".48pt" strokecolor="#000000">
                <v:path arrowok="t"/>
              </v:shape>
            </v:group>
            <v:group style="position:absolute;left:4333;top:12460;width:8;height:2" coordorigin="4333,12460" coordsize="8,2">
              <v:shape style="position:absolute;left:4333;top:12460;width:8;height:2" coordorigin="4333,12460" coordsize="8,0" path="m4333,12460l4341,12460e" filled="false" stroked="true" strokeweight=".48pt" strokecolor="#000000">
                <v:path arrowok="t"/>
              </v:shape>
            </v:group>
            <v:group style="position:absolute;left:4333;top:12484;width:8;height:2" coordorigin="4333,12484" coordsize="8,2">
              <v:shape style="position:absolute;left:4333;top:12484;width:8;height:2" coordorigin="4333,12484" coordsize="8,0" path="m4333,12484l4341,12484e" filled="false" stroked="true" strokeweight=".48pt" strokecolor="#000000">
                <v:path arrowok="t"/>
              </v:shape>
            </v:group>
            <v:group style="position:absolute;left:4333;top:12508;width:8;height:2" coordorigin="4333,12508" coordsize="8,2">
              <v:shape style="position:absolute;left:4333;top:12508;width:8;height:2" coordorigin="4333,12508" coordsize="8,0" path="m4333,12508l4341,12508e" filled="false" stroked="true" strokeweight=".48pt" strokecolor="#000000">
                <v:path arrowok="t"/>
              </v:shape>
            </v:group>
            <v:group style="position:absolute;left:4333;top:12532;width:8;height:2" coordorigin="4333,12532" coordsize="8,2">
              <v:shape style="position:absolute;left:4333;top:12532;width:8;height:2" coordorigin="4333,12532" coordsize="8,0" path="m4333,12532l4341,12532e" filled="false" stroked="true" strokeweight=".48pt" strokecolor="#000000">
                <v:path arrowok="t"/>
              </v:shape>
            </v:group>
            <v:group style="position:absolute;left:4333;top:12556;width:8;height:2" coordorigin="4333,12556" coordsize="8,2">
              <v:shape style="position:absolute;left:4333;top:12556;width:8;height:2" coordorigin="4333,12556" coordsize="8,0" path="m4333,12556l4341,12556e" filled="false" stroked="true" strokeweight=".48pt" strokecolor="#000000">
                <v:path arrowok="t"/>
              </v:shape>
            </v:group>
            <v:group style="position:absolute;left:4333;top:12580;width:8;height:2" coordorigin="4333,12580" coordsize="8,2">
              <v:shape style="position:absolute;left:4333;top:12580;width:8;height:2" coordorigin="4333,12580" coordsize="8,0" path="m4333,12580l4341,12580e" filled="false" stroked="true" strokeweight=".48pt" strokecolor="#000000">
                <v:path arrowok="t"/>
              </v:shape>
            </v:group>
            <v:group style="position:absolute;left:4333;top:12604;width:8;height:2" coordorigin="4333,12604" coordsize="8,2">
              <v:shape style="position:absolute;left:4333;top:12604;width:8;height:2" coordorigin="4333,12604" coordsize="8,0" path="m4333,12604l4341,12604e" filled="false" stroked="true" strokeweight=".48pt" strokecolor="#000000">
                <v:path arrowok="t"/>
              </v:shape>
            </v:group>
            <v:group style="position:absolute;left:4333;top:12628;width:8;height:2" coordorigin="4333,12628" coordsize="8,2">
              <v:shape style="position:absolute;left:4333;top:12628;width:8;height:2" coordorigin="4333,12628" coordsize="8,0" path="m4333,12628l4341,12628e" filled="false" stroked="true" strokeweight=".48pt" strokecolor="#000000">
                <v:path arrowok="t"/>
              </v:shape>
            </v:group>
            <v:group style="position:absolute;left:4333;top:12652;width:8;height:2" coordorigin="4333,12652" coordsize="8,2">
              <v:shape style="position:absolute;left:4333;top:12652;width:8;height:2" coordorigin="4333,12652" coordsize="8,0" path="m4333,12652l4341,12652e" filled="false" stroked="true" strokeweight=".48pt" strokecolor="#000000">
                <v:path arrowok="t"/>
              </v:shape>
            </v:group>
            <v:group style="position:absolute;left:4333;top:12676;width:8;height:2" coordorigin="4333,12676" coordsize="8,2">
              <v:shape style="position:absolute;left:4333;top:12676;width:8;height:2" coordorigin="4333,12676" coordsize="8,0" path="m4333,12676l4341,12676e" filled="false" stroked="true" strokeweight=".48pt" strokecolor="#000000">
                <v:path arrowok="t"/>
              </v:shape>
            </v:group>
            <v:group style="position:absolute;left:4333;top:12700;width:8;height:2" coordorigin="4333,12700" coordsize="8,2">
              <v:shape style="position:absolute;left:4333;top:12700;width:8;height:2" coordorigin="4333,12700" coordsize="8,0" path="m4333,12700l4341,12700e" filled="false" stroked="true" strokeweight=".479pt" strokecolor="#000000">
                <v:path arrowok="t"/>
              </v:shape>
            </v:group>
            <v:group style="position:absolute;left:4333;top:12724;width:8;height:2" coordorigin="4333,12724" coordsize="8,2">
              <v:shape style="position:absolute;left:4333;top:12724;width:8;height:2" coordorigin="4333,12724" coordsize="8,0" path="m4333,12724l4341,12724e" filled="false" stroked="true" strokeweight=".48pt" strokecolor="#000000">
                <v:path arrowok="t"/>
              </v:shape>
            </v:group>
            <v:group style="position:absolute;left:4333;top:12748;width:8;height:2" coordorigin="4333,12748" coordsize="8,2">
              <v:shape style="position:absolute;left:4333;top:12748;width:8;height:2" coordorigin="4333,12748" coordsize="8,0" path="m4333,12748l4341,12748e" filled="false" stroked="true" strokeweight=".48pt" strokecolor="#000000">
                <v:path arrowok="t"/>
              </v:shape>
            </v:group>
            <v:group style="position:absolute;left:4333;top:12772;width:8;height:2" coordorigin="4333,12772" coordsize="8,2">
              <v:shape style="position:absolute;left:4333;top:12772;width:8;height:2" coordorigin="4333,12772" coordsize="8,0" path="m4333,12772l4341,12772e" filled="false" stroked="true" strokeweight=".48pt" strokecolor="#000000">
                <v:path arrowok="t"/>
              </v:shape>
            </v:group>
            <v:group style="position:absolute;left:4333;top:12796;width:8;height:2" coordorigin="4333,12796" coordsize="8,2">
              <v:shape style="position:absolute;left:4333;top:12796;width:8;height:2" coordorigin="4333,12796" coordsize="8,0" path="m4333,12796l4341,12796e" filled="false" stroked="true" strokeweight=".48pt" strokecolor="#000000">
                <v:path arrowok="t"/>
              </v:shape>
            </v:group>
            <v:group style="position:absolute;left:4333;top:12820;width:8;height:2" coordorigin="4333,12820" coordsize="8,2">
              <v:shape style="position:absolute;left:4333;top:12820;width:8;height:2" coordorigin="4333,12820" coordsize="8,0" path="m4333,12820l4341,12820e" filled="false" stroked="true" strokeweight=".48pt" strokecolor="#000000">
                <v:path arrowok="t"/>
              </v:shape>
            </v:group>
            <v:group style="position:absolute;left:4333;top:12844;width:8;height:2" coordorigin="4333,12844" coordsize="8,2">
              <v:shape style="position:absolute;left:4333;top:12844;width:8;height:2" coordorigin="4333,12844" coordsize="8,0" path="m4333,12844l4341,12844e" filled="false" stroked="true" strokeweight=".48pt" strokecolor="#000000">
                <v:path arrowok="t"/>
              </v:shape>
            </v:group>
            <v:group style="position:absolute;left:4333;top:12868;width:8;height:2" coordorigin="4333,12868" coordsize="8,2">
              <v:shape style="position:absolute;left:4333;top:12868;width:8;height:2" coordorigin="4333,12868" coordsize="8,0" path="m4333,12868l4341,12868e" filled="false" stroked="true" strokeweight=".48pt" strokecolor="#000000">
                <v:path arrowok="t"/>
              </v:shape>
            </v:group>
            <v:group style="position:absolute;left:4333;top:12892;width:8;height:2" coordorigin="4333,12892" coordsize="8,2">
              <v:shape style="position:absolute;left:4333;top:12892;width:8;height:2" coordorigin="4333,12892" coordsize="8,0" path="m4333,12892l4341,12892e" filled="false" stroked="true" strokeweight=".48pt" strokecolor="#000000">
                <v:path arrowok="t"/>
              </v:shape>
            </v:group>
            <v:group style="position:absolute;left:4333;top:12916;width:8;height:2" coordorigin="4333,12916" coordsize="8,2">
              <v:shape style="position:absolute;left:4333;top:12916;width:8;height:2" coordorigin="4333,12916" coordsize="8,0" path="m4333,12916l4341,12916e" filled="false" stroked="true" strokeweight=".48pt" strokecolor="#000000">
                <v:path arrowok="t"/>
              </v:shape>
            </v:group>
            <v:group style="position:absolute;left:4333;top:12940;width:8;height:2" coordorigin="4333,12940" coordsize="8,2">
              <v:shape style="position:absolute;left:4333;top:12940;width:8;height:2" coordorigin="4333,12940" coordsize="8,0" path="m4333,12940l4341,12940e" filled="false" stroked="true" strokeweight=".48pt" strokecolor="#000000">
                <v:path arrowok="t"/>
              </v:shape>
            </v:group>
            <v:group style="position:absolute;left:4333;top:12964;width:8;height:2" coordorigin="4333,12964" coordsize="8,2">
              <v:shape style="position:absolute;left:4333;top:12964;width:8;height:2" coordorigin="4333,12964" coordsize="8,0" path="m4333,12964l4341,12964e" filled="false" stroked="true" strokeweight=".48pt" strokecolor="#000000">
                <v:path arrowok="t"/>
              </v:shape>
            </v:group>
            <v:group style="position:absolute;left:4333;top:12988;width:8;height:2" coordorigin="4333,12988" coordsize="8,2">
              <v:shape style="position:absolute;left:4333;top:12988;width:8;height:2" coordorigin="4333,12988" coordsize="8,0" path="m4333,12988l4341,12988e" filled="false" stroked="true" strokeweight=".48pt" strokecolor="#000000">
                <v:path arrowok="t"/>
              </v:shape>
            </v:group>
            <v:group style="position:absolute;left:4333;top:13012;width:8;height:2" coordorigin="4333,13012" coordsize="8,2">
              <v:shape style="position:absolute;left:4333;top:13012;width:8;height:2" coordorigin="4333,13012" coordsize="8,0" path="m4333,13012l4341,13012e" filled="false" stroked="true" strokeweight=".48pt" strokecolor="#000000">
                <v:path arrowok="t"/>
              </v:shape>
            </v:group>
            <v:group style="position:absolute;left:4333;top:13036;width:8;height:2" coordorigin="4333,13036" coordsize="8,2">
              <v:shape style="position:absolute;left:4333;top:13036;width:8;height:2" coordorigin="4333,13036" coordsize="8,0" path="m4333,13036l4341,13036e" filled="false" stroked="true" strokeweight=".48pt" strokecolor="#000000">
                <v:path arrowok="t"/>
              </v:shape>
            </v:group>
            <v:group style="position:absolute;left:4333;top:13060;width:8;height:2" coordorigin="4333,13060" coordsize="8,2">
              <v:shape style="position:absolute;left:4333;top:13060;width:8;height:2" coordorigin="4333,13060" coordsize="8,0" path="m4333,13060l4341,13060e" filled="false" stroked="true" strokeweight=".48pt" strokecolor="#000000">
                <v:path arrowok="t"/>
              </v:shape>
            </v:group>
            <v:group style="position:absolute;left:4333;top:13084;width:8;height:2" coordorigin="4333,13084" coordsize="8,2">
              <v:shape style="position:absolute;left:4333;top:13084;width:8;height:2" coordorigin="4333,13084" coordsize="8,0" path="m4333,13084l4341,13084e" filled="false" stroked="true" strokeweight=".48pt" strokecolor="#000000">
                <v:path arrowok="t"/>
              </v:shape>
            </v:group>
            <v:group style="position:absolute;left:4333;top:13108;width:8;height:2" coordorigin="4333,13108" coordsize="8,2">
              <v:shape style="position:absolute;left:4333;top:13108;width:8;height:2" coordorigin="4333,13108" coordsize="8,0" path="m4333,13108l4341,13108e" filled="false" stroked="true" strokeweight=".48pt" strokecolor="#000000">
                <v:path arrowok="t"/>
              </v:shape>
            </v:group>
            <v:group style="position:absolute;left:4333;top:13132;width:8;height:2" coordorigin="4333,13132" coordsize="8,2">
              <v:shape style="position:absolute;left:4333;top:13132;width:8;height:2" coordorigin="4333,13132" coordsize="8,0" path="m4333,13132l4341,13132e" filled="false" stroked="true" strokeweight=".48pt" strokecolor="#000000">
                <v:path arrowok="t"/>
              </v:shape>
            </v:group>
            <v:group style="position:absolute;left:4333;top:13156;width:8;height:2" coordorigin="4333,13156" coordsize="8,2">
              <v:shape style="position:absolute;left:4333;top:13156;width:8;height:2" coordorigin="4333,13156" coordsize="8,0" path="m4333,13156l4341,13156e" filled="false" stroked="true" strokeweight=".48pt" strokecolor="#000000">
                <v:path arrowok="t"/>
              </v:shape>
            </v:group>
            <v:group style="position:absolute;left:4333;top:13180;width:8;height:2" coordorigin="4333,13180" coordsize="8,2">
              <v:shape style="position:absolute;left:4333;top:13180;width:8;height:2" coordorigin="4333,13180" coordsize="8,0" path="m4333,13180l4341,13180e" filled="false" stroked="true" strokeweight=".48pt" strokecolor="#000000">
                <v:path arrowok="t"/>
              </v:shape>
            </v:group>
            <v:group style="position:absolute;left:4333;top:13204;width:8;height:2" coordorigin="4333,13204" coordsize="8,2">
              <v:shape style="position:absolute;left:4333;top:13204;width:8;height:2" coordorigin="4333,13204" coordsize="8,0" path="m4333,13204l4341,13204e" filled="false" stroked="true" strokeweight=".48pt" strokecolor="#000000">
                <v:path arrowok="t"/>
              </v:shape>
            </v:group>
            <v:group style="position:absolute;left:4333;top:13228;width:8;height:2" coordorigin="4333,13228" coordsize="8,2">
              <v:shape style="position:absolute;left:4333;top:13228;width:8;height:2" coordorigin="4333,13228" coordsize="8,0" path="m4333,13228l4341,13228e" filled="false" stroked="true" strokeweight=".48pt" strokecolor="#000000">
                <v:path arrowok="t"/>
              </v:shape>
            </v:group>
            <v:group style="position:absolute;left:4333;top:13252;width:8;height:2" coordorigin="4333,13252" coordsize="8,2">
              <v:shape style="position:absolute;left:4333;top:13252;width:8;height:2" coordorigin="4333,13252" coordsize="8,0" path="m4333,13252l4341,13252e" filled="false" stroked="true" strokeweight=".48pt" strokecolor="#000000">
                <v:path arrowok="t"/>
              </v:shape>
            </v:group>
            <v:group style="position:absolute;left:4333;top:13276;width:8;height:2" coordorigin="4333,13276" coordsize="8,2">
              <v:shape style="position:absolute;left:4333;top:13276;width:8;height:2" coordorigin="4333,13276" coordsize="8,0" path="m4333,13276l4341,13276e" filled="false" stroked="true" strokeweight=".48pt" strokecolor="#000000">
                <v:path arrowok="t"/>
              </v:shape>
            </v:group>
            <v:group style="position:absolute;left:4333;top:13300;width:8;height:2" coordorigin="4333,13300" coordsize="8,2">
              <v:shape style="position:absolute;left:4333;top:13300;width:8;height:2" coordorigin="4333,13300" coordsize="8,0" path="m4333,13300l4341,13300e" filled="false" stroked="true" strokeweight=".48pt" strokecolor="#000000">
                <v:path arrowok="t"/>
              </v:shape>
            </v:group>
            <v:group style="position:absolute;left:4333;top:13324;width:8;height:2" coordorigin="4333,13324" coordsize="8,2">
              <v:shape style="position:absolute;left:4333;top:13324;width:8;height:2" coordorigin="4333,13324" coordsize="8,0" path="m4333,13324l4341,13324e" filled="false" stroked="true" strokeweight=".48pt" strokecolor="#000000">
                <v:path arrowok="t"/>
              </v:shape>
            </v:group>
            <v:group style="position:absolute;left:4333;top:13348;width:8;height:2" coordorigin="4333,13348" coordsize="8,2">
              <v:shape style="position:absolute;left:4333;top:13348;width:8;height:2" coordorigin="4333,13348" coordsize="8,0" path="m4333,13348l4341,13348e" filled="false" stroked="true" strokeweight=".48pt" strokecolor="#000000">
                <v:path arrowok="t"/>
              </v:shape>
            </v:group>
            <v:group style="position:absolute;left:4333;top:13372;width:8;height:2" coordorigin="4333,13372" coordsize="8,2">
              <v:shape style="position:absolute;left:4333;top:13372;width:8;height:2" coordorigin="4333,13372" coordsize="8,0" path="m4333,13372l4341,13372e" filled="false" stroked="true" strokeweight=".48pt" strokecolor="#000000">
                <v:path arrowok="t"/>
              </v:shape>
            </v:group>
            <v:group style="position:absolute;left:4333;top:13396;width:8;height:2" coordorigin="4333,13396" coordsize="8,2">
              <v:shape style="position:absolute;left:4333;top:13396;width:8;height:2" coordorigin="4333,13396" coordsize="8,0" path="m4333,13396l4341,13396e" filled="false" stroked="true" strokeweight=".48pt" strokecolor="#000000">
                <v:path arrowok="t"/>
              </v:shape>
            </v:group>
            <v:group style="position:absolute;left:4333;top:13420;width:8;height:2" coordorigin="4333,13420" coordsize="8,2">
              <v:shape style="position:absolute;left:4333;top:13420;width:8;height:2" coordorigin="4333,13420" coordsize="8,0" path="m4333,13420l4341,13420e" filled="false" stroked="true" strokeweight=".48pt" strokecolor="#000000">
                <v:path arrowok="t"/>
              </v:shape>
            </v:group>
            <v:group style="position:absolute;left:4333;top:13444;width:8;height:2" coordorigin="4333,13444" coordsize="8,2">
              <v:shape style="position:absolute;left:4333;top:13444;width:8;height:2" coordorigin="4333,13444" coordsize="8,0" path="m4333,13444l4341,13444e" filled="false" stroked="true" strokeweight=".479pt" strokecolor="#000000">
                <v:path arrowok="t"/>
              </v:shape>
            </v:group>
            <v:group style="position:absolute;left:4333;top:13468;width:8;height:2" coordorigin="4333,13468" coordsize="8,2">
              <v:shape style="position:absolute;left:4333;top:13468;width:8;height:2" coordorigin="4333,13468" coordsize="8,0" path="m4333,13468l4341,13468e" filled="false" stroked="true" strokeweight=".48pt" strokecolor="#000000">
                <v:path arrowok="t"/>
              </v:shape>
            </v:group>
            <v:group style="position:absolute;left:4333;top:13492;width:8;height:2" coordorigin="4333,13492" coordsize="8,2">
              <v:shape style="position:absolute;left:4333;top:13492;width:8;height:2" coordorigin="4333,13492" coordsize="8,0" path="m4333,13492l4341,13492e" filled="false" stroked="true" strokeweight=".48pt" strokecolor="#000000">
                <v:path arrowok="t"/>
              </v:shape>
            </v:group>
            <v:group style="position:absolute;left:4333;top:13516;width:8;height:2" coordorigin="4333,13516" coordsize="8,2">
              <v:shape style="position:absolute;left:4333;top:13516;width:8;height:2" coordorigin="4333,13516" coordsize="8,0" path="m4333,13516l4341,13516e" filled="false" stroked="true" strokeweight=".48pt" strokecolor="#000000">
                <v:path arrowok="t"/>
              </v:shape>
            </v:group>
            <v:group style="position:absolute;left:4333;top:13540;width:8;height:2" coordorigin="4333,13540" coordsize="8,2">
              <v:shape style="position:absolute;left:4333;top:13540;width:8;height:2" coordorigin="4333,13540" coordsize="8,0" path="m4333,13540l4341,13540e" filled="false" stroked="true" strokeweight=".48pt" strokecolor="#000000">
                <v:path arrowok="t"/>
              </v:shape>
            </v:group>
            <v:group style="position:absolute;left:4333;top:13564;width:8;height:2" coordorigin="4333,13564" coordsize="8,2">
              <v:shape style="position:absolute;left:4333;top:13564;width:8;height:2" coordorigin="4333,13564" coordsize="8,0" path="m4333,13564l4341,13564e" filled="false" stroked="true" strokeweight=".48pt" strokecolor="#000000">
                <v:path arrowok="t"/>
              </v:shape>
            </v:group>
            <v:group style="position:absolute;left:4333;top:13588;width:8;height:2" coordorigin="4333,13588" coordsize="8,2">
              <v:shape style="position:absolute;left:4333;top:13588;width:8;height:2" coordorigin="4333,13588" coordsize="8,0" path="m4333,13588l4341,13588e" filled="false" stroked="true" strokeweight=".48pt" strokecolor="#000000">
                <v:path arrowok="t"/>
              </v:shape>
            </v:group>
            <v:group style="position:absolute;left:4333;top:13612;width:8;height:2" coordorigin="4333,13612" coordsize="8,2">
              <v:shape style="position:absolute;left:4333;top:13612;width:8;height:2" coordorigin="4333,13612" coordsize="8,0" path="m4333,13612l4341,13612e" filled="false" stroked="true" strokeweight=".48pt" strokecolor="#000000">
                <v:path arrowok="t"/>
              </v:shape>
            </v:group>
            <v:group style="position:absolute;left:4333;top:11524;width:8;height:2" coordorigin="4333,11524" coordsize="8,2">
              <v:shape style="position:absolute;left:4333;top:11524;width:8;height:2" coordorigin="4333,11524" coordsize="8,0" path="m4333,11524l4341,11524e" filled="false" stroked="true" strokeweight=".48pt" strokecolor="#000000">
                <v:path arrowok="t"/>
              </v:shape>
            </v:group>
            <v:group style="position:absolute;left:4333;top:11548;width:8;height:2" coordorigin="4333,11548" coordsize="8,2">
              <v:shape style="position:absolute;left:4333;top:11548;width:8;height:2" coordorigin="4333,11548" coordsize="8,0" path="m4333,11548l4341,11548e" filled="false" stroked="true" strokeweight=".48pt" strokecolor="#000000">
                <v:path arrowok="t"/>
              </v:shape>
            </v:group>
            <v:group style="position:absolute;left:4333;top:11572;width:8;height:2" coordorigin="4333,11572" coordsize="8,2">
              <v:shape style="position:absolute;left:4333;top:11572;width:8;height:2" coordorigin="4333,11572" coordsize="8,0" path="m4333,11572l4341,11572e" filled="false" stroked="true" strokeweight=".48pt" strokecolor="#000000">
                <v:path arrowok="t"/>
              </v:shape>
            </v:group>
            <v:group style="position:absolute;left:4333;top:11596;width:8;height:2" coordorigin="4333,11596" coordsize="8,2">
              <v:shape style="position:absolute;left:4333;top:11596;width:8;height:2" coordorigin="4333,11596" coordsize="8,0" path="m4333,11596l4341,11596e" filled="false" stroked="true" strokeweight=".48pt" strokecolor="#000000">
                <v:path arrowok="t"/>
              </v:shape>
            </v:group>
            <v:group style="position:absolute;left:4333;top:11620;width:8;height:2" coordorigin="4333,11620" coordsize="8,2">
              <v:shape style="position:absolute;left:4333;top:11620;width:8;height:2" coordorigin="4333,11620" coordsize="8,0" path="m4333,11620l4341,11620e" filled="false" stroked="true" strokeweight=".48pt" strokecolor="#000000">
                <v:path arrowok="t"/>
              </v:shape>
            </v:group>
            <v:group style="position:absolute;left:4333;top:11644;width:8;height:2" coordorigin="4333,11644" coordsize="8,2">
              <v:shape style="position:absolute;left:4333;top:11644;width:8;height:2" coordorigin="4333,11644" coordsize="8,0" path="m4333,11644l4341,11644e" filled="false" stroked="true" strokeweight=".48pt" strokecolor="#000000">
                <v:path arrowok="t"/>
              </v:shape>
            </v:group>
            <v:group style="position:absolute;left:4333;top:11668;width:8;height:2" coordorigin="4333,11668" coordsize="8,2">
              <v:shape style="position:absolute;left:4333;top:11668;width:8;height:2" coordorigin="4333,11668" coordsize="8,0" path="m4333,11668l4341,11668e" filled="false" stroked="true" strokeweight=".48pt" strokecolor="#000000">
                <v:path arrowok="t"/>
              </v:shape>
            </v:group>
            <v:group style="position:absolute;left:4333;top:11692;width:8;height:2" coordorigin="4333,11692" coordsize="8,2">
              <v:shape style="position:absolute;left:4333;top:11692;width:8;height:2" coordorigin="4333,11692" coordsize="8,0" path="m4333,11692l4341,11692e" filled="false" stroked="true" strokeweight=".48pt" strokecolor="#000000">
                <v:path arrowok="t"/>
              </v:shape>
            </v:group>
            <v:group style="position:absolute;left:4333;top:11716;width:8;height:2" coordorigin="4333,11716" coordsize="8,2">
              <v:shape style="position:absolute;left:4333;top:11716;width:8;height:2" coordorigin="4333,11716" coordsize="8,0" path="m4333,11716l4341,11716e" filled="false" stroked="true" strokeweight=".48pt" strokecolor="#000000">
                <v:path arrowok="t"/>
              </v:shape>
            </v:group>
            <v:group style="position:absolute;left:4333;top:11740;width:8;height:2" coordorigin="4333,11740" coordsize="8,2">
              <v:shape style="position:absolute;left:4333;top:11740;width:8;height:2" coordorigin="4333,11740" coordsize="8,0" path="m4333,11740l4341,11740e" filled="false" stroked="true" strokeweight=".48pt" strokecolor="#000000">
                <v:path arrowok="t"/>
              </v:shape>
            </v:group>
            <v:group style="position:absolute;left:4333;top:11764;width:8;height:2" coordorigin="4333,11764" coordsize="8,2">
              <v:shape style="position:absolute;left:4333;top:11764;width:8;height:2" coordorigin="4333,11764" coordsize="8,0" path="m4333,11764l4341,11764e" filled="false" stroked="true" strokeweight=".48pt" strokecolor="#000000">
                <v:path arrowok="t"/>
              </v:shape>
            </v:group>
            <v:group style="position:absolute;left:4333;top:11788;width:8;height:2" coordorigin="4333,11788" coordsize="8,2">
              <v:shape style="position:absolute;left:4333;top:11788;width:8;height:2" coordorigin="4333,11788" coordsize="8,0" path="m4333,11788l4341,11788e" filled="false" stroked="true" strokeweight=".48pt" strokecolor="#000000">
                <v:path arrowok="t"/>
              </v:shape>
            </v:group>
            <v:group style="position:absolute;left:4333;top:11812;width:8;height:2" coordorigin="4333,11812" coordsize="8,2">
              <v:shape style="position:absolute;left:4333;top:11812;width:8;height:2" coordorigin="4333,11812" coordsize="8,0" path="m4333,11812l4341,11812e" filled="false" stroked="true" strokeweight=".48pt" strokecolor="#000000">
                <v:path arrowok="t"/>
              </v:shape>
            </v:group>
            <v:group style="position:absolute;left:4333;top:11836;width:8;height:2" coordorigin="4333,11836" coordsize="8,2">
              <v:shape style="position:absolute;left:4333;top:11836;width:8;height:2" coordorigin="4333,11836" coordsize="8,0" path="m4333,11836l4341,11836e" filled="false" stroked="true" strokeweight=".48pt" strokecolor="#000000">
                <v:path arrowok="t"/>
              </v:shape>
            </v:group>
            <v:group style="position:absolute;left:4333;top:11860;width:8;height:2" coordorigin="4333,11860" coordsize="8,2">
              <v:shape style="position:absolute;left:4333;top:11860;width:8;height:2" coordorigin="4333,11860" coordsize="8,0" path="m4333,11860l4341,11860e" filled="false" stroked="true" strokeweight=".48pt" strokecolor="#000000">
                <v:path arrowok="t"/>
              </v:shape>
            </v:group>
            <v:group style="position:absolute;left:4333;top:11884;width:8;height:2" coordorigin="4333,11884" coordsize="8,2">
              <v:shape style="position:absolute;left:4333;top:11884;width:8;height:2" coordorigin="4333,11884" coordsize="8,0" path="m4333,11884l4341,11884e" filled="false" stroked="true" strokeweight=".48pt" strokecolor="#000000">
                <v:path arrowok="t"/>
              </v:shape>
            </v:group>
            <v:group style="position:absolute;left:4333;top:11908;width:8;height:2" coordorigin="4333,11908" coordsize="8,2">
              <v:shape style="position:absolute;left:4333;top:11908;width:8;height:2" coordorigin="4333,11908" coordsize="8,0" path="m4333,11908l4341,11908e" filled="false" stroked="true" strokeweight=".48pt" strokecolor="#000000">
                <v:path arrowok="t"/>
              </v:shape>
            </v:group>
            <v:group style="position:absolute;left:4333;top:11932;width:8;height:2" coordorigin="4333,11932" coordsize="8,2">
              <v:shape style="position:absolute;left:4333;top:11932;width:8;height:2" coordorigin="4333,11932" coordsize="8,0" path="m4333,11932l4341,11932e" filled="false" stroked="true" strokeweight=".48pt" strokecolor="#000000">
                <v:path arrowok="t"/>
              </v:shape>
            </v:group>
            <v:group style="position:absolute;left:4333;top:12004;width:8;height:2" coordorigin="4333,12004" coordsize="8,2">
              <v:shape style="position:absolute;left:4333;top:12004;width:8;height:2" coordorigin="4333,12004" coordsize="8,0" path="m4333,12004l4341,12004e" filled="false" stroked="true" strokeweight=".48pt" strokecolor="#000000">
                <v:path arrowok="t"/>
              </v:shape>
            </v:group>
            <v:group style="position:absolute;left:4333;top:12028;width:8;height:2" coordorigin="4333,12028" coordsize="8,2">
              <v:shape style="position:absolute;left:4333;top:12028;width:8;height:2" coordorigin="4333,12028" coordsize="8,0" path="m4333,12028l4341,12028e" filled="false" stroked="true" strokeweight=".48pt" strokecolor="#000000">
                <v:path arrowok="t"/>
              </v:shape>
            </v:group>
            <v:group style="position:absolute;left:4333;top:12052;width:8;height:2" coordorigin="4333,12052" coordsize="8,2">
              <v:shape style="position:absolute;left:4333;top:12052;width:8;height:2" coordorigin="4333,12052" coordsize="8,0" path="m4333,12052l4341,12052e" filled="false" stroked="true" strokeweight=".48pt" strokecolor="#000000">
                <v:path arrowok="t"/>
              </v:shape>
            </v:group>
            <v:group style="position:absolute;left:4333;top:12076;width:8;height:2" coordorigin="4333,12076" coordsize="8,2">
              <v:shape style="position:absolute;left:4333;top:12076;width:8;height:2" coordorigin="4333,12076" coordsize="8,0" path="m4333,12076l4341,12076e" filled="false" stroked="true" strokeweight=".48pt" strokecolor="#000000">
                <v:path arrowok="t"/>
              </v:shape>
            </v:group>
            <v:group style="position:absolute;left:4333;top:12100;width:8;height:2" coordorigin="4333,12100" coordsize="8,2">
              <v:shape style="position:absolute;left:4333;top:12100;width:8;height:2" coordorigin="4333,12100" coordsize="8,0" path="m4333,12100l4341,12100e" filled="false" stroked="true" strokeweight=".48pt" strokecolor="#000000">
                <v:path arrowok="t"/>
              </v:shape>
            </v:group>
            <v:group style="position:absolute;left:4333;top:12124;width:8;height:2" coordorigin="4333,12124" coordsize="8,2">
              <v:shape style="position:absolute;left:4333;top:12124;width:8;height:2" coordorigin="4333,12124" coordsize="8,0" path="m4333,12124l4341,12124e" filled="false" stroked="true" strokeweight=".48pt" strokecolor="#000000">
                <v:path arrowok="t"/>
              </v:shape>
            </v:group>
            <v:group style="position:absolute;left:4333;top:12148;width:8;height:2" coordorigin="4333,12148" coordsize="8,2">
              <v:shape style="position:absolute;left:4333;top:12148;width:8;height:2" coordorigin="4333,12148" coordsize="8,0" path="m4333,12148l4341,12148e" filled="false" stroked="true" strokeweight=".48pt" strokecolor="#000000">
                <v:path arrowok="t"/>
              </v:shape>
            </v:group>
            <v:group style="position:absolute;left:4333;top:12172;width:8;height:2" coordorigin="4333,12172" coordsize="8,2">
              <v:shape style="position:absolute;left:4333;top:12172;width:8;height:2" coordorigin="4333,12172" coordsize="8,0" path="m4333,12172l4341,12172e" filled="false" stroked="true" strokeweight=".48pt" strokecolor="#000000">
                <v:path arrowok="t"/>
              </v:shape>
            </v:group>
            <v:group style="position:absolute;left:4333;top:12196;width:8;height:2" coordorigin="4333,12196" coordsize="8,2">
              <v:shape style="position:absolute;left:4333;top:12196;width:8;height:2" coordorigin="4333,12196" coordsize="8,0" path="m4333,12196l4341,12196e" filled="false" stroked="true" strokeweight=".48pt" strokecolor="#000000">
                <v:path arrowok="t"/>
              </v:shape>
            </v:group>
            <v:group style="position:absolute;left:4333;top:12220;width:8;height:2" coordorigin="4333,12220" coordsize="8,2">
              <v:shape style="position:absolute;left:4333;top:12220;width:8;height:2" coordorigin="4333,12220" coordsize="8,0" path="m4333,12220l4341,12220e" filled="false" stroked="true" strokeweight=".48pt" strokecolor="#000000">
                <v:path arrowok="t"/>
              </v:shape>
            </v:group>
            <v:group style="position:absolute;left:4333;top:12244;width:8;height:2" coordorigin="4333,12244" coordsize="8,2">
              <v:shape style="position:absolute;left:4333;top:12244;width:8;height:2" coordorigin="4333,12244" coordsize="8,0" path="m4333,12244l4341,12244e" filled="false" stroked="true" strokeweight=".48pt" strokecolor="#000000">
                <v:path arrowok="t"/>
              </v:shape>
            </v:group>
            <v:group style="position:absolute;left:4333;top:12268;width:8;height:2" coordorigin="4333,12268" coordsize="8,2">
              <v:shape style="position:absolute;left:4333;top:12268;width:8;height:2" coordorigin="4333,12268" coordsize="8,0" path="m4333,12268l4341,12268e" filled="false" stroked="true" strokeweight=".48pt" strokecolor="#000000">
                <v:path arrowok="t"/>
              </v:shape>
            </v:group>
            <v:group style="position:absolute;left:4333;top:12292;width:8;height:2" coordorigin="4333,12292" coordsize="8,2">
              <v:shape style="position:absolute;left:4333;top:12292;width:8;height:2" coordorigin="4333,12292" coordsize="8,0" path="m4333,12292l4341,12292e" filled="false" stroked="true" strokeweight=".48pt" strokecolor="#000000">
                <v:path arrowok="t"/>
              </v:shape>
            </v:group>
            <v:group style="position:absolute;left:4333;top:12316;width:8;height:2" coordorigin="4333,12316" coordsize="8,2">
              <v:shape style="position:absolute;left:4333;top:12316;width:8;height:2" coordorigin="4333,12316" coordsize="8,0" path="m4333,12316l4341,12316e" filled="false" stroked="true" strokeweight=".48pt" strokecolor="#000000">
                <v:path arrowok="t"/>
              </v:shape>
            </v:group>
            <v:group style="position:absolute;left:4333;top:12340;width:8;height:2" coordorigin="4333,12340" coordsize="8,2">
              <v:shape style="position:absolute;left:4333;top:12340;width:8;height:2" coordorigin="4333,12340" coordsize="8,0" path="m4333,12340l4341,12340e" filled="false" stroked="true" strokeweight=".479pt" strokecolor="#000000">
                <v:path arrowok="t"/>
              </v:shape>
            </v:group>
            <v:group style="position:absolute;left:4333;top:12364;width:8;height:2" coordorigin="4333,12364" coordsize="8,2">
              <v:shape style="position:absolute;left:4333;top:12364;width:8;height:2" coordorigin="4333,12364" coordsize="8,0" path="m4333,12364l4341,12364e" filled="false" stroked="true" strokeweight=".48pt" strokecolor="#000000">
                <v:path arrowok="t"/>
              </v:shape>
            </v:group>
            <v:group style="position:absolute;left:4333;top:12388;width:8;height:2" coordorigin="4333,12388" coordsize="8,2">
              <v:shape style="position:absolute;left:4333;top:12388;width:8;height:2" coordorigin="4333,12388" coordsize="8,0" path="m4333,12388l4341,12388e" filled="false" stroked="true" strokeweight=".48pt" strokecolor="#000000">
                <v:path arrowok="t"/>
              </v:shape>
            </v:group>
            <v:group style="position:absolute;left:4333;top:12412;width:8;height:2" coordorigin="4333,12412" coordsize="8,2">
              <v:shape style="position:absolute;left:4333;top:12412;width:8;height:2" coordorigin="4333,12412" coordsize="8,0" path="m4333,12412l4341,12412e" filled="false" stroked="true" strokeweight=".48pt" strokecolor="#000000">
                <v:path arrowok="t"/>
              </v:shape>
            </v:group>
            <v:group style="position:absolute;left:4333;top:12436;width:8;height:2" coordorigin="4333,12436" coordsize="8,2">
              <v:shape style="position:absolute;left:4333;top:12436;width:8;height:2" coordorigin="4333,12436" coordsize="8,0" path="m4333,12436l4341,12436e" filled="false" stroked="true" strokeweight=".48pt" strokecolor="#000000">
                <v:path arrowok="t"/>
              </v:shape>
            </v:group>
            <v:group style="position:absolute;left:4333;top:12460;width:8;height:2" coordorigin="4333,12460" coordsize="8,2">
              <v:shape style="position:absolute;left:4333;top:12460;width:8;height:2" coordorigin="4333,12460" coordsize="8,0" path="m4333,12460l4341,12460e" filled="false" stroked="true" strokeweight=".48pt" strokecolor="#000000">
                <v:path arrowok="t"/>
              </v:shape>
            </v:group>
            <v:group style="position:absolute;left:4333;top:12484;width:8;height:2" coordorigin="4333,12484" coordsize="8,2">
              <v:shape style="position:absolute;left:4333;top:12484;width:8;height:2" coordorigin="4333,12484" coordsize="8,0" path="m4333,12484l4341,12484e" filled="false" stroked="true" strokeweight=".48pt" strokecolor="#000000">
                <v:path arrowok="t"/>
              </v:shape>
            </v:group>
            <v:group style="position:absolute;left:4333;top:12508;width:8;height:2" coordorigin="4333,12508" coordsize="8,2">
              <v:shape style="position:absolute;left:4333;top:12508;width:8;height:2" coordorigin="4333,12508" coordsize="8,0" path="m4333,12508l4341,12508e" filled="false" stroked="true" strokeweight=".48pt" strokecolor="#000000">
                <v:path arrowok="t"/>
              </v:shape>
            </v:group>
            <v:group style="position:absolute;left:4333;top:12532;width:8;height:2" coordorigin="4333,12532" coordsize="8,2">
              <v:shape style="position:absolute;left:4333;top:12532;width:8;height:2" coordorigin="4333,12532" coordsize="8,0" path="m4333,12532l4341,12532e" filled="false" stroked="true" strokeweight=".48pt" strokecolor="#000000">
                <v:path arrowok="t"/>
              </v:shape>
            </v:group>
            <v:group style="position:absolute;left:4333;top:12556;width:8;height:2" coordorigin="4333,12556" coordsize="8,2">
              <v:shape style="position:absolute;left:4333;top:12556;width:8;height:2" coordorigin="4333,12556" coordsize="8,0" path="m4333,12556l4341,12556e" filled="false" stroked="true" strokeweight=".48pt" strokecolor="#000000">
                <v:path arrowok="t"/>
              </v:shape>
            </v:group>
            <v:group style="position:absolute;left:4333;top:12580;width:8;height:2" coordorigin="4333,12580" coordsize="8,2">
              <v:shape style="position:absolute;left:4333;top:12580;width:8;height:2" coordorigin="4333,12580" coordsize="8,0" path="m4333,12580l4341,12580e" filled="false" stroked="true" strokeweight=".48pt" strokecolor="#000000">
                <v:path arrowok="t"/>
              </v:shape>
            </v:group>
            <v:group style="position:absolute;left:4333;top:12604;width:8;height:2" coordorigin="4333,12604" coordsize="8,2">
              <v:shape style="position:absolute;left:4333;top:12604;width:8;height:2" coordorigin="4333,12604" coordsize="8,0" path="m4333,12604l4341,12604e" filled="false" stroked="true" strokeweight=".48pt" strokecolor="#000000">
                <v:path arrowok="t"/>
              </v:shape>
            </v:group>
            <v:group style="position:absolute;left:4333;top:12628;width:8;height:2" coordorigin="4333,12628" coordsize="8,2">
              <v:shape style="position:absolute;left:4333;top:12628;width:8;height:2" coordorigin="4333,12628" coordsize="8,0" path="m4333,12628l4341,12628e" filled="false" stroked="true" strokeweight=".48pt" strokecolor="#000000">
                <v:path arrowok="t"/>
              </v:shape>
            </v:group>
            <v:group style="position:absolute;left:4333;top:12652;width:8;height:2" coordorigin="4333,12652" coordsize="8,2">
              <v:shape style="position:absolute;left:4333;top:12652;width:8;height:2" coordorigin="4333,12652" coordsize="8,0" path="m4333,12652l4341,12652e" filled="false" stroked="true" strokeweight=".48pt" strokecolor="#000000">
                <v:path arrowok="t"/>
              </v:shape>
            </v:group>
            <v:group style="position:absolute;left:4333;top:12676;width:8;height:2" coordorigin="4333,12676" coordsize="8,2">
              <v:shape style="position:absolute;left:4333;top:12676;width:8;height:2" coordorigin="4333,12676" coordsize="8,0" path="m4333,12676l4341,12676e" filled="false" stroked="true" strokeweight=".48pt" strokecolor="#000000">
                <v:path arrowok="t"/>
              </v:shape>
            </v:group>
            <v:group style="position:absolute;left:4333;top:12700;width:8;height:2" coordorigin="4333,12700" coordsize="8,2">
              <v:shape style="position:absolute;left:4333;top:12700;width:8;height:2" coordorigin="4333,12700" coordsize="8,0" path="m4333,12700l4341,12700e" filled="false" stroked="true" strokeweight=".479pt" strokecolor="#000000">
                <v:path arrowok="t"/>
              </v:shape>
            </v:group>
            <v:group style="position:absolute;left:4333;top:12724;width:8;height:2" coordorigin="4333,12724" coordsize="8,2">
              <v:shape style="position:absolute;left:4333;top:12724;width:8;height:2" coordorigin="4333,12724" coordsize="8,0" path="m4333,12724l4341,12724e" filled="false" stroked="true" strokeweight=".48pt" strokecolor="#000000">
                <v:path arrowok="t"/>
              </v:shape>
            </v:group>
            <v:group style="position:absolute;left:4333;top:12748;width:8;height:2" coordorigin="4333,12748" coordsize="8,2">
              <v:shape style="position:absolute;left:4333;top:12748;width:8;height:2" coordorigin="4333,12748" coordsize="8,0" path="m4333,12748l4341,12748e" filled="false" stroked="true" strokeweight=".48pt" strokecolor="#000000">
                <v:path arrowok="t"/>
              </v:shape>
            </v:group>
            <v:group style="position:absolute;left:4333;top:12772;width:8;height:2" coordorigin="4333,12772" coordsize="8,2">
              <v:shape style="position:absolute;left:4333;top:12772;width:8;height:2" coordorigin="4333,12772" coordsize="8,0" path="m4333,12772l4341,12772e" filled="false" stroked="true" strokeweight=".48pt" strokecolor="#000000">
                <v:path arrowok="t"/>
              </v:shape>
            </v:group>
            <v:group style="position:absolute;left:4333;top:12796;width:8;height:2" coordorigin="4333,12796" coordsize="8,2">
              <v:shape style="position:absolute;left:4333;top:12796;width:8;height:2" coordorigin="4333,12796" coordsize="8,0" path="m4333,12796l4341,12796e" filled="false" stroked="true" strokeweight=".48pt" strokecolor="#000000">
                <v:path arrowok="t"/>
              </v:shape>
            </v:group>
            <v:group style="position:absolute;left:4333;top:12820;width:8;height:2" coordorigin="4333,12820" coordsize="8,2">
              <v:shape style="position:absolute;left:4333;top:12820;width:8;height:2" coordorigin="4333,12820" coordsize="8,0" path="m4333,12820l4341,12820e" filled="false" stroked="true" strokeweight=".48pt" strokecolor="#000000">
                <v:path arrowok="t"/>
              </v:shape>
            </v:group>
            <v:group style="position:absolute;left:4333;top:12844;width:8;height:2" coordorigin="4333,12844" coordsize="8,2">
              <v:shape style="position:absolute;left:4333;top:12844;width:8;height:2" coordorigin="4333,12844" coordsize="8,0" path="m4333,12844l4341,12844e" filled="false" stroked="true" strokeweight=".48pt" strokecolor="#000000">
                <v:path arrowok="t"/>
              </v:shape>
            </v:group>
            <v:group style="position:absolute;left:4333;top:12868;width:8;height:2" coordorigin="4333,12868" coordsize="8,2">
              <v:shape style="position:absolute;left:4333;top:12868;width:8;height:2" coordorigin="4333,12868" coordsize="8,0" path="m4333,12868l4341,12868e" filled="false" stroked="true" strokeweight=".48pt" strokecolor="#000000">
                <v:path arrowok="t"/>
              </v:shape>
            </v:group>
            <v:group style="position:absolute;left:4333;top:12892;width:8;height:2" coordorigin="4333,12892" coordsize="8,2">
              <v:shape style="position:absolute;left:4333;top:12892;width:8;height:2" coordorigin="4333,12892" coordsize="8,0" path="m4333,12892l4341,12892e" filled="false" stroked="true" strokeweight=".48pt" strokecolor="#000000">
                <v:path arrowok="t"/>
              </v:shape>
            </v:group>
            <v:group style="position:absolute;left:4333;top:12916;width:8;height:2" coordorigin="4333,12916" coordsize="8,2">
              <v:shape style="position:absolute;left:4333;top:12916;width:8;height:2" coordorigin="4333,12916" coordsize="8,0" path="m4333,12916l4341,12916e" filled="false" stroked="true" strokeweight=".48pt" strokecolor="#000000">
                <v:path arrowok="t"/>
              </v:shape>
            </v:group>
            <v:group style="position:absolute;left:4333;top:12940;width:8;height:2" coordorigin="4333,12940" coordsize="8,2">
              <v:shape style="position:absolute;left:4333;top:12940;width:8;height:2" coordorigin="4333,12940" coordsize="8,0" path="m4333,12940l4341,12940e" filled="false" stroked="true" strokeweight=".48pt" strokecolor="#000000">
                <v:path arrowok="t"/>
              </v:shape>
            </v:group>
            <v:group style="position:absolute;left:4333;top:12964;width:8;height:2" coordorigin="4333,12964" coordsize="8,2">
              <v:shape style="position:absolute;left:4333;top:12964;width:8;height:2" coordorigin="4333,12964" coordsize="8,0" path="m4333,12964l4341,12964e" filled="false" stroked="true" strokeweight=".48pt" strokecolor="#000000">
                <v:path arrowok="t"/>
              </v:shape>
            </v:group>
            <v:group style="position:absolute;left:4333;top:12988;width:8;height:2" coordorigin="4333,12988" coordsize="8,2">
              <v:shape style="position:absolute;left:4333;top:12988;width:8;height:2" coordorigin="4333,12988" coordsize="8,0" path="m4333,12988l4341,12988e" filled="false" stroked="true" strokeweight=".48pt" strokecolor="#000000">
                <v:path arrowok="t"/>
              </v:shape>
            </v:group>
            <v:group style="position:absolute;left:4333;top:13012;width:8;height:2" coordorigin="4333,13012" coordsize="8,2">
              <v:shape style="position:absolute;left:4333;top:13012;width:8;height:2" coordorigin="4333,13012" coordsize="8,0" path="m4333,13012l4341,13012e" filled="false" stroked="true" strokeweight=".48pt" strokecolor="#000000">
                <v:path arrowok="t"/>
              </v:shape>
            </v:group>
            <v:group style="position:absolute;left:4333;top:13036;width:8;height:2" coordorigin="4333,13036" coordsize="8,2">
              <v:shape style="position:absolute;left:4333;top:13036;width:8;height:2" coordorigin="4333,13036" coordsize="8,0" path="m4333,13036l4341,13036e" filled="false" stroked="true" strokeweight=".48pt" strokecolor="#000000">
                <v:path arrowok="t"/>
              </v:shape>
            </v:group>
            <v:group style="position:absolute;left:4333;top:13060;width:8;height:2" coordorigin="4333,13060" coordsize="8,2">
              <v:shape style="position:absolute;left:4333;top:13060;width:8;height:2" coordorigin="4333,13060" coordsize="8,0" path="m4333,13060l4341,13060e" filled="false" stroked="true" strokeweight=".48pt" strokecolor="#000000">
                <v:path arrowok="t"/>
              </v:shape>
            </v:group>
            <v:group style="position:absolute;left:4333;top:13084;width:8;height:2" coordorigin="4333,13084" coordsize="8,2">
              <v:shape style="position:absolute;left:4333;top:13084;width:8;height:2" coordorigin="4333,13084" coordsize="8,0" path="m4333,13084l4341,13084e" filled="false" stroked="true" strokeweight=".48pt" strokecolor="#000000">
                <v:path arrowok="t"/>
              </v:shape>
            </v:group>
            <v:group style="position:absolute;left:4333;top:13108;width:8;height:2" coordorigin="4333,13108" coordsize="8,2">
              <v:shape style="position:absolute;left:4333;top:13108;width:8;height:2" coordorigin="4333,13108" coordsize="8,0" path="m4333,13108l4341,13108e" filled="false" stroked="true" strokeweight=".48pt" strokecolor="#000000">
                <v:path arrowok="t"/>
              </v:shape>
            </v:group>
            <v:group style="position:absolute;left:4333;top:13132;width:8;height:2" coordorigin="4333,13132" coordsize="8,2">
              <v:shape style="position:absolute;left:4333;top:13132;width:8;height:2" coordorigin="4333,13132" coordsize="8,0" path="m4333,13132l4341,13132e" filled="false" stroked="true" strokeweight=".48pt" strokecolor="#000000">
                <v:path arrowok="t"/>
              </v:shape>
            </v:group>
            <v:group style="position:absolute;left:4333;top:13156;width:8;height:2" coordorigin="4333,13156" coordsize="8,2">
              <v:shape style="position:absolute;left:4333;top:13156;width:8;height:2" coordorigin="4333,13156" coordsize="8,0" path="m4333,13156l4341,13156e" filled="false" stroked="true" strokeweight=".48pt" strokecolor="#000000">
                <v:path arrowok="t"/>
              </v:shape>
            </v:group>
            <v:group style="position:absolute;left:4333;top:13180;width:8;height:2" coordorigin="4333,13180" coordsize="8,2">
              <v:shape style="position:absolute;left:4333;top:13180;width:8;height:2" coordorigin="4333,13180" coordsize="8,0" path="m4333,13180l4341,13180e" filled="false" stroked="true" strokeweight=".48pt" strokecolor="#000000">
                <v:path arrowok="t"/>
              </v:shape>
            </v:group>
            <v:group style="position:absolute;left:4333;top:13204;width:8;height:2" coordorigin="4333,13204" coordsize="8,2">
              <v:shape style="position:absolute;left:4333;top:13204;width:8;height:2" coordorigin="4333,13204" coordsize="8,0" path="m4333,13204l4341,13204e" filled="false" stroked="true" strokeweight=".48pt" strokecolor="#000000">
                <v:path arrowok="t"/>
              </v:shape>
            </v:group>
            <v:group style="position:absolute;left:4333;top:13228;width:8;height:2" coordorigin="4333,13228" coordsize="8,2">
              <v:shape style="position:absolute;left:4333;top:13228;width:8;height:2" coordorigin="4333,13228" coordsize="8,0" path="m4333,13228l4341,13228e" filled="false" stroked="true" strokeweight=".48pt" strokecolor="#000000">
                <v:path arrowok="t"/>
              </v:shape>
            </v:group>
            <v:group style="position:absolute;left:4333;top:13252;width:8;height:2" coordorigin="4333,13252" coordsize="8,2">
              <v:shape style="position:absolute;left:4333;top:13252;width:8;height:2" coordorigin="4333,13252" coordsize="8,0" path="m4333,13252l4341,13252e" filled="false" stroked="true" strokeweight=".48pt" strokecolor="#000000">
                <v:path arrowok="t"/>
              </v:shape>
            </v:group>
            <v:group style="position:absolute;left:4333;top:13276;width:8;height:2" coordorigin="4333,13276" coordsize="8,2">
              <v:shape style="position:absolute;left:4333;top:13276;width:8;height:2" coordorigin="4333,13276" coordsize="8,0" path="m4333,13276l4341,13276e" filled="false" stroked="true" strokeweight=".48pt" strokecolor="#000000">
                <v:path arrowok="t"/>
              </v:shape>
            </v:group>
            <v:group style="position:absolute;left:4333;top:13300;width:8;height:2" coordorigin="4333,13300" coordsize="8,2">
              <v:shape style="position:absolute;left:4333;top:13300;width:8;height:2" coordorigin="4333,13300" coordsize="8,0" path="m4333,13300l4341,13300e" filled="false" stroked="true" strokeweight=".48pt" strokecolor="#000000">
                <v:path arrowok="t"/>
              </v:shape>
            </v:group>
            <v:group style="position:absolute;left:4333;top:13324;width:8;height:2" coordorigin="4333,13324" coordsize="8,2">
              <v:shape style="position:absolute;left:4333;top:13324;width:8;height:2" coordorigin="4333,13324" coordsize="8,0" path="m4333,13324l4341,13324e" filled="false" stroked="true" strokeweight=".48pt" strokecolor="#000000">
                <v:path arrowok="t"/>
              </v:shape>
            </v:group>
            <v:group style="position:absolute;left:4333;top:13348;width:8;height:2" coordorigin="4333,13348" coordsize="8,2">
              <v:shape style="position:absolute;left:4333;top:13348;width:8;height:2" coordorigin="4333,13348" coordsize="8,0" path="m4333,13348l4341,13348e" filled="false" stroked="true" strokeweight=".48pt" strokecolor="#000000">
                <v:path arrowok="t"/>
              </v:shape>
            </v:group>
            <v:group style="position:absolute;left:4333;top:13372;width:8;height:2" coordorigin="4333,13372" coordsize="8,2">
              <v:shape style="position:absolute;left:4333;top:13372;width:8;height:2" coordorigin="4333,13372" coordsize="8,0" path="m4333,13372l4341,13372e" filled="false" stroked="true" strokeweight=".48pt" strokecolor="#000000">
                <v:path arrowok="t"/>
              </v:shape>
            </v:group>
            <v:group style="position:absolute;left:4333;top:13396;width:8;height:2" coordorigin="4333,13396" coordsize="8,2">
              <v:shape style="position:absolute;left:4333;top:13396;width:8;height:2" coordorigin="4333,13396" coordsize="8,0" path="m4333,13396l4341,13396e" filled="false" stroked="true" strokeweight=".48pt" strokecolor="#000000">
                <v:path arrowok="t"/>
              </v:shape>
            </v:group>
            <v:group style="position:absolute;left:4333;top:13420;width:8;height:2" coordorigin="4333,13420" coordsize="8,2">
              <v:shape style="position:absolute;left:4333;top:13420;width:8;height:2" coordorigin="4333,13420" coordsize="8,0" path="m4333,13420l4341,13420e" filled="false" stroked="true" strokeweight=".48pt" strokecolor="#000000">
                <v:path arrowok="t"/>
              </v:shape>
            </v:group>
            <v:group style="position:absolute;left:4333;top:13444;width:8;height:2" coordorigin="4333,13444" coordsize="8,2">
              <v:shape style="position:absolute;left:4333;top:13444;width:8;height:2" coordorigin="4333,13444" coordsize="8,0" path="m4333,13444l4341,13444e" filled="false" stroked="true" strokeweight=".479pt" strokecolor="#000000">
                <v:path arrowok="t"/>
              </v:shape>
            </v:group>
            <v:group style="position:absolute;left:4333;top:13468;width:8;height:2" coordorigin="4333,13468" coordsize="8,2">
              <v:shape style="position:absolute;left:4333;top:13468;width:8;height:2" coordorigin="4333,13468" coordsize="8,0" path="m4333,13468l4341,13468e" filled="false" stroked="true" strokeweight=".48pt" strokecolor="#000000">
                <v:path arrowok="t"/>
              </v:shape>
            </v:group>
            <v:group style="position:absolute;left:4333;top:13492;width:8;height:2" coordorigin="4333,13492" coordsize="8,2">
              <v:shape style="position:absolute;left:4333;top:13492;width:8;height:2" coordorigin="4333,13492" coordsize="8,0" path="m4333,13492l4341,13492e" filled="false" stroked="true" strokeweight=".48pt" strokecolor="#000000">
                <v:path arrowok="t"/>
              </v:shape>
            </v:group>
            <v:group style="position:absolute;left:4333;top:13516;width:8;height:2" coordorigin="4333,13516" coordsize="8,2">
              <v:shape style="position:absolute;left:4333;top:13516;width:8;height:2" coordorigin="4333,13516" coordsize="8,0" path="m4333,13516l4341,13516e" filled="false" stroked="true" strokeweight=".48pt" strokecolor="#000000">
                <v:path arrowok="t"/>
              </v:shape>
            </v:group>
            <v:group style="position:absolute;left:4333;top:13540;width:8;height:2" coordorigin="4333,13540" coordsize="8,2">
              <v:shape style="position:absolute;left:4333;top:13540;width:8;height:2" coordorigin="4333,13540" coordsize="8,0" path="m4333,13540l4341,13540e" filled="false" stroked="true" strokeweight=".48pt" strokecolor="#000000">
                <v:path arrowok="t"/>
              </v:shape>
            </v:group>
            <v:group style="position:absolute;left:4333;top:13564;width:8;height:2" coordorigin="4333,13564" coordsize="8,2">
              <v:shape style="position:absolute;left:4333;top:13564;width:8;height:2" coordorigin="4333,13564" coordsize="8,0" path="m4333,13564l4341,13564e" filled="false" stroked="true" strokeweight=".48pt" strokecolor="#000000">
                <v:path arrowok="t"/>
              </v:shape>
            </v:group>
            <v:group style="position:absolute;left:4333;top:13588;width:8;height:2" coordorigin="4333,13588" coordsize="8,2">
              <v:shape style="position:absolute;left:4333;top:13588;width:8;height:2" coordorigin="4333,13588" coordsize="8,0" path="m4333,13588l4341,13588e" filled="false" stroked="true" strokeweight=".48pt" strokecolor="#000000">
                <v:path arrowok="t"/>
              </v:shape>
            </v:group>
            <v:group style="position:absolute;left:4333;top:13612;width:8;height:2" coordorigin="4333,13612" coordsize="8,2">
              <v:shape style="position:absolute;left:4333;top:13612;width:8;height:2" coordorigin="4333,13612" coordsize="8,0" path="m4333,13612l4341,13612e" filled="false" stroked="true" strokeweight=".48pt" strokecolor="#000000">
                <v:path arrowok="t"/>
              </v:shape>
            </v:group>
            <w10:wrap type="none"/>
          </v:group>
        </w:pict>
      </w:r>
    </w:p>
    <w:p>
      <w:pPr>
        <w:spacing w:line="200" w:lineRule="atLeast"/>
        <w:ind w:left="1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58.7pt;height:22.45pt;mso-position-horizontal-relative:char;mso-position-vertical-relative:line" coordorigin="0,0" coordsize="7174,449">
            <v:group style="position:absolute;left:20;top:11;width:1065;height:428" coordorigin="20,11" coordsize="1065,428">
              <v:shape style="position:absolute;left:20;top:11;width:1065;height:428" coordorigin="20,11" coordsize="1065,428" path="m20,11l20,438,1085,438,1085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85;top:11;width:2;height:428" coordorigin="1085,11" coordsize="2,428">
              <v:shape style="position:absolute;left:1085;top:11;width:2;height:428" coordorigin="1085,11" coordsize="0,428" path="m1085,11l1085,438e" filled="false" stroked="true" strokeweight=".36pt" strokecolor="#000000">
                <v:path arrowok="t"/>
              </v:shape>
            </v:group>
            <v:group style="position:absolute;left:7151;top:11;width:2;height:428" coordorigin="7151,11" coordsize="2,428">
              <v:shape style="position:absolute;left:7151;top:11;width:2;height:428" coordorigin="7151,11" coordsize="0,428" path="m7151,11l7151,438e" filled="false" stroked="true" strokeweight="1.079pt" strokecolor="#000000">
                <v:path arrowok="t"/>
              </v:shape>
            </v:group>
            <v:group style="position:absolute;left:11;top:11;width:7152;height:2" coordorigin="11,11" coordsize="7152,2">
              <v:shape style="position:absolute;left:11;top:11;width:7152;height:2" coordorigin="11,11" coordsize="7152,0" path="m11,11l7163,11e" filled="false" stroked="true" strokeweight="1.079pt" strokecolor="#000000">
                <v:path arrowok="t"/>
              </v:shape>
            </v:group>
            <v:group style="position:absolute;left:11;top:438;width:7152;height:2" coordorigin="11,438" coordsize="7152,2">
              <v:shape style="position:absolute;left:11;top:438;width:7152;height:2" coordorigin="11,438" coordsize="7152,0" path="m11,438l7163,438e" filled="false" stroked="true" strokeweight="1.079pt" strokecolor="#000000">
                <v:path arrowok="t"/>
              </v:shape>
              <v:shape style="position:absolute;left:20;top:11;width:106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14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85;top:11;width:6066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DU-MOOC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강좌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개설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안내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256"/>
        <w:gridCol w:w="489"/>
        <w:gridCol w:w="2901"/>
        <w:gridCol w:w="978"/>
        <w:gridCol w:w="940"/>
        <w:gridCol w:w="1393"/>
      </w:tblGrid>
      <w:tr>
        <w:trPr>
          <w:trHeight w:val="472" w:hRule="exact"/>
        </w:trPr>
        <w:tc>
          <w:tcPr>
            <w:tcW w:w="523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37"/>
              <w:ind w:left="81" w:right="7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교과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56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2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개설학과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9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901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1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0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left="1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담당교수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93" w:type="dxa"/>
            <w:tcBorders>
              <w:top w:val="single" w:sz="9" w:space="0" w:color="000000"/>
              <w:left w:val="single" w:sz="4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6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16" w:hRule="exact"/>
        </w:trPr>
        <w:tc>
          <w:tcPr>
            <w:tcW w:w="523" w:type="dxa"/>
            <w:tcBorders>
              <w:top w:val="single" w:sz="12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8"/>
              <w:ind w:left="8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2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6"/>
              <w:ind w:left="172" w:right="171" w:firstLine="9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재활과학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(직업재활)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8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9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8"/>
              <w:ind w:left="86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직업재활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8"/>
              <w:ind w:left="3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3923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8"/>
              <w:ind w:left="1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이달엽</w:t>
            </w:r>
          </w:p>
        </w:tc>
        <w:tc>
          <w:tcPr>
            <w:tcW w:w="13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4"/>
              <w:ind w:left="5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DU-MOOC(온라인)</w:t>
            </w:r>
          </w:p>
        </w:tc>
      </w:tr>
      <w:tr>
        <w:trPr>
          <w:trHeight w:val="350" w:hRule="exact"/>
        </w:trPr>
        <w:tc>
          <w:tcPr>
            <w:tcW w:w="523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8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균형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2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대학전체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3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동양철학과하이브리드문화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3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1037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1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양승권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DU-MOOC(온라인)</w:t>
            </w:r>
          </w:p>
        </w:tc>
      </w:tr>
      <w:tr>
        <w:trPr>
          <w:trHeight w:val="350" w:hRule="exact"/>
        </w:trPr>
        <w:tc>
          <w:tcPr>
            <w:tcW w:w="523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8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균형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2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대학전체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1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컴퓨팅적사고와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융합적문제해결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3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1041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1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조익성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DU-MOOC(온라인)</w:t>
            </w:r>
          </w:p>
        </w:tc>
      </w:tr>
      <w:tr>
        <w:trPr>
          <w:trHeight w:val="348" w:hRule="exact"/>
        </w:trPr>
        <w:tc>
          <w:tcPr>
            <w:tcW w:w="523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8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2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도시행정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5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기독교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사상의</w:t>
            </w:r>
            <w:r>
              <w:rPr>
                <w:rFonts w:ascii="돋움체" w:hAnsi="돋움체" w:cs="돋움체" w:eastAsia="돋움체"/>
                <w:spacing w:val="7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3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1055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1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박기묵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DU-MOOC(온라인)</w:t>
            </w:r>
          </w:p>
        </w:tc>
      </w:tr>
      <w:tr>
        <w:trPr>
          <w:trHeight w:val="418" w:hRule="exact"/>
        </w:trPr>
        <w:tc>
          <w:tcPr>
            <w:tcW w:w="523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8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7"/>
              <w:ind w:left="83" w:right="80" w:firstLine="17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인문교양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(스포츠레저)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5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스포츠미디어와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정보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3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2508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1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권욱동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8"/>
              <w:ind w:left="5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DU-MOOC(온라인)</w:t>
            </w:r>
          </w:p>
        </w:tc>
      </w:tr>
      <w:tr>
        <w:trPr>
          <w:trHeight w:val="348" w:hRule="exact"/>
        </w:trPr>
        <w:tc>
          <w:tcPr>
            <w:tcW w:w="523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8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자유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8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정보통신대학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86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인터넷의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3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1051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1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김중규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DU-MOOC(온라인)</w:t>
            </w:r>
          </w:p>
        </w:tc>
      </w:tr>
      <w:tr>
        <w:trPr>
          <w:trHeight w:val="350" w:hRule="exact"/>
        </w:trPr>
        <w:tc>
          <w:tcPr>
            <w:tcW w:w="523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8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8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미래융합대학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7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미래융합개론(2)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3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4069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1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조문수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DU-MOOC(온라인)</w:t>
            </w:r>
          </w:p>
        </w:tc>
      </w:tr>
      <w:tr>
        <w:trPr>
          <w:trHeight w:val="350" w:hRule="exact"/>
        </w:trPr>
        <w:tc>
          <w:tcPr>
            <w:tcW w:w="523" w:type="dxa"/>
            <w:tcBorders>
              <w:top w:val="single" w:sz="4" w:space="0" w:color="000000"/>
              <w:left w:val="nil" w:sz="6" w:space="0" w:color="auto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8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균형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2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대학전체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45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동아시아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도시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인문기행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3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1050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2"/>
              <w:ind w:left="1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허영은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5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DU-MOOC(온라인)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1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26.2pt;height:21.8pt;mso-position-horizontal-relative:char;mso-position-vertical-relative:line" coordorigin="0,0" coordsize="8524,436">
            <v:group style="position:absolute;left:20;top:11;width:8480;height:406" coordorigin="20,11" coordsize="8480,406">
              <v:shape style="position:absolute;left:20;top:11;width:8480;height:406" coordorigin="20,11" coordsize="8480,406" path="m20,11l20,416,8500,416,8500,11,20,11xe" filled="true" fillcolor="#e3dbc1" stroked="false">
                <v:path arrowok="t"/>
                <v:fill type="solid"/>
              </v:shape>
            </v:group>
            <v:group style="position:absolute;left:11;top:402;width:8500;height:2" coordorigin="11,402" coordsize="8500,2">
              <v:shape style="position:absolute;left:11;top:402;width:8500;height:2" coordorigin="11,402" coordsize="8500,0" path="m11,402l8510,402e" filled="false" stroked="true" strokeweight=".48pt" strokecolor="#000000">
                <v:path arrowok="t"/>
              </v:shape>
            </v:group>
            <v:group style="position:absolute;left:11;top:431;width:8500;height:2" coordorigin="11,431" coordsize="8500,2">
              <v:shape style="position:absolute;left:11;top:431;width:8500;height:2" coordorigin="11,431" coordsize="8500,0" path="m11,431l8510,431e" filled="false" stroked="true" strokeweight=".48pt" strokecolor="#000000">
                <v:path arrowok="t"/>
              </v:shape>
            </v:group>
            <v:group style="position:absolute;left:11;top:11;width:8502;height:2" coordorigin="11,11" coordsize="8502,2">
              <v:shape style="position:absolute;left:11;top:11;width:8502;height:2" coordorigin="11,11" coordsize="8502,0" path="m11,11l8512,11e" filled="false" stroked="true" strokeweight="1.079pt" strokecolor="#000000">
                <v:path arrowok="t"/>
              </v:shape>
              <v:shape style="position:absolute;left:20;top:11;width:8480;height:406" type="#_x0000_t202" filled="false" stroked="false">
                <v:textbox inset="0,0,0,0">
                  <w:txbxContent>
                    <w:p>
                      <w:pPr>
                        <w:spacing w:line="341" w:lineRule="exact" w:before="0"/>
                        <w:ind w:left="0" w:right="0" w:firstLine="0"/>
                        <w:jc w:val="center"/>
                        <w:rPr>
                          <w:rFonts w:ascii="함초롬돋움" w:hAnsi="함초롬돋움" w:cs="함초롬돋움" w:eastAsia="함초롬돋움"/>
                          <w:sz w:val="24"/>
                          <w:szCs w:val="24"/>
                        </w:rPr>
                      </w:pP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z w:val="24"/>
                          <w:szCs w:val="24"/>
                        </w:rPr>
                        <w:t>수강안내</w:t>
                      </w:r>
                      <w:r>
                        <w:rPr>
                          <w:rFonts w:ascii="함초롬돋움" w:hAnsi="함초롬돋움" w:cs="함초롬돋움" w:eastAsia="함초롬돋움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2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281"/>
        <w:gridCol w:w="1376"/>
        <w:gridCol w:w="269"/>
        <w:gridCol w:w="5150"/>
        <w:gridCol w:w="212"/>
      </w:tblGrid>
      <w:tr>
        <w:trPr>
          <w:trHeight w:val="576" w:hRule="exact"/>
        </w:trPr>
        <w:tc>
          <w:tcPr>
            <w:tcW w:w="1057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color w:val="FF0000"/>
                <w:sz w:val="20"/>
                <w:szCs w:val="20"/>
              </w:rPr>
              <w:t>수강신청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1657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7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88"/>
              <w:ind w:left="69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교내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630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68" w:val="left" w:leader="none"/>
              </w:tabs>
              <w:spacing w:line="231" w:lineRule="exact"/>
              <w:ind w:left="468" w:right="0" w:hanging="30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w w:val="65"/>
                <w:sz w:val="20"/>
                <w:szCs w:val="20"/>
              </w:rPr>
              <w:t>Ÿ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대구대학교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홈페이지에서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배너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클릭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후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절차를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66"/>
              <w:ind w:left="46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통해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수강신청(수강인원: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220명)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1970" w:hRule="exact"/>
        </w:trPr>
        <w:tc>
          <w:tcPr>
            <w:tcW w:w="1057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16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88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DU-MOOC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6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474" w:val="left" w:leader="none"/>
              </w:tabs>
              <w:spacing w:line="219" w:lineRule="exact" w:before="0" w:after="0"/>
              <w:ind w:left="473" w:right="0" w:hanging="27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hyperlink r:id="rId8">
              <w:r>
                <w:rPr>
                  <w:rFonts w:ascii="돋움체" w:hAnsi="돋움체" w:cs="돋움체" w:eastAsia="돋움체"/>
                  <w:color w:val="800080"/>
                  <w:spacing w:val="-1"/>
                  <w:sz w:val="18"/>
                  <w:szCs w:val="18"/>
                </w:rPr>
                <w:t>http://mooc.daegu.ac.kr/</w:t>
              </w:r>
            </w:hyperlink>
            <w:r>
              <w:rPr>
                <w:rFonts w:ascii="돋움체" w:hAnsi="돋움체" w:cs="돋움체" w:eastAsia="돋움체"/>
                <w:color w:val="800080"/>
                <w:spacing w:val="-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사이트에</w:t>
            </w:r>
            <w:r>
              <w:rPr>
                <w:rFonts w:ascii="돋움체" w:hAnsi="돋움체" w:cs="돋움체" w:eastAsia="돋움체"/>
                <w:spacing w:val="-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접속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39"/>
              <w:ind w:left="47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강좌</w:t>
            </w:r>
            <w:r>
              <w:rPr>
                <w:rFonts w:ascii="돋움체" w:hAnsi="돋움체" w:cs="돋움체" w:eastAsia="돋움체"/>
                <w:spacing w:val="-3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클릭,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수강신청(대구대학교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홈페이지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로그인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ID/비번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동일)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78" w:lineRule="auto" w:before="52"/>
              <w:ind w:left="473" w:right="87" w:hanging="27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2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DU-MOOC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사이트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내에서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취소를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눌러도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교내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학사관리시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스템에서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취소되지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않습니다.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78" w:lineRule="auto" w:before="23"/>
              <w:ind w:left="473" w:right="87" w:hanging="27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2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수강포기</w:t>
            </w:r>
            <w:r>
              <w:rPr>
                <w:rFonts w:ascii="돋움체" w:hAnsi="돋움체" w:cs="돋움체" w:eastAsia="돋움체"/>
                <w:spacing w:val="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기간</w:t>
            </w:r>
            <w:r>
              <w:rPr>
                <w:rFonts w:ascii="돋움체" w:hAnsi="돋움체" w:cs="돋움체" w:eastAsia="돋움체"/>
                <w:spacing w:val="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내에</w:t>
            </w:r>
            <w:r>
              <w:rPr>
                <w:rFonts w:ascii="돋움체" w:hAnsi="돋움체" w:cs="돋움체" w:eastAsia="돋움체"/>
                <w:spacing w:val="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학사</w:t>
            </w:r>
            <w:r>
              <w:rPr>
                <w:rFonts w:ascii="돋움체" w:hAnsi="돋움체" w:cs="돋움체" w:eastAsia="돋움체"/>
                <w:spacing w:val="2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일정에</w:t>
            </w:r>
            <w:r>
              <w:rPr>
                <w:rFonts w:ascii="돋움체" w:hAnsi="돋움체" w:cs="돋움체" w:eastAsia="돋움체"/>
                <w:spacing w:val="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따라</w:t>
            </w:r>
            <w:r>
              <w:rPr>
                <w:rFonts w:ascii="돋움체" w:hAnsi="돋움체" w:cs="돋움체" w:eastAsia="돋움체"/>
                <w:spacing w:val="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학사관리시스템에서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수강취소를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해야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학점에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불이익이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없습니다.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23"/>
              <w:ind w:left="47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(수강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변경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포기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신청기간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2020년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9월)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883" w:hRule="exact"/>
        </w:trPr>
        <w:tc>
          <w:tcPr>
            <w:tcW w:w="105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320" w:lineRule="exact" w:before="93"/>
              <w:ind w:left="216" w:right="224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오리엔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22"/>
                <w:w w:val="102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테이션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28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>
            <w:pPr>
              <w:pStyle w:val="TableParagraph"/>
              <w:spacing w:line="214" w:lineRule="exact"/>
              <w:ind w:left="368" w:right="0" w:hanging="27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2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스마트LMS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강좌별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강의실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접속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–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설문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오리엔테이션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필수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참석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75"/>
              <w:ind w:left="36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학습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평가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방법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안내,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미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참여시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과제점수에서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감점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88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강좌별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오리엔테이션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진행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814" w:hRule="exact"/>
        </w:trPr>
        <w:tc>
          <w:tcPr>
            <w:tcW w:w="105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40" w:lineRule="auto" w:before="179"/>
              <w:ind w:left="118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학습하기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28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>
            <w:pPr>
              <w:pStyle w:val="TableParagraph"/>
              <w:spacing w:line="217" w:lineRule="exact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DU-MOOC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플랫폼에서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학습활동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진행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39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2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강의수강,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퀴즈,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설문,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토론,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시험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등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39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2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강좌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동일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적용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960" w:hRule="exact"/>
        </w:trPr>
        <w:tc>
          <w:tcPr>
            <w:tcW w:w="1057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8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평가하기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7287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7" w:space="0" w:color="000000"/>
            </w:tcBorders>
          </w:tcPr>
          <w:p>
            <w:pPr>
              <w:pStyle w:val="TableParagraph"/>
              <w:spacing w:line="202" w:lineRule="exact"/>
              <w:ind w:left="437" w:right="0" w:hanging="26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①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DU-MOOC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강좌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후,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주차별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퀴즈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점수,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강의영상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시청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진도율,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최종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성적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60%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88"/>
              <w:ind w:right="1003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이수시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이수증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발급,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모든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강좌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동일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적용(미이수시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F처리)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88"/>
              <w:ind w:left="1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②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강좌별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평가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요소(추후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상세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안내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예정,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강좌별로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평가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비율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다름)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84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 w:val="restart"/>
            <w:tcBorders>
              <w:top w:val="nil" w:sz="6" w:space="0" w:color="auto"/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tabs>
                <w:tab w:pos="3763" w:val="left" w:leader="none"/>
              </w:tabs>
              <w:spacing w:line="240" w:lineRule="auto" w:before="13"/>
              <w:ind w:left="517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강좌명</w:t>
              <w:tab/>
              <w:t>세부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56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1"/>
                <w:sz w:val="20"/>
                <w:szCs w:val="20"/>
              </w:rPr>
              <w:t>기</w:t>
            </w:r>
            <w:r>
              <w:rPr>
                <w:rFonts w:ascii="함초롬돋움" w:hAnsi="함초롬돋움" w:cs="함초롬돋움" w:eastAsia="함초롬돋움"/>
                <w:b/>
                <w:bCs/>
                <w:sz w:val="20"/>
                <w:szCs w:val="20"/>
              </w:rPr>
              <w:t>준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</w:tc>
        <w:tc>
          <w:tcPr>
            <w:tcW w:w="212" w:type="dxa"/>
            <w:vMerge w:val="restart"/>
            <w:tcBorders>
              <w:top w:val="nil" w:sz="6" w:space="0" w:color="auto"/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705" w:hRule="exact"/>
        </w:trPr>
        <w:tc>
          <w:tcPr>
            <w:tcW w:w="1057" w:type="dxa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gridSpan w:val="2"/>
            <w:tcBorders>
              <w:top w:val="single" w:sz="12" w:space="0" w:color="000000"/>
              <w:left w:val="single" w:sz="4" w:space="0" w:color="000000"/>
              <w:bottom w:val="single" w:sz="26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single" w:sz="12" w:space="0" w:color="000000"/>
              <w:left w:val="nil" w:sz="6" w:space="0" w:color="auto"/>
              <w:bottom w:val="single" w:sz="26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left="1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①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D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U-M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OOC</w:t>
            </w:r>
            <w:r>
              <w:rPr>
                <w:rFonts w:ascii="한컴돋움" w:hAnsi="한컴돋움" w:cs="한컴돋움" w:eastAsia="한컴돋움"/>
                <w:spacing w:val="3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이수기준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318" w:lineRule="auto" w:before="98"/>
              <w:ind w:left="441" w:right="506" w:hanging="269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18"/>
                <w:sz w:val="18"/>
                <w:szCs w:val="18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평가항목별</w:t>
            </w:r>
            <w:r>
              <w:rPr>
                <w:rFonts w:ascii="한컴돋움" w:hAnsi="한컴돋움" w:cs="한컴돋움" w:eastAsia="한컴돋움"/>
                <w:spacing w:val="2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점수</w:t>
            </w:r>
            <w:r>
              <w:rPr>
                <w:rFonts w:ascii="한컴돋움" w:hAnsi="한컴돋움" w:cs="한컴돋움" w:eastAsia="한컴돋움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합계</w:t>
            </w:r>
            <w:r>
              <w:rPr>
                <w:rFonts w:ascii="한컴돋움" w:hAnsi="한컴돋움" w:cs="한컴돋움" w:eastAsia="한컴돋움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60점</w:t>
            </w:r>
            <w:r>
              <w:rPr>
                <w:rFonts w:ascii="한컴돋움" w:hAnsi="한컴돋움" w:cs="한컴돋움" w:eastAsia="한컴돋움"/>
                <w:spacing w:val="2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이상</w:t>
            </w:r>
            <w:r>
              <w:rPr>
                <w:rFonts w:ascii="한컴돋움" w:hAnsi="한컴돋움" w:cs="한컴돋움" w:eastAsia="한컴돋움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/</w:t>
            </w:r>
            <w:r>
              <w:rPr>
                <w:rFonts w:ascii="한컴돋움" w:hAnsi="한컴돋움" w:cs="한컴돋움" w:eastAsia="한컴돋움"/>
                <w:spacing w:val="2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미이수</w:t>
            </w:r>
            <w:r>
              <w:rPr>
                <w:rFonts w:ascii="한컴돋움" w:hAnsi="한컴돋움" w:cs="한컴돋움" w:eastAsia="한컴돋움"/>
                <w:spacing w:val="24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28"/>
                <w:w w:val="9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불가)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33"/>
              <w:ind w:left="800" w:right="0" w:hanging="25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-7"/>
                <w:w w:val="110"/>
                <w:sz w:val="20"/>
                <w:szCs w:val="20"/>
              </w:rPr>
              <w:t> </w:t>
            </w:r>
            <w:r>
              <w:rPr>
                <w:rFonts w:ascii="돋움체" w:hAnsi="돋움체" w:cs="돋움체" w:eastAsia="돋움체"/>
                <w:w w:val="105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spacing w:val="-35"/>
                <w:w w:val="10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105"/>
                <w:sz w:val="18"/>
                <w:szCs w:val="18"/>
              </w:rPr>
              <w:t>평가요소들의</w:t>
            </w:r>
            <w:r>
              <w:rPr>
                <w:rFonts w:ascii="돋움체" w:hAnsi="돋움체" w:cs="돋움체" w:eastAsia="돋움체"/>
                <w:spacing w:val="-34"/>
                <w:w w:val="10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105"/>
                <w:sz w:val="18"/>
                <w:szCs w:val="18"/>
              </w:rPr>
              <w:t>점수가</w:t>
            </w:r>
            <w:r>
              <w:rPr>
                <w:rFonts w:ascii="돋움체" w:hAnsi="돋움체" w:cs="돋움체" w:eastAsia="돋움체"/>
                <w:spacing w:val="-35"/>
                <w:w w:val="10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105"/>
                <w:sz w:val="18"/>
                <w:szCs w:val="18"/>
              </w:rPr>
              <w:t>합산되어</w:t>
            </w:r>
            <w:r>
              <w:rPr>
                <w:rFonts w:ascii="돋움체" w:hAnsi="돋움체" w:cs="돋움체" w:eastAsia="돋움체"/>
                <w:spacing w:val="-36"/>
                <w:w w:val="10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105"/>
                <w:sz w:val="18"/>
                <w:szCs w:val="18"/>
              </w:rPr>
              <w:t>진도율에</w:t>
            </w:r>
            <w:r>
              <w:rPr>
                <w:rFonts w:ascii="돋움체" w:hAnsi="돋움체" w:cs="돋움체" w:eastAsia="돋움체"/>
                <w:spacing w:val="-34"/>
                <w:w w:val="10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105"/>
                <w:sz w:val="18"/>
                <w:szCs w:val="18"/>
              </w:rPr>
              <w:t>반영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05"/>
              <w:ind w:left="8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총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성적이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계산됨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bottom w:val="single" w:sz="3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20" w:lineRule="atLeast"/>
        <w:ind w:left="10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6.2pt;height:1.1pt;mso-position-horizontal-relative:char;mso-position-vertical-relative:line" coordorigin="0,0" coordsize="8524,22">
            <v:group style="position:absolute;left:11;top:11;width:8502;height:2" coordorigin="11,11" coordsize="8502,2">
              <v:shape style="position:absolute;left:11;top:11;width:8502;height:2" coordorigin="11,11" coordsize="8502,0" path="m11,11l8512,11e" filled="false" stroked="true" strokeweight="1.07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0760" w:h="14740"/>
          <w:pgMar w:header="0" w:footer="417" w:top="1080" w:bottom="600" w:left="1100" w:right="9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group style="position:absolute;margin-left:216.434006pt;margin-top:68.276001pt;width:.85pt;height:350.9pt;mso-position-horizontal-relative:page;mso-position-vertical-relative:page;z-index:-337648" coordorigin="4329,1366" coordsize="17,7018">
            <v:group style="position:absolute;left:4333;top:1370;width:8;height:2" coordorigin="4333,1370" coordsize="8,2">
              <v:shape style="position:absolute;left:4333;top:1370;width:8;height:2" coordorigin="4333,1370" coordsize="8,0" path="m4333,1370l4341,1370e" filled="false" stroked="true" strokeweight=".48pt" strokecolor="#000000">
                <v:path arrowok="t"/>
              </v:shape>
            </v:group>
            <v:group style="position:absolute;left:4333;top:1394;width:8;height:2" coordorigin="4333,1394" coordsize="8,2">
              <v:shape style="position:absolute;left:4333;top:1394;width:8;height:2" coordorigin="4333,1394" coordsize="8,0" path="m4333,1394l4341,1394e" filled="false" stroked="true" strokeweight=".48pt" strokecolor="#000000">
                <v:path arrowok="t"/>
              </v:shape>
            </v:group>
            <v:group style="position:absolute;left:4333;top:1418;width:8;height:2" coordorigin="4333,1418" coordsize="8,2">
              <v:shape style="position:absolute;left:4333;top:1418;width:8;height:2" coordorigin="4333,1418" coordsize="8,0" path="m4333,1418l4341,1418e" filled="false" stroked="true" strokeweight=".48pt" strokecolor="#000000">
                <v:path arrowok="t"/>
              </v:shape>
            </v:group>
            <v:group style="position:absolute;left:4333;top:1442;width:8;height:2" coordorigin="4333,1442" coordsize="8,2">
              <v:shape style="position:absolute;left:4333;top:1442;width:8;height:2" coordorigin="4333,1442" coordsize="8,0" path="m4333,1442l4341,1442e" filled="false" stroked="true" strokeweight=".48pt" strokecolor="#000000">
                <v:path arrowok="t"/>
              </v:shape>
            </v:group>
            <v:group style="position:absolute;left:4333;top:1466;width:8;height:2" coordorigin="4333,1466" coordsize="8,2">
              <v:shape style="position:absolute;left:4333;top:1466;width:8;height:2" coordorigin="4333,1466" coordsize="8,0" path="m4333,1466l4341,1466e" filled="false" stroked="true" strokeweight=".48pt" strokecolor="#000000">
                <v:path arrowok="t"/>
              </v:shape>
            </v:group>
            <v:group style="position:absolute;left:4333;top:1490;width:8;height:2" coordorigin="4333,1490" coordsize="8,2">
              <v:shape style="position:absolute;left:4333;top:1490;width:8;height:2" coordorigin="4333,1490" coordsize="8,0" path="m4333,1490l4341,1490e" filled="false" stroked="true" strokeweight=".48pt" strokecolor="#000000">
                <v:path arrowok="t"/>
              </v:shape>
            </v:group>
            <v:group style="position:absolute;left:4333;top:1514;width:8;height:2" coordorigin="4333,1514" coordsize="8,2">
              <v:shape style="position:absolute;left:4333;top:1514;width:8;height:2" coordorigin="4333,1514" coordsize="8,0" path="m4333,1514l4341,1514e" filled="false" stroked="true" strokeweight=".48pt" strokecolor="#000000">
                <v:path arrowok="t"/>
              </v:shape>
            </v:group>
            <v:group style="position:absolute;left:4333;top:1538;width:8;height:2" coordorigin="4333,1538" coordsize="8,2">
              <v:shape style="position:absolute;left:4333;top:1538;width:8;height:2" coordorigin="4333,1538" coordsize="8,0" path="m4333,1538l4341,1538e" filled="false" stroked="true" strokeweight=".48pt" strokecolor="#000000">
                <v:path arrowok="t"/>
              </v:shape>
            </v:group>
            <v:group style="position:absolute;left:4333;top:1562;width:8;height:2" coordorigin="4333,1562" coordsize="8,2">
              <v:shape style="position:absolute;left:4333;top:1562;width:8;height:2" coordorigin="4333,1562" coordsize="8,0" path="m4333,1562l4341,1562e" filled="false" stroked="true" strokeweight=".48pt" strokecolor="#000000">
                <v:path arrowok="t"/>
              </v:shape>
            </v:group>
            <v:group style="position:absolute;left:4333;top:1586;width:8;height:2" coordorigin="4333,1586" coordsize="8,2">
              <v:shape style="position:absolute;left:4333;top:1586;width:8;height:2" coordorigin="4333,1586" coordsize="8,0" path="m4333,1586l4341,1586e" filled="false" stroked="true" strokeweight=".48pt" strokecolor="#000000">
                <v:path arrowok="t"/>
              </v:shape>
            </v:group>
            <v:group style="position:absolute;left:4333;top:1610;width:8;height:2" coordorigin="4333,1610" coordsize="8,2">
              <v:shape style="position:absolute;left:4333;top:1610;width:8;height:2" coordorigin="4333,1610" coordsize="8,0" path="m4333,1610l4341,1610e" filled="false" stroked="true" strokeweight=".48pt" strokecolor="#000000">
                <v:path arrowok="t"/>
              </v:shape>
            </v:group>
            <v:group style="position:absolute;left:4333;top:1634;width:8;height:2" coordorigin="4333,1634" coordsize="8,2">
              <v:shape style="position:absolute;left:4333;top:1634;width:8;height:2" coordorigin="4333,1634" coordsize="8,0" path="m4333,1634l4341,1634e" filled="false" stroked="true" strokeweight=".48pt" strokecolor="#000000">
                <v:path arrowok="t"/>
              </v:shape>
            </v:group>
            <v:group style="position:absolute;left:4333;top:1658;width:8;height:2" coordorigin="4333,1658" coordsize="8,2">
              <v:shape style="position:absolute;left:4333;top:1658;width:8;height:2" coordorigin="4333,1658" coordsize="8,0" path="m4333,1658l4341,1658e" filled="false" stroked="true" strokeweight=".48pt" strokecolor="#000000">
                <v:path arrowok="t"/>
              </v:shape>
            </v:group>
            <v:group style="position:absolute;left:4333;top:1682;width:8;height:2" coordorigin="4333,1682" coordsize="8,2">
              <v:shape style="position:absolute;left:4333;top:1682;width:8;height:2" coordorigin="4333,1682" coordsize="8,0" path="m4333,1682l4341,1682e" filled="false" stroked="true" strokeweight=".48pt" strokecolor="#000000">
                <v:path arrowok="t"/>
              </v:shape>
            </v:group>
            <v:group style="position:absolute;left:4333;top:1706;width:8;height:2" coordorigin="4333,1706" coordsize="8,2">
              <v:shape style="position:absolute;left:4333;top:1706;width:8;height:2" coordorigin="4333,1706" coordsize="8,0" path="m4333,1706l4341,1706e" filled="false" stroked="true" strokeweight=".48pt" strokecolor="#000000">
                <v:path arrowok="t"/>
              </v:shape>
            </v:group>
            <v:group style="position:absolute;left:4333;top:1730;width:8;height:2" coordorigin="4333,1730" coordsize="8,2">
              <v:shape style="position:absolute;left:4333;top:1730;width:8;height:2" coordorigin="4333,1730" coordsize="8,0" path="m4333,1730l4341,1730e" filled="false" stroked="true" strokeweight=".48pt" strokecolor="#000000">
                <v:path arrowok="t"/>
              </v:shape>
            </v:group>
            <v:group style="position:absolute;left:4333;top:1754;width:8;height:2" coordorigin="4333,1754" coordsize="8,2">
              <v:shape style="position:absolute;left:4333;top:1754;width:8;height:2" coordorigin="4333,1754" coordsize="8,0" path="m4333,1754l4341,1754e" filled="false" stroked="true" strokeweight=".48pt" strokecolor="#000000">
                <v:path arrowok="t"/>
              </v:shape>
            </v:group>
            <v:group style="position:absolute;left:4333;top:1778;width:8;height:2" coordorigin="4333,1778" coordsize="8,2">
              <v:shape style="position:absolute;left:4333;top:1778;width:8;height:2" coordorigin="4333,1778" coordsize="8,0" path="m4333,1778l4341,1778e" filled="false" stroked="true" strokeweight=".48pt" strokecolor="#000000">
                <v:path arrowok="t"/>
              </v:shape>
            </v:group>
            <v:group style="position:absolute;left:4333;top:1802;width:8;height:2" coordorigin="4333,1802" coordsize="8,2">
              <v:shape style="position:absolute;left:4333;top:1802;width:8;height:2" coordorigin="4333,1802" coordsize="8,0" path="m4333,1802l4341,1802e" filled="false" stroked="true" strokeweight=".48pt" strokecolor="#000000">
                <v:path arrowok="t"/>
              </v:shape>
            </v:group>
            <v:group style="position:absolute;left:4333;top:1826;width:8;height:2" coordorigin="4333,1826" coordsize="8,2">
              <v:shape style="position:absolute;left:4333;top:1826;width:8;height:2" coordorigin="4333,1826" coordsize="8,0" path="m4333,1826l4341,1826e" filled="false" stroked="true" strokeweight=".48pt" strokecolor="#000000">
                <v:path arrowok="t"/>
              </v:shape>
            </v:group>
            <v:group style="position:absolute;left:4333;top:1850;width:8;height:2" coordorigin="4333,1850" coordsize="8,2">
              <v:shape style="position:absolute;left:4333;top:1850;width:8;height:2" coordorigin="4333,1850" coordsize="8,0" path="m4333,1850l4341,1850e" filled="false" stroked="true" strokeweight=".48pt" strokecolor="#000000">
                <v:path arrowok="t"/>
              </v:shape>
            </v:group>
            <v:group style="position:absolute;left:4333;top:1874;width:8;height:2" coordorigin="4333,1874" coordsize="8,2">
              <v:shape style="position:absolute;left:4333;top:1874;width:8;height:2" coordorigin="4333,1874" coordsize="8,0" path="m4333,1874l4341,1874e" filled="false" stroked="true" strokeweight=".48pt" strokecolor="#000000">
                <v:path arrowok="t"/>
              </v:shape>
            </v:group>
            <v:group style="position:absolute;left:4333;top:1898;width:8;height:2" coordorigin="4333,1898" coordsize="8,2">
              <v:shape style="position:absolute;left:4333;top:1898;width:8;height:2" coordorigin="4333,1898" coordsize="8,0" path="m4333,1898l4341,1898e" filled="false" stroked="true" strokeweight=".48pt" strokecolor="#000000">
                <v:path arrowok="t"/>
              </v:shape>
            </v:group>
            <v:group style="position:absolute;left:4333;top:1922;width:8;height:2" coordorigin="4333,1922" coordsize="8,2">
              <v:shape style="position:absolute;left:4333;top:1922;width:8;height:2" coordorigin="4333,1922" coordsize="8,0" path="m4333,1922l4341,1922e" filled="false" stroked="true" strokeweight=".48pt" strokecolor="#000000">
                <v:path arrowok="t"/>
              </v:shape>
            </v:group>
            <v:group style="position:absolute;left:4333;top:1946;width:8;height:2" coordorigin="4333,1946" coordsize="8,2">
              <v:shape style="position:absolute;left:4333;top:1946;width:8;height:2" coordorigin="4333,1946" coordsize="8,0" path="m4333,1946l4341,1946e" filled="false" stroked="true" strokeweight=".48pt" strokecolor="#000000">
                <v:path arrowok="t"/>
              </v:shape>
            </v:group>
            <v:group style="position:absolute;left:4333;top:1970;width:8;height:2" coordorigin="4333,1970" coordsize="8,2">
              <v:shape style="position:absolute;left:4333;top:1970;width:8;height:2" coordorigin="4333,1970" coordsize="8,0" path="m4333,1970l4341,1970e" filled="false" stroked="true" strokeweight=".48pt" strokecolor="#000000">
                <v:path arrowok="t"/>
              </v:shape>
            </v:group>
            <v:group style="position:absolute;left:4333;top:1994;width:8;height:2" coordorigin="4333,1994" coordsize="8,2">
              <v:shape style="position:absolute;left:4333;top:1994;width:8;height:2" coordorigin="4333,1994" coordsize="8,0" path="m4333,1994l4341,1994e" filled="false" stroked="true" strokeweight=".48pt" strokecolor="#000000">
                <v:path arrowok="t"/>
              </v:shape>
            </v:group>
            <v:group style="position:absolute;left:4333;top:2018;width:8;height:2" coordorigin="4333,2018" coordsize="8,2">
              <v:shape style="position:absolute;left:4333;top:2018;width:8;height:2" coordorigin="4333,2018" coordsize="8,0" path="m4333,2018l4341,2018e" filled="false" stroked="true" strokeweight=".48pt" strokecolor="#000000">
                <v:path arrowok="t"/>
              </v:shape>
            </v:group>
            <v:group style="position:absolute;left:4333;top:2042;width:8;height:2" coordorigin="4333,2042" coordsize="8,2">
              <v:shape style="position:absolute;left:4333;top:2042;width:8;height:2" coordorigin="4333,2042" coordsize="8,0" path="m4333,2042l4341,2042e" filled="false" stroked="true" strokeweight=".48pt" strokecolor="#000000">
                <v:path arrowok="t"/>
              </v:shape>
            </v:group>
            <v:group style="position:absolute;left:4333;top:2066;width:8;height:2" coordorigin="4333,2066" coordsize="8,2">
              <v:shape style="position:absolute;left:4333;top:2066;width:8;height:2" coordorigin="4333,2066" coordsize="8,0" path="m4333,2066l4341,2066e" filled="false" stroked="true" strokeweight=".48pt" strokecolor="#000000">
                <v:path arrowok="t"/>
              </v:shape>
            </v:group>
            <v:group style="position:absolute;left:4333;top:2090;width:8;height:2" coordorigin="4333,2090" coordsize="8,2">
              <v:shape style="position:absolute;left:4333;top:2090;width:8;height:2" coordorigin="4333,2090" coordsize="8,0" path="m4333,2090l4341,2090e" filled="false" stroked="true" strokeweight=".48pt" strokecolor="#000000">
                <v:path arrowok="t"/>
              </v:shape>
            </v:group>
            <v:group style="position:absolute;left:4333;top:2114;width:8;height:2" coordorigin="4333,2114" coordsize="8,2">
              <v:shape style="position:absolute;left:4333;top:2114;width:8;height:2" coordorigin="4333,2114" coordsize="8,0" path="m4333,2114l4341,2114e" filled="false" stroked="true" strokeweight=".48pt" strokecolor="#000000">
                <v:path arrowok="t"/>
              </v:shape>
            </v:group>
            <v:group style="position:absolute;left:4333;top:2138;width:8;height:2" coordorigin="4333,2138" coordsize="8,2">
              <v:shape style="position:absolute;left:4333;top:2138;width:8;height:2" coordorigin="4333,2138" coordsize="8,0" path="m4333,2138l4341,2138e" filled="false" stroked="true" strokeweight=".48pt" strokecolor="#000000">
                <v:path arrowok="t"/>
              </v:shape>
            </v:group>
            <v:group style="position:absolute;left:4333;top:2162;width:8;height:2" coordorigin="4333,2162" coordsize="8,2">
              <v:shape style="position:absolute;left:4333;top:2162;width:8;height:2" coordorigin="4333,2162" coordsize="8,0" path="m4333,2162l4341,2162e" filled="false" stroked="true" strokeweight=".48pt" strokecolor="#000000">
                <v:path arrowok="t"/>
              </v:shape>
            </v:group>
            <v:group style="position:absolute;left:4333;top:2186;width:8;height:2" coordorigin="4333,2186" coordsize="8,2">
              <v:shape style="position:absolute;left:4333;top:2186;width:8;height:2" coordorigin="4333,2186" coordsize="8,0" path="m4333,2186l4341,2186e" filled="false" stroked="true" strokeweight=".48pt" strokecolor="#000000">
                <v:path arrowok="t"/>
              </v:shape>
            </v:group>
            <v:group style="position:absolute;left:4333;top:2210;width:8;height:2" coordorigin="4333,2210" coordsize="8,2">
              <v:shape style="position:absolute;left:4333;top:2210;width:8;height:2" coordorigin="4333,2210" coordsize="8,0" path="m4333,2210l4341,2210e" filled="false" stroked="true" strokeweight=".48pt" strokecolor="#000000">
                <v:path arrowok="t"/>
              </v:shape>
            </v:group>
            <v:group style="position:absolute;left:4333;top:2234;width:8;height:2" coordorigin="4333,2234" coordsize="8,2">
              <v:shape style="position:absolute;left:4333;top:2234;width:8;height:2" coordorigin="4333,2234" coordsize="8,0" path="m4333,2234l4341,2234e" filled="false" stroked="true" strokeweight=".48pt" strokecolor="#000000">
                <v:path arrowok="t"/>
              </v:shape>
            </v:group>
            <v:group style="position:absolute;left:4333;top:2258;width:8;height:2" coordorigin="4333,2258" coordsize="8,2">
              <v:shape style="position:absolute;left:4333;top:2258;width:8;height:2" coordorigin="4333,2258" coordsize="8,0" path="m4333,2258l4341,2258e" filled="false" stroked="true" strokeweight=".48pt" strokecolor="#000000">
                <v:path arrowok="t"/>
              </v:shape>
            </v:group>
            <v:group style="position:absolute;left:4333;top:2282;width:8;height:2" coordorigin="4333,2282" coordsize="8,2">
              <v:shape style="position:absolute;left:4333;top:2282;width:8;height:2" coordorigin="4333,2282" coordsize="8,0" path="m4333,2282l4341,2282e" filled="false" stroked="true" strokeweight=".48pt" strokecolor="#000000">
                <v:path arrowok="t"/>
              </v:shape>
            </v:group>
            <v:group style="position:absolute;left:4333;top:2306;width:8;height:2" coordorigin="4333,2306" coordsize="8,2">
              <v:shape style="position:absolute;left:4333;top:2306;width:8;height:2" coordorigin="4333,2306" coordsize="8,0" path="m4333,2306l4341,2306e" filled="false" stroked="true" strokeweight=".48pt" strokecolor="#000000">
                <v:path arrowok="t"/>
              </v:shape>
            </v:group>
            <v:group style="position:absolute;left:4333;top:2330;width:8;height:2" coordorigin="4333,2330" coordsize="8,2">
              <v:shape style="position:absolute;left:4333;top:2330;width:8;height:2" coordorigin="4333,2330" coordsize="8,0" path="m4333,2330l4341,2330e" filled="false" stroked="true" strokeweight=".48pt" strokecolor="#000000">
                <v:path arrowok="t"/>
              </v:shape>
            </v:group>
            <v:group style="position:absolute;left:4333;top:2354;width:8;height:2" coordorigin="4333,2354" coordsize="8,2">
              <v:shape style="position:absolute;left:4333;top:2354;width:8;height:2" coordorigin="4333,2354" coordsize="8,0" path="m4333,2354l4341,2354e" filled="false" stroked="true" strokeweight=".48pt" strokecolor="#000000">
                <v:path arrowok="t"/>
              </v:shape>
            </v:group>
            <v:group style="position:absolute;left:4333;top:2378;width:8;height:2" coordorigin="4333,2378" coordsize="8,2">
              <v:shape style="position:absolute;left:4333;top:2378;width:8;height:2" coordorigin="4333,2378" coordsize="8,0" path="m4333,2378l4341,2378e" filled="false" stroked="true" strokeweight=".48pt" strokecolor="#000000">
                <v:path arrowok="t"/>
              </v:shape>
            </v:group>
            <v:group style="position:absolute;left:4333;top:2402;width:8;height:2" coordorigin="4333,2402" coordsize="8,2">
              <v:shape style="position:absolute;left:4333;top:2402;width:8;height:2" coordorigin="4333,2402" coordsize="8,0" path="m4333,2402l4341,2402e" filled="false" stroked="true" strokeweight=".48pt" strokecolor="#000000">
                <v:path arrowok="t"/>
              </v:shape>
            </v:group>
            <v:group style="position:absolute;left:4333;top:2426;width:8;height:2" coordorigin="4333,2426" coordsize="8,2">
              <v:shape style="position:absolute;left:4333;top:2426;width:8;height:2" coordorigin="4333,2426" coordsize="8,0" path="m4333,2426l4341,2426e" filled="false" stroked="true" strokeweight=".48pt" strokecolor="#000000">
                <v:path arrowok="t"/>
              </v:shape>
            </v:group>
            <v:group style="position:absolute;left:4333;top:2450;width:8;height:2" coordorigin="4333,2450" coordsize="8,2">
              <v:shape style="position:absolute;left:4333;top:2450;width:8;height:2" coordorigin="4333,2450" coordsize="8,0" path="m4333,2450l4341,2450e" filled="false" stroked="true" strokeweight=".48pt" strokecolor="#000000">
                <v:path arrowok="t"/>
              </v:shape>
            </v:group>
            <v:group style="position:absolute;left:4333;top:2474;width:8;height:2" coordorigin="4333,2474" coordsize="8,2">
              <v:shape style="position:absolute;left:4333;top:2474;width:8;height:2" coordorigin="4333,2474" coordsize="8,0" path="m4333,2474l4341,2474e" filled="false" stroked="true" strokeweight=".48pt" strokecolor="#000000">
                <v:path arrowok="t"/>
              </v:shape>
            </v:group>
            <v:group style="position:absolute;left:4333;top:2498;width:8;height:2" coordorigin="4333,2498" coordsize="8,2">
              <v:shape style="position:absolute;left:4333;top:2498;width:8;height:2" coordorigin="4333,2498" coordsize="8,0" path="m4333,2498l4341,2498e" filled="false" stroked="true" strokeweight=".48pt" strokecolor="#000000">
                <v:path arrowok="t"/>
              </v:shape>
            </v:group>
            <v:group style="position:absolute;left:4333;top:2522;width:8;height:2" coordorigin="4333,2522" coordsize="8,2">
              <v:shape style="position:absolute;left:4333;top:2522;width:8;height:2" coordorigin="4333,2522" coordsize="8,0" path="m4333,2522l4341,2522e" filled="false" stroked="true" strokeweight=".48pt" strokecolor="#000000">
                <v:path arrowok="t"/>
              </v:shape>
            </v:group>
            <v:group style="position:absolute;left:4333;top:2546;width:8;height:2" coordorigin="4333,2546" coordsize="8,2">
              <v:shape style="position:absolute;left:4333;top:2546;width:8;height:2" coordorigin="4333,2546" coordsize="8,0" path="m4333,2546l4341,2546e" filled="false" stroked="true" strokeweight=".48pt" strokecolor="#000000">
                <v:path arrowok="t"/>
              </v:shape>
            </v:group>
            <v:group style="position:absolute;left:4333;top:2570;width:8;height:2" coordorigin="4333,2570" coordsize="8,2">
              <v:shape style="position:absolute;left:4333;top:2570;width:8;height:2" coordorigin="4333,2570" coordsize="8,0" path="m4333,2570l4341,2570e" filled="false" stroked="true" strokeweight=".48pt" strokecolor="#000000">
                <v:path arrowok="t"/>
              </v:shape>
            </v:group>
            <v:group style="position:absolute;left:4333;top:2594;width:8;height:2" coordorigin="4333,2594" coordsize="8,2">
              <v:shape style="position:absolute;left:4333;top:2594;width:8;height:2" coordorigin="4333,2594" coordsize="8,0" path="m4333,2594l4341,2594e" filled="false" stroked="true" strokeweight=".48pt" strokecolor="#000000">
                <v:path arrowok="t"/>
              </v:shape>
            </v:group>
            <v:group style="position:absolute;left:4333;top:2618;width:8;height:2" coordorigin="4333,2618" coordsize="8,2">
              <v:shape style="position:absolute;left:4333;top:2618;width:8;height:2" coordorigin="4333,2618" coordsize="8,0" path="m4333,2618l4341,2618e" filled="false" stroked="true" strokeweight=".48pt" strokecolor="#000000">
                <v:path arrowok="t"/>
              </v:shape>
            </v:group>
            <v:group style="position:absolute;left:4333;top:2642;width:8;height:2" coordorigin="4333,2642" coordsize="8,2">
              <v:shape style="position:absolute;left:4333;top:2642;width:8;height:2" coordorigin="4333,2642" coordsize="8,0" path="m4333,2642l4341,2642e" filled="false" stroked="true" strokeweight=".48pt" strokecolor="#000000">
                <v:path arrowok="t"/>
              </v:shape>
            </v:group>
            <v:group style="position:absolute;left:4333;top:2666;width:8;height:2" coordorigin="4333,2666" coordsize="8,2">
              <v:shape style="position:absolute;left:4333;top:2666;width:8;height:2" coordorigin="4333,2666" coordsize="8,0" path="m4333,2666l4341,2666e" filled="false" stroked="true" strokeweight=".48pt" strokecolor="#000000">
                <v:path arrowok="t"/>
              </v:shape>
            </v:group>
            <v:group style="position:absolute;left:4333;top:2690;width:8;height:2" coordorigin="4333,2690" coordsize="8,2">
              <v:shape style="position:absolute;left:4333;top:2690;width:8;height:2" coordorigin="4333,2690" coordsize="8,0" path="m4333,2690l4341,2690e" filled="false" stroked="true" strokeweight=".48pt" strokecolor="#000000">
                <v:path arrowok="t"/>
              </v:shape>
            </v:group>
            <v:group style="position:absolute;left:4333;top:2714;width:8;height:2" coordorigin="4333,2714" coordsize="8,2">
              <v:shape style="position:absolute;left:4333;top:2714;width:8;height:2" coordorigin="4333,2714" coordsize="8,0" path="m4333,2714l4341,2714e" filled="false" stroked="true" strokeweight=".48pt" strokecolor="#000000">
                <v:path arrowok="t"/>
              </v:shape>
            </v:group>
            <v:group style="position:absolute;left:4333;top:2738;width:8;height:2" coordorigin="4333,2738" coordsize="8,2">
              <v:shape style="position:absolute;left:4333;top:2738;width:8;height:2" coordorigin="4333,2738" coordsize="8,0" path="m4333,2738l4341,2738e" filled="false" stroked="true" strokeweight=".48pt" strokecolor="#000000">
                <v:path arrowok="t"/>
              </v:shape>
            </v:group>
            <v:group style="position:absolute;left:4333;top:2762;width:8;height:2" coordorigin="4333,2762" coordsize="8,2">
              <v:shape style="position:absolute;left:4333;top:2762;width:8;height:2" coordorigin="4333,2762" coordsize="8,0" path="m4333,2762l4341,2762e" filled="false" stroked="true" strokeweight=".48pt" strokecolor="#000000">
                <v:path arrowok="t"/>
              </v:shape>
            </v:group>
            <v:group style="position:absolute;left:4333;top:2786;width:8;height:2" coordorigin="4333,2786" coordsize="8,2">
              <v:shape style="position:absolute;left:4333;top:2786;width:8;height:2" coordorigin="4333,2786" coordsize="8,0" path="m4333,2786l4341,2786e" filled="false" stroked="true" strokeweight=".48pt" strokecolor="#000000">
                <v:path arrowok="t"/>
              </v:shape>
            </v:group>
            <v:group style="position:absolute;left:4333;top:2810;width:8;height:2" coordorigin="4333,2810" coordsize="8,2">
              <v:shape style="position:absolute;left:4333;top:2810;width:8;height:2" coordorigin="4333,2810" coordsize="8,0" path="m4333,2810l4341,2810e" filled="false" stroked="true" strokeweight=".48pt" strokecolor="#000000">
                <v:path arrowok="t"/>
              </v:shape>
            </v:group>
            <v:group style="position:absolute;left:4333;top:2834;width:8;height:2" coordorigin="4333,2834" coordsize="8,2">
              <v:shape style="position:absolute;left:4333;top:2834;width:8;height:2" coordorigin="4333,2834" coordsize="8,0" path="m4333,2834l4341,2834e" filled="false" stroked="true" strokeweight=".48pt" strokecolor="#000000">
                <v:path arrowok="t"/>
              </v:shape>
            </v:group>
            <v:group style="position:absolute;left:4333;top:2858;width:8;height:2" coordorigin="4333,2858" coordsize="8,2">
              <v:shape style="position:absolute;left:4333;top:2858;width:8;height:2" coordorigin="4333,2858" coordsize="8,0" path="m4333,2858l4341,2858e" filled="false" stroked="true" strokeweight=".48pt" strokecolor="#000000">
                <v:path arrowok="t"/>
              </v:shape>
            </v:group>
            <v:group style="position:absolute;left:4333;top:2882;width:8;height:2" coordorigin="4333,2882" coordsize="8,2">
              <v:shape style="position:absolute;left:4333;top:2882;width:8;height:2" coordorigin="4333,2882" coordsize="8,0" path="m4333,2882l4341,2882e" filled="false" stroked="true" strokeweight=".48pt" strokecolor="#000000">
                <v:path arrowok="t"/>
              </v:shape>
            </v:group>
            <v:group style="position:absolute;left:4333;top:2906;width:8;height:2" coordorigin="4333,2906" coordsize="8,2">
              <v:shape style="position:absolute;left:4333;top:2906;width:8;height:2" coordorigin="4333,2906" coordsize="8,0" path="m4333,2906l4341,2906e" filled="false" stroked="true" strokeweight=".48pt" strokecolor="#000000">
                <v:path arrowok="t"/>
              </v:shape>
            </v:group>
            <v:group style="position:absolute;left:4333;top:2930;width:8;height:2" coordorigin="4333,2930" coordsize="8,2">
              <v:shape style="position:absolute;left:4333;top:2930;width:8;height:2" coordorigin="4333,2930" coordsize="8,0" path="m4333,2930l4341,2930e" filled="false" stroked="true" strokeweight=".48pt" strokecolor="#000000">
                <v:path arrowok="t"/>
              </v:shape>
            </v:group>
            <v:group style="position:absolute;left:4333;top:2954;width:8;height:2" coordorigin="4333,2954" coordsize="8,2">
              <v:shape style="position:absolute;left:4333;top:2954;width:8;height:2" coordorigin="4333,2954" coordsize="8,0" path="m4333,2954l4341,2954e" filled="false" stroked="true" strokeweight=".48pt" strokecolor="#000000">
                <v:path arrowok="t"/>
              </v:shape>
            </v:group>
            <v:group style="position:absolute;left:4333;top:2978;width:8;height:2" coordorigin="4333,2978" coordsize="8,2">
              <v:shape style="position:absolute;left:4333;top:2978;width:8;height:2" coordorigin="4333,2978" coordsize="8,0" path="m4333,2978l4341,2978e" filled="false" stroked="true" strokeweight=".48pt" strokecolor="#000000">
                <v:path arrowok="t"/>
              </v:shape>
            </v:group>
            <v:group style="position:absolute;left:4333;top:3002;width:8;height:2" coordorigin="4333,3002" coordsize="8,2">
              <v:shape style="position:absolute;left:4333;top:3002;width:8;height:2" coordorigin="4333,3002" coordsize="8,0" path="m4333,3002l4341,3002e" filled="false" stroked="true" strokeweight=".48pt" strokecolor="#000000">
                <v:path arrowok="t"/>
              </v:shape>
            </v:group>
            <v:group style="position:absolute;left:4333;top:3026;width:8;height:2" coordorigin="4333,3026" coordsize="8,2">
              <v:shape style="position:absolute;left:4333;top:3026;width:8;height:2" coordorigin="4333,3026" coordsize="8,0" path="m4333,3026l4341,3026e" filled="false" stroked="true" strokeweight=".48pt" strokecolor="#000000">
                <v:path arrowok="t"/>
              </v:shape>
            </v:group>
            <v:group style="position:absolute;left:4333;top:3050;width:8;height:2" coordorigin="4333,3050" coordsize="8,2">
              <v:shape style="position:absolute;left:4333;top:3050;width:8;height:2" coordorigin="4333,3050" coordsize="8,0" path="m4333,3050l4341,3050e" filled="false" stroked="true" strokeweight=".48pt" strokecolor="#000000">
                <v:path arrowok="t"/>
              </v:shape>
            </v:group>
            <v:group style="position:absolute;left:4333;top:3074;width:8;height:2" coordorigin="4333,3074" coordsize="8,2">
              <v:shape style="position:absolute;left:4333;top:3074;width:8;height:2" coordorigin="4333,3074" coordsize="8,0" path="m4333,3074l4341,3074e" filled="false" stroked="true" strokeweight=".48pt" strokecolor="#000000">
                <v:path arrowok="t"/>
              </v:shape>
            </v:group>
            <v:group style="position:absolute;left:4333;top:3098;width:8;height:2" coordorigin="4333,3098" coordsize="8,2">
              <v:shape style="position:absolute;left:4333;top:3098;width:8;height:2" coordorigin="4333,3098" coordsize="8,0" path="m4333,3098l4341,3098e" filled="false" stroked="true" strokeweight=".48pt" strokecolor="#000000">
                <v:path arrowok="t"/>
              </v:shape>
            </v:group>
            <v:group style="position:absolute;left:4333;top:3122;width:8;height:2" coordorigin="4333,3122" coordsize="8,2">
              <v:shape style="position:absolute;left:4333;top:3122;width:8;height:2" coordorigin="4333,3122" coordsize="8,0" path="m4333,3122l4341,3122e" filled="false" stroked="true" strokeweight=".48pt" strokecolor="#000000">
                <v:path arrowok="t"/>
              </v:shape>
            </v:group>
            <v:group style="position:absolute;left:4333;top:3146;width:8;height:2" coordorigin="4333,3146" coordsize="8,2">
              <v:shape style="position:absolute;left:4333;top:3146;width:8;height:2" coordorigin="4333,3146" coordsize="8,0" path="m4333,3146l4341,3146e" filled="false" stroked="true" strokeweight=".48pt" strokecolor="#000000">
                <v:path arrowok="t"/>
              </v:shape>
            </v:group>
            <v:group style="position:absolute;left:4333;top:3170;width:8;height:2" coordorigin="4333,3170" coordsize="8,2">
              <v:shape style="position:absolute;left:4333;top:3170;width:8;height:2" coordorigin="4333,3170" coordsize="8,0" path="m4333,3170l4341,3170e" filled="false" stroked="true" strokeweight=".48pt" strokecolor="#000000">
                <v:path arrowok="t"/>
              </v:shape>
            </v:group>
            <v:group style="position:absolute;left:4333;top:3194;width:8;height:2" coordorigin="4333,3194" coordsize="8,2">
              <v:shape style="position:absolute;left:4333;top:3194;width:8;height:2" coordorigin="4333,3194" coordsize="8,0" path="m4333,3194l4341,3194e" filled="false" stroked="true" strokeweight=".48pt" strokecolor="#000000">
                <v:path arrowok="t"/>
              </v:shape>
            </v:group>
            <v:group style="position:absolute;left:4333;top:3218;width:8;height:2" coordorigin="4333,3218" coordsize="8,2">
              <v:shape style="position:absolute;left:4333;top:3218;width:8;height:2" coordorigin="4333,3218" coordsize="8,0" path="m4333,3218l4341,3218e" filled="false" stroked="true" strokeweight=".48pt" strokecolor="#000000">
                <v:path arrowok="t"/>
              </v:shape>
            </v:group>
            <v:group style="position:absolute;left:4333;top:3242;width:8;height:2" coordorigin="4333,3242" coordsize="8,2">
              <v:shape style="position:absolute;left:4333;top:3242;width:8;height:2" coordorigin="4333,3242" coordsize="8,0" path="m4333,3242l4341,3242e" filled="false" stroked="true" strokeweight=".48pt" strokecolor="#000000">
                <v:path arrowok="t"/>
              </v:shape>
            </v:group>
            <v:group style="position:absolute;left:4333;top:3266;width:8;height:2" coordorigin="4333,3266" coordsize="8,2">
              <v:shape style="position:absolute;left:4333;top:3266;width:8;height:2" coordorigin="4333,3266" coordsize="8,0" path="m4333,3266l4341,3266e" filled="false" stroked="true" strokeweight=".48pt" strokecolor="#000000">
                <v:path arrowok="t"/>
              </v:shape>
            </v:group>
            <v:group style="position:absolute;left:4333;top:3290;width:8;height:2" coordorigin="4333,3290" coordsize="8,2">
              <v:shape style="position:absolute;left:4333;top:3290;width:8;height:2" coordorigin="4333,3290" coordsize="8,0" path="m4333,3290l4341,3290e" filled="false" stroked="true" strokeweight=".48pt" strokecolor="#000000">
                <v:path arrowok="t"/>
              </v:shape>
            </v:group>
            <v:group style="position:absolute;left:4333;top:3314;width:8;height:2" coordorigin="4333,3314" coordsize="8,2">
              <v:shape style="position:absolute;left:4333;top:3314;width:8;height:2" coordorigin="4333,3314" coordsize="8,0" path="m4333,3314l4341,3314e" filled="false" stroked="true" strokeweight=".48pt" strokecolor="#000000">
                <v:path arrowok="t"/>
              </v:shape>
            </v:group>
            <v:group style="position:absolute;left:4333;top:3338;width:8;height:2" coordorigin="4333,3338" coordsize="8,2">
              <v:shape style="position:absolute;left:4333;top:3338;width:8;height:2" coordorigin="4333,3338" coordsize="8,0" path="m4333,3338l4341,3338e" filled="false" stroked="true" strokeweight=".48pt" strokecolor="#000000">
                <v:path arrowok="t"/>
              </v:shape>
            </v:group>
            <v:group style="position:absolute;left:4333;top:3362;width:8;height:2" coordorigin="4333,3362" coordsize="8,2">
              <v:shape style="position:absolute;left:4333;top:3362;width:8;height:2" coordorigin="4333,3362" coordsize="8,0" path="m4333,3362l4341,3362e" filled="false" stroked="true" strokeweight=".48pt" strokecolor="#000000">
                <v:path arrowok="t"/>
              </v:shape>
            </v:group>
            <v:group style="position:absolute;left:4333;top:3386;width:8;height:2" coordorigin="4333,3386" coordsize="8,2">
              <v:shape style="position:absolute;left:4333;top:3386;width:8;height:2" coordorigin="4333,3386" coordsize="8,0" path="m4333,3386l4341,3386e" filled="false" stroked="true" strokeweight=".48pt" strokecolor="#000000">
                <v:path arrowok="t"/>
              </v:shape>
            </v:group>
            <v:group style="position:absolute;left:4333;top:3410;width:8;height:2" coordorigin="4333,3410" coordsize="8,2">
              <v:shape style="position:absolute;left:4333;top:3410;width:8;height:2" coordorigin="4333,3410" coordsize="8,0" path="m4333,3410l4341,3410e" filled="false" stroked="true" strokeweight=".48pt" strokecolor="#000000">
                <v:path arrowok="t"/>
              </v:shape>
            </v:group>
            <v:group style="position:absolute;left:4333;top:3434;width:8;height:2" coordorigin="4333,3434" coordsize="8,2">
              <v:shape style="position:absolute;left:4333;top:3434;width:8;height:2" coordorigin="4333,3434" coordsize="8,0" path="m4333,3434l4341,3434e" filled="false" stroked="true" strokeweight=".48pt" strokecolor="#000000">
                <v:path arrowok="t"/>
              </v:shape>
            </v:group>
            <v:group style="position:absolute;left:4333;top:3458;width:8;height:2" coordorigin="4333,3458" coordsize="8,2">
              <v:shape style="position:absolute;left:4333;top:3458;width:8;height:2" coordorigin="4333,3458" coordsize="8,0" path="m4333,3458l4341,3458e" filled="false" stroked="true" strokeweight=".48pt" strokecolor="#000000">
                <v:path arrowok="t"/>
              </v:shape>
            </v:group>
            <v:group style="position:absolute;left:4333;top:3482;width:8;height:2" coordorigin="4333,3482" coordsize="8,2">
              <v:shape style="position:absolute;left:4333;top:3482;width:8;height:2" coordorigin="4333,3482" coordsize="8,0" path="m4333,3482l4341,3482e" filled="false" stroked="true" strokeweight=".48pt" strokecolor="#000000">
                <v:path arrowok="t"/>
              </v:shape>
            </v:group>
            <v:group style="position:absolute;left:4333;top:3506;width:8;height:2" coordorigin="4333,3506" coordsize="8,2">
              <v:shape style="position:absolute;left:4333;top:3506;width:8;height:2" coordorigin="4333,3506" coordsize="8,0" path="m4333,3506l4341,3506e" filled="false" stroked="true" strokeweight=".48pt" strokecolor="#000000">
                <v:path arrowok="t"/>
              </v:shape>
            </v:group>
            <v:group style="position:absolute;left:4333;top:3530;width:8;height:2" coordorigin="4333,3530" coordsize="8,2">
              <v:shape style="position:absolute;left:4333;top:3530;width:8;height:2" coordorigin="4333,3530" coordsize="8,0" path="m4333,3530l4341,3530e" filled="false" stroked="true" strokeweight=".48pt" strokecolor="#000000">
                <v:path arrowok="t"/>
              </v:shape>
            </v:group>
            <v:group style="position:absolute;left:4333;top:3554;width:8;height:2" coordorigin="4333,3554" coordsize="8,2">
              <v:shape style="position:absolute;left:4333;top:3554;width:8;height:2" coordorigin="4333,3554" coordsize="8,0" path="m4333,3554l4341,3554e" filled="false" stroked="true" strokeweight=".48pt" strokecolor="#000000">
                <v:path arrowok="t"/>
              </v:shape>
            </v:group>
            <v:group style="position:absolute;left:4333;top:3578;width:8;height:2" coordorigin="4333,3578" coordsize="8,2">
              <v:shape style="position:absolute;left:4333;top:3578;width:8;height:2" coordorigin="4333,3578" coordsize="8,0" path="m4333,3578l4341,3578e" filled="false" stroked="true" strokeweight=".48pt" strokecolor="#000000">
                <v:path arrowok="t"/>
              </v:shape>
            </v:group>
            <v:group style="position:absolute;left:4333;top:3602;width:8;height:2" coordorigin="4333,3602" coordsize="8,2">
              <v:shape style="position:absolute;left:4333;top:3602;width:8;height:2" coordorigin="4333,3602" coordsize="8,0" path="m4333,3602l4341,3602e" filled="false" stroked="true" strokeweight=".48pt" strokecolor="#000000">
                <v:path arrowok="t"/>
              </v:shape>
            </v:group>
            <v:group style="position:absolute;left:4333;top:3626;width:8;height:2" coordorigin="4333,3626" coordsize="8,2">
              <v:shape style="position:absolute;left:4333;top:3626;width:8;height:2" coordorigin="4333,3626" coordsize="8,0" path="m4333,3626l4341,3626e" filled="false" stroked="true" strokeweight=".48pt" strokecolor="#000000">
                <v:path arrowok="t"/>
              </v:shape>
            </v:group>
            <v:group style="position:absolute;left:4333;top:3650;width:8;height:2" coordorigin="4333,3650" coordsize="8,2">
              <v:shape style="position:absolute;left:4333;top:3650;width:8;height:2" coordorigin="4333,3650" coordsize="8,0" path="m4333,3650l4341,3650e" filled="false" stroked="true" strokeweight=".48pt" strokecolor="#000000">
                <v:path arrowok="t"/>
              </v:shape>
            </v:group>
            <v:group style="position:absolute;left:4333;top:3674;width:8;height:2" coordorigin="4333,3674" coordsize="8,2">
              <v:shape style="position:absolute;left:4333;top:3674;width:8;height:2" coordorigin="4333,3674" coordsize="8,0" path="m4333,3674l4341,3674e" filled="false" stroked="true" strokeweight=".48pt" strokecolor="#000000">
                <v:path arrowok="t"/>
              </v:shape>
            </v:group>
            <v:group style="position:absolute;left:4333;top:3698;width:8;height:2" coordorigin="4333,3698" coordsize="8,2">
              <v:shape style="position:absolute;left:4333;top:3698;width:8;height:2" coordorigin="4333,3698" coordsize="8,0" path="m4333,3698l4341,3698e" filled="false" stroked="true" strokeweight=".48pt" strokecolor="#000000">
                <v:path arrowok="t"/>
              </v:shape>
            </v:group>
            <v:group style="position:absolute;left:4333;top:3722;width:8;height:2" coordorigin="4333,3722" coordsize="8,2">
              <v:shape style="position:absolute;left:4333;top:3722;width:8;height:2" coordorigin="4333,3722" coordsize="8,0" path="m4333,3722l4341,3722e" filled="false" stroked="true" strokeweight=".48pt" strokecolor="#000000">
                <v:path arrowok="t"/>
              </v:shape>
            </v:group>
            <v:group style="position:absolute;left:4333;top:3746;width:8;height:2" coordorigin="4333,3746" coordsize="8,2">
              <v:shape style="position:absolute;left:4333;top:3746;width:8;height:2" coordorigin="4333,3746" coordsize="8,0" path="m4333,3746l4341,3746e" filled="false" stroked="true" strokeweight=".48pt" strokecolor="#000000">
                <v:path arrowok="t"/>
              </v:shape>
            </v:group>
            <v:group style="position:absolute;left:4333;top:3770;width:8;height:2" coordorigin="4333,3770" coordsize="8,2">
              <v:shape style="position:absolute;left:4333;top:3770;width:8;height:2" coordorigin="4333,3770" coordsize="8,0" path="m4333,3770l4341,3770e" filled="false" stroked="true" strokeweight=".48pt" strokecolor="#000000">
                <v:path arrowok="t"/>
              </v:shape>
            </v:group>
            <v:group style="position:absolute;left:4333;top:3794;width:8;height:2" coordorigin="4333,3794" coordsize="8,2">
              <v:shape style="position:absolute;left:4333;top:3794;width:8;height:2" coordorigin="4333,3794" coordsize="8,0" path="m4333,3794l4341,3794e" filled="false" stroked="true" strokeweight=".48pt" strokecolor="#000000">
                <v:path arrowok="t"/>
              </v:shape>
            </v:group>
            <v:group style="position:absolute;left:4333;top:3818;width:8;height:2" coordorigin="4333,3818" coordsize="8,2">
              <v:shape style="position:absolute;left:4333;top:3818;width:8;height:2" coordorigin="4333,3818" coordsize="8,0" path="m4333,3818l4341,3818e" filled="false" stroked="true" strokeweight=".48pt" strokecolor="#000000">
                <v:path arrowok="t"/>
              </v:shape>
            </v:group>
            <v:group style="position:absolute;left:4333;top:3842;width:8;height:2" coordorigin="4333,3842" coordsize="8,2">
              <v:shape style="position:absolute;left:4333;top:3842;width:8;height:2" coordorigin="4333,3842" coordsize="8,0" path="m4333,3842l4341,3842e" filled="false" stroked="true" strokeweight=".48pt" strokecolor="#000000">
                <v:path arrowok="t"/>
              </v:shape>
            </v:group>
            <v:group style="position:absolute;left:4333;top:3866;width:8;height:2" coordorigin="4333,3866" coordsize="8,2">
              <v:shape style="position:absolute;left:4333;top:3866;width:8;height:2" coordorigin="4333,3866" coordsize="8,0" path="m4333,3866l4341,3866e" filled="false" stroked="true" strokeweight=".479pt" strokecolor="#000000">
                <v:path arrowok="t"/>
              </v:shape>
            </v:group>
            <v:group style="position:absolute;left:4333;top:3890;width:8;height:2" coordorigin="4333,3890" coordsize="8,2">
              <v:shape style="position:absolute;left:4333;top:3890;width:8;height:2" coordorigin="4333,3890" coordsize="8,0" path="m4333,3890l4341,3890e" filled="false" stroked="true" strokeweight=".48pt" strokecolor="#000000">
                <v:path arrowok="t"/>
              </v:shape>
            </v:group>
            <v:group style="position:absolute;left:4333;top:3914;width:8;height:2" coordorigin="4333,3914" coordsize="8,2">
              <v:shape style="position:absolute;left:4333;top:3914;width:8;height:2" coordorigin="4333,3914" coordsize="8,0" path="m4333,3914l4341,3914e" filled="false" stroked="true" strokeweight=".48pt" strokecolor="#000000">
                <v:path arrowok="t"/>
              </v:shape>
            </v:group>
            <v:group style="position:absolute;left:4333;top:3938;width:8;height:2" coordorigin="4333,3938" coordsize="8,2">
              <v:shape style="position:absolute;left:4333;top:3938;width:8;height:2" coordorigin="4333,3938" coordsize="8,0" path="m4333,3938l4341,3938e" filled="false" stroked="true" strokeweight=".48pt" strokecolor="#000000">
                <v:path arrowok="t"/>
              </v:shape>
            </v:group>
            <v:group style="position:absolute;left:4333;top:3962;width:8;height:2" coordorigin="4333,3962" coordsize="8,2">
              <v:shape style="position:absolute;left:4333;top:3962;width:8;height:2" coordorigin="4333,3962" coordsize="8,0" path="m4333,3962l4341,3962e" filled="false" stroked="true" strokeweight=".48pt" strokecolor="#000000">
                <v:path arrowok="t"/>
              </v:shape>
            </v:group>
            <v:group style="position:absolute;left:4333;top:3986;width:8;height:2" coordorigin="4333,3986" coordsize="8,2">
              <v:shape style="position:absolute;left:4333;top:3986;width:8;height:2" coordorigin="4333,3986" coordsize="8,0" path="m4333,3986l4341,3986e" filled="false" stroked="true" strokeweight=".48pt" strokecolor="#000000">
                <v:path arrowok="t"/>
              </v:shape>
            </v:group>
            <v:group style="position:absolute;left:4333;top:4010;width:8;height:2" coordorigin="4333,4010" coordsize="8,2">
              <v:shape style="position:absolute;left:4333;top:4010;width:8;height:2" coordorigin="4333,4010" coordsize="8,0" path="m4333,4010l4341,4010e" filled="false" stroked="true" strokeweight=".48pt" strokecolor="#000000">
                <v:path arrowok="t"/>
              </v:shape>
            </v:group>
            <v:group style="position:absolute;left:4333;top:4034;width:8;height:2" coordorigin="4333,4034" coordsize="8,2">
              <v:shape style="position:absolute;left:4333;top:4034;width:8;height:2" coordorigin="4333,4034" coordsize="8,0" path="m4333,4034l4341,4034e" filled="false" stroked="true" strokeweight=".48pt" strokecolor="#000000">
                <v:path arrowok="t"/>
              </v:shape>
            </v:group>
            <v:group style="position:absolute;left:4333;top:4058;width:8;height:2" coordorigin="4333,4058" coordsize="8,2">
              <v:shape style="position:absolute;left:4333;top:4058;width:8;height:2" coordorigin="4333,4058" coordsize="8,0" path="m4333,4058l4341,4058e" filled="false" stroked="true" strokeweight=".48pt" strokecolor="#000000">
                <v:path arrowok="t"/>
              </v:shape>
            </v:group>
            <v:group style="position:absolute;left:4333;top:4082;width:8;height:2" coordorigin="4333,4082" coordsize="8,2">
              <v:shape style="position:absolute;left:4333;top:4082;width:8;height:2" coordorigin="4333,4082" coordsize="8,0" path="m4333,4082l4341,4082e" filled="false" stroked="true" strokeweight=".48pt" strokecolor="#000000">
                <v:path arrowok="t"/>
              </v:shape>
            </v:group>
            <v:group style="position:absolute;left:4333;top:4106;width:8;height:2" coordorigin="4333,4106" coordsize="8,2">
              <v:shape style="position:absolute;left:4333;top:4106;width:8;height:2" coordorigin="4333,4106" coordsize="8,0" path="m4333,4106l4341,4106e" filled="false" stroked="true" strokeweight=".48pt" strokecolor="#000000">
                <v:path arrowok="t"/>
              </v:shape>
            </v:group>
            <v:group style="position:absolute;left:4333;top:4130;width:8;height:2" coordorigin="4333,4130" coordsize="8,2">
              <v:shape style="position:absolute;left:4333;top:4130;width:8;height:2" coordorigin="4333,4130" coordsize="8,0" path="m4333,4130l4341,4130e" filled="false" stroked="true" strokeweight=".48pt" strokecolor="#000000">
                <v:path arrowok="t"/>
              </v:shape>
            </v:group>
            <v:group style="position:absolute;left:4333;top:4154;width:8;height:2" coordorigin="4333,4154" coordsize="8,2">
              <v:shape style="position:absolute;left:4333;top:4154;width:8;height:2" coordorigin="4333,4154" coordsize="8,0" path="m4333,4154l4341,4154e" filled="false" stroked="true" strokeweight=".48pt" strokecolor="#000000">
                <v:path arrowok="t"/>
              </v:shape>
            </v:group>
            <v:group style="position:absolute;left:4333;top:4178;width:8;height:2" coordorigin="4333,4178" coordsize="8,2">
              <v:shape style="position:absolute;left:4333;top:4178;width:8;height:2" coordorigin="4333,4178" coordsize="8,0" path="m4333,4178l4341,4178e" filled="false" stroked="true" strokeweight=".48pt" strokecolor="#000000">
                <v:path arrowok="t"/>
              </v:shape>
            </v:group>
            <v:group style="position:absolute;left:4333;top:4202;width:8;height:2" coordorigin="4333,4202" coordsize="8,2">
              <v:shape style="position:absolute;left:4333;top:4202;width:8;height:2" coordorigin="4333,4202" coordsize="8,0" path="m4333,4202l4341,4202e" filled="false" stroked="true" strokeweight=".48pt" strokecolor="#000000">
                <v:path arrowok="t"/>
              </v:shape>
            </v:group>
            <v:group style="position:absolute;left:4333;top:4226;width:8;height:2" coordorigin="4333,4226" coordsize="8,2">
              <v:shape style="position:absolute;left:4333;top:4226;width:8;height:2" coordorigin="4333,4226" coordsize="8,0" path="m4333,4226l4341,4226e" filled="false" stroked="true" strokeweight=".48pt" strokecolor="#000000">
                <v:path arrowok="t"/>
              </v:shape>
            </v:group>
            <v:group style="position:absolute;left:4333;top:4250;width:8;height:2" coordorigin="4333,4250" coordsize="8,2">
              <v:shape style="position:absolute;left:4333;top:4250;width:8;height:2" coordorigin="4333,4250" coordsize="8,0" path="m4333,4250l4341,4250e" filled="false" stroked="true" strokeweight=".48pt" strokecolor="#000000">
                <v:path arrowok="t"/>
              </v:shape>
            </v:group>
            <v:group style="position:absolute;left:4333;top:4274;width:8;height:2" coordorigin="4333,4274" coordsize="8,2">
              <v:shape style="position:absolute;left:4333;top:4274;width:8;height:2" coordorigin="4333,4274" coordsize="8,0" path="m4333,4274l4341,4274e" filled="false" stroked="true" strokeweight=".48pt" strokecolor="#000000">
                <v:path arrowok="t"/>
              </v:shape>
            </v:group>
            <v:group style="position:absolute;left:4333;top:4298;width:8;height:2" coordorigin="4333,4298" coordsize="8,2">
              <v:shape style="position:absolute;left:4333;top:4298;width:8;height:2" coordorigin="4333,4298" coordsize="8,0" path="m4333,4298l4341,4298e" filled="false" stroked="true" strokeweight=".48pt" strokecolor="#000000">
                <v:path arrowok="t"/>
              </v:shape>
            </v:group>
            <v:group style="position:absolute;left:4333;top:4322;width:8;height:2" coordorigin="4333,4322" coordsize="8,2">
              <v:shape style="position:absolute;left:4333;top:4322;width:8;height:2" coordorigin="4333,4322" coordsize="8,0" path="m4333,4322l4341,4322e" filled="false" stroked="true" strokeweight=".48pt" strokecolor="#000000">
                <v:path arrowok="t"/>
              </v:shape>
            </v:group>
            <v:group style="position:absolute;left:4333;top:4346;width:8;height:2" coordorigin="4333,4346" coordsize="8,2">
              <v:shape style="position:absolute;left:4333;top:4346;width:8;height:2" coordorigin="4333,4346" coordsize="8,0" path="m4333,4346l4341,4346e" filled="false" stroked="true" strokeweight=".48pt" strokecolor="#000000">
                <v:path arrowok="t"/>
              </v:shape>
            </v:group>
            <v:group style="position:absolute;left:4333;top:4370;width:8;height:2" coordorigin="4333,4370" coordsize="8,2">
              <v:shape style="position:absolute;left:4333;top:4370;width:8;height:2" coordorigin="4333,4370" coordsize="8,0" path="m4333,4370l4341,4370e" filled="false" stroked="true" strokeweight=".48pt" strokecolor="#000000">
                <v:path arrowok="t"/>
              </v:shape>
            </v:group>
            <v:group style="position:absolute;left:4333;top:4394;width:8;height:2" coordorigin="4333,4394" coordsize="8,2">
              <v:shape style="position:absolute;left:4333;top:4394;width:8;height:2" coordorigin="4333,4394" coordsize="8,0" path="m4333,4394l4341,4394e" filled="false" stroked="true" strokeweight=".48pt" strokecolor="#000000">
                <v:path arrowok="t"/>
              </v:shape>
            </v:group>
            <v:group style="position:absolute;left:4333;top:4418;width:8;height:2" coordorigin="4333,4418" coordsize="8,2">
              <v:shape style="position:absolute;left:4333;top:4418;width:8;height:2" coordorigin="4333,4418" coordsize="8,0" path="m4333,4418l4341,4418e" filled="false" stroked="true" strokeweight=".48pt" strokecolor="#000000">
                <v:path arrowok="t"/>
              </v:shape>
            </v:group>
            <v:group style="position:absolute;left:4333;top:4442;width:8;height:2" coordorigin="4333,4442" coordsize="8,2">
              <v:shape style="position:absolute;left:4333;top:4442;width:8;height:2" coordorigin="4333,4442" coordsize="8,0" path="m4333,4442l4341,4442e" filled="false" stroked="true" strokeweight=".48pt" strokecolor="#000000">
                <v:path arrowok="t"/>
              </v:shape>
            </v:group>
            <v:group style="position:absolute;left:4333;top:4466;width:8;height:2" coordorigin="4333,4466" coordsize="8,2">
              <v:shape style="position:absolute;left:4333;top:4466;width:8;height:2" coordorigin="4333,4466" coordsize="8,0" path="m4333,4466l4341,4466e" filled="false" stroked="true" strokeweight=".48pt" strokecolor="#000000">
                <v:path arrowok="t"/>
              </v:shape>
            </v:group>
            <v:group style="position:absolute;left:4333;top:4490;width:8;height:2" coordorigin="4333,4490" coordsize="8,2">
              <v:shape style="position:absolute;left:4333;top:4490;width:8;height:2" coordorigin="4333,4490" coordsize="8,0" path="m4333,4490l4341,4490e" filled="false" stroked="true" strokeweight=".48pt" strokecolor="#000000">
                <v:path arrowok="t"/>
              </v:shape>
            </v:group>
            <v:group style="position:absolute;left:4333;top:4514;width:8;height:2" coordorigin="4333,4514" coordsize="8,2">
              <v:shape style="position:absolute;left:4333;top:4514;width:8;height:2" coordorigin="4333,4514" coordsize="8,0" path="m4333,4514l4341,4514e" filled="false" stroked="true" strokeweight=".48pt" strokecolor="#000000">
                <v:path arrowok="t"/>
              </v:shape>
            </v:group>
            <v:group style="position:absolute;left:4333;top:4538;width:8;height:2" coordorigin="4333,4538" coordsize="8,2">
              <v:shape style="position:absolute;left:4333;top:4538;width:8;height:2" coordorigin="4333,4538" coordsize="8,0" path="m4333,4538l4341,4538e" filled="false" stroked="true" strokeweight=".48pt" strokecolor="#000000">
                <v:path arrowok="t"/>
              </v:shape>
            </v:group>
            <v:group style="position:absolute;left:4333;top:4562;width:8;height:2" coordorigin="4333,4562" coordsize="8,2">
              <v:shape style="position:absolute;left:4333;top:4562;width:8;height:2" coordorigin="4333,4562" coordsize="8,0" path="m4333,4562l4341,4562e" filled="false" stroked="true" strokeweight=".48pt" strokecolor="#000000">
                <v:path arrowok="t"/>
              </v:shape>
            </v:group>
            <v:group style="position:absolute;left:4333;top:4586;width:8;height:2" coordorigin="4333,4586" coordsize="8,2">
              <v:shape style="position:absolute;left:4333;top:4586;width:8;height:2" coordorigin="4333,4586" coordsize="8,0" path="m4333,4586l4341,4586e" filled="false" stroked="true" strokeweight=".48pt" strokecolor="#000000">
                <v:path arrowok="t"/>
              </v:shape>
            </v:group>
            <v:group style="position:absolute;left:4333;top:4610;width:8;height:2" coordorigin="4333,4610" coordsize="8,2">
              <v:shape style="position:absolute;left:4333;top:4610;width:8;height:2" coordorigin="4333,4610" coordsize="8,0" path="m4333,4610l4341,4610e" filled="false" stroked="true" strokeweight=".479pt" strokecolor="#000000">
                <v:path arrowok="t"/>
              </v:shape>
            </v:group>
            <v:group style="position:absolute;left:4333;top:4634;width:8;height:2" coordorigin="4333,4634" coordsize="8,2">
              <v:shape style="position:absolute;left:4333;top:4634;width:8;height:2" coordorigin="4333,4634" coordsize="8,0" path="m4333,4634l4341,4634e" filled="false" stroked="true" strokeweight=".48pt" strokecolor="#000000">
                <v:path arrowok="t"/>
              </v:shape>
            </v:group>
            <v:group style="position:absolute;left:4333;top:4658;width:8;height:2" coordorigin="4333,4658" coordsize="8,2">
              <v:shape style="position:absolute;left:4333;top:4658;width:8;height:2" coordorigin="4333,4658" coordsize="8,0" path="m4333,4658l4341,4658e" filled="false" stroked="true" strokeweight=".48pt" strokecolor="#000000">
                <v:path arrowok="t"/>
              </v:shape>
            </v:group>
            <v:group style="position:absolute;left:4333;top:4682;width:8;height:2" coordorigin="4333,4682" coordsize="8,2">
              <v:shape style="position:absolute;left:4333;top:4682;width:8;height:2" coordorigin="4333,4682" coordsize="8,0" path="m4333,4682l4341,4682e" filled="false" stroked="true" strokeweight=".48pt" strokecolor="#000000">
                <v:path arrowok="t"/>
              </v:shape>
            </v:group>
            <v:group style="position:absolute;left:4333;top:4706;width:8;height:2" coordorigin="4333,4706" coordsize="8,2">
              <v:shape style="position:absolute;left:4333;top:4706;width:8;height:2" coordorigin="4333,4706" coordsize="8,0" path="m4333,4706l4341,4706e" filled="false" stroked="true" strokeweight=".48pt" strokecolor="#000000">
                <v:path arrowok="t"/>
              </v:shape>
            </v:group>
            <v:group style="position:absolute;left:4333;top:4730;width:8;height:2" coordorigin="4333,4730" coordsize="8,2">
              <v:shape style="position:absolute;left:4333;top:4730;width:8;height:2" coordorigin="4333,4730" coordsize="8,0" path="m4333,4730l4341,4730e" filled="false" stroked="true" strokeweight=".48pt" strokecolor="#000000">
                <v:path arrowok="t"/>
              </v:shape>
            </v:group>
            <v:group style="position:absolute;left:4333;top:4754;width:8;height:2" coordorigin="4333,4754" coordsize="8,2">
              <v:shape style="position:absolute;left:4333;top:4754;width:8;height:2" coordorigin="4333,4754" coordsize="8,0" path="m4333,4754l4341,4754e" filled="false" stroked="true" strokeweight=".48pt" strokecolor="#000000">
                <v:path arrowok="t"/>
              </v:shape>
            </v:group>
            <v:group style="position:absolute;left:4333;top:4778;width:8;height:2" coordorigin="4333,4778" coordsize="8,2">
              <v:shape style="position:absolute;left:4333;top:4778;width:8;height:2" coordorigin="4333,4778" coordsize="8,0" path="m4333,4778l4341,4778e" filled="false" stroked="true" strokeweight=".48pt" strokecolor="#000000">
                <v:path arrowok="t"/>
              </v:shape>
            </v:group>
            <v:group style="position:absolute;left:4333;top:4802;width:8;height:2" coordorigin="4333,4802" coordsize="8,2">
              <v:shape style="position:absolute;left:4333;top:4802;width:8;height:2" coordorigin="4333,4802" coordsize="8,0" path="m4333,4802l4341,4802e" filled="false" stroked="true" strokeweight=".48pt" strokecolor="#000000">
                <v:path arrowok="t"/>
              </v:shape>
            </v:group>
            <v:group style="position:absolute;left:4333;top:4826;width:8;height:2" coordorigin="4333,4826" coordsize="8,2">
              <v:shape style="position:absolute;left:4333;top:4826;width:8;height:2" coordorigin="4333,4826" coordsize="8,0" path="m4333,4826l4341,4826e" filled="false" stroked="true" strokeweight=".48pt" strokecolor="#000000">
                <v:path arrowok="t"/>
              </v:shape>
            </v:group>
            <v:group style="position:absolute;left:4333;top:4850;width:8;height:2" coordorigin="4333,4850" coordsize="8,2">
              <v:shape style="position:absolute;left:4333;top:4850;width:8;height:2" coordorigin="4333,4850" coordsize="8,0" path="m4333,4850l4341,4850e" filled="false" stroked="true" strokeweight=".48pt" strokecolor="#000000">
                <v:path arrowok="t"/>
              </v:shape>
            </v:group>
            <v:group style="position:absolute;left:4333;top:4874;width:8;height:2" coordorigin="4333,4874" coordsize="8,2">
              <v:shape style="position:absolute;left:4333;top:4874;width:8;height:2" coordorigin="4333,4874" coordsize="8,0" path="m4333,4874l4341,4874e" filled="false" stroked="true" strokeweight=".48pt" strokecolor="#000000">
                <v:path arrowok="t"/>
              </v:shape>
            </v:group>
            <v:group style="position:absolute;left:4333;top:4898;width:8;height:2" coordorigin="4333,4898" coordsize="8,2">
              <v:shape style="position:absolute;left:4333;top:4898;width:8;height:2" coordorigin="4333,4898" coordsize="8,0" path="m4333,4898l4341,4898e" filled="false" stroked="true" strokeweight=".48pt" strokecolor="#000000">
                <v:path arrowok="t"/>
              </v:shape>
            </v:group>
            <v:group style="position:absolute;left:4333;top:4922;width:8;height:2" coordorigin="4333,4922" coordsize="8,2">
              <v:shape style="position:absolute;left:4333;top:4922;width:8;height:2" coordorigin="4333,4922" coordsize="8,0" path="m4333,4922l4341,4922e" filled="false" stroked="true" strokeweight=".48pt" strokecolor="#000000">
                <v:path arrowok="t"/>
              </v:shape>
            </v:group>
            <v:group style="position:absolute;left:4333;top:4946;width:8;height:2" coordorigin="4333,4946" coordsize="8,2">
              <v:shape style="position:absolute;left:4333;top:4946;width:8;height:2" coordorigin="4333,4946" coordsize="8,0" path="m4333,4946l4341,4946e" filled="false" stroked="true" strokeweight=".48pt" strokecolor="#000000">
                <v:path arrowok="t"/>
              </v:shape>
            </v:group>
            <v:group style="position:absolute;left:4333;top:4970;width:8;height:2" coordorigin="4333,4970" coordsize="8,2">
              <v:shape style="position:absolute;left:4333;top:4970;width:8;height:2" coordorigin="4333,4970" coordsize="8,0" path="m4333,4970l4341,4970e" filled="false" stroked="true" strokeweight=".479pt" strokecolor="#000000">
                <v:path arrowok="t"/>
              </v:shape>
            </v:group>
            <v:group style="position:absolute;left:4333;top:4994;width:8;height:2" coordorigin="4333,4994" coordsize="8,2">
              <v:shape style="position:absolute;left:4333;top:4994;width:8;height:2" coordorigin="4333,4994" coordsize="8,0" path="m4333,4994l4341,4994e" filled="false" stroked="true" strokeweight=".48pt" strokecolor="#000000">
                <v:path arrowok="t"/>
              </v:shape>
            </v:group>
            <v:group style="position:absolute;left:4333;top:5018;width:8;height:2" coordorigin="4333,5018" coordsize="8,2">
              <v:shape style="position:absolute;left:4333;top:5018;width:8;height:2" coordorigin="4333,5018" coordsize="8,0" path="m4333,5018l4341,5018e" filled="false" stroked="true" strokeweight=".48pt" strokecolor="#000000">
                <v:path arrowok="t"/>
              </v:shape>
            </v:group>
            <v:group style="position:absolute;left:4333;top:5042;width:8;height:2" coordorigin="4333,5042" coordsize="8,2">
              <v:shape style="position:absolute;left:4333;top:5042;width:8;height:2" coordorigin="4333,5042" coordsize="8,0" path="m4333,5042l4341,5042e" filled="false" stroked="true" strokeweight=".48pt" strokecolor="#000000">
                <v:path arrowok="t"/>
              </v:shape>
            </v:group>
            <v:group style="position:absolute;left:4333;top:5066;width:8;height:2" coordorigin="4333,5066" coordsize="8,2">
              <v:shape style="position:absolute;left:4333;top:5066;width:8;height:2" coordorigin="4333,5066" coordsize="8,0" path="m4333,5066l4341,5066e" filled="false" stroked="true" strokeweight=".48pt" strokecolor="#000000">
                <v:path arrowok="t"/>
              </v:shape>
            </v:group>
            <v:group style="position:absolute;left:4333;top:5090;width:8;height:2" coordorigin="4333,5090" coordsize="8,2">
              <v:shape style="position:absolute;left:4333;top:5090;width:8;height:2" coordorigin="4333,5090" coordsize="8,0" path="m4333,5090l4341,5090e" filled="false" stroked="true" strokeweight=".48pt" strokecolor="#000000">
                <v:path arrowok="t"/>
              </v:shape>
            </v:group>
            <v:group style="position:absolute;left:4333;top:5114;width:8;height:2" coordorigin="4333,5114" coordsize="8,2">
              <v:shape style="position:absolute;left:4333;top:5114;width:8;height:2" coordorigin="4333,5114" coordsize="8,0" path="m4333,5114l4341,5114e" filled="false" stroked="true" strokeweight=".48pt" strokecolor="#000000">
                <v:path arrowok="t"/>
              </v:shape>
            </v:group>
            <v:group style="position:absolute;left:4333;top:5138;width:8;height:2" coordorigin="4333,5138" coordsize="8,2">
              <v:shape style="position:absolute;left:4333;top:5138;width:8;height:2" coordorigin="4333,5138" coordsize="8,0" path="m4333,5138l4341,5138e" filled="false" stroked="true" strokeweight=".48pt" strokecolor="#000000">
                <v:path arrowok="t"/>
              </v:shape>
            </v:group>
            <v:group style="position:absolute;left:4333;top:5162;width:8;height:2" coordorigin="4333,5162" coordsize="8,2">
              <v:shape style="position:absolute;left:4333;top:5162;width:8;height:2" coordorigin="4333,5162" coordsize="8,0" path="m4333,5162l4341,5162e" filled="false" stroked="true" strokeweight=".48pt" strokecolor="#000000">
                <v:path arrowok="t"/>
              </v:shape>
            </v:group>
            <v:group style="position:absolute;left:4333;top:5186;width:8;height:2" coordorigin="4333,5186" coordsize="8,2">
              <v:shape style="position:absolute;left:4333;top:5186;width:8;height:2" coordorigin="4333,5186" coordsize="8,0" path="m4333,5186l4341,5186e" filled="false" stroked="true" strokeweight=".48pt" strokecolor="#000000">
                <v:path arrowok="t"/>
              </v:shape>
            </v:group>
            <v:group style="position:absolute;left:4333;top:5210;width:8;height:2" coordorigin="4333,5210" coordsize="8,2">
              <v:shape style="position:absolute;left:4333;top:5210;width:8;height:2" coordorigin="4333,5210" coordsize="8,0" path="m4333,5210l4341,5210e" filled="false" stroked="true" strokeweight=".48pt" strokecolor="#000000">
                <v:path arrowok="t"/>
              </v:shape>
            </v:group>
            <v:group style="position:absolute;left:4333;top:5234;width:8;height:2" coordorigin="4333,5234" coordsize="8,2">
              <v:shape style="position:absolute;left:4333;top:5234;width:8;height:2" coordorigin="4333,5234" coordsize="8,0" path="m4333,5234l4341,5234e" filled="false" stroked="true" strokeweight=".48pt" strokecolor="#000000">
                <v:path arrowok="t"/>
              </v:shape>
            </v:group>
            <v:group style="position:absolute;left:4333;top:5258;width:8;height:2" coordorigin="4333,5258" coordsize="8,2">
              <v:shape style="position:absolute;left:4333;top:5258;width:8;height:2" coordorigin="4333,5258" coordsize="8,0" path="m4333,5258l4341,5258e" filled="false" stroked="true" strokeweight=".48pt" strokecolor="#000000">
                <v:path arrowok="t"/>
              </v:shape>
            </v:group>
            <v:group style="position:absolute;left:4333;top:5282;width:8;height:2" coordorigin="4333,5282" coordsize="8,2">
              <v:shape style="position:absolute;left:4333;top:5282;width:8;height:2" coordorigin="4333,5282" coordsize="8,0" path="m4333,5282l4341,5282e" filled="false" stroked="true" strokeweight=".48pt" strokecolor="#000000">
                <v:path arrowok="t"/>
              </v:shape>
            </v:group>
            <v:group style="position:absolute;left:4333;top:5306;width:8;height:2" coordorigin="4333,5306" coordsize="8,2">
              <v:shape style="position:absolute;left:4333;top:5306;width:8;height:2" coordorigin="4333,5306" coordsize="8,0" path="m4333,5306l4341,5306e" filled="false" stroked="true" strokeweight=".48pt" strokecolor="#000000">
                <v:path arrowok="t"/>
              </v:shape>
            </v:group>
            <v:group style="position:absolute;left:4333;top:5330;width:8;height:2" coordorigin="4333,5330" coordsize="8,2">
              <v:shape style="position:absolute;left:4333;top:5330;width:8;height:2" coordorigin="4333,5330" coordsize="8,0" path="m4333,5330l4341,5330e" filled="false" stroked="true" strokeweight=".48pt" strokecolor="#000000">
                <v:path arrowok="t"/>
              </v:shape>
            </v:group>
            <v:group style="position:absolute;left:4333;top:5354;width:8;height:2" coordorigin="4333,5354" coordsize="8,2">
              <v:shape style="position:absolute;left:4333;top:5354;width:8;height:2" coordorigin="4333,5354" coordsize="8,0" path="m4333,5354l4341,5354e" filled="false" stroked="true" strokeweight=".48pt" strokecolor="#000000">
                <v:path arrowok="t"/>
              </v:shape>
            </v:group>
            <v:group style="position:absolute;left:4333;top:5378;width:8;height:2" coordorigin="4333,5378" coordsize="8,2">
              <v:shape style="position:absolute;left:4333;top:5378;width:8;height:2" coordorigin="4333,5378" coordsize="8,0" path="m4333,5378l4341,5378e" filled="false" stroked="true" strokeweight=".48pt" strokecolor="#000000">
                <v:path arrowok="t"/>
              </v:shape>
            </v:group>
            <v:group style="position:absolute;left:4333;top:5402;width:8;height:2" coordorigin="4333,5402" coordsize="8,2">
              <v:shape style="position:absolute;left:4333;top:5402;width:8;height:2" coordorigin="4333,5402" coordsize="8,0" path="m4333,5402l4341,5402e" filled="false" stroked="true" strokeweight=".48pt" strokecolor="#000000">
                <v:path arrowok="t"/>
              </v:shape>
            </v:group>
            <v:group style="position:absolute;left:4333;top:5426;width:8;height:2" coordorigin="4333,5426" coordsize="8,2">
              <v:shape style="position:absolute;left:4333;top:5426;width:8;height:2" coordorigin="4333,5426" coordsize="8,0" path="m4333,5426l4341,5426e" filled="false" stroked="true" strokeweight=".48pt" strokecolor="#000000">
                <v:path arrowok="t"/>
              </v:shape>
            </v:group>
            <v:group style="position:absolute;left:4333;top:5450;width:8;height:2" coordorigin="4333,5450" coordsize="8,2">
              <v:shape style="position:absolute;left:4333;top:5450;width:8;height:2" coordorigin="4333,5450" coordsize="8,0" path="m4333,5450l4341,5450e" filled="false" stroked="true" strokeweight=".48pt" strokecolor="#000000">
                <v:path arrowok="t"/>
              </v:shape>
            </v:group>
            <v:group style="position:absolute;left:4333;top:5474;width:8;height:2" coordorigin="4333,5474" coordsize="8,2">
              <v:shape style="position:absolute;left:4333;top:5474;width:8;height:2" coordorigin="4333,5474" coordsize="8,0" path="m4333,5474l4341,5474e" filled="false" stroked="true" strokeweight=".48pt" strokecolor="#000000">
                <v:path arrowok="t"/>
              </v:shape>
            </v:group>
            <v:group style="position:absolute;left:4333;top:5498;width:8;height:2" coordorigin="4333,5498" coordsize="8,2">
              <v:shape style="position:absolute;left:4333;top:5498;width:8;height:2" coordorigin="4333,5498" coordsize="8,0" path="m4333,5498l4341,5498e" filled="false" stroked="true" strokeweight=".48pt" strokecolor="#000000">
                <v:path arrowok="t"/>
              </v:shape>
            </v:group>
            <v:group style="position:absolute;left:4333;top:5522;width:8;height:2" coordorigin="4333,5522" coordsize="8,2">
              <v:shape style="position:absolute;left:4333;top:5522;width:8;height:2" coordorigin="4333,5522" coordsize="8,0" path="m4333,5522l4341,5522e" filled="false" stroked="true" strokeweight=".48pt" strokecolor="#000000">
                <v:path arrowok="t"/>
              </v:shape>
            </v:group>
            <v:group style="position:absolute;left:4333;top:5546;width:8;height:2" coordorigin="4333,5546" coordsize="8,2">
              <v:shape style="position:absolute;left:4333;top:5546;width:8;height:2" coordorigin="4333,5546" coordsize="8,0" path="m4333,5546l4341,5546e" filled="false" stroked="true" strokeweight=".48pt" strokecolor="#000000">
                <v:path arrowok="t"/>
              </v:shape>
            </v:group>
            <v:group style="position:absolute;left:4333;top:5570;width:8;height:2" coordorigin="4333,5570" coordsize="8,2">
              <v:shape style="position:absolute;left:4333;top:5570;width:8;height:2" coordorigin="4333,5570" coordsize="8,0" path="m4333,5570l4341,5570e" filled="false" stroked="true" strokeweight=".48pt" strokecolor="#000000">
                <v:path arrowok="t"/>
              </v:shape>
            </v:group>
            <v:group style="position:absolute;left:4333;top:5594;width:8;height:2" coordorigin="4333,5594" coordsize="8,2">
              <v:shape style="position:absolute;left:4333;top:5594;width:8;height:2" coordorigin="4333,5594" coordsize="8,0" path="m4333,5594l4341,5594e" filled="false" stroked="true" strokeweight=".48pt" strokecolor="#000000">
                <v:path arrowok="t"/>
              </v:shape>
            </v:group>
            <v:group style="position:absolute;left:4333;top:5618;width:8;height:2" coordorigin="4333,5618" coordsize="8,2">
              <v:shape style="position:absolute;left:4333;top:5618;width:8;height:2" coordorigin="4333,5618" coordsize="8,0" path="m4333,5618l4341,5618e" filled="false" stroked="true" strokeweight=".48pt" strokecolor="#000000">
                <v:path arrowok="t"/>
              </v:shape>
            </v:group>
            <v:group style="position:absolute;left:4333;top:5642;width:8;height:2" coordorigin="4333,5642" coordsize="8,2">
              <v:shape style="position:absolute;left:4333;top:5642;width:8;height:2" coordorigin="4333,5642" coordsize="8,0" path="m4333,5642l4341,5642e" filled="false" stroked="true" strokeweight=".48pt" strokecolor="#000000">
                <v:path arrowok="t"/>
              </v:shape>
            </v:group>
            <v:group style="position:absolute;left:4333;top:5666;width:8;height:2" coordorigin="4333,5666" coordsize="8,2">
              <v:shape style="position:absolute;left:4333;top:5666;width:8;height:2" coordorigin="4333,5666" coordsize="8,0" path="m4333,5666l4341,5666e" filled="false" stroked="true" strokeweight=".48pt" strokecolor="#000000">
                <v:path arrowok="t"/>
              </v:shape>
            </v:group>
            <v:group style="position:absolute;left:4333;top:5690;width:8;height:2" coordorigin="4333,5690" coordsize="8,2">
              <v:shape style="position:absolute;left:4333;top:5690;width:8;height:2" coordorigin="4333,5690" coordsize="8,0" path="m4333,5690l4341,5690e" filled="false" stroked="true" strokeweight=".48pt" strokecolor="#000000">
                <v:path arrowok="t"/>
              </v:shape>
            </v:group>
            <v:group style="position:absolute;left:4333;top:5714;width:8;height:2" coordorigin="4333,5714" coordsize="8,2">
              <v:shape style="position:absolute;left:4333;top:5714;width:8;height:2" coordorigin="4333,5714" coordsize="8,0" path="m4333,5714l4341,5714e" filled="false" stroked="true" strokeweight=".479pt" strokecolor="#000000">
                <v:path arrowok="t"/>
              </v:shape>
            </v:group>
            <v:group style="position:absolute;left:4333;top:5738;width:8;height:2" coordorigin="4333,5738" coordsize="8,2">
              <v:shape style="position:absolute;left:4333;top:5738;width:8;height:2" coordorigin="4333,5738" coordsize="8,0" path="m4333,5738l4341,5738e" filled="false" stroked="true" strokeweight=".48pt" strokecolor="#000000">
                <v:path arrowok="t"/>
              </v:shape>
            </v:group>
            <v:group style="position:absolute;left:4333;top:5762;width:8;height:2" coordorigin="4333,5762" coordsize="8,2">
              <v:shape style="position:absolute;left:4333;top:5762;width:8;height:2" coordorigin="4333,5762" coordsize="8,0" path="m4333,5762l4341,5762e" filled="false" stroked="true" strokeweight=".48pt" strokecolor="#000000">
                <v:path arrowok="t"/>
              </v:shape>
            </v:group>
            <v:group style="position:absolute;left:4333;top:5786;width:8;height:2" coordorigin="4333,5786" coordsize="8,2">
              <v:shape style="position:absolute;left:4333;top:5786;width:8;height:2" coordorigin="4333,5786" coordsize="8,0" path="m4333,5786l4341,5786e" filled="false" stroked="true" strokeweight=".48pt" strokecolor="#000000">
                <v:path arrowok="t"/>
              </v:shape>
            </v:group>
            <v:group style="position:absolute;left:4333;top:5810;width:8;height:2" coordorigin="4333,5810" coordsize="8,2">
              <v:shape style="position:absolute;left:4333;top:5810;width:8;height:2" coordorigin="4333,5810" coordsize="8,0" path="m4333,5810l4341,5810e" filled="false" stroked="true" strokeweight=".48pt" strokecolor="#000000">
                <v:path arrowok="t"/>
              </v:shape>
            </v:group>
            <v:group style="position:absolute;left:4333;top:5834;width:8;height:2" coordorigin="4333,5834" coordsize="8,2">
              <v:shape style="position:absolute;left:4333;top:5834;width:8;height:2" coordorigin="4333,5834" coordsize="8,0" path="m4333,5834l4341,5834e" filled="false" stroked="true" strokeweight=".48pt" strokecolor="#000000">
                <v:path arrowok="t"/>
              </v:shape>
            </v:group>
            <v:group style="position:absolute;left:4333;top:5858;width:8;height:2" coordorigin="4333,5858" coordsize="8,2">
              <v:shape style="position:absolute;left:4333;top:5858;width:8;height:2" coordorigin="4333,5858" coordsize="8,0" path="m4333,5858l4341,5858e" filled="false" stroked="true" strokeweight=".48pt" strokecolor="#000000">
                <v:path arrowok="t"/>
              </v:shape>
            </v:group>
            <v:group style="position:absolute;left:4333;top:5882;width:8;height:2" coordorigin="4333,5882" coordsize="8,2">
              <v:shape style="position:absolute;left:4333;top:5882;width:8;height:2" coordorigin="4333,5882" coordsize="8,0" path="m4333,5882l4341,5882e" filled="false" stroked="true" strokeweight=".48pt" strokecolor="#000000">
                <v:path arrowok="t"/>
              </v:shape>
            </v:group>
            <v:group style="position:absolute;left:4333;top:5906;width:8;height:2" coordorigin="4333,5906" coordsize="8,2">
              <v:shape style="position:absolute;left:4333;top:5906;width:8;height:2" coordorigin="4333,5906" coordsize="8,0" path="m4333,5906l4341,5906e" filled="false" stroked="true" strokeweight=".48pt" strokecolor="#000000">
                <v:path arrowok="t"/>
              </v:shape>
            </v:group>
            <v:group style="position:absolute;left:4333;top:5930;width:8;height:2" coordorigin="4333,5930" coordsize="8,2">
              <v:shape style="position:absolute;left:4333;top:5930;width:8;height:2" coordorigin="4333,5930" coordsize="8,0" path="m4333,5930l4341,5930e" filled="false" stroked="true" strokeweight=".48pt" strokecolor="#000000">
                <v:path arrowok="t"/>
              </v:shape>
            </v:group>
            <v:group style="position:absolute;left:4333;top:5954;width:8;height:2" coordorigin="4333,5954" coordsize="8,2">
              <v:shape style="position:absolute;left:4333;top:5954;width:8;height:2" coordorigin="4333,5954" coordsize="8,0" path="m4333,5954l4341,5954e" filled="false" stroked="true" strokeweight=".48pt" strokecolor="#000000">
                <v:path arrowok="t"/>
              </v:shape>
            </v:group>
            <v:group style="position:absolute;left:4333;top:5978;width:8;height:2" coordorigin="4333,5978" coordsize="8,2">
              <v:shape style="position:absolute;left:4333;top:5978;width:8;height:2" coordorigin="4333,5978" coordsize="8,0" path="m4333,5978l4341,5978e" filled="false" stroked="true" strokeweight=".48pt" strokecolor="#000000">
                <v:path arrowok="t"/>
              </v:shape>
            </v:group>
            <v:group style="position:absolute;left:4333;top:6002;width:8;height:2" coordorigin="4333,6002" coordsize="8,2">
              <v:shape style="position:absolute;left:4333;top:6002;width:8;height:2" coordorigin="4333,6002" coordsize="8,0" path="m4333,6002l4341,6002e" filled="false" stroked="true" strokeweight=".48pt" strokecolor="#000000">
                <v:path arrowok="t"/>
              </v:shape>
            </v:group>
            <v:group style="position:absolute;left:4333;top:6026;width:8;height:2" coordorigin="4333,6026" coordsize="8,2">
              <v:shape style="position:absolute;left:4333;top:6026;width:8;height:2" coordorigin="4333,6026" coordsize="8,0" path="m4333,6026l4341,6026e" filled="false" stroked="true" strokeweight=".48pt" strokecolor="#000000">
                <v:path arrowok="t"/>
              </v:shape>
            </v:group>
            <v:group style="position:absolute;left:4333;top:6050;width:8;height:2" coordorigin="4333,6050" coordsize="8,2">
              <v:shape style="position:absolute;left:4333;top:6050;width:8;height:2" coordorigin="4333,6050" coordsize="8,0" path="m4333,6050l4341,6050e" filled="false" stroked="true" strokeweight=".48pt" strokecolor="#000000">
                <v:path arrowok="t"/>
              </v:shape>
            </v:group>
            <v:group style="position:absolute;left:4333;top:6074;width:8;height:2" coordorigin="4333,6074" coordsize="8,2">
              <v:shape style="position:absolute;left:4333;top:6074;width:8;height:2" coordorigin="4333,6074" coordsize="8,0" path="m4333,6074l4341,6074e" filled="false" stroked="true" strokeweight=".48pt" strokecolor="#000000">
                <v:path arrowok="t"/>
              </v:shape>
            </v:group>
            <v:group style="position:absolute;left:4333;top:6098;width:8;height:2" coordorigin="4333,6098" coordsize="8,2">
              <v:shape style="position:absolute;left:4333;top:6098;width:8;height:2" coordorigin="4333,6098" coordsize="8,0" path="m4333,6098l4341,6098e" filled="false" stroked="true" strokeweight=".48pt" strokecolor="#000000">
                <v:path arrowok="t"/>
              </v:shape>
            </v:group>
            <v:group style="position:absolute;left:4333;top:6122;width:8;height:2" coordorigin="4333,6122" coordsize="8,2">
              <v:shape style="position:absolute;left:4333;top:6122;width:8;height:2" coordorigin="4333,6122" coordsize="8,0" path="m4333,6122l4341,6122e" filled="false" stroked="true" strokeweight=".48pt" strokecolor="#000000">
                <v:path arrowok="t"/>
              </v:shape>
            </v:group>
            <v:group style="position:absolute;left:4333;top:6146;width:8;height:2" coordorigin="4333,6146" coordsize="8,2">
              <v:shape style="position:absolute;left:4333;top:6146;width:8;height:2" coordorigin="4333,6146" coordsize="8,0" path="m4333,6146l4341,6146e" filled="false" stroked="true" strokeweight=".48pt" strokecolor="#000000">
                <v:path arrowok="t"/>
              </v:shape>
            </v:group>
            <v:group style="position:absolute;left:4333;top:6170;width:8;height:2" coordorigin="4333,6170" coordsize="8,2">
              <v:shape style="position:absolute;left:4333;top:6170;width:8;height:2" coordorigin="4333,6170" coordsize="8,0" path="m4333,6170l4341,6170e" filled="false" stroked="true" strokeweight=".48pt" strokecolor="#000000">
                <v:path arrowok="t"/>
              </v:shape>
            </v:group>
            <v:group style="position:absolute;left:4333;top:6194;width:8;height:2" coordorigin="4333,6194" coordsize="8,2">
              <v:shape style="position:absolute;left:4333;top:6194;width:8;height:2" coordorigin="4333,6194" coordsize="8,0" path="m4333,6194l4341,6194e" filled="false" stroked="true" strokeweight=".48pt" strokecolor="#000000">
                <v:path arrowok="t"/>
              </v:shape>
            </v:group>
            <v:group style="position:absolute;left:4333;top:6218;width:8;height:2" coordorigin="4333,6218" coordsize="8,2">
              <v:shape style="position:absolute;left:4333;top:6218;width:8;height:2" coordorigin="4333,6218" coordsize="8,0" path="m4333,6218l4341,6218e" filled="false" stroked="true" strokeweight=".48pt" strokecolor="#000000">
                <v:path arrowok="t"/>
              </v:shape>
            </v:group>
            <v:group style="position:absolute;left:4333;top:6242;width:8;height:2" coordorigin="4333,6242" coordsize="8,2">
              <v:shape style="position:absolute;left:4333;top:6242;width:8;height:2" coordorigin="4333,6242" coordsize="8,0" path="m4333,6242l4341,6242e" filled="false" stroked="true" strokeweight=".48pt" strokecolor="#000000">
                <v:path arrowok="t"/>
              </v:shape>
            </v:group>
            <v:group style="position:absolute;left:4333;top:6266;width:8;height:2" coordorigin="4333,6266" coordsize="8,2">
              <v:shape style="position:absolute;left:4333;top:6266;width:8;height:2" coordorigin="4333,6266" coordsize="8,0" path="m4333,6266l4341,6266e" filled="false" stroked="true" strokeweight=".48pt" strokecolor="#000000">
                <v:path arrowok="t"/>
              </v:shape>
            </v:group>
            <v:group style="position:absolute;left:4333;top:6290;width:8;height:2" coordorigin="4333,6290" coordsize="8,2">
              <v:shape style="position:absolute;left:4333;top:6290;width:8;height:2" coordorigin="4333,6290" coordsize="8,0" path="m4333,6290l4341,6290e" filled="false" stroked="true" strokeweight=".48pt" strokecolor="#000000">
                <v:path arrowok="t"/>
              </v:shape>
            </v:group>
            <v:group style="position:absolute;left:4333;top:6314;width:8;height:2" coordorigin="4333,6314" coordsize="8,2">
              <v:shape style="position:absolute;left:4333;top:6314;width:8;height:2" coordorigin="4333,6314" coordsize="8,0" path="m4333,6314l4341,6314e" filled="false" stroked="true" strokeweight=".48pt" strokecolor="#000000">
                <v:path arrowok="t"/>
              </v:shape>
            </v:group>
            <v:group style="position:absolute;left:4333;top:6338;width:8;height:2" coordorigin="4333,6338" coordsize="8,2">
              <v:shape style="position:absolute;left:4333;top:6338;width:8;height:2" coordorigin="4333,6338" coordsize="8,0" path="m4333,6338l4341,6338e" filled="false" stroked="true" strokeweight=".48pt" strokecolor="#000000">
                <v:path arrowok="t"/>
              </v:shape>
            </v:group>
            <v:group style="position:absolute;left:4333;top:6362;width:8;height:2" coordorigin="4333,6362" coordsize="8,2">
              <v:shape style="position:absolute;left:4333;top:6362;width:8;height:2" coordorigin="4333,6362" coordsize="8,0" path="m4333,6362l4341,6362e" filled="false" stroked="true" strokeweight=".48pt" strokecolor="#000000">
                <v:path arrowok="t"/>
              </v:shape>
            </v:group>
            <v:group style="position:absolute;left:4333;top:6386;width:8;height:2" coordorigin="4333,6386" coordsize="8,2">
              <v:shape style="position:absolute;left:4333;top:6386;width:8;height:2" coordorigin="4333,6386" coordsize="8,0" path="m4333,6386l4341,6386e" filled="false" stroked="true" strokeweight=".48pt" strokecolor="#000000">
                <v:path arrowok="t"/>
              </v:shape>
            </v:group>
            <v:group style="position:absolute;left:4333;top:6410;width:8;height:2" coordorigin="4333,6410" coordsize="8,2">
              <v:shape style="position:absolute;left:4333;top:6410;width:8;height:2" coordorigin="4333,6410" coordsize="8,0" path="m4333,6410l4341,6410e" filled="false" stroked="true" strokeweight=".48pt" strokecolor="#000000">
                <v:path arrowok="t"/>
              </v:shape>
            </v:group>
            <v:group style="position:absolute;left:4333;top:6434;width:8;height:2" coordorigin="4333,6434" coordsize="8,2">
              <v:shape style="position:absolute;left:4333;top:6434;width:8;height:2" coordorigin="4333,6434" coordsize="8,0" path="m4333,6434l4341,6434e" filled="false" stroked="true" strokeweight=".48pt" strokecolor="#000000">
                <v:path arrowok="t"/>
              </v:shape>
            </v:group>
            <v:group style="position:absolute;left:4333;top:6458;width:8;height:2" coordorigin="4333,6458" coordsize="8,2">
              <v:shape style="position:absolute;left:4333;top:6458;width:8;height:2" coordorigin="4333,6458" coordsize="8,0" path="m4333,6458l4341,6458e" filled="false" stroked="true" strokeweight=".48pt" strokecolor="#000000">
                <v:path arrowok="t"/>
              </v:shape>
            </v:group>
            <v:group style="position:absolute;left:4333;top:6482;width:8;height:2" coordorigin="4333,6482" coordsize="8,2">
              <v:shape style="position:absolute;left:4333;top:6482;width:8;height:2" coordorigin="4333,6482" coordsize="8,0" path="m4333,6482l4341,6482e" filled="false" stroked="true" strokeweight=".48pt" strokecolor="#000000">
                <v:path arrowok="t"/>
              </v:shape>
            </v:group>
            <v:group style="position:absolute;left:4333;top:6506;width:8;height:2" coordorigin="4333,6506" coordsize="8,2">
              <v:shape style="position:absolute;left:4333;top:6506;width:8;height:2" coordorigin="4333,6506" coordsize="8,0" path="m4333,6506l4341,6506e" filled="false" stroked="true" strokeweight=".48pt" strokecolor="#000000">
                <v:path arrowok="t"/>
              </v:shape>
            </v:group>
            <v:group style="position:absolute;left:4333;top:6530;width:8;height:2" coordorigin="4333,6530" coordsize="8,2">
              <v:shape style="position:absolute;left:4333;top:6530;width:8;height:2" coordorigin="4333,6530" coordsize="8,0" path="m4333,6530l4341,6530e" filled="false" stroked="true" strokeweight=".48pt" strokecolor="#000000">
                <v:path arrowok="t"/>
              </v:shape>
            </v:group>
            <v:group style="position:absolute;left:4333;top:6554;width:8;height:2" coordorigin="4333,6554" coordsize="8,2">
              <v:shape style="position:absolute;left:4333;top:6554;width:8;height:2" coordorigin="4333,6554" coordsize="8,0" path="m4333,6554l4341,6554e" filled="false" stroked="true" strokeweight=".48pt" strokecolor="#000000">
                <v:path arrowok="t"/>
              </v:shape>
            </v:group>
            <v:group style="position:absolute;left:4333;top:6578;width:8;height:2" coordorigin="4333,6578" coordsize="8,2">
              <v:shape style="position:absolute;left:4333;top:6578;width:8;height:2" coordorigin="4333,6578" coordsize="8,0" path="m4333,6578l4341,6578e" filled="false" stroked="true" strokeweight=".48pt" strokecolor="#000000">
                <v:path arrowok="t"/>
              </v:shape>
            </v:group>
            <v:group style="position:absolute;left:4333;top:6602;width:8;height:2" coordorigin="4333,6602" coordsize="8,2">
              <v:shape style="position:absolute;left:4333;top:6602;width:8;height:2" coordorigin="4333,6602" coordsize="8,0" path="m4333,6602l4341,6602e" filled="false" stroked="true" strokeweight=".48pt" strokecolor="#000000">
                <v:path arrowok="t"/>
              </v:shape>
            </v:group>
            <v:group style="position:absolute;left:4333;top:6626;width:8;height:2" coordorigin="4333,6626" coordsize="8,2">
              <v:shape style="position:absolute;left:4333;top:6626;width:8;height:2" coordorigin="4333,6626" coordsize="8,0" path="m4333,6626l4341,6626e" filled="false" stroked="true" strokeweight=".48pt" strokecolor="#000000">
                <v:path arrowok="t"/>
              </v:shape>
            </v:group>
            <v:group style="position:absolute;left:4333;top:6650;width:8;height:2" coordorigin="4333,6650" coordsize="8,2">
              <v:shape style="position:absolute;left:4333;top:6650;width:8;height:2" coordorigin="4333,6650" coordsize="8,0" path="m4333,6650l4341,6650e" filled="false" stroked="true" strokeweight=".48pt" strokecolor="#000000">
                <v:path arrowok="t"/>
              </v:shape>
            </v:group>
            <v:group style="position:absolute;left:4333;top:6674;width:8;height:2" coordorigin="4333,6674" coordsize="8,2">
              <v:shape style="position:absolute;left:4333;top:6674;width:8;height:2" coordorigin="4333,6674" coordsize="8,0" path="m4333,6674l4341,6674e" filled="false" stroked="true" strokeweight=".48pt" strokecolor="#000000">
                <v:path arrowok="t"/>
              </v:shape>
            </v:group>
            <v:group style="position:absolute;left:4333;top:6698;width:8;height:2" coordorigin="4333,6698" coordsize="8,2">
              <v:shape style="position:absolute;left:4333;top:6698;width:8;height:2" coordorigin="4333,6698" coordsize="8,0" path="m4333,6698l4341,6698e" filled="false" stroked="true" strokeweight=".48pt" strokecolor="#000000">
                <v:path arrowok="t"/>
              </v:shape>
            </v:group>
            <v:group style="position:absolute;left:4333;top:6722;width:8;height:2" coordorigin="4333,6722" coordsize="8,2">
              <v:shape style="position:absolute;left:4333;top:6722;width:8;height:2" coordorigin="4333,6722" coordsize="8,0" path="m4333,6722l4341,6722e" filled="false" stroked="true" strokeweight=".48pt" strokecolor="#000000">
                <v:path arrowok="t"/>
              </v:shape>
            </v:group>
            <v:group style="position:absolute;left:4333;top:6746;width:8;height:2" coordorigin="4333,6746" coordsize="8,2">
              <v:shape style="position:absolute;left:4333;top:6746;width:8;height:2" coordorigin="4333,6746" coordsize="8,0" path="m4333,6746l4341,6746e" filled="false" stroked="true" strokeweight=".48pt" strokecolor="#000000">
                <v:path arrowok="t"/>
              </v:shape>
            </v:group>
            <v:group style="position:absolute;left:4333;top:6770;width:8;height:2" coordorigin="4333,6770" coordsize="8,2">
              <v:shape style="position:absolute;left:4333;top:6770;width:8;height:2" coordorigin="4333,6770" coordsize="8,0" path="m4333,6770l4341,6770e" filled="false" stroked="true" strokeweight=".48pt" strokecolor="#000000">
                <v:path arrowok="t"/>
              </v:shape>
            </v:group>
            <v:group style="position:absolute;left:4333;top:6794;width:8;height:2" coordorigin="4333,6794" coordsize="8,2">
              <v:shape style="position:absolute;left:4333;top:6794;width:8;height:2" coordorigin="4333,6794" coordsize="8,0" path="m4333,6794l4341,6794e" filled="false" stroked="true" strokeweight=".48pt" strokecolor="#000000">
                <v:path arrowok="t"/>
              </v:shape>
            </v:group>
            <v:group style="position:absolute;left:4333;top:6818;width:8;height:2" coordorigin="4333,6818" coordsize="8,2">
              <v:shape style="position:absolute;left:4333;top:6818;width:8;height:2" coordorigin="4333,6818" coordsize="8,0" path="m4333,6818l4341,6818e" filled="false" stroked="true" strokeweight=".48pt" strokecolor="#000000">
                <v:path arrowok="t"/>
              </v:shape>
            </v:group>
            <v:group style="position:absolute;left:4333;top:6842;width:8;height:2" coordorigin="4333,6842" coordsize="8,2">
              <v:shape style="position:absolute;left:4333;top:6842;width:8;height:2" coordorigin="4333,6842" coordsize="8,0" path="m4333,6842l4341,6842e" filled="false" stroked="true" strokeweight=".48pt" strokecolor="#000000">
                <v:path arrowok="t"/>
              </v:shape>
            </v:group>
            <v:group style="position:absolute;left:4333;top:6866;width:8;height:2" coordorigin="4333,6866" coordsize="8,2">
              <v:shape style="position:absolute;left:4333;top:6866;width:8;height:2" coordorigin="4333,6866" coordsize="8,0" path="m4333,6866l4341,6866e" filled="false" stroked="true" strokeweight=".48pt" strokecolor="#000000">
                <v:path arrowok="t"/>
              </v:shape>
            </v:group>
            <v:group style="position:absolute;left:4333;top:6890;width:8;height:2" coordorigin="4333,6890" coordsize="8,2">
              <v:shape style="position:absolute;left:4333;top:6890;width:8;height:2" coordorigin="4333,6890" coordsize="8,0" path="m4333,6890l4341,6890e" filled="false" stroked="true" strokeweight=".48pt" strokecolor="#000000">
                <v:path arrowok="t"/>
              </v:shape>
            </v:group>
            <v:group style="position:absolute;left:4333;top:6914;width:8;height:2" coordorigin="4333,6914" coordsize="8,2">
              <v:shape style="position:absolute;left:4333;top:6914;width:8;height:2" coordorigin="4333,6914" coordsize="8,0" path="m4333,6914l4341,6914e" filled="false" stroked="true" strokeweight=".48pt" strokecolor="#000000">
                <v:path arrowok="t"/>
              </v:shape>
            </v:group>
            <v:group style="position:absolute;left:4333;top:6938;width:8;height:2" coordorigin="4333,6938" coordsize="8,2">
              <v:shape style="position:absolute;left:4333;top:6938;width:8;height:2" coordorigin="4333,6938" coordsize="8,0" path="m4333,6938l4341,6938e" filled="false" stroked="true" strokeweight=".48pt" strokecolor="#000000">
                <v:path arrowok="t"/>
              </v:shape>
            </v:group>
            <v:group style="position:absolute;left:4333;top:6962;width:8;height:2" coordorigin="4333,6962" coordsize="8,2">
              <v:shape style="position:absolute;left:4333;top:6962;width:8;height:2" coordorigin="4333,6962" coordsize="8,0" path="m4333,6962l4341,6962e" filled="false" stroked="true" strokeweight=".48pt" strokecolor="#000000">
                <v:path arrowok="t"/>
              </v:shape>
            </v:group>
            <v:group style="position:absolute;left:4333;top:6986;width:8;height:2" coordorigin="4333,6986" coordsize="8,2">
              <v:shape style="position:absolute;left:4333;top:6986;width:8;height:2" coordorigin="4333,6986" coordsize="8,0" path="m4333,6986l4341,6986e" filled="false" stroked="true" strokeweight=".48pt" strokecolor="#000000">
                <v:path arrowok="t"/>
              </v:shape>
            </v:group>
            <v:group style="position:absolute;left:4333;top:7010;width:8;height:2" coordorigin="4333,7010" coordsize="8,2">
              <v:shape style="position:absolute;left:4333;top:7010;width:8;height:2" coordorigin="4333,7010" coordsize="8,0" path="m4333,7010l4341,7010e" filled="false" stroked="true" strokeweight=".48pt" strokecolor="#000000">
                <v:path arrowok="t"/>
              </v:shape>
            </v:group>
            <v:group style="position:absolute;left:4333;top:7034;width:8;height:2" coordorigin="4333,7034" coordsize="8,2">
              <v:shape style="position:absolute;left:4333;top:7034;width:8;height:2" coordorigin="4333,7034" coordsize="8,0" path="m4333,7034l4341,7034e" filled="false" stroked="true" strokeweight=".48pt" strokecolor="#000000">
                <v:path arrowok="t"/>
              </v:shape>
            </v:group>
            <v:group style="position:absolute;left:4333;top:7058;width:8;height:2" coordorigin="4333,7058" coordsize="8,2">
              <v:shape style="position:absolute;left:4333;top:7058;width:8;height:2" coordorigin="4333,7058" coordsize="8,0" path="m4333,7058l4341,7058e" filled="false" stroked="true" strokeweight=".48pt" strokecolor="#000000">
                <v:path arrowok="t"/>
              </v:shape>
            </v:group>
            <v:group style="position:absolute;left:4333;top:7082;width:8;height:2" coordorigin="4333,7082" coordsize="8,2">
              <v:shape style="position:absolute;left:4333;top:7082;width:8;height:2" coordorigin="4333,7082" coordsize="8,0" path="m4333,7082l4341,7082e" filled="false" stroked="true" strokeweight=".48pt" strokecolor="#000000">
                <v:path arrowok="t"/>
              </v:shape>
            </v:group>
            <v:group style="position:absolute;left:4333;top:7106;width:8;height:2" coordorigin="4333,7106" coordsize="8,2">
              <v:shape style="position:absolute;left:4333;top:7106;width:8;height:2" coordorigin="4333,7106" coordsize="8,0" path="m4333,7106l4341,7106e" filled="false" stroked="true" strokeweight=".48pt" strokecolor="#000000">
                <v:path arrowok="t"/>
              </v:shape>
            </v:group>
            <v:group style="position:absolute;left:4333;top:7130;width:8;height:2" coordorigin="4333,7130" coordsize="8,2">
              <v:shape style="position:absolute;left:4333;top:7130;width:8;height:2" coordorigin="4333,7130" coordsize="8,0" path="m4333,7130l4341,7130e" filled="false" stroked="true" strokeweight=".48pt" strokecolor="#000000">
                <v:path arrowok="t"/>
              </v:shape>
            </v:group>
            <v:group style="position:absolute;left:4333;top:7154;width:8;height:2" coordorigin="4333,7154" coordsize="8,2">
              <v:shape style="position:absolute;left:4333;top:7154;width:8;height:2" coordorigin="4333,7154" coordsize="8,0" path="m4333,7154l4341,7154e" filled="false" stroked="true" strokeweight=".48pt" strokecolor="#000000">
                <v:path arrowok="t"/>
              </v:shape>
            </v:group>
            <v:group style="position:absolute;left:4333;top:7178;width:8;height:2" coordorigin="4333,7178" coordsize="8,2">
              <v:shape style="position:absolute;left:4333;top:7178;width:8;height:2" coordorigin="4333,7178" coordsize="8,0" path="m4333,7178l4341,7178e" filled="false" stroked="true" strokeweight=".48pt" strokecolor="#000000">
                <v:path arrowok="t"/>
              </v:shape>
            </v:group>
            <v:group style="position:absolute;left:4333;top:7202;width:8;height:2" coordorigin="4333,7202" coordsize="8,2">
              <v:shape style="position:absolute;left:4333;top:7202;width:8;height:2" coordorigin="4333,7202" coordsize="8,0" path="m4333,7202l4341,7202e" filled="false" stroked="true" strokeweight=".48pt" strokecolor="#000000">
                <v:path arrowok="t"/>
              </v:shape>
            </v:group>
            <v:group style="position:absolute;left:4333;top:7226;width:8;height:2" coordorigin="4333,7226" coordsize="8,2">
              <v:shape style="position:absolute;left:4333;top:7226;width:8;height:2" coordorigin="4333,7226" coordsize="8,0" path="m4333,7226l4341,7226e" filled="false" stroked="true" strokeweight=".48pt" strokecolor="#000000">
                <v:path arrowok="t"/>
              </v:shape>
            </v:group>
            <v:group style="position:absolute;left:4333;top:7250;width:8;height:2" coordorigin="4333,7250" coordsize="8,2">
              <v:shape style="position:absolute;left:4333;top:7250;width:8;height:2" coordorigin="4333,7250" coordsize="8,0" path="m4333,7250l4341,7250e" filled="false" stroked="true" strokeweight=".48pt" strokecolor="#000000">
                <v:path arrowok="t"/>
              </v:shape>
            </v:group>
            <v:group style="position:absolute;left:4333;top:7274;width:8;height:2" coordorigin="4333,7274" coordsize="8,2">
              <v:shape style="position:absolute;left:4333;top:7274;width:8;height:2" coordorigin="4333,7274" coordsize="8,0" path="m4333,7274l4341,7274e" filled="false" stroked="true" strokeweight=".48pt" strokecolor="#000000">
                <v:path arrowok="t"/>
              </v:shape>
            </v:group>
            <v:group style="position:absolute;left:4333;top:7298;width:8;height:2" coordorigin="4333,7298" coordsize="8,2">
              <v:shape style="position:absolute;left:4333;top:7298;width:8;height:2" coordorigin="4333,7298" coordsize="8,0" path="m4333,7298l4341,7298e" filled="false" stroked="true" strokeweight=".48pt" strokecolor="#000000">
                <v:path arrowok="t"/>
              </v:shape>
            </v:group>
            <v:group style="position:absolute;left:4333;top:7322;width:8;height:2" coordorigin="4333,7322" coordsize="8,2">
              <v:shape style="position:absolute;left:4333;top:7322;width:8;height:2" coordorigin="4333,7322" coordsize="8,0" path="m4333,7322l4341,7322e" filled="false" stroked="true" strokeweight=".48pt" strokecolor="#000000">
                <v:path arrowok="t"/>
              </v:shape>
            </v:group>
            <v:group style="position:absolute;left:4333;top:7346;width:8;height:2" coordorigin="4333,7346" coordsize="8,2">
              <v:shape style="position:absolute;left:4333;top:7346;width:8;height:2" coordorigin="4333,7346" coordsize="8,0" path="m4333,7346l4341,7346e" filled="false" stroked="true" strokeweight=".48pt" strokecolor="#000000">
                <v:path arrowok="t"/>
              </v:shape>
            </v:group>
            <v:group style="position:absolute;left:4333;top:7370;width:8;height:2" coordorigin="4333,7370" coordsize="8,2">
              <v:shape style="position:absolute;left:4333;top:7370;width:8;height:2" coordorigin="4333,7370" coordsize="8,0" path="m4333,7370l4341,7370e" filled="false" stroked="true" strokeweight=".48pt" strokecolor="#000000">
                <v:path arrowok="t"/>
              </v:shape>
            </v:group>
            <v:group style="position:absolute;left:4333;top:7394;width:8;height:2" coordorigin="4333,7394" coordsize="8,2">
              <v:shape style="position:absolute;left:4333;top:7394;width:8;height:2" coordorigin="4333,7394" coordsize="8,0" path="m4333,7394l4341,7394e" filled="false" stroked="true" strokeweight=".48pt" strokecolor="#000000">
                <v:path arrowok="t"/>
              </v:shape>
            </v:group>
            <v:group style="position:absolute;left:4333;top:7418;width:8;height:2" coordorigin="4333,7418" coordsize="8,2">
              <v:shape style="position:absolute;left:4333;top:7418;width:8;height:2" coordorigin="4333,7418" coordsize="8,0" path="m4333,7418l4341,7418e" filled="false" stroked="true" strokeweight=".48pt" strokecolor="#000000">
                <v:path arrowok="t"/>
              </v:shape>
            </v:group>
            <v:group style="position:absolute;left:4333;top:7442;width:8;height:2" coordorigin="4333,7442" coordsize="8,2">
              <v:shape style="position:absolute;left:4333;top:7442;width:8;height:2" coordorigin="4333,7442" coordsize="8,0" path="m4333,7442l4341,7442e" filled="false" stroked="true" strokeweight=".48pt" strokecolor="#000000">
                <v:path arrowok="t"/>
              </v:shape>
            </v:group>
            <v:group style="position:absolute;left:4333;top:7466;width:8;height:2" coordorigin="4333,7466" coordsize="8,2">
              <v:shape style="position:absolute;left:4333;top:7466;width:8;height:2" coordorigin="4333,7466" coordsize="8,0" path="m4333,7466l4341,7466e" filled="false" stroked="true" strokeweight=".48pt" strokecolor="#000000">
                <v:path arrowok="t"/>
              </v:shape>
            </v:group>
            <v:group style="position:absolute;left:4333;top:7490;width:8;height:2" coordorigin="4333,7490" coordsize="8,2">
              <v:shape style="position:absolute;left:4333;top:7490;width:8;height:2" coordorigin="4333,7490" coordsize="8,0" path="m4333,7490l4341,7490e" filled="false" stroked="true" strokeweight=".48pt" strokecolor="#000000">
                <v:path arrowok="t"/>
              </v:shape>
            </v:group>
            <v:group style="position:absolute;left:4333;top:7514;width:8;height:2" coordorigin="4333,7514" coordsize="8,2">
              <v:shape style="position:absolute;left:4333;top:7514;width:8;height:2" coordorigin="4333,7514" coordsize="8,0" path="m4333,7514l4341,7514e" filled="false" stroked="true" strokeweight=".48pt" strokecolor="#000000">
                <v:path arrowok="t"/>
              </v:shape>
            </v:group>
            <v:group style="position:absolute;left:4333;top:7538;width:8;height:2" coordorigin="4333,7538" coordsize="8,2">
              <v:shape style="position:absolute;left:4333;top:7538;width:8;height:2" coordorigin="4333,7538" coordsize="8,0" path="m4333,7538l4341,7538e" filled="false" stroked="true" strokeweight=".48pt" strokecolor="#000000">
                <v:path arrowok="t"/>
              </v:shape>
            </v:group>
            <v:group style="position:absolute;left:4333;top:7562;width:8;height:2" coordorigin="4333,7562" coordsize="8,2">
              <v:shape style="position:absolute;left:4333;top:7562;width:8;height:2" coordorigin="4333,7562" coordsize="8,0" path="m4333,7562l4341,7562e" filled="false" stroked="true" strokeweight=".48pt" strokecolor="#000000">
                <v:path arrowok="t"/>
              </v:shape>
            </v:group>
            <v:group style="position:absolute;left:4333;top:7586;width:8;height:2" coordorigin="4333,7586" coordsize="8,2">
              <v:shape style="position:absolute;left:4333;top:7586;width:8;height:2" coordorigin="4333,7586" coordsize="8,0" path="m4333,7586l4341,7586e" filled="false" stroked="true" strokeweight=".48pt" strokecolor="#000000">
                <v:path arrowok="t"/>
              </v:shape>
            </v:group>
            <v:group style="position:absolute;left:4333;top:7610;width:8;height:2" coordorigin="4333,7610" coordsize="8,2">
              <v:shape style="position:absolute;left:4333;top:7610;width:8;height:2" coordorigin="4333,7610" coordsize="8,0" path="m4333,7610l4341,7610e" filled="false" stroked="true" strokeweight=".48pt" strokecolor="#000000">
                <v:path arrowok="t"/>
              </v:shape>
            </v:group>
            <v:group style="position:absolute;left:4333;top:7634;width:8;height:2" coordorigin="4333,7634" coordsize="8,2">
              <v:shape style="position:absolute;left:4333;top:7634;width:8;height:2" coordorigin="4333,7634" coordsize="8,0" path="m4333,7634l4341,7634e" filled="false" stroked="true" strokeweight=".48pt" strokecolor="#000000">
                <v:path arrowok="t"/>
              </v:shape>
            </v:group>
            <v:group style="position:absolute;left:4333;top:7658;width:8;height:2" coordorigin="4333,7658" coordsize="8,2">
              <v:shape style="position:absolute;left:4333;top:7658;width:8;height:2" coordorigin="4333,7658" coordsize="8,0" path="m4333,7658l4341,7658e" filled="false" stroked="true" strokeweight=".48pt" strokecolor="#000000">
                <v:path arrowok="t"/>
              </v:shape>
            </v:group>
            <v:group style="position:absolute;left:4333;top:7682;width:8;height:2" coordorigin="4333,7682" coordsize="8,2">
              <v:shape style="position:absolute;left:4333;top:7682;width:8;height:2" coordorigin="4333,7682" coordsize="8,0" path="m4333,7682l4341,7682e" filled="false" stroked="true" strokeweight=".48pt" strokecolor="#000000">
                <v:path arrowok="t"/>
              </v:shape>
            </v:group>
            <v:group style="position:absolute;left:4333;top:7706;width:8;height:2" coordorigin="4333,7706" coordsize="8,2">
              <v:shape style="position:absolute;left:4333;top:7706;width:8;height:2" coordorigin="4333,7706" coordsize="8,0" path="m4333,7706l4341,7706e" filled="false" stroked="true" strokeweight=".48pt" strokecolor="#000000">
                <v:path arrowok="t"/>
              </v:shape>
            </v:group>
            <v:group style="position:absolute;left:4333;top:7730;width:8;height:2" coordorigin="4333,7730" coordsize="8,2">
              <v:shape style="position:absolute;left:4333;top:7730;width:8;height:2" coordorigin="4333,7730" coordsize="8,0" path="m4333,7730l4341,7730e" filled="false" stroked="true" strokeweight=".48pt" strokecolor="#000000">
                <v:path arrowok="t"/>
              </v:shape>
            </v:group>
            <v:group style="position:absolute;left:4333;top:7754;width:8;height:2" coordorigin="4333,7754" coordsize="8,2">
              <v:shape style="position:absolute;left:4333;top:7754;width:8;height:2" coordorigin="4333,7754" coordsize="8,0" path="m4333,7754l4341,7754e" filled="false" stroked="true" strokeweight=".48pt" strokecolor="#000000">
                <v:path arrowok="t"/>
              </v:shape>
            </v:group>
            <v:group style="position:absolute;left:4333;top:7778;width:8;height:2" coordorigin="4333,7778" coordsize="8,2">
              <v:shape style="position:absolute;left:4333;top:7778;width:8;height:2" coordorigin="4333,7778" coordsize="8,0" path="m4333,7778l4341,7778e" filled="false" stroked="true" strokeweight=".48pt" strokecolor="#000000">
                <v:path arrowok="t"/>
              </v:shape>
            </v:group>
            <v:group style="position:absolute;left:4333;top:7802;width:8;height:2" coordorigin="4333,7802" coordsize="8,2">
              <v:shape style="position:absolute;left:4333;top:7802;width:8;height:2" coordorigin="4333,7802" coordsize="8,0" path="m4333,7802l4341,7802e" filled="false" stroked="true" strokeweight=".48pt" strokecolor="#000000">
                <v:path arrowok="t"/>
              </v:shape>
            </v:group>
            <v:group style="position:absolute;left:4333;top:7826;width:8;height:2" coordorigin="4333,7826" coordsize="8,2">
              <v:shape style="position:absolute;left:4333;top:7826;width:8;height:2" coordorigin="4333,7826" coordsize="8,0" path="m4333,7826l4341,7826e" filled="false" stroked="true" strokeweight=".48pt" strokecolor="#000000">
                <v:path arrowok="t"/>
              </v:shape>
            </v:group>
            <v:group style="position:absolute;left:4333;top:7850;width:8;height:2" coordorigin="4333,7850" coordsize="8,2">
              <v:shape style="position:absolute;left:4333;top:7850;width:8;height:2" coordorigin="4333,7850" coordsize="8,0" path="m4333,7850l4341,7850e" filled="false" stroked="true" strokeweight=".48pt" strokecolor="#000000">
                <v:path arrowok="t"/>
              </v:shape>
            </v:group>
            <v:group style="position:absolute;left:4333;top:7874;width:8;height:2" coordorigin="4333,7874" coordsize="8,2">
              <v:shape style="position:absolute;left:4333;top:7874;width:8;height:2" coordorigin="4333,7874" coordsize="8,0" path="m4333,7874l4341,7874e" filled="false" stroked="true" strokeweight=".48pt" strokecolor="#000000">
                <v:path arrowok="t"/>
              </v:shape>
            </v:group>
            <v:group style="position:absolute;left:4333;top:7898;width:8;height:2" coordorigin="4333,7898" coordsize="8,2">
              <v:shape style="position:absolute;left:4333;top:7898;width:8;height:2" coordorigin="4333,7898" coordsize="8,0" path="m4333,7898l4341,7898e" filled="false" stroked="true" strokeweight=".48pt" strokecolor="#000000">
                <v:path arrowok="t"/>
              </v:shape>
            </v:group>
            <v:group style="position:absolute;left:4333;top:7922;width:8;height:2" coordorigin="4333,7922" coordsize="8,2">
              <v:shape style="position:absolute;left:4333;top:7922;width:8;height:2" coordorigin="4333,7922" coordsize="8,0" path="m4333,7922l4341,7922e" filled="false" stroked="true" strokeweight=".479pt" strokecolor="#000000">
                <v:path arrowok="t"/>
              </v:shape>
            </v:group>
            <v:group style="position:absolute;left:4333;top:7946;width:8;height:2" coordorigin="4333,7946" coordsize="8,2">
              <v:shape style="position:absolute;left:4333;top:7946;width:8;height:2" coordorigin="4333,7946" coordsize="8,0" path="m4333,7946l4341,7946e" filled="false" stroked="true" strokeweight=".48pt" strokecolor="#000000">
                <v:path arrowok="t"/>
              </v:shape>
            </v:group>
            <v:group style="position:absolute;left:4333;top:7970;width:8;height:2" coordorigin="4333,7970" coordsize="8,2">
              <v:shape style="position:absolute;left:4333;top:7970;width:8;height:2" coordorigin="4333,7970" coordsize="8,0" path="m4333,7970l4341,7970e" filled="false" stroked="true" strokeweight=".48pt" strokecolor="#000000">
                <v:path arrowok="t"/>
              </v:shape>
            </v:group>
            <v:group style="position:absolute;left:4333;top:7994;width:8;height:2" coordorigin="4333,7994" coordsize="8,2">
              <v:shape style="position:absolute;left:4333;top:7994;width:8;height:2" coordorigin="4333,7994" coordsize="8,0" path="m4333,7994l4341,7994e" filled="false" stroked="true" strokeweight=".48pt" strokecolor="#000000">
                <v:path arrowok="t"/>
              </v:shape>
            </v:group>
            <v:group style="position:absolute;left:4333;top:8018;width:8;height:2" coordorigin="4333,8018" coordsize="8,2">
              <v:shape style="position:absolute;left:4333;top:8018;width:8;height:2" coordorigin="4333,8018" coordsize="8,0" path="m4333,8018l4341,8018e" filled="false" stroked="true" strokeweight=".48pt" strokecolor="#000000">
                <v:path arrowok="t"/>
              </v:shape>
            </v:group>
            <v:group style="position:absolute;left:4333;top:8042;width:8;height:2" coordorigin="4333,8042" coordsize="8,2">
              <v:shape style="position:absolute;left:4333;top:8042;width:8;height:2" coordorigin="4333,8042" coordsize="8,0" path="m4333,8042l4341,8042e" filled="false" stroked="true" strokeweight=".48pt" strokecolor="#000000">
                <v:path arrowok="t"/>
              </v:shape>
            </v:group>
            <v:group style="position:absolute;left:4333;top:8066;width:8;height:2" coordorigin="4333,8066" coordsize="8,2">
              <v:shape style="position:absolute;left:4333;top:8066;width:8;height:2" coordorigin="4333,8066" coordsize="8,0" path="m4333,8066l4341,8066e" filled="false" stroked="true" strokeweight=".48pt" strokecolor="#000000">
                <v:path arrowok="t"/>
              </v:shape>
            </v:group>
            <v:group style="position:absolute;left:4333;top:8090;width:8;height:2" coordorigin="4333,8090" coordsize="8,2">
              <v:shape style="position:absolute;left:4333;top:8090;width:8;height:2" coordorigin="4333,8090" coordsize="8,0" path="m4333,8090l4341,8090e" filled="false" stroked="true" strokeweight=".48pt" strokecolor="#000000">
                <v:path arrowok="t"/>
              </v:shape>
            </v:group>
            <v:group style="position:absolute;left:4333;top:8114;width:8;height:2" coordorigin="4333,8114" coordsize="8,2">
              <v:shape style="position:absolute;left:4333;top:8114;width:8;height:2" coordorigin="4333,8114" coordsize="8,0" path="m4333,8114l4341,8114e" filled="false" stroked="true" strokeweight=".48pt" strokecolor="#000000">
                <v:path arrowok="t"/>
              </v:shape>
            </v:group>
            <v:group style="position:absolute;left:4333;top:8138;width:8;height:2" coordorigin="4333,8138" coordsize="8,2">
              <v:shape style="position:absolute;left:4333;top:8138;width:8;height:2" coordorigin="4333,8138" coordsize="8,0" path="m4333,8138l4341,8138e" filled="false" stroked="true" strokeweight=".48pt" strokecolor="#000000">
                <v:path arrowok="t"/>
              </v:shape>
            </v:group>
            <v:group style="position:absolute;left:4333;top:8162;width:8;height:2" coordorigin="4333,8162" coordsize="8,2">
              <v:shape style="position:absolute;left:4333;top:8162;width:8;height:2" coordorigin="4333,8162" coordsize="8,0" path="m4333,8162l4341,8162e" filled="false" stroked="true" strokeweight=".48pt" strokecolor="#000000">
                <v:path arrowok="t"/>
              </v:shape>
            </v:group>
            <v:group style="position:absolute;left:4333;top:8186;width:8;height:2" coordorigin="4333,8186" coordsize="8,2">
              <v:shape style="position:absolute;left:4333;top:8186;width:8;height:2" coordorigin="4333,8186" coordsize="8,0" path="m4333,8186l4341,8186e" filled="false" stroked="true" strokeweight=".48pt" strokecolor="#000000">
                <v:path arrowok="t"/>
              </v:shape>
            </v:group>
            <v:group style="position:absolute;left:4333;top:8210;width:8;height:2" coordorigin="4333,8210" coordsize="8,2">
              <v:shape style="position:absolute;left:4333;top:8210;width:8;height:2" coordorigin="4333,8210" coordsize="8,0" path="m4333,8210l4341,8210e" filled="false" stroked="true" strokeweight=".48pt" strokecolor="#000000">
                <v:path arrowok="t"/>
              </v:shape>
            </v:group>
            <v:group style="position:absolute;left:4333;top:8234;width:8;height:2" coordorigin="4333,8234" coordsize="8,2">
              <v:shape style="position:absolute;left:4333;top:8234;width:8;height:2" coordorigin="4333,8234" coordsize="8,0" path="m4333,8234l4341,8234e" filled="false" stroked="true" strokeweight=".48pt" strokecolor="#000000">
                <v:path arrowok="t"/>
              </v:shape>
            </v:group>
            <v:group style="position:absolute;left:4333;top:8258;width:8;height:2" coordorigin="4333,8258" coordsize="8,2">
              <v:shape style="position:absolute;left:4333;top:8258;width:8;height:2" coordorigin="4333,8258" coordsize="8,0" path="m4333,8258l4341,8258e" filled="false" stroked="true" strokeweight=".48pt" strokecolor="#000000">
                <v:path arrowok="t"/>
              </v:shape>
            </v:group>
            <v:group style="position:absolute;left:4333;top:8282;width:8;height:2" coordorigin="4333,8282" coordsize="8,2">
              <v:shape style="position:absolute;left:4333;top:8282;width:8;height:2" coordorigin="4333,8282" coordsize="8,0" path="m4333,8282l4341,8282e" filled="false" stroked="true" strokeweight=".479pt" strokecolor="#000000">
                <v:path arrowok="t"/>
              </v:shape>
            </v:group>
            <v:group style="position:absolute;left:4333;top:8306;width:8;height:2" coordorigin="4333,8306" coordsize="8,2">
              <v:shape style="position:absolute;left:4333;top:8306;width:8;height:2" coordorigin="4333,8306" coordsize="8,0" path="m4333,8306l4341,8306e" filled="false" stroked="true" strokeweight=".48pt" strokecolor="#000000">
                <v:path arrowok="t"/>
              </v:shape>
            </v:group>
            <v:group style="position:absolute;left:4333;top:8330;width:8;height:2" coordorigin="4333,8330" coordsize="8,2">
              <v:shape style="position:absolute;left:4333;top:8330;width:8;height:2" coordorigin="4333,8330" coordsize="8,0" path="m4333,8330l4341,8330e" filled="false" stroked="true" strokeweight=".48pt" strokecolor="#000000">
                <v:path arrowok="t"/>
              </v:shape>
            </v:group>
            <v:group style="position:absolute;left:4333;top:8354;width:8;height:2" coordorigin="4333,8354" coordsize="8,2">
              <v:shape style="position:absolute;left:4333;top:8354;width:8;height:2" coordorigin="4333,8354" coordsize="8,0" path="m4333,8354l4341,8354e" filled="false" stroked="true" strokeweight=".48pt" strokecolor="#000000">
                <v:path arrowok="t"/>
              </v:shape>
            </v:group>
            <v:group style="position:absolute;left:4333;top:8378;width:8;height:2" coordorigin="4333,8378" coordsize="8,2">
              <v:shape style="position:absolute;left:4333;top:8378;width:8;height:2" coordorigin="4333,8378" coordsize="8,0" path="m4333,8378l4341,8378e" filled="false" stroked="true" strokeweight=".48pt" strokecolor="#000000">
                <v:path arrowok="t"/>
              </v:shape>
            </v:group>
            <v:group style="position:absolute;left:4333;top:1370;width:8;height:2" coordorigin="4333,1370" coordsize="8,2">
              <v:shape style="position:absolute;left:4333;top:1370;width:8;height:2" coordorigin="4333,1370" coordsize="8,0" path="m4333,1370l4341,1370e" filled="false" stroked="true" strokeweight=".48pt" strokecolor="#000000">
                <v:path arrowok="t"/>
              </v:shape>
            </v:group>
            <v:group style="position:absolute;left:4333;top:1394;width:8;height:2" coordorigin="4333,1394" coordsize="8,2">
              <v:shape style="position:absolute;left:4333;top:1394;width:8;height:2" coordorigin="4333,1394" coordsize="8,0" path="m4333,1394l4341,1394e" filled="false" stroked="true" strokeweight=".48pt" strokecolor="#000000">
                <v:path arrowok="t"/>
              </v:shape>
            </v:group>
            <v:group style="position:absolute;left:4333;top:1418;width:8;height:2" coordorigin="4333,1418" coordsize="8,2">
              <v:shape style="position:absolute;left:4333;top:1418;width:8;height:2" coordorigin="4333,1418" coordsize="8,0" path="m4333,1418l4341,1418e" filled="false" stroked="true" strokeweight=".48pt" strokecolor="#000000">
                <v:path arrowok="t"/>
              </v:shape>
            </v:group>
            <v:group style="position:absolute;left:4333;top:1442;width:8;height:2" coordorigin="4333,1442" coordsize="8,2">
              <v:shape style="position:absolute;left:4333;top:1442;width:8;height:2" coordorigin="4333,1442" coordsize="8,0" path="m4333,1442l4341,1442e" filled="false" stroked="true" strokeweight=".48pt" strokecolor="#000000">
                <v:path arrowok="t"/>
              </v:shape>
            </v:group>
            <v:group style="position:absolute;left:4333;top:1466;width:8;height:2" coordorigin="4333,1466" coordsize="8,2">
              <v:shape style="position:absolute;left:4333;top:1466;width:8;height:2" coordorigin="4333,1466" coordsize="8,0" path="m4333,1466l4341,1466e" filled="false" stroked="true" strokeweight=".48pt" strokecolor="#000000">
                <v:path arrowok="t"/>
              </v:shape>
            </v:group>
            <v:group style="position:absolute;left:4333;top:1490;width:8;height:2" coordorigin="4333,1490" coordsize="8,2">
              <v:shape style="position:absolute;left:4333;top:1490;width:8;height:2" coordorigin="4333,1490" coordsize="8,0" path="m4333,1490l4341,1490e" filled="false" stroked="true" strokeweight=".48pt" strokecolor="#000000">
                <v:path arrowok="t"/>
              </v:shape>
            </v:group>
            <v:group style="position:absolute;left:4333;top:1514;width:8;height:2" coordorigin="4333,1514" coordsize="8,2">
              <v:shape style="position:absolute;left:4333;top:1514;width:8;height:2" coordorigin="4333,1514" coordsize="8,0" path="m4333,1514l4341,1514e" filled="false" stroked="true" strokeweight=".48pt" strokecolor="#000000">
                <v:path arrowok="t"/>
              </v:shape>
            </v:group>
            <v:group style="position:absolute;left:4333;top:1538;width:8;height:2" coordorigin="4333,1538" coordsize="8,2">
              <v:shape style="position:absolute;left:4333;top:1538;width:8;height:2" coordorigin="4333,1538" coordsize="8,0" path="m4333,1538l4341,1538e" filled="false" stroked="true" strokeweight=".48pt" strokecolor="#000000">
                <v:path arrowok="t"/>
              </v:shape>
            </v:group>
            <v:group style="position:absolute;left:4333;top:1562;width:8;height:2" coordorigin="4333,1562" coordsize="8,2">
              <v:shape style="position:absolute;left:4333;top:1562;width:8;height:2" coordorigin="4333,1562" coordsize="8,0" path="m4333,1562l4341,1562e" filled="false" stroked="true" strokeweight=".48pt" strokecolor="#000000">
                <v:path arrowok="t"/>
              </v:shape>
            </v:group>
            <v:group style="position:absolute;left:4333;top:1586;width:8;height:2" coordorigin="4333,1586" coordsize="8,2">
              <v:shape style="position:absolute;left:4333;top:1586;width:8;height:2" coordorigin="4333,1586" coordsize="8,0" path="m4333,1586l4341,1586e" filled="false" stroked="true" strokeweight=".48pt" strokecolor="#000000">
                <v:path arrowok="t"/>
              </v:shape>
            </v:group>
            <v:group style="position:absolute;left:4333;top:1610;width:8;height:2" coordorigin="4333,1610" coordsize="8,2">
              <v:shape style="position:absolute;left:4333;top:1610;width:8;height:2" coordorigin="4333,1610" coordsize="8,0" path="m4333,1610l4341,1610e" filled="false" stroked="true" strokeweight=".48pt" strokecolor="#000000">
                <v:path arrowok="t"/>
              </v:shape>
            </v:group>
            <v:group style="position:absolute;left:4333;top:1634;width:8;height:2" coordorigin="4333,1634" coordsize="8,2">
              <v:shape style="position:absolute;left:4333;top:1634;width:8;height:2" coordorigin="4333,1634" coordsize="8,0" path="m4333,1634l4341,1634e" filled="false" stroked="true" strokeweight=".48pt" strokecolor="#000000">
                <v:path arrowok="t"/>
              </v:shape>
            </v:group>
            <v:group style="position:absolute;left:4333;top:1658;width:8;height:2" coordorigin="4333,1658" coordsize="8,2">
              <v:shape style="position:absolute;left:4333;top:1658;width:8;height:2" coordorigin="4333,1658" coordsize="8,0" path="m4333,1658l4341,1658e" filled="false" stroked="true" strokeweight=".48pt" strokecolor="#000000">
                <v:path arrowok="t"/>
              </v:shape>
            </v:group>
            <v:group style="position:absolute;left:4333;top:1682;width:8;height:2" coordorigin="4333,1682" coordsize="8,2">
              <v:shape style="position:absolute;left:4333;top:1682;width:8;height:2" coordorigin="4333,1682" coordsize="8,0" path="m4333,1682l4341,1682e" filled="false" stroked="true" strokeweight=".48pt" strokecolor="#000000">
                <v:path arrowok="t"/>
              </v:shape>
            </v:group>
            <v:group style="position:absolute;left:4333;top:1706;width:8;height:2" coordorigin="4333,1706" coordsize="8,2">
              <v:shape style="position:absolute;left:4333;top:1706;width:8;height:2" coordorigin="4333,1706" coordsize="8,0" path="m4333,1706l4341,1706e" filled="false" stroked="true" strokeweight=".48pt" strokecolor="#000000">
                <v:path arrowok="t"/>
              </v:shape>
            </v:group>
            <v:group style="position:absolute;left:4333;top:1730;width:8;height:2" coordorigin="4333,1730" coordsize="8,2">
              <v:shape style="position:absolute;left:4333;top:1730;width:8;height:2" coordorigin="4333,1730" coordsize="8,0" path="m4333,1730l4341,1730e" filled="false" stroked="true" strokeweight=".48pt" strokecolor="#000000">
                <v:path arrowok="t"/>
              </v:shape>
            </v:group>
            <v:group style="position:absolute;left:4333;top:1754;width:8;height:2" coordorigin="4333,1754" coordsize="8,2">
              <v:shape style="position:absolute;left:4333;top:1754;width:8;height:2" coordorigin="4333,1754" coordsize="8,0" path="m4333,1754l4341,1754e" filled="false" stroked="true" strokeweight=".48pt" strokecolor="#000000">
                <v:path arrowok="t"/>
              </v:shape>
            </v:group>
            <v:group style="position:absolute;left:4333;top:1778;width:8;height:2" coordorigin="4333,1778" coordsize="8,2">
              <v:shape style="position:absolute;left:4333;top:1778;width:8;height:2" coordorigin="4333,1778" coordsize="8,0" path="m4333,1778l4341,1778e" filled="false" stroked="true" strokeweight=".48pt" strokecolor="#000000">
                <v:path arrowok="t"/>
              </v:shape>
            </v:group>
            <v:group style="position:absolute;left:4333;top:1802;width:8;height:2" coordorigin="4333,1802" coordsize="8,2">
              <v:shape style="position:absolute;left:4333;top:1802;width:8;height:2" coordorigin="4333,1802" coordsize="8,0" path="m4333,1802l4341,1802e" filled="false" stroked="true" strokeweight=".48pt" strokecolor="#000000">
                <v:path arrowok="t"/>
              </v:shape>
            </v:group>
            <v:group style="position:absolute;left:4333;top:1826;width:8;height:2" coordorigin="4333,1826" coordsize="8,2">
              <v:shape style="position:absolute;left:4333;top:1826;width:8;height:2" coordorigin="4333,1826" coordsize="8,0" path="m4333,1826l4341,1826e" filled="false" stroked="true" strokeweight=".48pt" strokecolor="#000000">
                <v:path arrowok="t"/>
              </v:shape>
            </v:group>
            <v:group style="position:absolute;left:4333;top:1850;width:8;height:2" coordorigin="4333,1850" coordsize="8,2">
              <v:shape style="position:absolute;left:4333;top:1850;width:8;height:2" coordorigin="4333,1850" coordsize="8,0" path="m4333,1850l4341,1850e" filled="false" stroked="true" strokeweight=".48pt" strokecolor="#000000">
                <v:path arrowok="t"/>
              </v:shape>
            </v:group>
            <v:group style="position:absolute;left:4333;top:1874;width:8;height:2" coordorigin="4333,1874" coordsize="8,2">
              <v:shape style="position:absolute;left:4333;top:1874;width:8;height:2" coordorigin="4333,1874" coordsize="8,0" path="m4333,1874l4341,1874e" filled="false" stroked="true" strokeweight=".48pt" strokecolor="#000000">
                <v:path arrowok="t"/>
              </v:shape>
            </v:group>
            <v:group style="position:absolute;left:4333;top:1898;width:8;height:2" coordorigin="4333,1898" coordsize="8,2">
              <v:shape style="position:absolute;left:4333;top:1898;width:8;height:2" coordorigin="4333,1898" coordsize="8,0" path="m4333,1898l4341,1898e" filled="false" stroked="true" strokeweight=".48pt" strokecolor="#000000">
                <v:path arrowok="t"/>
              </v:shape>
            </v:group>
            <v:group style="position:absolute;left:4333;top:1922;width:8;height:2" coordorigin="4333,1922" coordsize="8,2">
              <v:shape style="position:absolute;left:4333;top:1922;width:8;height:2" coordorigin="4333,1922" coordsize="8,0" path="m4333,1922l4341,1922e" filled="false" stroked="true" strokeweight=".48pt" strokecolor="#000000">
                <v:path arrowok="t"/>
              </v:shape>
            </v:group>
            <v:group style="position:absolute;left:4333;top:1946;width:8;height:2" coordorigin="4333,1946" coordsize="8,2">
              <v:shape style="position:absolute;left:4333;top:1946;width:8;height:2" coordorigin="4333,1946" coordsize="8,0" path="m4333,1946l4341,1946e" filled="false" stroked="true" strokeweight=".48pt" strokecolor="#000000">
                <v:path arrowok="t"/>
              </v:shape>
            </v:group>
            <v:group style="position:absolute;left:4333;top:1970;width:8;height:2" coordorigin="4333,1970" coordsize="8,2">
              <v:shape style="position:absolute;left:4333;top:1970;width:8;height:2" coordorigin="4333,1970" coordsize="8,0" path="m4333,1970l4341,1970e" filled="false" stroked="true" strokeweight=".48pt" strokecolor="#000000">
                <v:path arrowok="t"/>
              </v:shape>
            </v:group>
            <v:group style="position:absolute;left:4333;top:1994;width:8;height:2" coordorigin="4333,1994" coordsize="8,2">
              <v:shape style="position:absolute;left:4333;top:1994;width:8;height:2" coordorigin="4333,1994" coordsize="8,0" path="m4333,1994l4341,1994e" filled="false" stroked="true" strokeweight=".48pt" strokecolor="#000000">
                <v:path arrowok="t"/>
              </v:shape>
            </v:group>
            <v:group style="position:absolute;left:4333;top:2018;width:8;height:2" coordorigin="4333,2018" coordsize="8,2">
              <v:shape style="position:absolute;left:4333;top:2018;width:8;height:2" coordorigin="4333,2018" coordsize="8,0" path="m4333,2018l4341,2018e" filled="false" stroked="true" strokeweight=".48pt" strokecolor="#000000">
                <v:path arrowok="t"/>
              </v:shape>
            </v:group>
            <v:group style="position:absolute;left:4333;top:2042;width:8;height:2" coordorigin="4333,2042" coordsize="8,2">
              <v:shape style="position:absolute;left:4333;top:2042;width:8;height:2" coordorigin="4333,2042" coordsize="8,0" path="m4333,2042l4341,2042e" filled="false" stroked="true" strokeweight=".48pt" strokecolor="#000000">
                <v:path arrowok="t"/>
              </v:shape>
            </v:group>
            <v:group style="position:absolute;left:4333;top:2066;width:8;height:2" coordorigin="4333,2066" coordsize="8,2">
              <v:shape style="position:absolute;left:4333;top:2066;width:8;height:2" coordorigin="4333,2066" coordsize="8,0" path="m4333,2066l4341,2066e" filled="false" stroked="true" strokeweight=".48pt" strokecolor="#000000">
                <v:path arrowok="t"/>
              </v:shape>
            </v:group>
            <v:group style="position:absolute;left:4333;top:2090;width:8;height:2" coordorigin="4333,2090" coordsize="8,2">
              <v:shape style="position:absolute;left:4333;top:2090;width:8;height:2" coordorigin="4333,2090" coordsize="8,0" path="m4333,2090l4341,2090e" filled="false" stroked="true" strokeweight=".48pt" strokecolor="#000000">
                <v:path arrowok="t"/>
              </v:shape>
            </v:group>
            <v:group style="position:absolute;left:4333;top:2114;width:8;height:2" coordorigin="4333,2114" coordsize="8,2">
              <v:shape style="position:absolute;left:4333;top:2114;width:8;height:2" coordorigin="4333,2114" coordsize="8,0" path="m4333,2114l4341,2114e" filled="false" stroked="true" strokeweight=".48pt" strokecolor="#000000">
                <v:path arrowok="t"/>
              </v:shape>
            </v:group>
            <v:group style="position:absolute;left:4333;top:2138;width:8;height:2" coordorigin="4333,2138" coordsize="8,2">
              <v:shape style="position:absolute;left:4333;top:2138;width:8;height:2" coordorigin="4333,2138" coordsize="8,0" path="m4333,2138l4341,2138e" filled="false" stroked="true" strokeweight=".48pt" strokecolor="#000000">
                <v:path arrowok="t"/>
              </v:shape>
            </v:group>
            <v:group style="position:absolute;left:4333;top:2162;width:8;height:2" coordorigin="4333,2162" coordsize="8,2">
              <v:shape style="position:absolute;left:4333;top:2162;width:8;height:2" coordorigin="4333,2162" coordsize="8,0" path="m4333,2162l4341,2162e" filled="false" stroked="true" strokeweight=".48pt" strokecolor="#000000">
                <v:path arrowok="t"/>
              </v:shape>
            </v:group>
            <v:group style="position:absolute;left:4333;top:2186;width:8;height:2" coordorigin="4333,2186" coordsize="8,2">
              <v:shape style="position:absolute;left:4333;top:2186;width:8;height:2" coordorigin="4333,2186" coordsize="8,0" path="m4333,2186l4341,2186e" filled="false" stroked="true" strokeweight=".48pt" strokecolor="#000000">
                <v:path arrowok="t"/>
              </v:shape>
            </v:group>
            <v:group style="position:absolute;left:4333;top:2210;width:8;height:2" coordorigin="4333,2210" coordsize="8,2">
              <v:shape style="position:absolute;left:4333;top:2210;width:8;height:2" coordorigin="4333,2210" coordsize="8,0" path="m4333,2210l4341,2210e" filled="false" stroked="true" strokeweight=".48pt" strokecolor="#000000">
                <v:path arrowok="t"/>
              </v:shape>
            </v:group>
            <v:group style="position:absolute;left:4333;top:2234;width:8;height:2" coordorigin="4333,2234" coordsize="8,2">
              <v:shape style="position:absolute;left:4333;top:2234;width:8;height:2" coordorigin="4333,2234" coordsize="8,0" path="m4333,2234l4341,2234e" filled="false" stroked="true" strokeweight=".48pt" strokecolor="#000000">
                <v:path arrowok="t"/>
              </v:shape>
            </v:group>
            <v:group style="position:absolute;left:4333;top:2258;width:8;height:2" coordorigin="4333,2258" coordsize="8,2">
              <v:shape style="position:absolute;left:4333;top:2258;width:8;height:2" coordorigin="4333,2258" coordsize="8,0" path="m4333,2258l4341,2258e" filled="false" stroked="true" strokeweight=".48pt" strokecolor="#000000">
                <v:path arrowok="t"/>
              </v:shape>
            </v:group>
            <v:group style="position:absolute;left:4333;top:2282;width:8;height:2" coordorigin="4333,2282" coordsize="8,2">
              <v:shape style="position:absolute;left:4333;top:2282;width:8;height:2" coordorigin="4333,2282" coordsize="8,0" path="m4333,2282l4341,2282e" filled="false" stroked="true" strokeweight=".48pt" strokecolor="#000000">
                <v:path arrowok="t"/>
              </v:shape>
            </v:group>
            <v:group style="position:absolute;left:4333;top:2306;width:8;height:2" coordorigin="4333,2306" coordsize="8,2">
              <v:shape style="position:absolute;left:4333;top:2306;width:8;height:2" coordorigin="4333,2306" coordsize="8,0" path="m4333,2306l4341,2306e" filled="false" stroked="true" strokeweight=".48pt" strokecolor="#000000">
                <v:path arrowok="t"/>
              </v:shape>
            </v:group>
            <v:group style="position:absolute;left:4333;top:2330;width:8;height:2" coordorigin="4333,2330" coordsize="8,2">
              <v:shape style="position:absolute;left:4333;top:2330;width:8;height:2" coordorigin="4333,2330" coordsize="8,0" path="m4333,2330l4341,2330e" filled="false" stroked="true" strokeweight=".48pt" strokecolor="#000000">
                <v:path arrowok="t"/>
              </v:shape>
            </v:group>
            <v:group style="position:absolute;left:4333;top:2354;width:8;height:2" coordorigin="4333,2354" coordsize="8,2">
              <v:shape style="position:absolute;left:4333;top:2354;width:8;height:2" coordorigin="4333,2354" coordsize="8,0" path="m4333,2354l4341,2354e" filled="false" stroked="true" strokeweight=".48pt" strokecolor="#000000">
                <v:path arrowok="t"/>
              </v:shape>
            </v:group>
            <v:group style="position:absolute;left:4333;top:2378;width:8;height:2" coordorigin="4333,2378" coordsize="8,2">
              <v:shape style="position:absolute;left:4333;top:2378;width:8;height:2" coordorigin="4333,2378" coordsize="8,0" path="m4333,2378l4341,2378e" filled="false" stroked="true" strokeweight=".48pt" strokecolor="#000000">
                <v:path arrowok="t"/>
              </v:shape>
            </v:group>
            <v:group style="position:absolute;left:4333;top:2402;width:8;height:2" coordorigin="4333,2402" coordsize="8,2">
              <v:shape style="position:absolute;left:4333;top:2402;width:8;height:2" coordorigin="4333,2402" coordsize="8,0" path="m4333,2402l4341,2402e" filled="false" stroked="true" strokeweight=".48pt" strokecolor="#000000">
                <v:path arrowok="t"/>
              </v:shape>
            </v:group>
            <v:group style="position:absolute;left:4333;top:2426;width:8;height:2" coordorigin="4333,2426" coordsize="8,2">
              <v:shape style="position:absolute;left:4333;top:2426;width:8;height:2" coordorigin="4333,2426" coordsize="8,0" path="m4333,2426l4341,2426e" filled="false" stroked="true" strokeweight=".48pt" strokecolor="#000000">
                <v:path arrowok="t"/>
              </v:shape>
            </v:group>
            <v:group style="position:absolute;left:4333;top:2450;width:8;height:2" coordorigin="4333,2450" coordsize="8,2">
              <v:shape style="position:absolute;left:4333;top:2450;width:8;height:2" coordorigin="4333,2450" coordsize="8,0" path="m4333,2450l4341,2450e" filled="false" stroked="true" strokeweight=".48pt" strokecolor="#000000">
                <v:path arrowok="t"/>
              </v:shape>
            </v:group>
            <v:group style="position:absolute;left:4333;top:2474;width:8;height:2" coordorigin="4333,2474" coordsize="8,2">
              <v:shape style="position:absolute;left:4333;top:2474;width:8;height:2" coordorigin="4333,2474" coordsize="8,0" path="m4333,2474l4341,2474e" filled="false" stroked="true" strokeweight=".48pt" strokecolor="#000000">
                <v:path arrowok="t"/>
              </v:shape>
            </v:group>
            <v:group style="position:absolute;left:4333;top:2498;width:8;height:2" coordorigin="4333,2498" coordsize="8,2">
              <v:shape style="position:absolute;left:4333;top:2498;width:8;height:2" coordorigin="4333,2498" coordsize="8,0" path="m4333,2498l4341,2498e" filled="false" stroked="true" strokeweight=".48pt" strokecolor="#000000">
                <v:path arrowok="t"/>
              </v:shape>
            </v:group>
            <v:group style="position:absolute;left:4333;top:2522;width:8;height:2" coordorigin="4333,2522" coordsize="8,2">
              <v:shape style="position:absolute;left:4333;top:2522;width:8;height:2" coordorigin="4333,2522" coordsize="8,0" path="m4333,2522l4341,2522e" filled="false" stroked="true" strokeweight=".48pt" strokecolor="#000000">
                <v:path arrowok="t"/>
              </v:shape>
            </v:group>
            <v:group style="position:absolute;left:4333;top:2546;width:8;height:2" coordorigin="4333,2546" coordsize="8,2">
              <v:shape style="position:absolute;left:4333;top:2546;width:8;height:2" coordorigin="4333,2546" coordsize="8,0" path="m4333,2546l4341,2546e" filled="false" stroked="true" strokeweight=".48pt" strokecolor="#000000">
                <v:path arrowok="t"/>
              </v:shape>
            </v:group>
            <v:group style="position:absolute;left:4333;top:2570;width:8;height:2" coordorigin="4333,2570" coordsize="8,2">
              <v:shape style="position:absolute;left:4333;top:2570;width:8;height:2" coordorigin="4333,2570" coordsize="8,0" path="m4333,2570l4341,2570e" filled="false" stroked="true" strokeweight=".48pt" strokecolor="#000000">
                <v:path arrowok="t"/>
              </v:shape>
            </v:group>
            <v:group style="position:absolute;left:4333;top:2594;width:8;height:2" coordorigin="4333,2594" coordsize="8,2">
              <v:shape style="position:absolute;left:4333;top:2594;width:8;height:2" coordorigin="4333,2594" coordsize="8,0" path="m4333,2594l4341,2594e" filled="false" stroked="true" strokeweight=".48pt" strokecolor="#000000">
                <v:path arrowok="t"/>
              </v:shape>
            </v:group>
            <v:group style="position:absolute;left:4333;top:2618;width:8;height:2" coordorigin="4333,2618" coordsize="8,2">
              <v:shape style="position:absolute;left:4333;top:2618;width:8;height:2" coordorigin="4333,2618" coordsize="8,0" path="m4333,2618l4341,2618e" filled="false" stroked="true" strokeweight=".48pt" strokecolor="#000000">
                <v:path arrowok="t"/>
              </v:shape>
            </v:group>
            <v:group style="position:absolute;left:4333;top:2642;width:8;height:2" coordorigin="4333,2642" coordsize="8,2">
              <v:shape style="position:absolute;left:4333;top:2642;width:8;height:2" coordorigin="4333,2642" coordsize="8,0" path="m4333,2642l4341,2642e" filled="false" stroked="true" strokeweight=".48pt" strokecolor="#000000">
                <v:path arrowok="t"/>
              </v:shape>
            </v:group>
            <v:group style="position:absolute;left:4333;top:2666;width:8;height:2" coordorigin="4333,2666" coordsize="8,2">
              <v:shape style="position:absolute;left:4333;top:2666;width:8;height:2" coordorigin="4333,2666" coordsize="8,0" path="m4333,2666l4341,2666e" filled="false" stroked="true" strokeweight=".48pt" strokecolor="#000000">
                <v:path arrowok="t"/>
              </v:shape>
            </v:group>
            <v:group style="position:absolute;left:4333;top:2690;width:8;height:2" coordorigin="4333,2690" coordsize="8,2">
              <v:shape style="position:absolute;left:4333;top:2690;width:8;height:2" coordorigin="4333,2690" coordsize="8,0" path="m4333,2690l4341,2690e" filled="false" stroked="true" strokeweight=".48pt" strokecolor="#000000">
                <v:path arrowok="t"/>
              </v:shape>
            </v:group>
            <v:group style="position:absolute;left:4333;top:2714;width:8;height:2" coordorigin="4333,2714" coordsize="8,2">
              <v:shape style="position:absolute;left:4333;top:2714;width:8;height:2" coordorigin="4333,2714" coordsize="8,0" path="m4333,2714l4341,2714e" filled="false" stroked="true" strokeweight=".48pt" strokecolor="#000000">
                <v:path arrowok="t"/>
              </v:shape>
            </v:group>
            <v:group style="position:absolute;left:4333;top:2738;width:8;height:2" coordorigin="4333,2738" coordsize="8,2">
              <v:shape style="position:absolute;left:4333;top:2738;width:8;height:2" coordorigin="4333,2738" coordsize="8,0" path="m4333,2738l4341,2738e" filled="false" stroked="true" strokeweight=".48pt" strokecolor="#000000">
                <v:path arrowok="t"/>
              </v:shape>
            </v:group>
            <v:group style="position:absolute;left:4333;top:2762;width:8;height:2" coordorigin="4333,2762" coordsize="8,2">
              <v:shape style="position:absolute;left:4333;top:2762;width:8;height:2" coordorigin="4333,2762" coordsize="8,0" path="m4333,2762l4341,2762e" filled="false" stroked="true" strokeweight=".48pt" strokecolor="#000000">
                <v:path arrowok="t"/>
              </v:shape>
            </v:group>
            <v:group style="position:absolute;left:4333;top:2786;width:8;height:2" coordorigin="4333,2786" coordsize="8,2">
              <v:shape style="position:absolute;left:4333;top:2786;width:8;height:2" coordorigin="4333,2786" coordsize="8,0" path="m4333,2786l4341,2786e" filled="false" stroked="true" strokeweight=".48pt" strokecolor="#000000">
                <v:path arrowok="t"/>
              </v:shape>
            </v:group>
            <v:group style="position:absolute;left:4333;top:2810;width:8;height:2" coordorigin="4333,2810" coordsize="8,2">
              <v:shape style="position:absolute;left:4333;top:2810;width:8;height:2" coordorigin="4333,2810" coordsize="8,0" path="m4333,2810l4341,2810e" filled="false" stroked="true" strokeweight=".48pt" strokecolor="#000000">
                <v:path arrowok="t"/>
              </v:shape>
            </v:group>
            <v:group style="position:absolute;left:4333;top:2834;width:8;height:2" coordorigin="4333,2834" coordsize="8,2">
              <v:shape style="position:absolute;left:4333;top:2834;width:8;height:2" coordorigin="4333,2834" coordsize="8,0" path="m4333,2834l4341,2834e" filled="false" stroked="true" strokeweight=".48pt" strokecolor="#000000">
                <v:path arrowok="t"/>
              </v:shape>
            </v:group>
            <v:group style="position:absolute;left:4333;top:2858;width:8;height:2" coordorigin="4333,2858" coordsize="8,2">
              <v:shape style="position:absolute;left:4333;top:2858;width:8;height:2" coordorigin="4333,2858" coordsize="8,0" path="m4333,2858l4341,2858e" filled="false" stroked="true" strokeweight=".48pt" strokecolor="#000000">
                <v:path arrowok="t"/>
              </v:shape>
            </v:group>
            <v:group style="position:absolute;left:4333;top:2882;width:8;height:2" coordorigin="4333,2882" coordsize="8,2">
              <v:shape style="position:absolute;left:4333;top:2882;width:8;height:2" coordorigin="4333,2882" coordsize="8,0" path="m4333,2882l4341,2882e" filled="false" stroked="true" strokeweight=".48pt" strokecolor="#000000">
                <v:path arrowok="t"/>
              </v:shape>
            </v:group>
            <v:group style="position:absolute;left:4333;top:2906;width:8;height:2" coordorigin="4333,2906" coordsize="8,2">
              <v:shape style="position:absolute;left:4333;top:2906;width:8;height:2" coordorigin="4333,2906" coordsize="8,0" path="m4333,2906l4341,2906e" filled="false" stroked="true" strokeweight=".48pt" strokecolor="#000000">
                <v:path arrowok="t"/>
              </v:shape>
            </v:group>
            <v:group style="position:absolute;left:4333;top:2930;width:8;height:2" coordorigin="4333,2930" coordsize="8,2">
              <v:shape style="position:absolute;left:4333;top:2930;width:8;height:2" coordorigin="4333,2930" coordsize="8,0" path="m4333,2930l4341,2930e" filled="false" stroked="true" strokeweight=".48pt" strokecolor="#000000">
                <v:path arrowok="t"/>
              </v:shape>
            </v:group>
            <v:group style="position:absolute;left:4333;top:2954;width:8;height:2" coordorigin="4333,2954" coordsize="8,2">
              <v:shape style="position:absolute;left:4333;top:2954;width:8;height:2" coordorigin="4333,2954" coordsize="8,0" path="m4333,2954l4341,2954e" filled="false" stroked="true" strokeweight=".48pt" strokecolor="#000000">
                <v:path arrowok="t"/>
              </v:shape>
            </v:group>
            <v:group style="position:absolute;left:4333;top:2978;width:8;height:2" coordorigin="4333,2978" coordsize="8,2">
              <v:shape style="position:absolute;left:4333;top:2978;width:8;height:2" coordorigin="4333,2978" coordsize="8,0" path="m4333,2978l4341,2978e" filled="false" stroked="true" strokeweight=".48pt" strokecolor="#000000">
                <v:path arrowok="t"/>
              </v:shape>
            </v:group>
            <v:group style="position:absolute;left:4333;top:3002;width:8;height:2" coordorigin="4333,3002" coordsize="8,2">
              <v:shape style="position:absolute;left:4333;top:3002;width:8;height:2" coordorigin="4333,3002" coordsize="8,0" path="m4333,3002l4341,3002e" filled="false" stroked="true" strokeweight=".48pt" strokecolor="#000000">
                <v:path arrowok="t"/>
              </v:shape>
            </v:group>
            <v:group style="position:absolute;left:4333;top:3026;width:8;height:2" coordorigin="4333,3026" coordsize="8,2">
              <v:shape style="position:absolute;left:4333;top:3026;width:8;height:2" coordorigin="4333,3026" coordsize="8,0" path="m4333,3026l4341,3026e" filled="false" stroked="true" strokeweight=".48pt" strokecolor="#000000">
                <v:path arrowok="t"/>
              </v:shape>
            </v:group>
            <v:group style="position:absolute;left:4333;top:3050;width:8;height:2" coordorigin="4333,3050" coordsize="8,2">
              <v:shape style="position:absolute;left:4333;top:3050;width:8;height:2" coordorigin="4333,3050" coordsize="8,0" path="m4333,3050l4341,3050e" filled="false" stroked="true" strokeweight=".48pt" strokecolor="#000000">
                <v:path arrowok="t"/>
              </v:shape>
            </v:group>
            <v:group style="position:absolute;left:4333;top:3074;width:8;height:2" coordorigin="4333,3074" coordsize="8,2">
              <v:shape style="position:absolute;left:4333;top:3074;width:8;height:2" coordorigin="4333,3074" coordsize="8,0" path="m4333,3074l4341,3074e" filled="false" stroked="true" strokeweight=".48pt" strokecolor="#000000">
                <v:path arrowok="t"/>
              </v:shape>
            </v:group>
            <v:group style="position:absolute;left:4333;top:3098;width:8;height:2" coordorigin="4333,3098" coordsize="8,2">
              <v:shape style="position:absolute;left:4333;top:3098;width:8;height:2" coordorigin="4333,3098" coordsize="8,0" path="m4333,3098l4341,3098e" filled="false" stroked="true" strokeweight=".48pt" strokecolor="#000000">
                <v:path arrowok="t"/>
              </v:shape>
            </v:group>
            <v:group style="position:absolute;left:4333;top:3122;width:8;height:2" coordorigin="4333,3122" coordsize="8,2">
              <v:shape style="position:absolute;left:4333;top:3122;width:8;height:2" coordorigin="4333,3122" coordsize="8,0" path="m4333,3122l4341,3122e" filled="false" stroked="true" strokeweight=".48pt" strokecolor="#000000">
                <v:path arrowok="t"/>
              </v:shape>
            </v:group>
            <v:group style="position:absolute;left:4333;top:3146;width:8;height:2" coordorigin="4333,3146" coordsize="8,2">
              <v:shape style="position:absolute;left:4333;top:3146;width:8;height:2" coordorigin="4333,3146" coordsize="8,0" path="m4333,3146l4341,3146e" filled="false" stroked="true" strokeweight=".48pt" strokecolor="#000000">
                <v:path arrowok="t"/>
              </v:shape>
            </v:group>
            <v:group style="position:absolute;left:4333;top:3170;width:8;height:2" coordorigin="4333,3170" coordsize="8,2">
              <v:shape style="position:absolute;left:4333;top:3170;width:8;height:2" coordorigin="4333,3170" coordsize="8,0" path="m4333,3170l4341,3170e" filled="false" stroked="true" strokeweight=".48pt" strokecolor="#000000">
                <v:path arrowok="t"/>
              </v:shape>
            </v:group>
            <v:group style="position:absolute;left:4333;top:3194;width:8;height:2" coordorigin="4333,3194" coordsize="8,2">
              <v:shape style="position:absolute;left:4333;top:3194;width:8;height:2" coordorigin="4333,3194" coordsize="8,0" path="m4333,3194l4341,3194e" filled="false" stroked="true" strokeweight=".48pt" strokecolor="#000000">
                <v:path arrowok="t"/>
              </v:shape>
            </v:group>
            <v:group style="position:absolute;left:4333;top:3218;width:8;height:2" coordorigin="4333,3218" coordsize="8,2">
              <v:shape style="position:absolute;left:4333;top:3218;width:8;height:2" coordorigin="4333,3218" coordsize="8,0" path="m4333,3218l4341,3218e" filled="false" stroked="true" strokeweight=".48pt" strokecolor="#000000">
                <v:path arrowok="t"/>
              </v:shape>
            </v:group>
            <v:group style="position:absolute;left:4333;top:3242;width:8;height:2" coordorigin="4333,3242" coordsize="8,2">
              <v:shape style="position:absolute;left:4333;top:3242;width:8;height:2" coordorigin="4333,3242" coordsize="8,0" path="m4333,3242l4341,3242e" filled="false" stroked="true" strokeweight=".48pt" strokecolor="#000000">
                <v:path arrowok="t"/>
              </v:shape>
            </v:group>
            <v:group style="position:absolute;left:4333;top:3266;width:8;height:2" coordorigin="4333,3266" coordsize="8,2">
              <v:shape style="position:absolute;left:4333;top:3266;width:8;height:2" coordorigin="4333,3266" coordsize="8,0" path="m4333,3266l4341,3266e" filled="false" stroked="true" strokeweight=".48pt" strokecolor="#000000">
                <v:path arrowok="t"/>
              </v:shape>
            </v:group>
            <v:group style="position:absolute;left:4333;top:3290;width:8;height:2" coordorigin="4333,3290" coordsize="8,2">
              <v:shape style="position:absolute;left:4333;top:3290;width:8;height:2" coordorigin="4333,3290" coordsize="8,0" path="m4333,3290l4341,3290e" filled="false" stroked="true" strokeweight=".48pt" strokecolor="#000000">
                <v:path arrowok="t"/>
              </v:shape>
            </v:group>
            <v:group style="position:absolute;left:4333;top:3314;width:8;height:2" coordorigin="4333,3314" coordsize="8,2">
              <v:shape style="position:absolute;left:4333;top:3314;width:8;height:2" coordorigin="4333,3314" coordsize="8,0" path="m4333,3314l4341,3314e" filled="false" stroked="true" strokeweight=".48pt" strokecolor="#000000">
                <v:path arrowok="t"/>
              </v:shape>
            </v:group>
            <v:group style="position:absolute;left:4333;top:3338;width:8;height:2" coordorigin="4333,3338" coordsize="8,2">
              <v:shape style="position:absolute;left:4333;top:3338;width:8;height:2" coordorigin="4333,3338" coordsize="8,0" path="m4333,3338l4341,3338e" filled="false" stroked="true" strokeweight=".48pt" strokecolor="#000000">
                <v:path arrowok="t"/>
              </v:shape>
            </v:group>
            <v:group style="position:absolute;left:4333;top:3362;width:8;height:2" coordorigin="4333,3362" coordsize="8,2">
              <v:shape style="position:absolute;left:4333;top:3362;width:8;height:2" coordorigin="4333,3362" coordsize="8,0" path="m4333,3362l4341,3362e" filled="false" stroked="true" strokeweight=".48pt" strokecolor="#000000">
                <v:path arrowok="t"/>
              </v:shape>
            </v:group>
            <v:group style="position:absolute;left:4333;top:3386;width:8;height:2" coordorigin="4333,3386" coordsize="8,2">
              <v:shape style="position:absolute;left:4333;top:3386;width:8;height:2" coordorigin="4333,3386" coordsize="8,0" path="m4333,3386l4341,3386e" filled="false" stroked="true" strokeweight=".48pt" strokecolor="#000000">
                <v:path arrowok="t"/>
              </v:shape>
            </v:group>
            <v:group style="position:absolute;left:4333;top:3410;width:8;height:2" coordorigin="4333,3410" coordsize="8,2">
              <v:shape style="position:absolute;left:4333;top:3410;width:8;height:2" coordorigin="4333,3410" coordsize="8,0" path="m4333,3410l4341,3410e" filled="false" stroked="true" strokeweight=".48pt" strokecolor="#000000">
                <v:path arrowok="t"/>
              </v:shape>
            </v:group>
            <v:group style="position:absolute;left:4333;top:3434;width:8;height:2" coordorigin="4333,3434" coordsize="8,2">
              <v:shape style="position:absolute;left:4333;top:3434;width:8;height:2" coordorigin="4333,3434" coordsize="8,0" path="m4333,3434l4341,3434e" filled="false" stroked="true" strokeweight=".48pt" strokecolor="#000000">
                <v:path arrowok="t"/>
              </v:shape>
            </v:group>
            <v:group style="position:absolute;left:4333;top:3458;width:8;height:2" coordorigin="4333,3458" coordsize="8,2">
              <v:shape style="position:absolute;left:4333;top:3458;width:8;height:2" coordorigin="4333,3458" coordsize="8,0" path="m4333,3458l4341,3458e" filled="false" stroked="true" strokeweight=".48pt" strokecolor="#000000">
                <v:path arrowok="t"/>
              </v:shape>
            </v:group>
            <v:group style="position:absolute;left:4333;top:3482;width:8;height:2" coordorigin="4333,3482" coordsize="8,2">
              <v:shape style="position:absolute;left:4333;top:3482;width:8;height:2" coordorigin="4333,3482" coordsize="8,0" path="m4333,3482l4341,3482e" filled="false" stroked="true" strokeweight=".48pt" strokecolor="#000000">
                <v:path arrowok="t"/>
              </v:shape>
            </v:group>
            <v:group style="position:absolute;left:4333;top:3506;width:8;height:2" coordorigin="4333,3506" coordsize="8,2">
              <v:shape style="position:absolute;left:4333;top:3506;width:8;height:2" coordorigin="4333,3506" coordsize="8,0" path="m4333,3506l4341,3506e" filled="false" stroked="true" strokeweight=".48pt" strokecolor="#000000">
                <v:path arrowok="t"/>
              </v:shape>
            </v:group>
            <v:group style="position:absolute;left:4333;top:3530;width:8;height:2" coordorigin="4333,3530" coordsize="8,2">
              <v:shape style="position:absolute;left:4333;top:3530;width:8;height:2" coordorigin="4333,3530" coordsize="8,0" path="m4333,3530l4341,3530e" filled="false" stroked="true" strokeweight=".48pt" strokecolor="#000000">
                <v:path arrowok="t"/>
              </v:shape>
            </v:group>
            <v:group style="position:absolute;left:4333;top:3554;width:8;height:2" coordorigin="4333,3554" coordsize="8,2">
              <v:shape style="position:absolute;left:4333;top:3554;width:8;height:2" coordorigin="4333,3554" coordsize="8,0" path="m4333,3554l4341,3554e" filled="false" stroked="true" strokeweight=".48pt" strokecolor="#000000">
                <v:path arrowok="t"/>
              </v:shape>
            </v:group>
            <v:group style="position:absolute;left:4333;top:3578;width:8;height:2" coordorigin="4333,3578" coordsize="8,2">
              <v:shape style="position:absolute;left:4333;top:3578;width:8;height:2" coordorigin="4333,3578" coordsize="8,0" path="m4333,3578l4341,3578e" filled="false" stroked="true" strokeweight=".48pt" strokecolor="#000000">
                <v:path arrowok="t"/>
              </v:shape>
            </v:group>
            <v:group style="position:absolute;left:4333;top:3602;width:8;height:2" coordorigin="4333,3602" coordsize="8,2">
              <v:shape style="position:absolute;left:4333;top:3602;width:8;height:2" coordorigin="4333,3602" coordsize="8,0" path="m4333,3602l4341,3602e" filled="false" stroked="true" strokeweight=".48pt" strokecolor="#000000">
                <v:path arrowok="t"/>
              </v:shape>
            </v:group>
            <v:group style="position:absolute;left:4333;top:3626;width:8;height:2" coordorigin="4333,3626" coordsize="8,2">
              <v:shape style="position:absolute;left:4333;top:3626;width:8;height:2" coordorigin="4333,3626" coordsize="8,0" path="m4333,3626l4341,3626e" filled="false" stroked="true" strokeweight=".48pt" strokecolor="#000000">
                <v:path arrowok="t"/>
              </v:shape>
            </v:group>
            <v:group style="position:absolute;left:4333;top:3650;width:8;height:2" coordorigin="4333,3650" coordsize="8,2">
              <v:shape style="position:absolute;left:4333;top:3650;width:8;height:2" coordorigin="4333,3650" coordsize="8,0" path="m4333,3650l4341,3650e" filled="false" stroked="true" strokeweight=".48pt" strokecolor="#000000">
                <v:path arrowok="t"/>
              </v:shape>
            </v:group>
            <v:group style="position:absolute;left:4333;top:3674;width:8;height:2" coordorigin="4333,3674" coordsize="8,2">
              <v:shape style="position:absolute;left:4333;top:3674;width:8;height:2" coordorigin="4333,3674" coordsize="8,0" path="m4333,3674l4341,3674e" filled="false" stroked="true" strokeweight=".48pt" strokecolor="#000000">
                <v:path arrowok="t"/>
              </v:shape>
            </v:group>
            <v:group style="position:absolute;left:4333;top:3698;width:8;height:2" coordorigin="4333,3698" coordsize="8,2">
              <v:shape style="position:absolute;left:4333;top:3698;width:8;height:2" coordorigin="4333,3698" coordsize="8,0" path="m4333,3698l4341,3698e" filled="false" stroked="true" strokeweight=".48pt" strokecolor="#000000">
                <v:path arrowok="t"/>
              </v:shape>
            </v:group>
            <v:group style="position:absolute;left:4333;top:3722;width:8;height:2" coordorigin="4333,3722" coordsize="8,2">
              <v:shape style="position:absolute;left:4333;top:3722;width:8;height:2" coordorigin="4333,3722" coordsize="8,0" path="m4333,3722l4341,3722e" filled="false" stroked="true" strokeweight=".48pt" strokecolor="#000000">
                <v:path arrowok="t"/>
              </v:shape>
            </v:group>
            <v:group style="position:absolute;left:4333;top:3746;width:8;height:2" coordorigin="4333,3746" coordsize="8,2">
              <v:shape style="position:absolute;left:4333;top:3746;width:8;height:2" coordorigin="4333,3746" coordsize="8,0" path="m4333,3746l4341,3746e" filled="false" stroked="true" strokeweight=".48pt" strokecolor="#000000">
                <v:path arrowok="t"/>
              </v:shape>
            </v:group>
            <v:group style="position:absolute;left:4333;top:3770;width:8;height:2" coordorigin="4333,3770" coordsize="8,2">
              <v:shape style="position:absolute;left:4333;top:3770;width:8;height:2" coordorigin="4333,3770" coordsize="8,0" path="m4333,3770l4341,3770e" filled="false" stroked="true" strokeweight=".48pt" strokecolor="#000000">
                <v:path arrowok="t"/>
              </v:shape>
            </v:group>
            <v:group style="position:absolute;left:4333;top:3794;width:8;height:2" coordorigin="4333,3794" coordsize="8,2">
              <v:shape style="position:absolute;left:4333;top:3794;width:8;height:2" coordorigin="4333,3794" coordsize="8,0" path="m4333,3794l4341,3794e" filled="false" stroked="true" strokeweight=".48pt" strokecolor="#000000">
                <v:path arrowok="t"/>
              </v:shape>
            </v:group>
            <v:group style="position:absolute;left:4333;top:3818;width:8;height:2" coordorigin="4333,3818" coordsize="8,2">
              <v:shape style="position:absolute;left:4333;top:3818;width:8;height:2" coordorigin="4333,3818" coordsize="8,0" path="m4333,3818l4341,3818e" filled="false" stroked="true" strokeweight=".48pt" strokecolor="#000000">
                <v:path arrowok="t"/>
              </v:shape>
            </v:group>
            <v:group style="position:absolute;left:4333;top:3842;width:8;height:2" coordorigin="4333,3842" coordsize="8,2">
              <v:shape style="position:absolute;left:4333;top:3842;width:8;height:2" coordorigin="4333,3842" coordsize="8,0" path="m4333,3842l4341,3842e" filled="false" stroked="true" strokeweight=".48pt" strokecolor="#000000">
                <v:path arrowok="t"/>
              </v:shape>
            </v:group>
            <v:group style="position:absolute;left:4333;top:3866;width:8;height:2" coordorigin="4333,3866" coordsize="8,2">
              <v:shape style="position:absolute;left:4333;top:3866;width:8;height:2" coordorigin="4333,3866" coordsize="8,0" path="m4333,3866l4341,3866e" filled="false" stroked="true" strokeweight=".479pt" strokecolor="#000000">
                <v:path arrowok="t"/>
              </v:shape>
            </v:group>
            <v:group style="position:absolute;left:4333;top:3890;width:8;height:2" coordorigin="4333,3890" coordsize="8,2">
              <v:shape style="position:absolute;left:4333;top:3890;width:8;height:2" coordorigin="4333,3890" coordsize="8,0" path="m4333,3890l4341,3890e" filled="false" stroked="true" strokeweight=".48pt" strokecolor="#000000">
                <v:path arrowok="t"/>
              </v:shape>
            </v:group>
            <v:group style="position:absolute;left:4333;top:3914;width:8;height:2" coordorigin="4333,3914" coordsize="8,2">
              <v:shape style="position:absolute;left:4333;top:3914;width:8;height:2" coordorigin="4333,3914" coordsize="8,0" path="m4333,3914l4341,3914e" filled="false" stroked="true" strokeweight=".48pt" strokecolor="#000000">
                <v:path arrowok="t"/>
              </v:shape>
            </v:group>
            <v:group style="position:absolute;left:4333;top:3938;width:8;height:2" coordorigin="4333,3938" coordsize="8,2">
              <v:shape style="position:absolute;left:4333;top:3938;width:8;height:2" coordorigin="4333,3938" coordsize="8,0" path="m4333,3938l4341,3938e" filled="false" stroked="true" strokeweight=".48pt" strokecolor="#000000">
                <v:path arrowok="t"/>
              </v:shape>
            </v:group>
            <v:group style="position:absolute;left:4333;top:3962;width:8;height:2" coordorigin="4333,3962" coordsize="8,2">
              <v:shape style="position:absolute;left:4333;top:3962;width:8;height:2" coordorigin="4333,3962" coordsize="8,0" path="m4333,3962l4341,3962e" filled="false" stroked="true" strokeweight=".48pt" strokecolor="#000000">
                <v:path arrowok="t"/>
              </v:shape>
            </v:group>
            <v:group style="position:absolute;left:4333;top:3986;width:8;height:2" coordorigin="4333,3986" coordsize="8,2">
              <v:shape style="position:absolute;left:4333;top:3986;width:8;height:2" coordorigin="4333,3986" coordsize="8,0" path="m4333,3986l4341,3986e" filled="false" stroked="true" strokeweight=".48pt" strokecolor="#000000">
                <v:path arrowok="t"/>
              </v:shape>
            </v:group>
            <v:group style="position:absolute;left:4333;top:4010;width:8;height:2" coordorigin="4333,4010" coordsize="8,2">
              <v:shape style="position:absolute;left:4333;top:4010;width:8;height:2" coordorigin="4333,4010" coordsize="8,0" path="m4333,4010l4341,4010e" filled="false" stroked="true" strokeweight=".48pt" strokecolor="#000000">
                <v:path arrowok="t"/>
              </v:shape>
            </v:group>
            <v:group style="position:absolute;left:4333;top:4034;width:8;height:2" coordorigin="4333,4034" coordsize="8,2">
              <v:shape style="position:absolute;left:4333;top:4034;width:8;height:2" coordorigin="4333,4034" coordsize="8,0" path="m4333,4034l4341,4034e" filled="false" stroked="true" strokeweight=".48pt" strokecolor="#000000">
                <v:path arrowok="t"/>
              </v:shape>
            </v:group>
            <v:group style="position:absolute;left:4333;top:4058;width:8;height:2" coordorigin="4333,4058" coordsize="8,2">
              <v:shape style="position:absolute;left:4333;top:4058;width:8;height:2" coordorigin="4333,4058" coordsize="8,0" path="m4333,4058l4341,4058e" filled="false" stroked="true" strokeweight=".48pt" strokecolor="#000000">
                <v:path arrowok="t"/>
              </v:shape>
            </v:group>
            <v:group style="position:absolute;left:4333;top:4082;width:8;height:2" coordorigin="4333,4082" coordsize="8,2">
              <v:shape style="position:absolute;left:4333;top:4082;width:8;height:2" coordorigin="4333,4082" coordsize="8,0" path="m4333,4082l4341,4082e" filled="false" stroked="true" strokeweight=".48pt" strokecolor="#000000">
                <v:path arrowok="t"/>
              </v:shape>
            </v:group>
            <v:group style="position:absolute;left:4333;top:4106;width:8;height:2" coordorigin="4333,4106" coordsize="8,2">
              <v:shape style="position:absolute;left:4333;top:4106;width:8;height:2" coordorigin="4333,4106" coordsize="8,0" path="m4333,4106l4341,4106e" filled="false" stroked="true" strokeweight=".48pt" strokecolor="#000000">
                <v:path arrowok="t"/>
              </v:shape>
            </v:group>
            <v:group style="position:absolute;left:4333;top:4130;width:8;height:2" coordorigin="4333,4130" coordsize="8,2">
              <v:shape style="position:absolute;left:4333;top:4130;width:8;height:2" coordorigin="4333,4130" coordsize="8,0" path="m4333,4130l4341,4130e" filled="false" stroked="true" strokeweight=".48pt" strokecolor="#000000">
                <v:path arrowok="t"/>
              </v:shape>
            </v:group>
            <v:group style="position:absolute;left:4333;top:4154;width:8;height:2" coordorigin="4333,4154" coordsize="8,2">
              <v:shape style="position:absolute;left:4333;top:4154;width:8;height:2" coordorigin="4333,4154" coordsize="8,0" path="m4333,4154l4341,4154e" filled="false" stroked="true" strokeweight=".48pt" strokecolor="#000000">
                <v:path arrowok="t"/>
              </v:shape>
            </v:group>
            <v:group style="position:absolute;left:4333;top:4178;width:8;height:2" coordorigin="4333,4178" coordsize="8,2">
              <v:shape style="position:absolute;left:4333;top:4178;width:8;height:2" coordorigin="4333,4178" coordsize="8,0" path="m4333,4178l4341,4178e" filled="false" stroked="true" strokeweight=".48pt" strokecolor="#000000">
                <v:path arrowok="t"/>
              </v:shape>
            </v:group>
            <v:group style="position:absolute;left:4333;top:4202;width:8;height:2" coordorigin="4333,4202" coordsize="8,2">
              <v:shape style="position:absolute;left:4333;top:4202;width:8;height:2" coordorigin="4333,4202" coordsize="8,0" path="m4333,4202l4341,4202e" filled="false" stroked="true" strokeweight=".48pt" strokecolor="#000000">
                <v:path arrowok="t"/>
              </v:shape>
            </v:group>
            <v:group style="position:absolute;left:4333;top:4226;width:8;height:2" coordorigin="4333,4226" coordsize="8,2">
              <v:shape style="position:absolute;left:4333;top:4226;width:8;height:2" coordorigin="4333,4226" coordsize="8,0" path="m4333,4226l4341,4226e" filled="false" stroked="true" strokeweight=".48pt" strokecolor="#000000">
                <v:path arrowok="t"/>
              </v:shape>
            </v:group>
            <v:group style="position:absolute;left:4333;top:4250;width:8;height:2" coordorigin="4333,4250" coordsize="8,2">
              <v:shape style="position:absolute;left:4333;top:4250;width:8;height:2" coordorigin="4333,4250" coordsize="8,0" path="m4333,4250l4341,4250e" filled="false" stroked="true" strokeweight=".48pt" strokecolor="#000000">
                <v:path arrowok="t"/>
              </v:shape>
            </v:group>
            <v:group style="position:absolute;left:4333;top:4274;width:8;height:2" coordorigin="4333,4274" coordsize="8,2">
              <v:shape style="position:absolute;left:4333;top:4274;width:8;height:2" coordorigin="4333,4274" coordsize="8,0" path="m4333,4274l4341,4274e" filled="false" stroked="true" strokeweight=".48pt" strokecolor="#000000">
                <v:path arrowok="t"/>
              </v:shape>
            </v:group>
            <v:group style="position:absolute;left:4333;top:4298;width:8;height:2" coordorigin="4333,4298" coordsize="8,2">
              <v:shape style="position:absolute;left:4333;top:4298;width:8;height:2" coordorigin="4333,4298" coordsize="8,0" path="m4333,4298l4341,4298e" filled="false" stroked="true" strokeweight=".48pt" strokecolor="#000000">
                <v:path arrowok="t"/>
              </v:shape>
            </v:group>
            <v:group style="position:absolute;left:4333;top:4322;width:8;height:2" coordorigin="4333,4322" coordsize="8,2">
              <v:shape style="position:absolute;left:4333;top:4322;width:8;height:2" coordorigin="4333,4322" coordsize="8,0" path="m4333,4322l4341,4322e" filled="false" stroked="true" strokeweight=".48pt" strokecolor="#000000">
                <v:path arrowok="t"/>
              </v:shape>
            </v:group>
            <v:group style="position:absolute;left:4333;top:4346;width:8;height:2" coordorigin="4333,4346" coordsize="8,2">
              <v:shape style="position:absolute;left:4333;top:4346;width:8;height:2" coordorigin="4333,4346" coordsize="8,0" path="m4333,4346l4341,4346e" filled="false" stroked="true" strokeweight=".48pt" strokecolor="#000000">
                <v:path arrowok="t"/>
              </v:shape>
            </v:group>
            <v:group style="position:absolute;left:4333;top:4370;width:8;height:2" coordorigin="4333,4370" coordsize="8,2">
              <v:shape style="position:absolute;left:4333;top:4370;width:8;height:2" coordorigin="4333,4370" coordsize="8,0" path="m4333,4370l4341,4370e" filled="false" stroked="true" strokeweight=".48pt" strokecolor="#000000">
                <v:path arrowok="t"/>
              </v:shape>
            </v:group>
            <v:group style="position:absolute;left:4333;top:4394;width:8;height:2" coordorigin="4333,4394" coordsize="8,2">
              <v:shape style="position:absolute;left:4333;top:4394;width:8;height:2" coordorigin="4333,4394" coordsize="8,0" path="m4333,4394l4341,4394e" filled="false" stroked="true" strokeweight=".48pt" strokecolor="#000000">
                <v:path arrowok="t"/>
              </v:shape>
            </v:group>
            <v:group style="position:absolute;left:4333;top:4418;width:8;height:2" coordorigin="4333,4418" coordsize="8,2">
              <v:shape style="position:absolute;left:4333;top:4418;width:8;height:2" coordorigin="4333,4418" coordsize="8,0" path="m4333,4418l4341,4418e" filled="false" stroked="true" strokeweight=".48pt" strokecolor="#000000">
                <v:path arrowok="t"/>
              </v:shape>
            </v:group>
            <v:group style="position:absolute;left:4333;top:4442;width:8;height:2" coordorigin="4333,4442" coordsize="8,2">
              <v:shape style="position:absolute;left:4333;top:4442;width:8;height:2" coordorigin="4333,4442" coordsize="8,0" path="m4333,4442l4341,4442e" filled="false" stroked="true" strokeweight=".48pt" strokecolor="#000000">
                <v:path arrowok="t"/>
              </v:shape>
            </v:group>
            <v:group style="position:absolute;left:4333;top:4466;width:8;height:2" coordorigin="4333,4466" coordsize="8,2">
              <v:shape style="position:absolute;left:4333;top:4466;width:8;height:2" coordorigin="4333,4466" coordsize="8,0" path="m4333,4466l4341,4466e" filled="false" stroked="true" strokeweight=".48pt" strokecolor="#000000">
                <v:path arrowok="t"/>
              </v:shape>
            </v:group>
            <v:group style="position:absolute;left:4333;top:4490;width:8;height:2" coordorigin="4333,4490" coordsize="8,2">
              <v:shape style="position:absolute;left:4333;top:4490;width:8;height:2" coordorigin="4333,4490" coordsize="8,0" path="m4333,4490l4341,4490e" filled="false" stroked="true" strokeweight=".48pt" strokecolor="#000000">
                <v:path arrowok="t"/>
              </v:shape>
            </v:group>
            <v:group style="position:absolute;left:4333;top:4514;width:8;height:2" coordorigin="4333,4514" coordsize="8,2">
              <v:shape style="position:absolute;left:4333;top:4514;width:8;height:2" coordorigin="4333,4514" coordsize="8,0" path="m4333,4514l4341,4514e" filled="false" stroked="true" strokeweight=".48pt" strokecolor="#000000">
                <v:path arrowok="t"/>
              </v:shape>
            </v:group>
            <v:group style="position:absolute;left:4333;top:4538;width:8;height:2" coordorigin="4333,4538" coordsize="8,2">
              <v:shape style="position:absolute;left:4333;top:4538;width:8;height:2" coordorigin="4333,4538" coordsize="8,0" path="m4333,4538l4341,4538e" filled="false" stroked="true" strokeweight=".48pt" strokecolor="#000000">
                <v:path arrowok="t"/>
              </v:shape>
            </v:group>
            <v:group style="position:absolute;left:4333;top:4562;width:8;height:2" coordorigin="4333,4562" coordsize="8,2">
              <v:shape style="position:absolute;left:4333;top:4562;width:8;height:2" coordorigin="4333,4562" coordsize="8,0" path="m4333,4562l4341,4562e" filled="false" stroked="true" strokeweight=".48pt" strokecolor="#000000">
                <v:path arrowok="t"/>
              </v:shape>
            </v:group>
            <v:group style="position:absolute;left:4333;top:4586;width:8;height:2" coordorigin="4333,4586" coordsize="8,2">
              <v:shape style="position:absolute;left:4333;top:4586;width:8;height:2" coordorigin="4333,4586" coordsize="8,0" path="m4333,4586l4341,4586e" filled="false" stroked="true" strokeweight=".48pt" strokecolor="#000000">
                <v:path arrowok="t"/>
              </v:shape>
            </v:group>
            <v:group style="position:absolute;left:4333;top:4610;width:8;height:2" coordorigin="4333,4610" coordsize="8,2">
              <v:shape style="position:absolute;left:4333;top:4610;width:8;height:2" coordorigin="4333,4610" coordsize="8,0" path="m4333,4610l4341,4610e" filled="false" stroked="true" strokeweight=".479pt" strokecolor="#000000">
                <v:path arrowok="t"/>
              </v:shape>
            </v:group>
            <v:group style="position:absolute;left:4333;top:4634;width:8;height:2" coordorigin="4333,4634" coordsize="8,2">
              <v:shape style="position:absolute;left:4333;top:4634;width:8;height:2" coordorigin="4333,4634" coordsize="8,0" path="m4333,4634l4341,4634e" filled="false" stroked="true" strokeweight=".48pt" strokecolor="#000000">
                <v:path arrowok="t"/>
              </v:shape>
            </v:group>
            <v:group style="position:absolute;left:4333;top:4658;width:8;height:2" coordorigin="4333,4658" coordsize="8,2">
              <v:shape style="position:absolute;left:4333;top:4658;width:8;height:2" coordorigin="4333,4658" coordsize="8,0" path="m4333,4658l4341,4658e" filled="false" stroked="true" strokeweight=".48pt" strokecolor="#000000">
                <v:path arrowok="t"/>
              </v:shape>
            </v:group>
            <v:group style="position:absolute;left:4333;top:4682;width:8;height:2" coordorigin="4333,4682" coordsize="8,2">
              <v:shape style="position:absolute;left:4333;top:4682;width:8;height:2" coordorigin="4333,4682" coordsize="8,0" path="m4333,4682l4341,4682e" filled="false" stroked="true" strokeweight=".48pt" strokecolor="#000000">
                <v:path arrowok="t"/>
              </v:shape>
            </v:group>
            <v:group style="position:absolute;left:4333;top:4706;width:8;height:2" coordorigin="4333,4706" coordsize="8,2">
              <v:shape style="position:absolute;left:4333;top:4706;width:8;height:2" coordorigin="4333,4706" coordsize="8,0" path="m4333,4706l4341,4706e" filled="false" stroked="true" strokeweight=".48pt" strokecolor="#000000">
                <v:path arrowok="t"/>
              </v:shape>
            </v:group>
            <v:group style="position:absolute;left:4333;top:4730;width:8;height:2" coordorigin="4333,4730" coordsize="8,2">
              <v:shape style="position:absolute;left:4333;top:4730;width:8;height:2" coordorigin="4333,4730" coordsize="8,0" path="m4333,4730l4341,4730e" filled="false" stroked="true" strokeweight=".48pt" strokecolor="#000000">
                <v:path arrowok="t"/>
              </v:shape>
            </v:group>
            <v:group style="position:absolute;left:4333;top:4754;width:8;height:2" coordorigin="4333,4754" coordsize="8,2">
              <v:shape style="position:absolute;left:4333;top:4754;width:8;height:2" coordorigin="4333,4754" coordsize="8,0" path="m4333,4754l4341,4754e" filled="false" stroked="true" strokeweight=".48pt" strokecolor="#000000">
                <v:path arrowok="t"/>
              </v:shape>
            </v:group>
            <v:group style="position:absolute;left:4333;top:4778;width:8;height:2" coordorigin="4333,4778" coordsize="8,2">
              <v:shape style="position:absolute;left:4333;top:4778;width:8;height:2" coordorigin="4333,4778" coordsize="8,0" path="m4333,4778l4341,4778e" filled="false" stroked="true" strokeweight=".48pt" strokecolor="#000000">
                <v:path arrowok="t"/>
              </v:shape>
            </v:group>
            <v:group style="position:absolute;left:4333;top:4802;width:8;height:2" coordorigin="4333,4802" coordsize="8,2">
              <v:shape style="position:absolute;left:4333;top:4802;width:8;height:2" coordorigin="4333,4802" coordsize="8,0" path="m4333,4802l4341,4802e" filled="false" stroked="true" strokeweight=".48pt" strokecolor="#000000">
                <v:path arrowok="t"/>
              </v:shape>
            </v:group>
            <v:group style="position:absolute;left:4333;top:4826;width:8;height:2" coordorigin="4333,4826" coordsize="8,2">
              <v:shape style="position:absolute;left:4333;top:4826;width:8;height:2" coordorigin="4333,4826" coordsize="8,0" path="m4333,4826l4341,4826e" filled="false" stroked="true" strokeweight=".48pt" strokecolor="#000000">
                <v:path arrowok="t"/>
              </v:shape>
            </v:group>
            <v:group style="position:absolute;left:4333;top:4850;width:8;height:2" coordorigin="4333,4850" coordsize="8,2">
              <v:shape style="position:absolute;left:4333;top:4850;width:8;height:2" coordorigin="4333,4850" coordsize="8,0" path="m4333,4850l4341,4850e" filled="false" stroked="true" strokeweight=".48pt" strokecolor="#000000">
                <v:path arrowok="t"/>
              </v:shape>
            </v:group>
            <v:group style="position:absolute;left:4333;top:4874;width:8;height:2" coordorigin="4333,4874" coordsize="8,2">
              <v:shape style="position:absolute;left:4333;top:4874;width:8;height:2" coordorigin="4333,4874" coordsize="8,0" path="m4333,4874l4341,4874e" filled="false" stroked="true" strokeweight=".48pt" strokecolor="#000000">
                <v:path arrowok="t"/>
              </v:shape>
            </v:group>
            <v:group style="position:absolute;left:4333;top:4898;width:8;height:2" coordorigin="4333,4898" coordsize="8,2">
              <v:shape style="position:absolute;left:4333;top:4898;width:8;height:2" coordorigin="4333,4898" coordsize="8,0" path="m4333,4898l4341,4898e" filled="false" stroked="true" strokeweight=".48pt" strokecolor="#000000">
                <v:path arrowok="t"/>
              </v:shape>
            </v:group>
            <v:group style="position:absolute;left:4333;top:4922;width:8;height:2" coordorigin="4333,4922" coordsize="8,2">
              <v:shape style="position:absolute;left:4333;top:4922;width:8;height:2" coordorigin="4333,4922" coordsize="8,0" path="m4333,4922l4341,4922e" filled="false" stroked="true" strokeweight=".48pt" strokecolor="#000000">
                <v:path arrowok="t"/>
              </v:shape>
            </v:group>
            <v:group style="position:absolute;left:4333;top:4946;width:8;height:2" coordorigin="4333,4946" coordsize="8,2">
              <v:shape style="position:absolute;left:4333;top:4946;width:8;height:2" coordorigin="4333,4946" coordsize="8,0" path="m4333,4946l4341,4946e" filled="false" stroked="true" strokeweight=".48pt" strokecolor="#000000">
                <v:path arrowok="t"/>
              </v:shape>
            </v:group>
            <v:group style="position:absolute;left:4333;top:4970;width:8;height:2" coordorigin="4333,4970" coordsize="8,2">
              <v:shape style="position:absolute;left:4333;top:4970;width:8;height:2" coordorigin="4333,4970" coordsize="8,0" path="m4333,4970l4341,4970e" filled="false" stroked="true" strokeweight=".479pt" strokecolor="#000000">
                <v:path arrowok="t"/>
              </v:shape>
            </v:group>
            <v:group style="position:absolute;left:4333;top:4994;width:8;height:2" coordorigin="4333,4994" coordsize="8,2">
              <v:shape style="position:absolute;left:4333;top:4994;width:8;height:2" coordorigin="4333,4994" coordsize="8,0" path="m4333,4994l4341,4994e" filled="false" stroked="true" strokeweight=".48pt" strokecolor="#000000">
                <v:path arrowok="t"/>
              </v:shape>
            </v:group>
            <v:group style="position:absolute;left:4333;top:5018;width:8;height:2" coordorigin="4333,5018" coordsize="8,2">
              <v:shape style="position:absolute;left:4333;top:5018;width:8;height:2" coordorigin="4333,5018" coordsize="8,0" path="m4333,5018l4341,5018e" filled="false" stroked="true" strokeweight=".48pt" strokecolor="#000000">
                <v:path arrowok="t"/>
              </v:shape>
            </v:group>
            <v:group style="position:absolute;left:4333;top:5042;width:8;height:2" coordorigin="4333,5042" coordsize="8,2">
              <v:shape style="position:absolute;left:4333;top:5042;width:8;height:2" coordorigin="4333,5042" coordsize="8,0" path="m4333,5042l4341,5042e" filled="false" stroked="true" strokeweight=".48pt" strokecolor="#000000">
                <v:path arrowok="t"/>
              </v:shape>
            </v:group>
            <v:group style="position:absolute;left:4333;top:5066;width:8;height:2" coordorigin="4333,5066" coordsize="8,2">
              <v:shape style="position:absolute;left:4333;top:5066;width:8;height:2" coordorigin="4333,5066" coordsize="8,0" path="m4333,5066l4341,5066e" filled="false" stroked="true" strokeweight=".48pt" strokecolor="#000000">
                <v:path arrowok="t"/>
              </v:shape>
            </v:group>
            <v:group style="position:absolute;left:4333;top:5090;width:8;height:2" coordorigin="4333,5090" coordsize="8,2">
              <v:shape style="position:absolute;left:4333;top:5090;width:8;height:2" coordorigin="4333,5090" coordsize="8,0" path="m4333,5090l4341,5090e" filled="false" stroked="true" strokeweight=".48pt" strokecolor="#000000">
                <v:path arrowok="t"/>
              </v:shape>
            </v:group>
            <v:group style="position:absolute;left:4333;top:5114;width:8;height:2" coordorigin="4333,5114" coordsize="8,2">
              <v:shape style="position:absolute;left:4333;top:5114;width:8;height:2" coordorigin="4333,5114" coordsize="8,0" path="m4333,5114l4341,5114e" filled="false" stroked="true" strokeweight=".48pt" strokecolor="#000000">
                <v:path arrowok="t"/>
              </v:shape>
            </v:group>
            <v:group style="position:absolute;left:4333;top:5138;width:8;height:2" coordorigin="4333,5138" coordsize="8,2">
              <v:shape style="position:absolute;left:4333;top:5138;width:8;height:2" coordorigin="4333,5138" coordsize="8,0" path="m4333,5138l4341,5138e" filled="false" stroked="true" strokeweight=".48pt" strokecolor="#000000">
                <v:path arrowok="t"/>
              </v:shape>
            </v:group>
            <v:group style="position:absolute;left:4333;top:5162;width:8;height:2" coordorigin="4333,5162" coordsize="8,2">
              <v:shape style="position:absolute;left:4333;top:5162;width:8;height:2" coordorigin="4333,5162" coordsize="8,0" path="m4333,5162l4341,5162e" filled="false" stroked="true" strokeweight=".48pt" strokecolor="#000000">
                <v:path arrowok="t"/>
              </v:shape>
            </v:group>
            <v:group style="position:absolute;left:4333;top:5186;width:8;height:2" coordorigin="4333,5186" coordsize="8,2">
              <v:shape style="position:absolute;left:4333;top:5186;width:8;height:2" coordorigin="4333,5186" coordsize="8,0" path="m4333,5186l4341,5186e" filled="false" stroked="true" strokeweight=".48pt" strokecolor="#000000">
                <v:path arrowok="t"/>
              </v:shape>
            </v:group>
            <v:group style="position:absolute;left:4333;top:5210;width:8;height:2" coordorigin="4333,5210" coordsize="8,2">
              <v:shape style="position:absolute;left:4333;top:5210;width:8;height:2" coordorigin="4333,5210" coordsize="8,0" path="m4333,5210l4341,5210e" filled="false" stroked="true" strokeweight=".48pt" strokecolor="#000000">
                <v:path arrowok="t"/>
              </v:shape>
            </v:group>
            <v:group style="position:absolute;left:4333;top:5234;width:8;height:2" coordorigin="4333,5234" coordsize="8,2">
              <v:shape style="position:absolute;left:4333;top:5234;width:8;height:2" coordorigin="4333,5234" coordsize="8,0" path="m4333,5234l4341,5234e" filled="false" stroked="true" strokeweight=".48pt" strokecolor="#000000">
                <v:path arrowok="t"/>
              </v:shape>
            </v:group>
            <v:group style="position:absolute;left:4333;top:5258;width:8;height:2" coordorigin="4333,5258" coordsize="8,2">
              <v:shape style="position:absolute;left:4333;top:5258;width:8;height:2" coordorigin="4333,5258" coordsize="8,0" path="m4333,5258l4341,5258e" filled="false" stroked="true" strokeweight=".48pt" strokecolor="#000000">
                <v:path arrowok="t"/>
              </v:shape>
            </v:group>
            <v:group style="position:absolute;left:4333;top:5282;width:8;height:2" coordorigin="4333,5282" coordsize="8,2">
              <v:shape style="position:absolute;left:4333;top:5282;width:8;height:2" coordorigin="4333,5282" coordsize="8,0" path="m4333,5282l4341,5282e" filled="false" stroked="true" strokeweight=".48pt" strokecolor="#000000">
                <v:path arrowok="t"/>
              </v:shape>
            </v:group>
            <v:group style="position:absolute;left:4333;top:5306;width:8;height:2" coordorigin="4333,5306" coordsize="8,2">
              <v:shape style="position:absolute;left:4333;top:5306;width:8;height:2" coordorigin="4333,5306" coordsize="8,0" path="m4333,5306l4341,5306e" filled="false" stroked="true" strokeweight=".48pt" strokecolor="#000000">
                <v:path arrowok="t"/>
              </v:shape>
            </v:group>
            <v:group style="position:absolute;left:4333;top:5330;width:8;height:2" coordorigin="4333,5330" coordsize="8,2">
              <v:shape style="position:absolute;left:4333;top:5330;width:8;height:2" coordorigin="4333,5330" coordsize="8,0" path="m4333,5330l4341,5330e" filled="false" stroked="true" strokeweight=".48pt" strokecolor="#000000">
                <v:path arrowok="t"/>
              </v:shape>
            </v:group>
            <v:group style="position:absolute;left:4333;top:5354;width:8;height:2" coordorigin="4333,5354" coordsize="8,2">
              <v:shape style="position:absolute;left:4333;top:5354;width:8;height:2" coordorigin="4333,5354" coordsize="8,0" path="m4333,5354l4341,5354e" filled="false" stroked="true" strokeweight=".48pt" strokecolor="#000000">
                <v:path arrowok="t"/>
              </v:shape>
            </v:group>
            <v:group style="position:absolute;left:4333;top:5378;width:8;height:2" coordorigin="4333,5378" coordsize="8,2">
              <v:shape style="position:absolute;left:4333;top:5378;width:8;height:2" coordorigin="4333,5378" coordsize="8,0" path="m4333,5378l4341,5378e" filled="false" stroked="true" strokeweight=".48pt" strokecolor="#000000">
                <v:path arrowok="t"/>
              </v:shape>
            </v:group>
            <v:group style="position:absolute;left:4333;top:5402;width:8;height:2" coordorigin="4333,5402" coordsize="8,2">
              <v:shape style="position:absolute;left:4333;top:5402;width:8;height:2" coordorigin="4333,5402" coordsize="8,0" path="m4333,5402l4341,5402e" filled="false" stroked="true" strokeweight=".48pt" strokecolor="#000000">
                <v:path arrowok="t"/>
              </v:shape>
            </v:group>
            <v:group style="position:absolute;left:4333;top:5426;width:8;height:2" coordorigin="4333,5426" coordsize="8,2">
              <v:shape style="position:absolute;left:4333;top:5426;width:8;height:2" coordorigin="4333,5426" coordsize="8,0" path="m4333,5426l4341,5426e" filled="false" stroked="true" strokeweight=".48pt" strokecolor="#000000">
                <v:path arrowok="t"/>
              </v:shape>
            </v:group>
            <v:group style="position:absolute;left:4333;top:5450;width:8;height:2" coordorigin="4333,5450" coordsize="8,2">
              <v:shape style="position:absolute;left:4333;top:5450;width:8;height:2" coordorigin="4333,5450" coordsize="8,0" path="m4333,5450l4341,5450e" filled="false" stroked="true" strokeweight=".48pt" strokecolor="#000000">
                <v:path arrowok="t"/>
              </v:shape>
            </v:group>
            <v:group style="position:absolute;left:4333;top:5474;width:8;height:2" coordorigin="4333,5474" coordsize="8,2">
              <v:shape style="position:absolute;left:4333;top:5474;width:8;height:2" coordorigin="4333,5474" coordsize="8,0" path="m4333,5474l4341,5474e" filled="false" stroked="true" strokeweight=".48pt" strokecolor="#000000">
                <v:path arrowok="t"/>
              </v:shape>
            </v:group>
            <v:group style="position:absolute;left:4333;top:5498;width:8;height:2" coordorigin="4333,5498" coordsize="8,2">
              <v:shape style="position:absolute;left:4333;top:5498;width:8;height:2" coordorigin="4333,5498" coordsize="8,0" path="m4333,5498l4341,5498e" filled="false" stroked="true" strokeweight=".48pt" strokecolor="#000000">
                <v:path arrowok="t"/>
              </v:shape>
            </v:group>
            <v:group style="position:absolute;left:4333;top:5522;width:8;height:2" coordorigin="4333,5522" coordsize="8,2">
              <v:shape style="position:absolute;left:4333;top:5522;width:8;height:2" coordorigin="4333,5522" coordsize="8,0" path="m4333,5522l4341,5522e" filled="false" stroked="true" strokeweight=".48pt" strokecolor="#000000">
                <v:path arrowok="t"/>
              </v:shape>
            </v:group>
            <v:group style="position:absolute;left:4333;top:5546;width:8;height:2" coordorigin="4333,5546" coordsize="8,2">
              <v:shape style="position:absolute;left:4333;top:5546;width:8;height:2" coordorigin="4333,5546" coordsize="8,0" path="m4333,5546l4341,5546e" filled="false" stroked="true" strokeweight=".48pt" strokecolor="#000000">
                <v:path arrowok="t"/>
              </v:shape>
            </v:group>
            <v:group style="position:absolute;left:4333;top:5570;width:8;height:2" coordorigin="4333,5570" coordsize="8,2">
              <v:shape style="position:absolute;left:4333;top:5570;width:8;height:2" coordorigin="4333,5570" coordsize="8,0" path="m4333,5570l4341,5570e" filled="false" stroked="true" strokeweight=".48pt" strokecolor="#000000">
                <v:path arrowok="t"/>
              </v:shape>
            </v:group>
            <v:group style="position:absolute;left:4333;top:5594;width:8;height:2" coordorigin="4333,5594" coordsize="8,2">
              <v:shape style="position:absolute;left:4333;top:5594;width:8;height:2" coordorigin="4333,5594" coordsize="8,0" path="m4333,5594l4341,5594e" filled="false" stroked="true" strokeweight=".48pt" strokecolor="#000000">
                <v:path arrowok="t"/>
              </v:shape>
            </v:group>
            <v:group style="position:absolute;left:4333;top:5618;width:8;height:2" coordorigin="4333,5618" coordsize="8,2">
              <v:shape style="position:absolute;left:4333;top:5618;width:8;height:2" coordorigin="4333,5618" coordsize="8,0" path="m4333,5618l4341,5618e" filled="false" stroked="true" strokeweight=".48pt" strokecolor="#000000">
                <v:path arrowok="t"/>
              </v:shape>
            </v:group>
            <v:group style="position:absolute;left:4333;top:5642;width:8;height:2" coordorigin="4333,5642" coordsize="8,2">
              <v:shape style="position:absolute;left:4333;top:5642;width:8;height:2" coordorigin="4333,5642" coordsize="8,0" path="m4333,5642l4341,5642e" filled="false" stroked="true" strokeweight=".48pt" strokecolor="#000000">
                <v:path arrowok="t"/>
              </v:shape>
            </v:group>
            <v:group style="position:absolute;left:4333;top:5666;width:8;height:2" coordorigin="4333,5666" coordsize="8,2">
              <v:shape style="position:absolute;left:4333;top:5666;width:8;height:2" coordorigin="4333,5666" coordsize="8,0" path="m4333,5666l4341,5666e" filled="false" stroked="true" strokeweight=".48pt" strokecolor="#000000">
                <v:path arrowok="t"/>
              </v:shape>
            </v:group>
            <v:group style="position:absolute;left:4333;top:5690;width:8;height:2" coordorigin="4333,5690" coordsize="8,2">
              <v:shape style="position:absolute;left:4333;top:5690;width:8;height:2" coordorigin="4333,5690" coordsize="8,0" path="m4333,5690l4341,5690e" filled="false" stroked="true" strokeweight=".48pt" strokecolor="#000000">
                <v:path arrowok="t"/>
              </v:shape>
            </v:group>
            <v:group style="position:absolute;left:4333;top:5714;width:8;height:2" coordorigin="4333,5714" coordsize="8,2">
              <v:shape style="position:absolute;left:4333;top:5714;width:8;height:2" coordorigin="4333,5714" coordsize="8,0" path="m4333,5714l4341,5714e" filled="false" stroked="true" strokeweight=".479pt" strokecolor="#000000">
                <v:path arrowok="t"/>
              </v:shape>
            </v:group>
            <v:group style="position:absolute;left:4333;top:5738;width:8;height:2" coordorigin="4333,5738" coordsize="8,2">
              <v:shape style="position:absolute;left:4333;top:5738;width:8;height:2" coordorigin="4333,5738" coordsize="8,0" path="m4333,5738l4341,5738e" filled="false" stroked="true" strokeweight=".48pt" strokecolor="#000000">
                <v:path arrowok="t"/>
              </v:shape>
            </v:group>
            <v:group style="position:absolute;left:4333;top:5762;width:8;height:2" coordorigin="4333,5762" coordsize="8,2">
              <v:shape style="position:absolute;left:4333;top:5762;width:8;height:2" coordorigin="4333,5762" coordsize="8,0" path="m4333,5762l4341,5762e" filled="false" stroked="true" strokeweight=".48pt" strokecolor="#000000">
                <v:path arrowok="t"/>
              </v:shape>
            </v:group>
            <v:group style="position:absolute;left:4333;top:5786;width:8;height:2" coordorigin="4333,5786" coordsize="8,2">
              <v:shape style="position:absolute;left:4333;top:5786;width:8;height:2" coordorigin="4333,5786" coordsize="8,0" path="m4333,5786l4341,5786e" filled="false" stroked="true" strokeweight=".48pt" strokecolor="#000000">
                <v:path arrowok="t"/>
              </v:shape>
            </v:group>
            <v:group style="position:absolute;left:4333;top:5810;width:8;height:2" coordorigin="4333,5810" coordsize="8,2">
              <v:shape style="position:absolute;left:4333;top:5810;width:8;height:2" coordorigin="4333,5810" coordsize="8,0" path="m4333,5810l4341,5810e" filled="false" stroked="true" strokeweight=".48pt" strokecolor="#000000">
                <v:path arrowok="t"/>
              </v:shape>
            </v:group>
            <v:group style="position:absolute;left:4333;top:5834;width:8;height:2" coordorigin="4333,5834" coordsize="8,2">
              <v:shape style="position:absolute;left:4333;top:5834;width:8;height:2" coordorigin="4333,5834" coordsize="8,0" path="m4333,5834l4341,5834e" filled="false" stroked="true" strokeweight=".48pt" strokecolor="#000000">
                <v:path arrowok="t"/>
              </v:shape>
            </v:group>
            <v:group style="position:absolute;left:4333;top:5858;width:8;height:2" coordorigin="4333,5858" coordsize="8,2">
              <v:shape style="position:absolute;left:4333;top:5858;width:8;height:2" coordorigin="4333,5858" coordsize="8,0" path="m4333,5858l4341,5858e" filled="false" stroked="true" strokeweight=".48pt" strokecolor="#000000">
                <v:path arrowok="t"/>
              </v:shape>
            </v:group>
            <v:group style="position:absolute;left:4333;top:5882;width:8;height:2" coordorigin="4333,5882" coordsize="8,2">
              <v:shape style="position:absolute;left:4333;top:5882;width:8;height:2" coordorigin="4333,5882" coordsize="8,0" path="m4333,5882l4341,5882e" filled="false" stroked="true" strokeweight=".48pt" strokecolor="#000000">
                <v:path arrowok="t"/>
              </v:shape>
            </v:group>
            <v:group style="position:absolute;left:4333;top:5906;width:8;height:2" coordorigin="4333,5906" coordsize="8,2">
              <v:shape style="position:absolute;left:4333;top:5906;width:8;height:2" coordorigin="4333,5906" coordsize="8,0" path="m4333,5906l4341,5906e" filled="false" stroked="true" strokeweight=".48pt" strokecolor="#000000">
                <v:path arrowok="t"/>
              </v:shape>
            </v:group>
            <v:group style="position:absolute;left:4333;top:5930;width:8;height:2" coordorigin="4333,5930" coordsize="8,2">
              <v:shape style="position:absolute;left:4333;top:5930;width:8;height:2" coordorigin="4333,5930" coordsize="8,0" path="m4333,5930l4341,5930e" filled="false" stroked="true" strokeweight=".48pt" strokecolor="#000000">
                <v:path arrowok="t"/>
              </v:shape>
            </v:group>
            <v:group style="position:absolute;left:4333;top:5954;width:8;height:2" coordorigin="4333,5954" coordsize="8,2">
              <v:shape style="position:absolute;left:4333;top:5954;width:8;height:2" coordorigin="4333,5954" coordsize="8,0" path="m4333,5954l4341,5954e" filled="false" stroked="true" strokeweight=".48pt" strokecolor="#000000">
                <v:path arrowok="t"/>
              </v:shape>
            </v:group>
            <v:group style="position:absolute;left:4333;top:5978;width:8;height:2" coordorigin="4333,5978" coordsize="8,2">
              <v:shape style="position:absolute;left:4333;top:5978;width:8;height:2" coordorigin="4333,5978" coordsize="8,0" path="m4333,5978l4341,5978e" filled="false" stroked="true" strokeweight=".48pt" strokecolor="#000000">
                <v:path arrowok="t"/>
              </v:shape>
            </v:group>
            <v:group style="position:absolute;left:4333;top:6002;width:8;height:2" coordorigin="4333,6002" coordsize="8,2">
              <v:shape style="position:absolute;left:4333;top:6002;width:8;height:2" coordorigin="4333,6002" coordsize="8,0" path="m4333,6002l4341,6002e" filled="false" stroked="true" strokeweight=".48pt" strokecolor="#000000">
                <v:path arrowok="t"/>
              </v:shape>
            </v:group>
            <v:group style="position:absolute;left:4333;top:6026;width:8;height:2" coordorigin="4333,6026" coordsize="8,2">
              <v:shape style="position:absolute;left:4333;top:6026;width:8;height:2" coordorigin="4333,6026" coordsize="8,0" path="m4333,6026l4341,6026e" filled="false" stroked="true" strokeweight=".48pt" strokecolor="#000000">
                <v:path arrowok="t"/>
              </v:shape>
            </v:group>
            <v:group style="position:absolute;left:4333;top:6050;width:8;height:2" coordorigin="4333,6050" coordsize="8,2">
              <v:shape style="position:absolute;left:4333;top:6050;width:8;height:2" coordorigin="4333,6050" coordsize="8,0" path="m4333,6050l4341,6050e" filled="false" stroked="true" strokeweight=".48pt" strokecolor="#000000">
                <v:path arrowok="t"/>
              </v:shape>
            </v:group>
            <v:group style="position:absolute;left:4333;top:6074;width:8;height:2" coordorigin="4333,6074" coordsize="8,2">
              <v:shape style="position:absolute;left:4333;top:6074;width:8;height:2" coordorigin="4333,6074" coordsize="8,0" path="m4333,6074l4341,6074e" filled="false" stroked="true" strokeweight=".48pt" strokecolor="#000000">
                <v:path arrowok="t"/>
              </v:shape>
            </v:group>
            <v:group style="position:absolute;left:4333;top:6098;width:8;height:2" coordorigin="4333,6098" coordsize="8,2">
              <v:shape style="position:absolute;left:4333;top:6098;width:8;height:2" coordorigin="4333,6098" coordsize="8,0" path="m4333,6098l4341,6098e" filled="false" stroked="true" strokeweight=".48pt" strokecolor="#000000">
                <v:path arrowok="t"/>
              </v:shape>
            </v:group>
            <v:group style="position:absolute;left:4333;top:6122;width:8;height:2" coordorigin="4333,6122" coordsize="8,2">
              <v:shape style="position:absolute;left:4333;top:6122;width:8;height:2" coordorigin="4333,6122" coordsize="8,0" path="m4333,6122l4341,6122e" filled="false" stroked="true" strokeweight=".48pt" strokecolor="#000000">
                <v:path arrowok="t"/>
              </v:shape>
            </v:group>
            <v:group style="position:absolute;left:4333;top:6146;width:8;height:2" coordorigin="4333,6146" coordsize="8,2">
              <v:shape style="position:absolute;left:4333;top:6146;width:8;height:2" coordorigin="4333,6146" coordsize="8,0" path="m4333,6146l4341,6146e" filled="false" stroked="true" strokeweight=".48pt" strokecolor="#000000">
                <v:path arrowok="t"/>
              </v:shape>
            </v:group>
            <v:group style="position:absolute;left:4333;top:6170;width:8;height:2" coordorigin="4333,6170" coordsize="8,2">
              <v:shape style="position:absolute;left:4333;top:6170;width:8;height:2" coordorigin="4333,6170" coordsize="8,0" path="m4333,6170l4341,6170e" filled="false" stroked="true" strokeweight=".48pt" strokecolor="#000000">
                <v:path arrowok="t"/>
              </v:shape>
            </v:group>
            <v:group style="position:absolute;left:4333;top:6194;width:8;height:2" coordorigin="4333,6194" coordsize="8,2">
              <v:shape style="position:absolute;left:4333;top:6194;width:8;height:2" coordorigin="4333,6194" coordsize="8,0" path="m4333,6194l4341,6194e" filled="false" stroked="true" strokeweight=".48pt" strokecolor="#000000">
                <v:path arrowok="t"/>
              </v:shape>
            </v:group>
            <v:group style="position:absolute;left:4333;top:6218;width:8;height:2" coordorigin="4333,6218" coordsize="8,2">
              <v:shape style="position:absolute;left:4333;top:6218;width:8;height:2" coordorigin="4333,6218" coordsize="8,0" path="m4333,6218l4341,6218e" filled="false" stroked="true" strokeweight=".48pt" strokecolor="#000000">
                <v:path arrowok="t"/>
              </v:shape>
            </v:group>
            <v:group style="position:absolute;left:4333;top:6242;width:8;height:2" coordorigin="4333,6242" coordsize="8,2">
              <v:shape style="position:absolute;left:4333;top:6242;width:8;height:2" coordorigin="4333,6242" coordsize="8,0" path="m4333,6242l4341,6242e" filled="false" stroked="true" strokeweight=".48pt" strokecolor="#000000">
                <v:path arrowok="t"/>
              </v:shape>
            </v:group>
            <v:group style="position:absolute;left:4333;top:6266;width:8;height:2" coordorigin="4333,6266" coordsize="8,2">
              <v:shape style="position:absolute;left:4333;top:6266;width:8;height:2" coordorigin="4333,6266" coordsize="8,0" path="m4333,6266l4341,6266e" filled="false" stroked="true" strokeweight=".48pt" strokecolor="#000000">
                <v:path arrowok="t"/>
              </v:shape>
            </v:group>
            <v:group style="position:absolute;left:4333;top:6290;width:8;height:2" coordorigin="4333,6290" coordsize="8,2">
              <v:shape style="position:absolute;left:4333;top:6290;width:8;height:2" coordorigin="4333,6290" coordsize="8,0" path="m4333,6290l4341,6290e" filled="false" stroked="true" strokeweight=".48pt" strokecolor="#000000">
                <v:path arrowok="t"/>
              </v:shape>
            </v:group>
            <v:group style="position:absolute;left:4333;top:6314;width:8;height:2" coordorigin="4333,6314" coordsize="8,2">
              <v:shape style="position:absolute;left:4333;top:6314;width:8;height:2" coordorigin="4333,6314" coordsize="8,0" path="m4333,6314l4341,6314e" filled="false" stroked="true" strokeweight=".48pt" strokecolor="#000000">
                <v:path arrowok="t"/>
              </v:shape>
            </v:group>
            <v:group style="position:absolute;left:4333;top:6338;width:8;height:2" coordorigin="4333,6338" coordsize="8,2">
              <v:shape style="position:absolute;left:4333;top:6338;width:8;height:2" coordorigin="4333,6338" coordsize="8,0" path="m4333,6338l4341,6338e" filled="false" stroked="true" strokeweight=".48pt" strokecolor="#000000">
                <v:path arrowok="t"/>
              </v:shape>
            </v:group>
            <v:group style="position:absolute;left:4333;top:6362;width:8;height:2" coordorigin="4333,6362" coordsize="8,2">
              <v:shape style="position:absolute;left:4333;top:6362;width:8;height:2" coordorigin="4333,6362" coordsize="8,0" path="m4333,6362l4341,6362e" filled="false" stroked="true" strokeweight=".48pt" strokecolor="#000000">
                <v:path arrowok="t"/>
              </v:shape>
            </v:group>
            <v:group style="position:absolute;left:4333;top:6386;width:8;height:2" coordorigin="4333,6386" coordsize="8,2">
              <v:shape style="position:absolute;left:4333;top:6386;width:8;height:2" coordorigin="4333,6386" coordsize="8,0" path="m4333,6386l4341,6386e" filled="false" stroked="true" strokeweight=".48pt" strokecolor="#000000">
                <v:path arrowok="t"/>
              </v:shape>
            </v:group>
            <v:group style="position:absolute;left:4333;top:6410;width:8;height:2" coordorigin="4333,6410" coordsize="8,2">
              <v:shape style="position:absolute;left:4333;top:6410;width:8;height:2" coordorigin="4333,6410" coordsize="8,0" path="m4333,6410l4341,6410e" filled="false" stroked="true" strokeweight=".48pt" strokecolor="#000000">
                <v:path arrowok="t"/>
              </v:shape>
            </v:group>
            <v:group style="position:absolute;left:4333;top:6434;width:8;height:2" coordorigin="4333,6434" coordsize="8,2">
              <v:shape style="position:absolute;left:4333;top:6434;width:8;height:2" coordorigin="4333,6434" coordsize="8,0" path="m4333,6434l4341,6434e" filled="false" stroked="true" strokeweight=".48pt" strokecolor="#000000">
                <v:path arrowok="t"/>
              </v:shape>
            </v:group>
            <v:group style="position:absolute;left:4333;top:6458;width:8;height:2" coordorigin="4333,6458" coordsize="8,2">
              <v:shape style="position:absolute;left:4333;top:6458;width:8;height:2" coordorigin="4333,6458" coordsize="8,0" path="m4333,6458l4341,6458e" filled="false" stroked="true" strokeweight=".48pt" strokecolor="#000000">
                <v:path arrowok="t"/>
              </v:shape>
            </v:group>
            <v:group style="position:absolute;left:4333;top:6482;width:8;height:2" coordorigin="4333,6482" coordsize="8,2">
              <v:shape style="position:absolute;left:4333;top:6482;width:8;height:2" coordorigin="4333,6482" coordsize="8,0" path="m4333,6482l4341,6482e" filled="false" stroked="true" strokeweight=".48pt" strokecolor="#000000">
                <v:path arrowok="t"/>
              </v:shape>
            </v:group>
            <v:group style="position:absolute;left:4333;top:6506;width:8;height:2" coordorigin="4333,6506" coordsize="8,2">
              <v:shape style="position:absolute;left:4333;top:6506;width:8;height:2" coordorigin="4333,6506" coordsize="8,0" path="m4333,6506l4341,6506e" filled="false" stroked="true" strokeweight=".48pt" strokecolor="#000000">
                <v:path arrowok="t"/>
              </v:shape>
            </v:group>
            <v:group style="position:absolute;left:4333;top:6530;width:8;height:2" coordorigin="4333,6530" coordsize="8,2">
              <v:shape style="position:absolute;left:4333;top:6530;width:8;height:2" coordorigin="4333,6530" coordsize="8,0" path="m4333,6530l4341,6530e" filled="false" stroked="true" strokeweight=".48pt" strokecolor="#000000">
                <v:path arrowok="t"/>
              </v:shape>
            </v:group>
            <v:group style="position:absolute;left:4333;top:6554;width:8;height:2" coordorigin="4333,6554" coordsize="8,2">
              <v:shape style="position:absolute;left:4333;top:6554;width:8;height:2" coordorigin="4333,6554" coordsize="8,0" path="m4333,6554l4341,6554e" filled="false" stroked="true" strokeweight=".48pt" strokecolor="#000000">
                <v:path arrowok="t"/>
              </v:shape>
            </v:group>
            <v:group style="position:absolute;left:4333;top:6578;width:8;height:2" coordorigin="4333,6578" coordsize="8,2">
              <v:shape style="position:absolute;left:4333;top:6578;width:8;height:2" coordorigin="4333,6578" coordsize="8,0" path="m4333,6578l4341,6578e" filled="false" stroked="true" strokeweight=".48pt" strokecolor="#000000">
                <v:path arrowok="t"/>
              </v:shape>
            </v:group>
            <v:group style="position:absolute;left:4333;top:6602;width:8;height:2" coordorigin="4333,6602" coordsize="8,2">
              <v:shape style="position:absolute;left:4333;top:6602;width:8;height:2" coordorigin="4333,6602" coordsize="8,0" path="m4333,6602l4341,6602e" filled="false" stroked="true" strokeweight=".48pt" strokecolor="#000000">
                <v:path arrowok="t"/>
              </v:shape>
            </v:group>
            <v:group style="position:absolute;left:4333;top:6626;width:8;height:2" coordorigin="4333,6626" coordsize="8,2">
              <v:shape style="position:absolute;left:4333;top:6626;width:8;height:2" coordorigin="4333,6626" coordsize="8,0" path="m4333,6626l4341,6626e" filled="false" stroked="true" strokeweight=".48pt" strokecolor="#000000">
                <v:path arrowok="t"/>
              </v:shape>
            </v:group>
            <v:group style="position:absolute;left:4333;top:6650;width:8;height:2" coordorigin="4333,6650" coordsize="8,2">
              <v:shape style="position:absolute;left:4333;top:6650;width:8;height:2" coordorigin="4333,6650" coordsize="8,0" path="m4333,6650l4341,6650e" filled="false" stroked="true" strokeweight=".48pt" strokecolor="#000000">
                <v:path arrowok="t"/>
              </v:shape>
            </v:group>
            <v:group style="position:absolute;left:4333;top:6674;width:8;height:2" coordorigin="4333,6674" coordsize="8,2">
              <v:shape style="position:absolute;left:4333;top:6674;width:8;height:2" coordorigin="4333,6674" coordsize="8,0" path="m4333,6674l4341,6674e" filled="false" stroked="true" strokeweight=".48pt" strokecolor="#000000">
                <v:path arrowok="t"/>
              </v:shape>
            </v:group>
            <v:group style="position:absolute;left:4333;top:6698;width:8;height:2" coordorigin="4333,6698" coordsize="8,2">
              <v:shape style="position:absolute;left:4333;top:6698;width:8;height:2" coordorigin="4333,6698" coordsize="8,0" path="m4333,6698l4341,6698e" filled="false" stroked="true" strokeweight=".48pt" strokecolor="#000000">
                <v:path arrowok="t"/>
              </v:shape>
            </v:group>
            <v:group style="position:absolute;left:4333;top:6722;width:8;height:2" coordorigin="4333,6722" coordsize="8,2">
              <v:shape style="position:absolute;left:4333;top:6722;width:8;height:2" coordorigin="4333,6722" coordsize="8,0" path="m4333,6722l4341,6722e" filled="false" stroked="true" strokeweight=".48pt" strokecolor="#000000">
                <v:path arrowok="t"/>
              </v:shape>
            </v:group>
            <v:group style="position:absolute;left:4333;top:6746;width:8;height:2" coordorigin="4333,6746" coordsize="8,2">
              <v:shape style="position:absolute;left:4333;top:6746;width:8;height:2" coordorigin="4333,6746" coordsize="8,0" path="m4333,6746l4341,6746e" filled="false" stroked="true" strokeweight=".48pt" strokecolor="#000000">
                <v:path arrowok="t"/>
              </v:shape>
            </v:group>
            <v:group style="position:absolute;left:4333;top:6770;width:8;height:2" coordorigin="4333,6770" coordsize="8,2">
              <v:shape style="position:absolute;left:4333;top:6770;width:8;height:2" coordorigin="4333,6770" coordsize="8,0" path="m4333,6770l4341,6770e" filled="false" stroked="true" strokeweight=".48pt" strokecolor="#000000">
                <v:path arrowok="t"/>
              </v:shape>
            </v:group>
            <v:group style="position:absolute;left:4333;top:6794;width:8;height:2" coordorigin="4333,6794" coordsize="8,2">
              <v:shape style="position:absolute;left:4333;top:6794;width:8;height:2" coordorigin="4333,6794" coordsize="8,0" path="m4333,6794l4341,6794e" filled="false" stroked="true" strokeweight=".48pt" strokecolor="#000000">
                <v:path arrowok="t"/>
              </v:shape>
            </v:group>
            <v:group style="position:absolute;left:4333;top:6818;width:8;height:2" coordorigin="4333,6818" coordsize="8,2">
              <v:shape style="position:absolute;left:4333;top:6818;width:8;height:2" coordorigin="4333,6818" coordsize="8,0" path="m4333,6818l4341,6818e" filled="false" stroked="true" strokeweight=".48pt" strokecolor="#000000">
                <v:path arrowok="t"/>
              </v:shape>
            </v:group>
            <v:group style="position:absolute;left:4333;top:6842;width:8;height:2" coordorigin="4333,6842" coordsize="8,2">
              <v:shape style="position:absolute;left:4333;top:6842;width:8;height:2" coordorigin="4333,6842" coordsize="8,0" path="m4333,6842l4341,6842e" filled="false" stroked="true" strokeweight=".48pt" strokecolor="#000000">
                <v:path arrowok="t"/>
              </v:shape>
            </v:group>
            <v:group style="position:absolute;left:4333;top:6866;width:8;height:2" coordorigin="4333,6866" coordsize="8,2">
              <v:shape style="position:absolute;left:4333;top:6866;width:8;height:2" coordorigin="4333,6866" coordsize="8,0" path="m4333,6866l4341,6866e" filled="false" stroked="true" strokeweight=".48pt" strokecolor="#000000">
                <v:path arrowok="t"/>
              </v:shape>
            </v:group>
            <v:group style="position:absolute;left:4333;top:6890;width:8;height:2" coordorigin="4333,6890" coordsize="8,2">
              <v:shape style="position:absolute;left:4333;top:6890;width:8;height:2" coordorigin="4333,6890" coordsize="8,0" path="m4333,6890l4341,6890e" filled="false" stroked="true" strokeweight=".48pt" strokecolor="#000000">
                <v:path arrowok="t"/>
              </v:shape>
            </v:group>
            <v:group style="position:absolute;left:4333;top:6914;width:8;height:2" coordorigin="4333,6914" coordsize="8,2">
              <v:shape style="position:absolute;left:4333;top:6914;width:8;height:2" coordorigin="4333,6914" coordsize="8,0" path="m4333,6914l4341,6914e" filled="false" stroked="true" strokeweight=".48pt" strokecolor="#000000">
                <v:path arrowok="t"/>
              </v:shape>
            </v:group>
            <v:group style="position:absolute;left:4333;top:6938;width:8;height:2" coordorigin="4333,6938" coordsize="8,2">
              <v:shape style="position:absolute;left:4333;top:6938;width:8;height:2" coordorigin="4333,6938" coordsize="8,0" path="m4333,6938l4341,6938e" filled="false" stroked="true" strokeweight=".48pt" strokecolor="#000000">
                <v:path arrowok="t"/>
              </v:shape>
            </v:group>
            <v:group style="position:absolute;left:4333;top:6962;width:8;height:2" coordorigin="4333,6962" coordsize="8,2">
              <v:shape style="position:absolute;left:4333;top:6962;width:8;height:2" coordorigin="4333,6962" coordsize="8,0" path="m4333,6962l4341,6962e" filled="false" stroked="true" strokeweight=".48pt" strokecolor="#000000">
                <v:path arrowok="t"/>
              </v:shape>
            </v:group>
            <v:group style="position:absolute;left:4333;top:6986;width:8;height:2" coordorigin="4333,6986" coordsize="8,2">
              <v:shape style="position:absolute;left:4333;top:6986;width:8;height:2" coordorigin="4333,6986" coordsize="8,0" path="m4333,6986l4341,6986e" filled="false" stroked="true" strokeweight=".48pt" strokecolor="#000000">
                <v:path arrowok="t"/>
              </v:shape>
            </v:group>
            <v:group style="position:absolute;left:4333;top:7010;width:8;height:2" coordorigin="4333,7010" coordsize="8,2">
              <v:shape style="position:absolute;left:4333;top:7010;width:8;height:2" coordorigin="4333,7010" coordsize="8,0" path="m4333,7010l4341,7010e" filled="false" stroked="true" strokeweight=".48pt" strokecolor="#000000">
                <v:path arrowok="t"/>
              </v:shape>
            </v:group>
            <v:group style="position:absolute;left:4333;top:7034;width:8;height:2" coordorigin="4333,7034" coordsize="8,2">
              <v:shape style="position:absolute;left:4333;top:7034;width:8;height:2" coordorigin="4333,7034" coordsize="8,0" path="m4333,7034l4341,7034e" filled="false" stroked="true" strokeweight=".48pt" strokecolor="#000000">
                <v:path arrowok="t"/>
              </v:shape>
            </v:group>
            <v:group style="position:absolute;left:4333;top:7058;width:8;height:2" coordorigin="4333,7058" coordsize="8,2">
              <v:shape style="position:absolute;left:4333;top:7058;width:8;height:2" coordorigin="4333,7058" coordsize="8,0" path="m4333,7058l4341,7058e" filled="false" stroked="true" strokeweight=".48pt" strokecolor="#000000">
                <v:path arrowok="t"/>
              </v:shape>
            </v:group>
            <v:group style="position:absolute;left:4333;top:7082;width:8;height:2" coordorigin="4333,7082" coordsize="8,2">
              <v:shape style="position:absolute;left:4333;top:7082;width:8;height:2" coordorigin="4333,7082" coordsize="8,0" path="m4333,7082l4341,7082e" filled="false" stroked="true" strokeweight=".48pt" strokecolor="#000000">
                <v:path arrowok="t"/>
              </v:shape>
            </v:group>
            <v:group style="position:absolute;left:4333;top:7106;width:8;height:2" coordorigin="4333,7106" coordsize="8,2">
              <v:shape style="position:absolute;left:4333;top:7106;width:8;height:2" coordorigin="4333,7106" coordsize="8,0" path="m4333,7106l4341,7106e" filled="false" stroked="true" strokeweight=".48pt" strokecolor="#000000">
                <v:path arrowok="t"/>
              </v:shape>
            </v:group>
            <v:group style="position:absolute;left:4333;top:7130;width:8;height:2" coordorigin="4333,7130" coordsize="8,2">
              <v:shape style="position:absolute;left:4333;top:7130;width:8;height:2" coordorigin="4333,7130" coordsize="8,0" path="m4333,7130l4341,7130e" filled="false" stroked="true" strokeweight=".48pt" strokecolor="#000000">
                <v:path arrowok="t"/>
              </v:shape>
            </v:group>
            <v:group style="position:absolute;left:4333;top:7154;width:8;height:2" coordorigin="4333,7154" coordsize="8,2">
              <v:shape style="position:absolute;left:4333;top:7154;width:8;height:2" coordorigin="4333,7154" coordsize="8,0" path="m4333,7154l4341,7154e" filled="false" stroked="true" strokeweight=".48pt" strokecolor="#000000">
                <v:path arrowok="t"/>
              </v:shape>
            </v:group>
            <v:group style="position:absolute;left:4333;top:7178;width:8;height:2" coordorigin="4333,7178" coordsize="8,2">
              <v:shape style="position:absolute;left:4333;top:7178;width:8;height:2" coordorigin="4333,7178" coordsize="8,0" path="m4333,7178l4341,7178e" filled="false" stroked="true" strokeweight=".48pt" strokecolor="#000000">
                <v:path arrowok="t"/>
              </v:shape>
            </v:group>
            <v:group style="position:absolute;left:4333;top:7202;width:8;height:2" coordorigin="4333,7202" coordsize="8,2">
              <v:shape style="position:absolute;left:4333;top:7202;width:8;height:2" coordorigin="4333,7202" coordsize="8,0" path="m4333,7202l4341,7202e" filled="false" stroked="true" strokeweight=".48pt" strokecolor="#000000">
                <v:path arrowok="t"/>
              </v:shape>
            </v:group>
            <v:group style="position:absolute;left:4333;top:7226;width:8;height:2" coordorigin="4333,7226" coordsize="8,2">
              <v:shape style="position:absolute;left:4333;top:7226;width:8;height:2" coordorigin="4333,7226" coordsize="8,0" path="m4333,7226l4341,7226e" filled="false" stroked="true" strokeweight=".48pt" strokecolor="#000000">
                <v:path arrowok="t"/>
              </v:shape>
            </v:group>
            <v:group style="position:absolute;left:4333;top:7250;width:8;height:2" coordorigin="4333,7250" coordsize="8,2">
              <v:shape style="position:absolute;left:4333;top:7250;width:8;height:2" coordorigin="4333,7250" coordsize="8,0" path="m4333,7250l4341,7250e" filled="false" stroked="true" strokeweight=".48pt" strokecolor="#000000">
                <v:path arrowok="t"/>
              </v:shape>
            </v:group>
            <v:group style="position:absolute;left:4333;top:7274;width:8;height:2" coordorigin="4333,7274" coordsize="8,2">
              <v:shape style="position:absolute;left:4333;top:7274;width:8;height:2" coordorigin="4333,7274" coordsize="8,0" path="m4333,7274l4341,7274e" filled="false" stroked="true" strokeweight=".48pt" strokecolor="#000000">
                <v:path arrowok="t"/>
              </v:shape>
            </v:group>
            <v:group style="position:absolute;left:4333;top:7298;width:8;height:2" coordorigin="4333,7298" coordsize="8,2">
              <v:shape style="position:absolute;left:4333;top:7298;width:8;height:2" coordorigin="4333,7298" coordsize="8,0" path="m4333,7298l4341,7298e" filled="false" stroked="true" strokeweight=".48pt" strokecolor="#000000">
                <v:path arrowok="t"/>
              </v:shape>
            </v:group>
            <v:group style="position:absolute;left:4333;top:7322;width:8;height:2" coordorigin="4333,7322" coordsize="8,2">
              <v:shape style="position:absolute;left:4333;top:7322;width:8;height:2" coordorigin="4333,7322" coordsize="8,0" path="m4333,7322l4341,7322e" filled="false" stroked="true" strokeweight=".48pt" strokecolor="#000000">
                <v:path arrowok="t"/>
              </v:shape>
            </v:group>
            <v:group style="position:absolute;left:4333;top:7346;width:8;height:2" coordorigin="4333,7346" coordsize="8,2">
              <v:shape style="position:absolute;left:4333;top:7346;width:8;height:2" coordorigin="4333,7346" coordsize="8,0" path="m4333,7346l4341,7346e" filled="false" stroked="true" strokeweight=".48pt" strokecolor="#000000">
                <v:path arrowok="t"/>
              </v:shape>
            </v:group>
            <v:group style="position:absolute;left:4333;top:7370;width:8;height:2" coordorigin="4333,7370" coordsize="8,2">
              <v:shape style="position:absolute;left:4333;top:7370;width:8;height:2" coordorigin="4333,7370" coordsize="8,0" path="m4333,7370l4341,7370e" filled="false" stroked="true" strokeweight=".48pt" strokecolor="#000000">
                <v:path arrowok="t"/>
              </v:shape>
            </v:group>
            <v:group style="position:absolute;left:4333;top:7394;width:8;height:2" coordorigin="4333,7394" coordsize="8,2">
              <v:shape style="position:absolute;left:4333;top:7394;width:8;height:2" coordorigin="4333,7394" coordsize="8,0" path="m4333,7394l4341,7394e" filled="false" stroked="true" strokeweight=".48pt" strokecolor="#000000">
                <v:path arrowok="t"/>
              </v:shape>
            </v:group>
            <v:group style="position:absolute;left:4333;top:7418;width:8;height:2" coordorigin="4333,7418" coordsize="8,2">
              <v:shape style="position:absolute;left:4333;top:7418;width:8;height:2" coordorigin="4333,7418" coordsize="8,0" path="m4333,7418l4341,7418e" filled="false" stroked="true" strokeweight=".48pt" strokecolor="#000000">
                <v:path arrowok="t"/>
              </v:shape>
            </v:group>
            <v:group style="position:absolute;left:4333;top:7442;width:8;height:2" coordorigin="4333,7442" coordsize="8,2">
              <v:shape style="position:absolute;left:4333;top:7442;width:8;height:2" coordorigin="4333,7442" coordsize="8,0" path="m4333,7442l4341,7442e" filled="false" stroked="true" strokeweight=".48pt" strokecolor="#000000">
                <v:path arrowok="t"/>
              </v:shape>
            </v:group>
            <v:group style="position:absolute;left:4333;top:7466;width:8;height:2" coordorigin="4333,7466" coordsize="8,2">
              <v:shape style="position:absolute;left:4333;top:7466;width:8;height:2" coordorigin="4333,7466" coordsize="8,0" path="m4333,7466l4341,7466e" filled="false" stroked="true" strokeweight=".48pt" strokecolor="#000000">
                <v:path arrowok="t"/>
              </v:shape>
            </v:group>
            <v:group style="position:absolute;left:4333;top:7490;width:8;height:2" coordorigin="4333,7490" coordsize="8,2">
              <v:shape style="position:absolute;left:4333;top:7490;width:8;height:2" coordorigin="4333,7490" coordsize="8,0" path="m4333,7490l4341,7490e" filled="false" stroked="true" strokeweight=".48pt" strokecolor="#000000">
                <v:path arrowok="t"/>
              </v:shape>
            </v:group>
            <v:group style="position:absolute;left:4333;top:7514;width:8;height:2" coordorigin="4333,7514" coordsize="8,2">
              <v:shape style="position:absolute;left:4333;top:7514;width:8;height:2" coordorigin="4333,7514" coordsize="8,0" path="m4333,7514l4341,7514e" filled="false" stroked="true" strokeweight=".48pt" strokecolor="#000000">
                <v:path arrowok="t"/>
              </v:shape>
            </v:group>
            <v:group style="position:absolute;left:4333;top:7538;width:8;height:2" coordorigin="4333,7538" coordsize="8,2">
              <v:shape style="position:absolute;left:4333;top:7538;width:8;height:2" coordorigin="4333,7538" coordsize="8,0" path="m4333,7538l4341,7538e" filled="false" stroked="true" strokeweight=".48pt" strokecolor="#000000">
                <v:path arrowok="t"/>
              </v:shape>
            </v:group>
            <v:group style="position:absolute;left:4333;top:7562;width:8;height:2" coordorigin="4333,7562" coordsize="8,2">
              <v:shape style="position:absolute;left:4333;top:7562;width:8;height:2" coordorigin="4333,7562" coordsize="8,0" path="m4333,7562l4341,7562e" filled="false" stroked="true" strokeweight=".48pt" strokecolor="#000000">
                <v:path arrowok="t"/>
              </v:shape>
            </v:group>
            <v:group style="position:absolute;left:4333;top:7586;width:8;height:2" coordorigin="4333,7586" coordsize="8,2">
              <v:shape style="position:absolute;left:4333;top:7586;width:8;height:2" coordorigin="4333,7586" coordsize="8,0" path="m4333,7586l4341,7586e" filled="false" stroked="true" strokeweight=".48pt" strokecolor="#000000">
                <v:path arrowok="t"/>
              </v:shape>
            </v:group>
            <v:group style="position:absolute;left:4333;top:7610;width:8;height:2" coordorigin="4333,7610" coordsize="8,2">
              <v:shape style="position:absolute;left:4333;top:7610;width:8;height:2" coordorigin="4333,7610" coordsize="8,0" path="m4333,7610l4341,7610e" filled="false" stroked="true" strokeweight=".48pt" strokecolor="#000000">
                <v:path arrowok="t"/>
              </v:shape>
            </v:group>
            <v:group style="position:absolute;left:4333;top:7634;width:8;height:2" coordorigin="4333,7634" coordsize="8,2">
              <v:shape style="position:absolute;left:4333;top:7634;width:8;height:2" coordorigin="4333,7634" coordsize="8,0" path="m4333,7634l4341,7634e" filled="false" stroked="true" strokeweight=".48pt" strokecolor="#000000">
                <v:path arrowok="t"/>
              </v:shape>
            </v:group>
            <v:group style="position:absolute;left:4333;top:7658;width:8;height:2" coordorigin="4333,7658" coordsize="8,2">
              <v:shape style="position:absolute;left:4333;top:7658;width:8;height:2" coordorigin="4333,7658" coordsize="8,0" path="m4333,7658l4341,7658e" filled="false" stroked="true" strokeweight=".48pt" strokecolor="#000000">
                <v:path arrowok="t"/>
              </v:shape>
            </v:group>
            <v:group style="position:absolute;left:4333;top:7682;width:8;height:2" coordorigin="4333,7682" coordsize="8,2">
              <v:shape style="position:absolute;left:4333;top:7682;width:8;height:2" coordorigin="4333,7682" coordsize="8,0" path="m4333,7682l4341,7682e" filled="false" stroked="true" strokeweight=".48pt" strokecolor="#000000">
                <v:path arrowok="t"/>
              </v:shape>
            </v:group>
            <v:group style="position:absolute;left:4333;top:7706;width:8;height:2" coordorigin="4333,7706" coordsize="8,2">
              <v:shape style="position:absolute;left:4333;top:7706;width:8;height:2" coordorigin="4333,7706" coordsize="8,0" path="m4333,7706l4341,7706e" filled="false" stroked="true" strokeweight=".48pt" strokecolor="#000000">
                <v:path arrowok="t"/>
              </v:shape>
            </v:group>
            <v:group style="position:absolute;left:4333;top:7730;width:8;height:2" coordorigin="4333,7730" coordsize="8,2">
              <v:shape style="position:absolute;left:4333;top:7730;width:8;height:2" coordorigin="4333,7730" coordsize="8,0" path="m4333,7730l4341,7730e" filled="false" stroked="true" strokeweight=".48pt" strokecolor="#000000">
                <v:path arrowok="t"/>
              </v:shape>
            </v:group>
            <v:group style="position:absolute;left:4333;top:7754;width:8;height:2" coordorigin="4333,7754" coordsize="8,2">
              <v:shape style="position:absolute;left:4333;top:7754;width:8;height:2" coordorigin="4333,7754" coordsize="8,0" path="m4333,7754l4341,7754e" filled="false" stroked="true" strokeweight=".48pt" strokecolor="#000000">
                <v:path arrowok="t"/>
              </v:shape>
            </v:group>
            <v:group style="position:absolute;left:4333;top:7778;width:8;height:2" coordorigin="4333,7778" coordsize="8,2">
              <v:shape style="position:absolute;left:4333;top:7778;width:8;height:2" coordorigin="4333,7778" coordsize="8,0" path="m4333,7778l4341,7778e" filled="false" stroked="true" strokeweight=".48pt" strokecolor="#000000">
                <v:path arrowok="t"/>
              </v:shape>
            </v:group>
            <v:group style="position:absolute;left:4333;top:7802;width:8;height:2" coordorigin="4333,7802" coordsize="8,2">
              <v:shape style="position:absolute;left:4333;top:7802;width:8;height:2" coordorigin="4333,7802" coordsize="8,0" path="m4333,7802l4341,7802e" filled="false" stroked="true" strokeweight=".48pt" strokecolor="#000000">
                <v:path arrowok="t"/>
              </v:shape>
            </v:group>
            <v:group style="position:absolute;left:4333;top:7826;width:8;height:2" coordorigin="4333,7826" coordsize="8,2">
              <v:shape style="position:absolute;left:4333;top:7826;width:8;height:2" coordorigin="4333,7826" coordsize="8,0" path="m4333,7826l4341,7826e" filled="false" stroked="true" strokeweight=".48pt" strokecolor="#000000">
                <v:path arrowok="t"/>
              </v:shape>
            </v:group>
            <v:group style="position:absolute;left:4333;top:7850;width:8;height:2" coordorigin="4333,7850" coordsize="8,2">
              <v:shape style="position:absolute;left:4333;top:7850;width:8;height:2" coordorigin="4333,7850" coordsize="8,0" path="m4333,7850l4341,7850e" filled="false" stroked="true" strokeweight=".48pt" strokecolor="#000000">
                <v:path arrowok="t"/>
              </v:shape>
            </v:group>
            <v:group style="position:absolute;left:4333;top:7874;width:8;height:2" coordorigin="4333,7874" coordsize="8,2">
              <v:shape style="position:absolute;left:4333;top:7874;width:8;height:2" coordorigin="4333,7874" coordsize="8,0" path="m4333,7874l4341,7874e" filled="false" stroked="true" strokeweight=".48pt" strokecolor="#000000">
                <v:path arrowok="t"/>
              </v:shape>
            </v:group>
            <v:group style="position:absolute;left:4333;top:7898;width:8;height:2" coordorigin="4333,7898" coordsize="8,2">
              <v:shape style="position:absolute;left:4333;top:7898;width:8;height:2" coordorigin="4333,7898" coordsize="8,0" path="m4333,7898l4341,7898e" filled="false" stroked="true" strokeweight=".48pt" strokecolor="#000000">
                <v:path arrowok="t"/>
              </v:shape>
            </v:group>
            <v:group style="position:absolute;left:4333;top:7922;width:8;height:2" coordorigin="4333,7922" coordsize="8,2">
              <v:shape style="position:absolute;left:4333;top:7922;width:8;height:2" coordorigin="4333,7922" coordsize="8,0" path="m4333,7922l4341,7922e" filled="false" stroked="true" strokeweight=".479pt" strokecolor="#000000">
                <v:path arrowok="t"/>
              </v:shape>
            </v:group>
            <v:group style="position:absolute;left:4333;top:7946;width:8;height:2" coordorigin="4333,7946" coordsize="8,2">
              <v:shape style="position:absolute;left:4333;top:7946;width:8;height:2" coordorigin="4333,7946" coordsize="8,0" path="m4333,7946l4341,7946e" filled="false" stroked="true" strokeweight=".48pt" strokecolor="#000000">
                <v:path arrowok="t"/>
              </v:shape>
            </v:group>
            <v:group style="position:absolute;left:4333;top:7970;width:8;height:2" coordorigin="4333,7970" coordsize="8,2">
              <v:shape style="position:absolute;left:4333;top:7970;width:8;height:2" coordorigin="4333,7970" coordsize="8,0" path="m4333,7970l4341,7970e" filled="false" stroked="true" strokeweight=".48pt" strokecolor="#000000">
                <v:path arrowok="t"/>
              </v:shape>
            </v:group>
            <v:group style="position:absolute;left:4333;top:7994;width:8;height:2" coordorigin="4333,7994" coordsize="8,2">
              <v:shape style="position:absolute;left:4333;top:7994;width:8;height:2" coordorigin="4333,7994" coordsize="8,0" path="m4333,7994l4341,7994e" filled="false" stroked="true" strokeweight=".48pt" strokecolor="#000000">
                <v:path arrowok="t"/>
              </v:shape>
            </v:group>
            <v:group style="position:absolute;left:4333;top:8018;width:8;height:2" coordorigin="4333,8018" coordsize="8,2">
              <v:shape style="position:absolute;left:4333;top:8018;width:8;height:2" coordorigin="4333,8018" coordsize="8,0" path="m4333,8018l4341,8018e" filled="false" stroked="true" strokeweight=".48pt" strokecolor="#000000">
                <v:path arrowok="t"/>
              </v:shape>
            </v:group>
            <v:group style="position:absolute;left:4333;top:8042;width:8;height:2" coordorigin="4333,8042" coordsize="8,2">
              <v:shape style="position:absolute;left:4333;top:8042;width:8;height:2" coordorigin="4333,8042" coordsize="8,0" path="m4333,8042l4341,8042e" filled="false" stroked="true" strokeweight=".48pt" strokecolor="#000000">
                <v:path arrowok="t"/>
              </v:shape>
            </v:group>
            <v:group style="position:absolute;left:4333;top:8066;width:8;height:2" coordorigin="4333,8066" coordsize="8,2">
              <v:shape style="position:absolute;left:4333;top:8066;width:8;height:2" coordorigin="4333,8066" coordsize="8,0" path="m4333,8066l4341,8066e" filled="false" stroked="true" strokeweight=".48pt" strokecolor="#000000">
                <v:path arrowok="t"/>
              </v:shape>
            </v:group>
            <v:group style="position:absolute;left:4333;top:8090;width:8;height:2" coordorigin="4333,8090" coordsize="8,2">
              <v:shape style="position:absolute;left:4333;top:8090;width:8;height:2" coordorigin="4333,8090" coordsize="8,0" path="m4333,8090l4341,8090e" filled="false" stroked="true" strokeweight=".48pt" strokecolor="#000000">
                <v:path arrowok="t"/>
              </v:shape>
            </v:group>
            <v:group style="position:absolute;left:4333;top:8114;width:8;height:2" coordorigin="4333,8114" coordsize="8,2">
              <v:shape style="position:absolute;left:4333;top:8114;width:8;height:2" coordorigin="4333,8114" coordsize="8,0" path="m4333,8114l4341,8114e" filled="false" stroked="true" strokeweight=".48pt" strokecolor="#000000">
                <v:path arrowok="t"/>
              </v:shape>
            </v:group>
            <v:group style="position:absolute;left:4333;top:8138;width:8;height:2" coordorigin="4333,8138" coordsize="8,2">
              <v:shape style="position:absolute;left:4333;top:8138;width:8;height:2" coordorigin="4333,8138" coordsize="8,0" path="m4333,8138l4341,8138e" filled="false" stroked="true" strokeweight=".48pt" strokecolor="#000000">
                <v:path arrowok="t"/>
              </v:shape>
            </v:group>
            <v:group style="position:absolute;left:4333;top:8162;width:8;height:2" coordorigin="4333,8162" coordsize="8,2">
              <v:shape style="position:absolute;left:4333;top:8162;width:8;height:2" coordorigin="4333,8162" coordsize="8,0" path="m4333,8162l4341,8162e" filled="false" stroked="true" strokeweight=".48pt" strokecolor="#000000">
                <v:path arrowok="t"/>
              </v:shape>
            </v:group>
            <v:group style="position:absolute;left:4333;top:8186;width:8;height:2" coordorigin="4333,8186" coordsize="8,2">
              <v:shape style="position:absolute;left:4333;top:8186;width:8;height:2" coordorigin="4333,8186" coordsize="8,0" path="m4333,8186l4341,8186e" filled="false" stroked="true" strokeweight=".48pt" strokecolor="#000000">
                <v:path arrowok="t"/>
              </v:shape>
            </v:group>
            <v:group style="position:absolute;left:4333;top:8210;width:8;height:2" coordorigin="4333,8210" coordsize="8,2">
              <v:shape style="position:absolute;left:4333;top:8210;width:8;height:2" coordorigin="4333,8210" coordsize="8,0" path="m4333,8210l4341,8210e" filled="false" stroked="true" strokeweight=".48pt" strokecolor="#000000">
                <v:path arrowok="t"/>
              </v:shape>
            </v:group>
            <v:group style="position:absolute;left:4333;top:8234;width:8;height:2" coordorigin="4333,8234" coordsize="8,2">
              <v:shape style="position:absolute;left:4333;top:8234;width:8;height:2" coordorigin="4333,8234" coordsize="8,0" path="m4333,8234l4341,8234e" filled="false" stroked="true" strokeweight=".48pt" strokecolor="#000000">
                <v:path arrowok="t"/>
              </v:shape>
            </v:group>
            <v:group style="position:absolute;left:4333;top:8258;width:8;height:2" coordorigin="4333,8258" coordsize="8,2">
              <v:shape style="position:absolute;left:4333;top:8258;width:8;height:2" coordorigin="4333,8258" coordsize="8,0" path="m4333,8258l4341,8258e" filled="false" stroked="true" strokeweight=".48pt" strokecolor="#000000">
                <v:path arrowok="t"/>
              </v:shape>
            </v:group>
            <v:group style="position:absolute;left:4333;top:8282;width:8;height:2" coordorigin="4333,8282" coordsize="8,2">
              <v:shape style="position:absolute;left:4333;top:8282;width:8;height:2" coordorigin="4333,8282" coordsize="8,0" path="m4333,8282l4341,8282e" filled="false" stroked="true" strokeweight=".479pt" strokecolor="#000000">
                <v:path arrowok="t"/>
              </v:shape>
            </v:group>
            <v:group style="position:absolute;left:4333;top:8306;width:8;height:2" coordorigin="4333,8306" coordsize="8,2">
              <v:shape style="position:absolute;left:4333;top:8306;width:8;height:2" coordorigin="4333,8306" coordsize="8,0" path="m4333,8306l4341,8306e" filled="false" stroked="true" strokeweight=".48pt" strokecolor="#000000">
                <v:path arrowok="t"/>
              </v:shape>
            </v:group>
            <v:group style="position:absolute;left:4333;top:8330;width:8;height:2" coordorigin="4333,8330" coordsize="8,2">
              <v:shape style="position:absolute;left:4333;top:8330;width:8;height:2" coordorigin="4333,8330" coordsize="8,0" path="m4333,8330l4341,8330e" filled="false" stroked="true" strokeweight=".48pt" strokecolor="#000000">
                <v:path arrowok="t"/>
              </v:shape>
            </v:group>
            <v:group style="position:absolute;left:4333;top:8354;width:8;height:2" coordorigin="4333,8354" coordsize="8,2">
              <v:shape style="position:absolute;left:4333;top:8354;width:8;height:2" coordorigin="4333,8354" coordsize="8,0" path="m4333,8354l4341,8354e" filled="false" stroked="true" strokeweight=".48pt" strokecolor="#000000">
                <v:path arrowok="t"/>
              </v:shape>
            </v:group>
            <v:group style="position:absolute;left:4333;top:8378;width:8;height:2" coordorigin="4333,8378" coordsize="8,2">
              <v:shape style="position:absolute;left:4333;top:8378;width:8;height:2" coordorigin="4333,8378" coordsize="8,0" path="m4333,8378l4341,8378e" filled="false" stroked="true" strokeweight=".48pt" strokecolor="#000000">
                <v:path arrowok="t"/>
              </v:shape>
            </v:group>
            <w10:wrap type="none"/>
          </v:group>
        </w:pict>
      </w:r>
    </w:p>
    <w:p>
      <w:pPr>
        <w:spacing w:line="30" w:lineRule="atLeast"/>
        <w:ind w:left="113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425.45pt;height:1.95pt;mso-position-horizontal-relative:char;mso-position-vertical-relative:line" coordorigin="0,0" coordsize="8509,39">
            <v:group style="position:absolute;left:5;top:5;width:8500;height:2" coordorigin="5,5" coordsize="8500,2">
              <v:shape style="position:absolute;left:5;top:5;width:8500;height:2" coordorigin="5,5" coordsize="8500,0" path="m5,5l8504,5e" filled="false" stroked="true" strokeweight=".48pt" strokecolor="#000000">
                <v:path arrowok="t"/>
              </v:shape>
            </v:group>
            <v:group style="position:absolute;left:5;top:34;width:8500;height:2" coordorigin="5,34" coordsize="8500,2">
              <v:shape style="position:absolute;left:5;top:34;width:8500;height:2" coordorigin="5,34" coordsize="8500,0" path="m5,34l8504,34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2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281"/>
        <w:gridCol w:w="1645"/>
        <w:gridCol w:w="5150"/>
        <w:gridCol w:w="212"/>
      </w:tblGrid>
      <w:tr>
        <w:trPr>
          <w:trHeight w:val="334" w:hRule="exact"/>
        </w:trPr>
        <w:tc>
          <w:tcPr>
            <w:tcW w:w="1057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 w:val="restart"/>
            <w:tcBorders>
              <w:top w:val="single" w:sz="30" w:space="0" w:color="000000"/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single" w:sz="30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tabs>
                <w:tab w:pos="472" w:val="left" w:leader="none"/>
              </w:tabs>
              <w:spacing w:line="226" w:lineRule="exact"/>
              <w:ind w:left="1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70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주차별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강의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영상(90%이상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수강</w:t>
            </w:r>
            <w:r>
              <w:rPr>
                <w:rFonts w:ascii="한컴돋움" w:hAnsi="한컴돋움" w:cs="한컴돋움" w:eastAsia="한컴돋움"/>
                <w:spacing w:val="3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필수)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 w:val="restart"/>
            <w:tcBorders>
              <w:top w:val="single" w:sz="3" w:space="0" w:color="000000"/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tabs>
                <w:tab w:pos="472" w:val="left" w:leader="none"/>
              </w:tabs>
              <w:spacing w:line="240" w:lineRule="auto" w:before="13"/>
              <w:ind w:left="1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70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주차별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퀴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즈</w:t>
            </w:r>
            <w:r>
              <w:rPr>
                <w:rFonts w:ascii="한컴돋움" w:hAnsi="한컴돋움" w:cs="한컴돋움" w:eastAsia="한컴돋움"/>
                <w:spacing w:val="2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풀이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tabs>
                <w:tab w:pos="472" w:val="left" w:leader="none"/>
              </w:tabs>
              <w:spacing w:line="240" w:lineRule="auto" w:before="13"/>
              <w:ind w:left="1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70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2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2"/>
                <w:sz w:val="20"/>
                <w:szCs w:val="20"/>
              </w:rPr>
              <w:t>과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제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tabs>
                <w:tab w:pos="472" w:val="left" w:leader="none"/>
              </w:tabs>
              <w:spacing w:line="240" w:lineRule="auto" w:before="13"/>
              <w:ind w:left="1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70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온라인</w:t>
            </w:r>
            <w:r>
              <w:rPr>
                <w:rFonts w:ascii="한컴돋움" w:hAnsi="한컴돋움" w:cs="한컴돋움" w:eastAsia="한컴돋움"/>
                <w:spacing w:val="1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35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②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최종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학점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기준(강좌별로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추후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상세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안내</w:t>
            </w:r>
            <w:r>
              <w:rPr>
                <w:rFonts w:ascii="한컴돋움" w:hAnsi="한컴돋움" w:cs="한컴돋움" w:eastAsia="한컴돋움"/>
                <w:spacing w:val="3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예정)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5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tabs>
                <w:tab w:pos="472" w:val="left" w:leader="none"/>
              </w:tabs>
              <w:spacing w:line="240" w:lineRule="auto" w:before="18"/>
              <w:ind w:left="1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70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2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발급이</w:t>
            </w:r>
            <w:r>
              <w:rPr>
                <w:rFonts w:ascii="한컴돋움" w:hAnsi="한컴돋움" w:cs="한컴돋움" w:eastAsia="한컴돋움"/>
                <w:spacing w:val="2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기본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3"/>
              <w:ind w:left="57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1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5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5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F처리,</w:t>
            </w:r>
            <w:r>
              <w:rPr>
                <w:rFonts w:ascii="한컴돋움" w:hAnsi="한컴돋움" w:cs="한컴돋움" w:eastAsia="한컴돋움"/>
                <w:spacing w:val="5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학점이</w:t>
            </w:r>
            <w:r>
              <w:rPr>
                <w:rFonts w:ascii="한컴돋움" w:hAnsi="한컴돋움" w:cs="한컴돋움" w:eastAsia="한컴돋움"/>
                <w:spacing w:val="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부여되지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4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않음</w:t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570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-</w:t>
            </w:r>
            <w:r>
              <w:rPr>
                <w:rFonts w:ascii="한컴돋움" w:hAnsi="한컴돋움" w:cs="한컴돋움" w:eastAsia="한컴돋움"/>
                <w:spacing w:val="-19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졸업예정자,</w:t>
            </w:r>
            <w:r>
              <w:rPr>
                <w:rFonts w:ascii="한컴돋움" w:hAnsi="한컴돋움" w:cs="한컴돋움" w:eastAsia="한컴돋움"/>
                <w:spacing w:val="-19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조기취업자</w:t>
            </w:r>
            <w:r>
              <w:rPr>
                <w:rFonts w:ascii="한컴돋움" w:hAnsi="한컴돋움" w:cs="한컴돋움" w:eastAsia="한컴돋움"/>
                <w:spacing w:val="-19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개인편의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771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pacing w:val="-12"/>
                <w:sz w:val="20"/>
                <w:szCs w:val="20"/>
              </w:rPr>
              <w:t>(</w:t>
            </w:r>
            <w:r>
              <w:rPr>
                <w:rFonts w:ascii="한컴돋움" w:hAnsi="한컴돋움" w:cs="한컴돋움" w:eastAsia="한컴돋움"/>
                <w:spacing w:val="-16"/>
                <w:sz w:val="20"/>
                <w:szCs w:val="20"/>
              </w:rPr>
              <w:t>형평성에</w:t>
            </w:r>
            <w:r>
              <w:rPr>
                <w:rFonts w:ascii="한컴돋움" w:hAnsi="한컴돋움" w:cs="한컴돋움" w:eastAsia="한컴돋움"/>
                <w:spacing w:val="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6"/>
                <w:sz w:val="20"/>
                <w:szCs w:val="20"/>
              </w:rPr>
              <w:t>어긋나는</w:t>
            </w:r>
            <w:r>
              <w:rPr>
                <w:rFonts w:ascii="한컴돋움" w:hAnsi="한컴돋움" w:cs="한컴돋움" w:eastAsia="한컴돋움"/>
                <w:spacing w:val="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7"/>
                <w:sz w:val="20"/>
                <w:szCs w:val="20"/>
              </w:rPr>
              <w:t>학점부여</w:t>
            </w:r>
            <w:r>
              <w:rPr>
                <w:rFonts w:ascii="한컴돋움" w:hAnsi="한컴돋움" w:cs="한컴돋움" w:eastAsia="한컴돋움"/>
                <w:spacing w:val="-13"/>
                <w:sz w:val="20"/>
                <w:szCs w:val="20"/>
              </w:rPr>
              <w:t>)</w:t>
            </w:r>
            <w:r>
              <w:rPr>
                <w:rFonts w:ascii="한컴돋움" w:hAnsi="한컴돋움" w:cs="한컴돋움" w:eastAsia="한컴돋움"/>
                <w:spacing w:val="16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제공</w:t>
            </w:r>
            <w:r>
              <w:rPr>
                <w:rFonts w:ascii="한컴돋움" w:hAnsi="한컴돋움" w:cs="한컴돋움" w:eastAsia="한컴돋움"/>
                <w:spacing w:val="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하지</w:t>
            </w:r>
            <w:r>
              <w:rPr>
                <w:rFonts w:ascii="한컴돋움" w:hAnsi="한컴돋움" w:cs="한컴돋움" w:eastAsia="한컴돋움"/>
                <w:spacing w:val="7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20"/>
                <w:szCs w:val="20"/>
              </w:rPr>
              <w:t>않음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5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tabs>
                <w:tab w:pos="472" w:val="left" w:leader="none"/>
              </w:tabs>
              <w:spacing w:line="240" w:lineRule="auto" w:before="18"/>
              <w:ind w:left="1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70"/>
                <w:sz w:val="20"/>
                <w:szCs w:val="20"/>
              </w:rPr>
              <w:t>Ÿ</w:t>
              <w:tab/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출석</w:t>
            </w:r>
            <w:r>
              <w:rPr>
                <w:rFonts w:ascii="한컴돋움" w:hAnsi="한컴돋움" w:cs="한컴돋움" w:eastAsia="한컴돋움"/>
                <w:spacing w:val="3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1"/>
                <w:sz w:val="20"/>
                <w:szCs w:val="20"/>
              </w:rPr>
              <w:t>20%</w:t>
            </w:r>
            <w:r>
              <w:rPr>
                <w:rFonts w:ascii="한컴돋움" w:hAnsi="한컴돋움" w:cs="한컴돋움" w:eastAsia="한컴돋움"/>
                <w:spacing w:val="-2"/>
                <w:sz w:val="20"/>
                <w:szCs w:val="20"/>
              </w:rPr>
              <w:t>:</w:t>
            </w:r>
            <w:r>
              <w:rPr>
                <w:rFonts w:ascii="한컴돋움" w:hAnsi="한컴돋움" w:cs="한컴돋움" w:eastAsia="한컴돋움"/>
                <w:spacing w:val="3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3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3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여부(미이수</w:t>
            </w:r>
            <w:r>
              <w:rPr>
                <w:rFonts w:ascii="한컴돋움" w:hAnsi="한컴돋움" w:cs="한컴돋움" w:eastAsia="한컴돋움"/>
                <w:spacing w:val="32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</w:t>
            </w:r>
            <w:r>
              <w:rPr>
                <w:rFonts w:ascii="한컴돋움" w:hAnsi="한컴돋움" w:cs="한컴돋움" w:eastAsia="한컴돋움"/>
                <w:spacing w:val="33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F학점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3"/>
              <w:ind w:left="4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처리됨)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4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15"/>
                <w:sz w:val="20"/>
                <w:szCs w:val="20"/>
              </w:rPr>
              <w:t>+</w:t>
            </w:r>
            <w:r>
              <w:rPr>
                <w:rFonts w:ascii="한컴돋움" w:hAnsi="한컴돋움" w:cs="한컴돋움" w:eastAsia="한컴돋움"/>
                <w:spacing w:val="-32"/>
                <w:w w:val="11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과제</w:t>
            </w:r>
            <w:r>
              <w:rPr>
                <w:rFonts w:ascii="한컴돋움" w:hAnsi="한컴돋움" w:cs="한컴돋움" w:eastAsia="한컴돋움"/>
                <w:spacing w:val="-28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-2"/>
                <w:w w:val="110"/>
                <w:sz w:val="20"/>
                <w:szCs w:val="20"/>
              </w:rPr>
              <w:t>20%:</w:t>
            </w:r>
            <w:r>
              <w:rPr>
                <w:rFonts w:ascii="한컴돋움" w:hAnsi="한컴돋움" w:cs="한컴돋움" w:eastAsia="한컴돋움"/>
                <w:spacing w:val="-27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이수증</w:t>
            </w:r>
            <w:r>
              <w:rPr>
                <w:rFonts w:ascii="한컴돋움" w:hAnsi="한컴돋움" w:cs="한컴돋움" w:eastAsia="한컴돋움"/>
                <w:spacing w:val="-28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발급</w:t>
            </w:r>
            <w:r>
              <w:rPr>
                <w:rFonts w:ascii="한컴돋움" w:hAnsi="한컴돋움" w:cs="한컴돋움" w:eastAsia="한컴돋움"/>
                <w:spacing w:val="-28"/>
                <w:w w:val="110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10"/>
                <w:sz w:val="20"/>
                <w:szCs w:val="20"/>
              </w:rPr>
              <w:t>총점(스마트LMS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4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강좌별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강의실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접속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후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설문지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미</w:t>
            </w:r>
            <w:r>
              <w:rPr>
                <w:rFonts w:ascii="한컴돋움" w:hAnsi="한컴돋움" w:cs="한컴돋움" w:eastAsia="한컴돋움"/>
                <w:spacing w:val="28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참여시</w:t>
            </w:r>
            <w:r>
              <w:rPr>
                <w:rFonts w:ascii="한컴돋움" w:hAnsi="한컴돋움" w:cs="한컴돋움" w:eastAsia="한컴돋움"/>
                <w:spacing w:val="2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감점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4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2점)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4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15"/>
                <w:sz w:val="20"/>
                <w:szCs w:val="20"/>
              </w:rPr>
              <w:t>+</w:t>
            </w:r>
            <w:r>
              <w:rPr>
                <w:rFonts w:ascii="한컴돋움" w:hAnsi="한컴돋움" w:cs="한컴돋움" w:eastAsia="한컴돋움"/>
                <w:spacing w:val="-20"/>
                <w:w w:val="11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중간고사</w:t>
            </w:r>
            <w:r>
              <w:rPr>
                <w:rFonts w:ascii="한컴돋움" w:hAnsi="한컴돋움" w:cs="한컴돋움" w:eastAsia="한컴돋움"/>
                <w:spacing w:val="-14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30%(온라인시험</w:t>
            </w:r>
            <w:r>
              <w:rPr>
                <w:rFonts w:ascii="한컴돋움" w:hAnsi="한컴돋움" w:cs="한컴돋움" w:eastAsia="한컴돋움"/>
                <w:spacing w:val="-13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필수,</w:t>
            </w:r>
            <w:r>
              <w:rPr>
                <w:rFonts w:ascii="한컴돋움" w:hAnsi="한컴돋움" w:cs="한컴돋움" w:eastAsia="한컴돋움"/>
                <w:spacing w:val="-13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오프라인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4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시험은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강좌별로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pacing w:val="1"/>
                <w:sz w:val="20"/>
                <w:szCs w:val="20"/>
              </w:rPr>
              <w:t>출제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여부</w:t>
            </w:r>
            <w:r>
              <w:rPr>
                <w:rFonts w:ascii="한컴돋움" w:hAnsi="한컴돋움" w:cs="한컴돋움" w:eastAsia="한컴돋움"/>
                <w:spacing w:val="39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다름))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4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w w:val="115"/>
                <w:sz w:val="20"/>
                <w:szCs w:val="20"/>
              </w:rPr>
              <w:t>+</w:t>
            </w:r>
            <w:r>
              <w:rPr>
                <w:rFonts w:ascii="한컴돋움" w:hAnsi="한컴돋움" w:cs="한컴돋움" w:eastAsia="한컴돋움"/>
                <w:spacing w:val="-4"/>
                <w:w w:val="11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기말고사</w:t>
            </w:r>
            <w:r>
              <w:rPr>
                <w:rFonts w:ascii="한컴돋움" w:hAnsi="한컴돋움" w:cs="한컴돋움" w:eastAsia="한컴돋움"/>
                <w:spacing w:val="2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30%(온라인</w:t>
            </w:r>
            <w:r>
              <w:rPr>
                <w:rFonts w:ascii="한컴돋움" w:hAnsi="한컴돋움" w:cs="한컴돋움" w:eastAsia="한컴돋움"/>
                <w:spacing w:val="3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및</w:t>
            </w:r>
            <w:r>
              <w:rPr>
                <w:rFonts w:ascii="한컴돋움" w:hAnsi="한컴돋움" w:cs="한컴돋움" w:eastAsia="한컴돋움"/>
                <w:spacing w:val="3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오프라인</w:t>
            </w:r>
            <w:r>
              <w:rPr>
                <w:rFonts w:ascii="한컴돋움" w:hAnsi="한컴돋움" w:cs="한컴돋움" w:eastAsia="한컴돋움"/>
                <w:spacing w:val="2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시험</w:t>
            </w:r>
            <w:r>
              <w:rPr>
                <w:rFonts w:ascii="한컴돋움" w:hAnsi="한컴돋움" w:cs="한컴돋움" w:eastAsia="한컴돋움"/>
                <w:spacing w:val="3"/>
                <w:w w:val="10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w w:val="105"/>
                <w:sz w:val="20"/>
                <w:szCs w:val="20"/>
              </w:rPr>
              <w:t>여부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281" w:type="dxa"/>
            <w:vMerge/>
            <w:tcBorders>
              <w:left w:val="single" w:sz="3" w:space="0" w:color="000000"/>
              <w:bottom w:val="nil" w:sz="6" w:space="0" w:color="auto"/>
              <w:right w:val="single" w:sz="4" w:space="0" w:color="000000"/>
            </w:tcBorders>
          </w:tcPr>
          <w:p>
            <w:pPr/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000000"/>
              <w:right w:val="nil" w:sz="6" w:space="0" w:color="auto"/>
            </w:tcBorders>
            <w:shd w:val="clear" w:color="auto" w:fill="CDDEEF"/>
          </w:tcPr>
          <w:p>
            <w:pPr/>
          </w:p>
        </w:tc>
        <w:tc>
          <w:tcPr>
            <w:tcW w:w="5150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8"/>
              <w:ind w:left="472" w:right="0"/>
              <w:jc w:val="left"/>
              <w:rPr>
                <w:rFonts w:ascii="한컴돋움" w:hAnsi="한컴돋움" w:cs="한컴돋움" w:eastAsia="한컴돋움"/>
                <w:sz w:val="20"/>
                <w:szCs w:val="20"/>
              </w:rPr>
            </w:pPr>
            <w:r>
              <w:rPr>
                <w:rFonts w:ascii="한컴돋움" w:hAnsi="한컴돋움" w:cs="한컴돋움" w:eastAsia="한컴돋움"/>
                <w:sz w:val="20"/>
                <w:szCs w:val="20"/>
              </w:rPr>
              <w:t>강좌별로</w:t>
            </w:r>
            <w:r>
              <w:rPr>
                <w:rFonts w:ascii="한컴돋움" w:hAnsi="한컴돋움" w:cs="한컴돋움" w:eastAsia="한컴돋움"/>
                <w:spacing w:val="45"/>
                <w:sz w:val="20"/>
                <w:szCs w:val="20"/>
              </w:rPr>
              <w:t> 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  <w:t>다름)</w:t>
            </w:r>
            <w:r>
              <w:rPr>
                <w:rFonts w:ascii="한컴돋움" w:hAnsi="한컴돋움" w:cs="한컴돋움" w:eastAsia="한컴돋움"/>
                <w:sz w:val="20"/>
                <w:szCs w:val="20"/>
              </w:rPr>
            </w:r>
          </w:p>
        </w:tc>
        <w:tc>
          <w:tcPr>
            <w:tcW w:w="212" w:type="dxa"/>
            <w:vMerge/>
            <w:tcBorders>
              <w:left w:val="single" w:sz="4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1057" w:type="dxa"/>
            <w:vMerge/>
            <w:tcBorders>
              <w:left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287" w:type="dxa"/>
            <w:gridSpan w:val="4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279" w:hRule="exact"/>
        </w:trPr>
        <w:tc>
          <w:tcPr>
            <w:tcW w:w="1057" w:type="dxa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1D5EC"/>
          </w:tcPr>
          <w:p>
            <w:pPr/>
          </w:p>
        </w:tc>
        <w:tc>
          <w:tcPr>
            <w:tcW w:w="7287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함초롬돋움" w:hAnsi="함초롬돋움" w:cs="함초롬돋움" w:eastAsia="함초롬돋움"/>
                <w:sz w:val="20"/>
                <w:szCs w:val="20"/>
              </w:rPr>
            </w:pPr>
            <w:r>
              <w:rPr>
                <w:rFonts w:ascii="함초롬돋움" w:hAnsi="함초롬돋움" w:cs="함초롬돋움" w:eastAsia="함초롬돋움"/>
                <w:b/>
                <w:bCs/>
                <w:w w:val="105"/>
                <w:sz w:val="20"/>
                <w:szCs w:val="20"/>
              </w:rPr>
              <w:t>※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35"/>
                <w:w w:val="105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w w:val="105"/>
                <w:sz w:val="20"/>
                <w:szCs w:val="20"/>
              </w:rPr>
              <w:t>오프라인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35"/>
                <w:w w:val="105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w w:val="105"/>
                <w:sz w:val="20"/>
                <w:szCs w:val="20"/>
              </w:rPr>
              <w:t>시험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36"/>
                <w:w w:val="105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w w:val="105"/>
                <w:sz w:val="20"/>
                <w:szCs w:val="20"/>
              </w:rPr>
              <w:t>일정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35"/>
                <w:w w:val="105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w w:val="105"/>
                <w:sz w:val="20"/>
                <w:szCs w:val="20"/>
              </w:rPr>
              <w:t>(추후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36"/>
                <w:w w:val="105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1"/>
                <w:w w:val="105"/>
                <w:sz w:val="20"/>
                <w:szCs w:val="20"/>
              </w:rPr>
              <w:t>안내</w:t>
            </w:r>
            <w:r>
              <w:rPr>
                <w:rFonts w:ascii="함초롬돋움" w:hAnsi="함초롬돋움" w:cs="함초롬돋움" w:eastAsia="함초롬돋움"/>
                <w:b/>
                <w:bCs/>
                <w:spacing w:val="35"/>
                <w:w w:val="105"/>
                <w:sz w:val="20"/>
                <w:szCs w:val="20"/>
              </w:rPr>
              <w:t> </w:t>
            </w:r>
            <w:r>
              <w:rPr>
                <w:rFonts w:ascii="함초롬돋움" w:hAnsi="함초롬돋움" w:cs="함초롬돋움" w:eastAsia="함초롬돋움"/>
                <w:b/>
                <w:bCs/>
                <w:w w:val="105"/>
                <w:sz w:val="20"/>
                <w:szCs w:val="20"/>
              </w:rPr>
              <w:t>예정)</w:t>
            </w:r>
            <w:r>
              <w:rPr>
                <w:rFonts w:ascii="함초롬돋움" w:hAnsi="함초롬돋움" w:cs="함초롬돋움" w:eastAsia="함초롬돋움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87"/>
              <w:ind w:left="1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Arial" w:hAnsi="Arial" w:cs="Arial" w:eastAsia="Arial"/>
                <w:sz w:val="18"/>
                <w:szCs w:val="18"/>
              </w:rPr>
              <w:t>Ÿ  </w:t>
            </w:r>
            <w:r>
              <w:rPr>
                <w:rFonts w:ascii="Arial" w:hAnsi="Arial" w:cs="Arial" w:eastAsia="Arial"/>
                <w:spacing w:val="2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성적입력: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오프라인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기말고사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1회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실시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후,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학사일정에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따라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최종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산출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" w:lineRule="atLeast"/>
        <w:ind w:left="10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6.2pt;height:1.1pt;mso-position-horizontal-relative:char;mso-position-vertical-relative:line" coordorigin="0,0" coordsize="8524,22">
            <v:group style="position:absolute;left:11;top:11;width:8502;height:2" coordorigin="11,11" coordsize="8502,2">
              <v:shape style="position:absolute;left:11;top:11;width:8502;height:2" coordorigin="11,11" coordsize="8502,0" path="m11,11l8512,11e" filled="false" stroked="true" strokeweight="1.07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0760" w:h="14740"/>
          <w:pgMar w:header="0" w:footer="417" w:top="1060" w:bottom="600" w:left="1100" w:right="9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61.55pt;height:22.45pt;mso-position-horizontal-relative:char;mso-position-vertical-relative:line" coordorigin="0,0" coordsize="7231,449">
            <v:group style="position:absolute;left:20;top:11;width:1065;height:428" coordorigin="20,11" coordsize="1065,428">
              <v:shape style="position:absolute;left:20;top:11;width:1065;height:428" coordorigin="20,11" coordsize="1065,428" path="m20,11l20,438,1085,438,1085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85;top:11;width:2;height:428" coordorigin="1085,11" coordsize="2,428">
              <v:shape style="position:absolute;left:1085;top:11;width:2;height:428" coordorigin="1085,11" coordsize="0,428" path="m1085,11l1085,438e" filled="false" stroked="true" strokeweight=".36pt" strokecolor="#000000">
                <v:path arrowok="t"/>
              </v:shape>
            </v:group>
            <v:group style="position:absolute;left:7208;top:11;width:2;height:428" coordorigin="7208,11" coordsize="2,428">
              <v:shape style="position:absolute;left:7208;top:11;width:2;height:428" coordorigin="7208,11" coordsize="0,428" path="m7208,11l7208,438e" filled="false" stroked="true" strokeweight="1.079pt" strokecolor="#000000">
                <v:path arrowok="t"/>
              </v:shape>
            </v:group>
            <v:group style="position:absolute;left:11;top:11;width:7210;height:2" coordorigin="11,11" coordsize="7210,2">
              <v:shape style="position:absolute;left:11;top:11;width:7210;height:2" coordorigin="11,11" coordsize="7210,0" path="m11,11l7220,11e" filled="false" stroked="true" strokeweight="1.079pt" strokecolor="#000000">
                <v:path arrowok="t"/>
              </v:shape>
            </v:group>
            <v:group style="position:absolute;left:11;top:438;width:7210;height:2" coordorigin="11,438" coordsize="7210,2">
              <v:shape style="position:absolute;left:11;top:438;width:7210;height:2" coordorigin="11,438" coordsize="7210,0" path="m11,438l7220,438e" filled="false" stroked="true" strokeweight="1.079pt" strokecolor="#000000">
                <v:path arrowok="t"/>
              </v:shape>
              <v:shape style="position:absolute;left:20;top:11;width:106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15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85;top:11;width:6124;height:428" type="#_x0000_t202" filled="false" stroked="false">
                <v:textbox inset="0,0,0,0">
                  <w:txbxContent>
                    <w:p>
                      <w:pPr>
                        <w:spacing w:line="362" w:lineRule="exact" w:before="0"/>
                        <w:ind w:left="131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선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z w:val="25"/>
                          <w:szCs w:val="25"/>
                        </w:rPr>
                        <w:t>․</w:t>
                      </w:r>
                      <w:r>
                        <w:rPr>
                          <w:rFonts w:ascii="함초롬돋움" w:hAnsi="함초롬돋움" w:cs="함초롬돋움" w:eastAsia="함초롬돋움"/>
                          <w:b/>
                          <w:bCs/>
                          <w:spacing w:val="35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후수과목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지정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현황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3"/>
        <w:gridCol w:w="432"/>
        <w:gridCol w:w="432"/>
        <w:gridCol w:w="1772"/>
        <w:gridCol w:w="432"/>
        <w:gridCol w:w="432"/>
        <w:gridCol w:w="1772"/>
        <w:gridCol w:w="2184"/>
      </w:tblGrid>
      <w:tr>
        <w:trPr>
          <w:trHeight w:val="293" w:hRule="exact"/>
        </w:trPr>
        <w:tc>
          <w:tcPr>
            <w:tcW w:w="1153" w:type="dxa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306" w:right="302" w:firstLine="8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(전공)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635" w:type="dxa"/>
            <w:gridSpan w:val="3"/>
            <w:tcBorders>
              <w:top w:val="single" w:sz="9" w:space="0" w:color="000000"/>
              <w:left w:val="single" w:sz="3" w:space="0" w:color="000000"/>
              <w:bottom w:val="single" w:sz="15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선수과목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635" w:type="dxa"/>
            <w:gridSpan w:val="3"/>
            <w:tcBorders>
              <w:top w:val="single" w:sz="9" w:space="0" w:color="000000"/>
              <w:left w:val="single" w:sz="3" w:space="0" w:color="000000"/>
              <w:bottom w:val="single" w:sz="15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후수과목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84" w:type="dxa"/>
            <w:vMerge w:val="restart"/>
            <w:tcBorders>
              <w:top w:val="single" w:sz="9" w:space="0" w:color="000000"/>
              <w:left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34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2" w:hRule="exact"/>
        </w:trPr>
        <w:tc>
          <w:tcPr>
            <w:tcW w:w="1153" w:type="dxa"/>
            <w:vMerge/>
            <w:tcBorders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432" w:type="dxa"/>
            <w:tcBorders>
              <w:top w:val="single" w:sz="15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15" w:lineRule="exact"/>
              <w:ind w:left="3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15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15" w:lineRule="exact"/>
              <w:ind w:left="3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72" w:type="dxa"/>
            <w:tcBorders>
              <w:top w:val="single" w:sz="15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15" w:lineRule="exact"/>
              <w:ind w:left="5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15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15" w:lineRule="exact"/>
              <w:ind w:left="3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15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15" w:lineRule="exact"/>
              <w:ind w:left="3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72" w:type="dxa"/>
            <w:tcBorders>
              <w:top w:val="single" w:sz="15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15" w:lineRule="exact"/>
              <w:ind w:left="5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84" w:type="dxa"/>
            <w:vMerge/>
            <w:tcBorders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/>
          </w:p>
        </w:tc>
      </w:tr>
      <w:tr>
        <w:trPr>
          <w:trHeight w:val="352" w:hRule="exact"/>
        </w:trPr>
        <w:tc>
          <w:tcPr>
            <w:tcW w:w="115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부동산학과</w:t>
            </w:r>
          </w:p>
        </w:tc>
        <w:tc>
          <w:tcPr>
            <w:tcW w:w="432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부동산재무론</w:t>
            </w:r>
          </w:p>
        </w:tc>
        <w:tc>
          <w:tcPr>
            <w:tcW w:w="432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1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부동산금융론</w:t>
            </w:r>
          </w:p>
        </w:tc>
        <w:tc>
          <w:tcPr>
            <w:tcW w:w="2184" w:type="dxa"/>
            <w:vMerge w:val="restart"/>
            <w:tcBorders>
              <w:top w:val="single" w:sz="12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2011학년도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입학자부터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적용</w:t>
            </w:r>
          </w:p>
        </w:tc>
      </w:tr>
      <w:tr>
        <w:trPr>
          <w:trHeight w:val="348" w:hRule="exact"/>
        </w:trPr>
        <w:tc>
          <w:tcPr>
            <w:tcW w:w="115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부동산투자론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부동산개발론</w:t>
            </w:r>
          </w:p>
        </w:tc>
        <w:tc>
          <w:tcPr>
            <w:tcW w:w="2184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115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부동산경제론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부동산정책론</w:t>
            </w:r>
          </w:p>
        </w:tc>
        <w:tc>
          <w:tcPr>
            <w:tcW w:w="2184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115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부동산물권법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부동산공경매론</w:t>
            </w:r>
          </w:p>
        </w:tc>
        <w:tc>
          <w:tcPr>
            <w:tcW w:w="2184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153" w:type="dxa"/>
            <w:vMerge/>
            <w:tcBorders>
              <w:left w:val="nil" w:sz="6" w:space="0" w:color="auto"/>
              <w:bottom w:val="single" w:sz="5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0"/>
                <w:sz w:val="18"/>
                <w:szCs w:val="18"/>
              </w:rPr>
              <w:t>주거용부동산시장론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상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업용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부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동산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시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장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84" w:type="dxa"/>
            <w:vMerge/>
            <w:tcBorders>
              <w:left w:val="single" w:sz="3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1153" w:type="dxa"/>
            <w:vMerge w:val="restart"/>
            <w:tcBorders>
              <w:top w:val="single" w:sz="5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1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경영학과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회계원리(1)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재무회계(1)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84" w:type="dxa"/>
            <w:vMerge w:val="restart"/>
            <w:tcBorders>
              <w:top w:val="single" w:sz="5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2011학년도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입학자부터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적용</w:t>
            </w:r>
          </w:p>
        </w:tc>
      </w:tr>
      <w:tr>
        <w:trPr>
          <w:trHeight w:val="350" w:hRule="exact"/>
        </w:trPr>
        <w:tc>
          <w:tcPr>
            <w:tcW w:w="115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경영통계학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생산경영론</w:t>
            </w:r>
          </w:p>
        </w:tc>
        <w:tc>
          <w:tcPr>
            <w:tcW w:w="2184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15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생산경영론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공급사슬경영론</w:t>
            </w:r>
          </w:p>
        </w:tc>
        <w:tc>
          <w:tcPr>
            <w:tcW w:w="2184" w:type="dxa"/>
            <w:vMerge/>
            <w:tcBorders>
              <w:left w:val="single" w:sz="3" w:space="0" w:color="000000"/>
              <w:bottom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115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경영통계학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계량경영론</w:t>
            </w:r>
          </w:p>
        </w:tc>
        <w:tc>
          <w:tcPr>
            <w:tcW w:w="2184" w:type="dxa"/>
            <w:vMerge w:val="restart"/>
            <w:tcBorders>
              <w:top w:val="single" w:sz="4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2012학년도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입학자부터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적용</w:t>
            </w:r>
          </w:p>
        </w:tc>
      </w:tr>
      <w:tr>
        <w:trPr>
          <w:trHeight w:val="350" w:hRule="exact"/>
        </w:trPr>
        <w:tc>
          <w:tcPr>
            <w:tcW w:w="115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경영통계학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공급사슬경영론</w:t>
            </w:r>
          </w:p>
        </w:tc>
        <w:tc>
          <w:tcPr>
            <w:tcW w:w="2184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153" w:type="dxa"/>
            <w:vMerge/>
            <w:tcBorders>
              <w:left w:val="nil" w:sz="6" w:space="0" w:color="auto"/>
              <w:bottom w:val="single" w:sz="5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경영통계학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의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사결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정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의심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84" w:type="dxa"/>
            <w:vMerge/>
            <w:tcBorders>
              <w:left w:val="single" w:sz="3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115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2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회계학과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회계원리(2)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재무회계(1)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8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7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2011학년도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입학자부터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적용</w:t>
            </w:r>
          </w:p>
        </w:tc>
      </w:tr>
      <w:tr>
        <w:trPr>
          <w:trHeight w:val="350" w:hRule="exact"/>
        </w:trPr>
        <w:tc>
          <w:tcPr>
            <w:tcW w:w="1153" w:type="dxa"/>
            <w:vMerge w:val="restart"/>
            <w:tcBorders>
              <w:top w:val="single" w:sz="5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7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문헌정보학과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목록법이해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자동화목록법</w:t>
            </w:r>
          </w:p>
        </w:tc>
        <w:tc>
          <w:tcPr>
            <w:tcW w:w="2184" w:type="dxa"/>
            <w:vMerge w:val="restart"/>
            <w:tcBorders>
              <w:top w:val="single" w:sz="5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2012학년도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입학자부터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적용</w:t>
            </w:r>
          </w:p>
        </w:tc>
      </w:tr>
      <w:tr>
        <w:trPr>
          <w:trHeight w:val="348" w:hRule="exact"/>
        </w:trPr>
        <w:tc>
          <w:tcPr>
            <w:tcW w:w="1153" w:type="dxa"/>
            <w:vMerge/>
            <w:tcBorders>
              <w:left w:val="nil" w:sz="6" w:space="0" w:color="auto"/>
              <w:bottom w:val="single" w:sz="5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자료분류론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2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자료분류특강</w:t>
            </w:r>
          </w:p>
        </w:tc>
        <w:tc>
          <w:tcPr>
            <w:tcW w:w="2184" w:type="dxa"/>
            <w:vMerge/>
            <w:tcBorders>
              <w:left w:val="single" w:sz="3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1153" w:type="dxa"/>
            <w:vMerge w:val="restart"/>
            <w:tcBorders>
              <w:top w:val="single" w:sz="5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9"/>
              <w:ind w:left="321" w:right="68" w:hanging="25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통계·빅데이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터학과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기초확률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수리통계학</w:t>
            </w:r>
          </w:p>
        </w:tc>
        <w:tc>
          <w:tcPr>
            <w:tcW w:w="2184" w:type="dxa"/>
            <w:vMerge w:val="restart"/>
            <w:tcBorders>
              <w:top w:val="single" w:sz="5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2018학년도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입학자부터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적용</w:t>
            </w:r>
          </w:p>
        </w:tc>
      </w:tr>
      <w:tr>
        <w:trPr>
          <w:trHeight w:val="350" w:hRule="exact"/>
        </w:trPr>
        <w:tc>
          <w:tcPr>
            <w:tcW w:w="115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수리통계학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회귀분석</w:t>
            </w:r>
          </w:p>
        </w:tc>
        <w:tc>
          <w:tcPr>
            <w:tcW w:w="2184" w:type="dxa"/>
            <w:vMerge/>
            <w:tcBorders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pStyle w:val="Heading4"/>
        <w:spacing w:line="223" w:lineRule="exact" w:before="0"/>
        <w:ind w:left="22" w:right="0"/>
        <w:jc w:val="center"/>
        <w:rPr>
          <w:b w:val="0"/>
          <w:bCs w:val="0"/>
        </w:rPr>
      </w:pPr>
      <w:r>
        <w:rPr/>
        <w:t>수강안내</w:t>
      </w:r>
      <w:r>
        <w:rPr>
          <w:b w:val="0"/>
          <w:bCs w:val="0"/>
        </w:rPr>
      </w:r>
    </w:p>
    <w:p>
      <w:pPr>
        <w:spacing w:line="240" w:lineRule="auto" w:before="4"/>
        <w:rPr>
          <w:rFonts w:ascii="돋움체" w:hAnsi="돋움체" w:cs="돋움체" w:eastAsia="돋움체"/>
          <w:b/>
          <w:bCs/>
          <w:sz w:val="3"/>
          <w:szCs w:val="3"/>
        </w:rPr>
      </w:pPr>
    </w:p>
    <w:p>
      <w:pPr>
        <w:spacing w:line="20" w:lineRule="atLeast"/>
        <w:ind w:left="134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31.7pt;height:1.45pt;mso-position-horizontal-relative:char;mso-position-vertical-relative:line" coordorigin="0,0" coordsize="8634,29">
            <v:group style="position:absolute;left:4;top:4;width:8627;height:2" coordorigin="4,4" coordsize="8627,2">
              <v:shape style="position:absolute;left:4;top:4;width:8627;height:2" coordorigin="4,4" coordsize="8627,0" path="m4,4l8630,4e" filled="false" stroked="true" strokeweight=".36pt" strokecolor="#000000">
                <v:path arrowok="t"/>
              </v:shape>
            </v:group>
            <v:group style="position:absolute;left:4;top:25;width:8627;height:2" coordorigin="4,25" coordsize="8627,2">
              <v:shape style="position:absolute;left:4;top:25;width:8627;height:2" coordorigin="4,25" coordsize="8627,0" path="m4,25l8630,25e" filled="false" stroked="true" strokeweight=".36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pStyle w:val="BodyText"/>
        <w:spacing w:line="217" w:lineRule="exact" w:before="0"/>
        <w:ind w:left="176" w:right="0"/>
        <w:jc w:val="left"/>
        <w:rPr>
          <w:rFonts w:ascii="돋움" w:hAnsi="돋움" w:cs="돋움" w:eastAsia="돋움"/>
        </w:rPr>
      </w:pPr>
      <w:r>
        <w:rPr/>
        <w:t>•</w:t>
      </w:r>
      <w:r>
        <w:rPr>
          <w:spacing w:val="-8"/>
        </w:rPr>
        <w:t> </w:t>
      </w:r>
      <w:r>
        <w:rPr>
          <w:rFonts w:ascii="돋움" w:hAnsi="돋움" w:cs="돋움" w:eastAsia="돋움"/>
        </w:rPr>
        <w:t>학과별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지정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선수과목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미이수자는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후수과목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수강신청이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불가함</w:t>
      </w:r>
      <w:r>
        <w:rPr>
          <w:rFonts w:ascii="돋움" w:hAnsi="돋움" w:cs="돋움" w:eastAsia="돋움"/>
        </w:rPr>
      </w:r>
    </w:p>
    <w:p>
      <w:pPr>
        <w:pStyle w:val="BodyText"/>
        <w:spacing w:line="234" w:lineRule="exact" w:before="0"/>
        <w:ind w:left="0" w:right="105"/>
        <w:jc w:val="center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→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단,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해당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후수과목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담당교수의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수강승인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시에는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수강변경기간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중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수강허가서로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수강신청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가능</w:t>
      </w:r>
      <w:r>
        <w:rPr>
          <w:rFonts w:ascii="돋움" w:hAnsi="돋움" w:cs="돋움" w:eastAsia="돋움"/>
        </w:rPr>
      </w:r>
    </w:p>
    <w:p>
      <w:pPr>
        <w:pStyle w:val="BodyText"/>
        <w:spacing w:line="234" w:lineRule="exact" w:before="0"/>
        <w:ind w:left="353"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→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시간강사가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강의하는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교과목일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경우에는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해당학과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학과장의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수강허가를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득하여야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함</w:t>
      </w:r>
      <w:r>
        <w:rPr>
          <w:rFonts w:ascii="돋움" w:hAnsi="돋움" w:cs="돋움" w:eastAsia="돋움"/>
        </w:rPr>
      </w:r>
    </w:p>
    <w:p>
      <w:pPr>
        <w:spacing w:line="240" w:lineRule="auto" w:before="12"/>
        <w:rPr>
          <w:rFonts w:ascii="돋움" w:hAnsi="돋움" w:cs="돋움" w:eastAsia="돋움"/>
          <w:sz w:val="3"/>
          <w:szCs w:val="3"/>
        </w:rPr>
      </w:pPr>
    </w:p>
    <w:p>
      <w:pPr>
        <w:spacing w:line="20" w:lineRule="atLeast"/>
        <w:ind w:left="130" w:right="0" w:firstLine="0"/>
        <w:rPr>
          <w:rFonts w:ascii="돋움" w:hAnsi="돋움" w:cs="돋움" w:eastAsia="돋움"/>
          <w:sz w:val="2"/>
          <w:szCs w:val="2"/>
        </w:rPr>
      </w:pPr>
      <w:r>
        <w:rPr>
          <w:rFonts w:ascii="돋움" w:hAnsi="돋움" w:cs="돋움" w:eastAsia="돋움"/>
          <w:sz w:val="2"/>
          <w:szCs w:val="2"/>
        </w:rPr>
        <w:pict>
          <v:group style="width:432.15pt;height:.75pt;mso-position-horizontal-relative:char;mso-position-vertical-relative:line" coordorigin="0,0" coordsize="8643,15">
            <v:group style="position:absolute;left:7;top:7;width:8629;height:2" coordorigin="7,7" coordsize="8629,2">
              <v:shape style="position:absolute;left:7;top:7;width:8629;height:2" coordorigin="7,7" coordsize="8629,0" path="m7,7l8636,7e" filled="false" stroked="true" strokeweight=".719pt" strokecolor="#000000">
                <v:path arrowok="t"/>
              </v:shape>
            </v:group>
          </v:group>
        </w:pict>
      </w:r>
      <w:r>
        <w:rPr>
          <w:rFonts w:ascii="돋움" w:hAnsi="돋움" w:cs="돋움" w:eastAsia="돋움"/>
          <w:sz w:val="2"/>
          <w:szCs w:val="2"/>
        </w:rPr>
      </w:r>
    </w:p>
    <w:p>
      <w:pPr>
        <w:spacing w:line="240" w:lineRule="auto" w:before="0"/>
        <w:rPr>
          <w:rFonts w:ascii="돋움" w:hAnsi="돋움" w:cs="돋움" w:eastAsia="돋움"/>
          <w:sz w:val="20"/>
          <w:szCs w:val="20"/>
        </w:rPr>
      </w:pPr>
    </w:p>
    <w:p>
      <w:pPr>
        <w:spacing w:line="240" w:lineRule="auto" w:before="12"/>
        <w:rPr>
          <w:rFonts w:ascii="돋움" w:hAnsi="돋움" w:cs="돋움" w:eastAsia="돋움"/>
          <w:sz w:val="27"/>
          <w:szCs w:val="27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6.45pt;height:22.45pt;mso-position-horizontal-relative:char;mso-position-vertical-relative:line" coordorigin="0,0" coordsize="5929,449">
            <v:group style="position:absolute;left:20;top:11;width:1065;height:428" coordorigin="20,11" coordsize="1065,428">
              <v:shape style="position:absolute;left:20;top:11;width:1065;height:428" coordorigin="20,11" coordsize="1065,428" path="m20,11l20,438,1085,438,1085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85;top:11;width:2;height:428" coordorigin="1085,11" coordsize="2,428">
              <v:shape style="position:absolute;left:1085;top:11;width:2;height:428" coordorigin="1085,11" coordsize="0,428" path="m1085,11l1085,438e" filled="false" stroked="true" strokeweight=".36pt" strokecolor="#000000">
                <v:path arrowok="t"/>
              </v:shape>
            </v:group>
            <v:group style="position:absolute;left:5906;top:11;width:2;height:428" coordorigin="5906,11" coordsize="2,428">
              <v:shape style="position:absolute;left:5906;top:11;width:2;height:428" coordorigin="5906,11" coordsize="0,428" path="m5906,11l5906,438e" filled="false" stroked="true" strokeweight="1.079pt" strokecolor="#000000">
                <v:path arrowok="t"/>
              </v:shape>
            </v:group>
            <v:group style="position:absolute;left:11;top:11;width:5908;height:2" coordorigin="11,11" coordsize="5908,2">
              <v:shape style="position:absolute;left:11;top:11;width:5908;height:2" coordorigin="11,11" coordsize="5908,0" path="m11,11l5918,11e" filled="false" stroked="true" strokeweight="1.079pt" strokecolor="#000000">
                <v:path arrowok="t"/>
              </v:shape>
            </v:group>
            <v:group style="position:absolute;left:11;top:438;width:5908;height:2" coordorigin="11,438" coordsize="5908,2">
              <v:shape style="position:absolute;left:11;top:438;width:5908;height:2" coordorigin="11,438" coordsize="5908,0" path="m11,438l5918,438e" filled="false" stroked="true" strokeweight="1.079pt" strokecolor="#000000">
                <v:path arrowok="t"/>
              </v:shape>
              <v:shape style="position:absolute;left:20;top:11;width:106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16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85;top:11;width:4822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타전공교과목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3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소속학과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전공인정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3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현황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6"/>
        <w:rPr>
          <w:rFonts w:ascii="돋움" w:hAnsi="돋움" w:cs="돋움" w:eastAsia="돋움"/>
          <w:sz w:val="11"/>
          <w:szCs w:val="11"/>
        </w:rPr>
      </w:pPr>
    </w:p>
    <w:p>
      <w:pPr>
        <w:pStyle w:val="Heading4"/>
        <w:spacing w:line="240" w:lineRule="auto" w:before="44"/>
        <w:ind w:left="296" w:right="399" w:hanging="178"/>
        <w:jc w:val="left"/>
        <w:rPr>
          <w:b w:val="0"/>
          <w:bCs w:val="0"/>
        </w:rPr>
      </w:pPr>
      <w:r>
        <w:rPr/>
        <w:t>*</w:t>
      </w:r>
      <w:r>
        <w:rPr>
          <w:spacing w:val="-5"/>
        </w:rPr>
        <w:t> </w:t>
      </w:r>
      <w:r>
        <w:rPr>
          <w:spacing w:val="-1"/>
        </w:rPr>
        <w:t>소속학과(전공)에서</w:t>
      </w:r>
      <w:r>
        <w:rPr>
          <w:spacing w:val="-3"/>
        </w:rPr>
        <w:t> </w:t>
      </w:r>
      <w:r>
        <w:rPr/>
        <w:t>인정한</w:t>
      </w:r>
      <w:r>
        <w:rPr>
          <w:spacing w:val="-6"/>
        </w:rPr>
        <w:t> </w:t>
      </w:r>
      <w:r>
        <w:rPr/>
        <w:t>타</w:t>
      </w:r>
      <w:r>
        <w:rPr>
          <w:spacing w:val="-5"/>
        </w:rPr>
        <w:t> </w:t>
      </w:r>
      <w:r>
        <w:rPr/>
        <w:t>학과(전공)</w:t>
      </w:r>
      <w:r>
        <w:rPr>
          <w:spacing w:val="-5"/>
        </w:rPr>
        <w:t> </w:t>
      </w:r>
      <w:r>
        <w:rPr/>
        <w:t>전공교과목을</w:t>
      </w:r>
      <w:r>
        <w:rPr>
          <w:spacing w:val="-5"/>
        </w:rPr>
        <w:t> </w:t>
      </w:r>
      <w:r>
        <w:rPr/>
        <w:t>이수할</w:t>
      </w:r>
      <w:r>
        <w:rPr>
          <w:spacing w:val="-3"/>
        </w:rPr>
        <w:t> </w:t>
      </w:r>
      <w:r>
        <w:rPr/>
        <w:t>경우</w:t>
      </w:r>
      <w:r>
        <w:rPr>
          <w:spacing w:val="-6"/>
        </w:rPr>
        <w:t> </w:t>
      </w:r>
      <w:r>
        <w:rPr>
          <w:spacing w:val="-1"/>
        </w:rPr>
        <w:t>15학점</w:t>
      </w:r>
      <w:r>
        <w:rPr>
          <w:spacing w:val="-3"/>
        </w:rPr>
        <w:t> </w:t>
      </w:r>
      <w:r>
        <w:rPr/>
        <w:t>범위</w:t>
      </w:r>
      <w:r>
        <w:rPr>
          <w:spacing w:val="-6"/>
        </w:rPr>
        <w:t> </w:t>
      </w:r>
      <w:r>
        <w:rPr/>
        <w:t>내에서</w:t>
      </w:r>
      <w:r>
        <w:rPr>
          <w:spacing w:val="-5"/>
        </w:rPr>
        <w:t> </w:t>
      </w:r>
      <w:r>
        <w:rPr/>
        <w:t>제1전공</w:t>
      </w:r>
      <w:r>
        <w:rPr>
          <w:spacing w:val="28"/>
          <w:w w:val="99"/>
        </w:rPr>
        <w:t> </w:t>
      </w:r>
      <w:r>
        <w:rPr/>
        <w:t>학점으로</w:t>
      </w:r>
      <w:r>
        <w:rPr>
          <w:spacing w:val="-13"/>
        </w:rPr>
        <w:t> </w:t>
      </w:r>
      <w:r>
        <w:rPr/>
        <w:t>인정함</w:t>
      </w:r>
      <w:r>
        <w:rPr>
          <w:b w:val="0"/>
          <w:bCs w:val="0"/>
        </w:rPr>
      </w:r>
    </w:p>
    <w:p>
      <w:pPr>
        <w:spacing w:line="240" w:lineRule="auto" w:before="0"/>
        <w:rPr>
          <w:rFonts w:ascii="돋움체" w:hAnsi="돋움체" w:cs="돋움체" w:eastAsia="돋움체"/>
          <w:b/>
          <w:bCs/>
          <w:sz w:val="14"/>
          <w:szCs w:val="14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2"/>
        <w:gridCol w:w="1738"/>
        <w:gridCol w:w="2069"/>
        <w:gridCol w:w="595"/>
        <w:gridCol w:w="403"/>
        <w:gridCol w:w="403"/>
        <w:gridCol w:w="405"/>
        <w:gridCol w:w="403"/>
        <w:gridCol w:w="403"/>
        <w:gridCol w:w="446"/>
      </w:tblGrid>
      <w:tr>
        <w:trPr>
          <w:trHeight w:val="336" w:hRule="exact"/>
        </w:trPr>
        <w:tc>
          <w:tcPr>
            <w:tcW w:w="1542" w:type="dxa"/>
            <w:vMerge w:val="restart"/>
            <w:tcBorders>
              <w:top w:val="single" w:sz="4" w:space="0" w:color="000000"/>
              <w:left w:val="nil" w:sz="6" w:space="0" w:color="auto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2"/>
              <w:ind w:left="103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"/>
                <w:sz w:val="16"/>
                <w:szCs w:val="16"/>
              </w:rPr>
              <w:t>소속학과(전공)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  <w:tc>
          <w:tcPr>
            <w:tcW w:w="68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5"/>
              <w:ind w:right="2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타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학과의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45" w:hRule="exact"/>
        </w:trPr>
        <w:tc>
          <w:tcPr>
            <w:tcW w:w="1542" w:type="dxa"/>
            <w:vMerge/>
            <w:tcBorders>
              <w:left w:val="nil" w:sz="6" w:space="0" w:color="auto"/>
              <w:right w:val="single" w:sz="4" w:space="0" w:color="000000"/>
            </w:tcBorders>
            <w:shd w:val="clear" w:color="auto" w:fill="F4DDEC"/>
          </w:tcPr>
          <w:p>
            <w:pPr/>
          </w:p>
        </w:tc>
        <w:tc>
          <w:tcPr>
            <w:tcW w:w="17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6"/>
                <w:szCs w:val="16"/>
              </w:rPr>
              <w:t>타학과(전공)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"/>
                <w:sz w:val="16"/>
                <w:szCs w:val="16"/>
              </w:rPr>
              <w:t>교과목명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184" w:lineRule="auto" w:before="137"/>
              <w:ind w:left="95" w:right="198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6"/>
                <w:sz w:val="16"/>
                <w:szCs w:val="16"/>
              </w:rPr>
              <w:t>교과</w:t>
            </w:r>
            <w:r>
              <w:rPr>
                <w:rFonts w:ascii="돋움체" w:hAnsi="돋움체" w:cs="돋움체" w:eastAsia="돋움체"/>
                <w:b/>
                <w:bCs/>
                <w:spacing w:val="20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6"/>
                <w:sz w:val="16"/>
                <w:szCs w:val="16"/>
              </w:rPr>
              <w:t>구분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7"/>
                <w:sz w:val="16"/>
                <w:szCs w:val="16"/>
              </w:rPr>
              <w:t>학년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7"/>
                <w:sz w:val="16"/>
                <w:szCs w:val="16"/>
              </w:rPr>
              <w:t>학기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  <w:tc>
          <w:tcPr>
            <w:tcW w:w="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7"/>
                <w:sz w:val="16"/>
                <w:szCs w:val="16"/>
              </w:rPr>
              <w:t>학점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195" w:lineRule="exact"/>
              <w:ind w:left="9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7"/>
                <w:sz w:val="16"/>
                <w:szCs w:val="16"/>
              </w:rPr>
              <w:t>시간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</w:tr>
      <w:tr>
        <w:trPr>
          <w:trHeight w:val="374" w:hRule="exact"/>
        </w:trPr>
        <w:tc>
          <w:tcPr>
            <w:tcW w:w="1542" w:type="dxa"/>
            <w:vMerge/>
            <w:tcBorders>
              <w:left w:val="nil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/>
          </w:p>
        </w:tc>
        <w:tc>
          <w:tcPr>
            <w:tcW w:w="17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/>
          </w:p>
        </w:tc>
        <w:tc>
          <w:tcPr>
            <w:tcW w:w="2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/>
          </w:p>
        </w:tc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/>
          </w:p>
        </w:tc>
        <w:tc>
          <w:tcPr>
            <w:tcW w:w="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/>
          </w:p>
        </w:tc>
        <w:tc>
          <w:tcPr>
            <w:tcW w:w="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/>
          </w:p>
        </w:tc>
        <w:tc>
          <w:tcPr>
            <w:tcW w:w="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/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7"/>
                <w:sz w:val="16"/>
                <w:szCs w:val="16"/>
              </w:rPr>
              <w:t>이론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7"/>
                <w:sz w:val="16"/>
                <w:szCs w:val="16"/>
              </w:rPr>
              <w:t>실습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184" w:lineRule="auto" w:before="15"/>
              <w:ind w:left="95" w:right="53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6"/>
                <w:sz w:val="16"/>
                <w:szCs w:val="16"/>
              </w:rPr>
              <w:t>설계</w:t>
            </w:r>
            <w:r>
              <w:rPr>
                <w:rFonts w:ascii="돋움체" w:hAnsi="돋움체" w:cs="돋움체" w:eastAsia="돋움체"/>
                <w:b/>
                <w:bCs/>
                <w:spacing w:val="20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6"/>
                <w:sz w:val="16"/>
                <w:szCs w:val="16"/>
              </w:rPr>
              <w:t>실무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</w:r>
          </w:p>
        </w:tc>
      </w:tr>
      <w:tr>
        <w:trPr>
          <w:trHeight w:val="259" w:hRule="exact"/>
        </w:trPr>
        <w:tc>
          <w:tcPr>
            <w:tcW w:w="154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3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중국어중국학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반도체보드설계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3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중국어중국학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반도체장비프로그래밍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3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중국어중국학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생산및설비관리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3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중국어중국학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시스템설계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3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중국어중국학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품질시스템관리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3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일본어일본학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경영학과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경영학원론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0" w:hRule="exact"/>
        </w:trPr>
        <w:tc>
          <w:tcPr>
            <w:tcW w:w="1542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103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일본어일본학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경영학과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경영사례분석및입문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</w:tbl>
    <w:p>
      <w:pPr>
        <w:spacing w:after="0" w:line="226" w:lineRule="exact"/>
        <w:jc w:val="left"/>
        <w:rPr>
          <w:rFonts w:ascii="맑은 고딕" w:hAnsi="맑은 고딕" w:cs="맑은 고딕" w:eastAsia="맑은 고딕"/>
          <w:sz w:val="18"/>
          <w:szCs w:val="18"/>
        </w:rPr>
        <w:sectPr>
          <w:pgSz w:w="10760" w:h="14740"/>
          <w:pgMar w:header="0" w:footer="417" w:top="1080" w:bottom="600" w:left="1080" w:right="80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4"/>
        <w:gridCol w:w="1738"/>
        <w:gridCol w:w="2069"/>
        <w:gridCol w:w="595"/>
        <w:gridCol w:w="403"/>
        <w:gridCol w:w="403"/>
        <w:gridCol w:w="405"/>
        <w:gridCol w:w="403"/>
        <w:gridCol w:w="403"/>
        <w:gridCol w:w="451"/>
      </w:tblGrid>
      <w:tr>
        <w:trPr>
          <w:trHeight w:val="259" w:hRule="exact"/>
        </w:trPr>
        <w:tc>
          <w:tcPr>
            <w:tcW w:w="1544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일본어일본학</w:t>
            </w:r>
          </w:p>
        </w:tc>
        <w:tc>
          <w:tcPr>
            <w:tcW w:w="173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생산및설비관리</w:t>
            </w:r>
          </w:p>
        </w:tc>
        <w:tc>
          <w:tcPr>
            <w:tcW w:w="59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5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일본어일본학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시스템설계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일본어일본학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품질시스템관리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독어독문학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유럽문화학과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유럽지역개론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독어독문학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유럽문화학과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유럽영화분석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독어독문학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유럽문화학과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독일어권연극과오페라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독어독문학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유럽문화학과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비즈니스독일어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유럽문화학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독어독문학과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진로및경력개발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유럽문화학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독어독문학과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비즈니스시스템이해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유럽문화학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독어독문학과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기업문화탐색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도시·지역계획학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해외건설관리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도시·지역계획학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건설공정관리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도시·지역계획학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조경학과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관광및휴양계획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도시·지역계획학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조경학전공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생태복원공학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경제학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회계학과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회계원리(1)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경제학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회계학과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회계원리(2)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경영학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일본어일본학과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일본어와일본사회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경영학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중국어중국학과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초급중국어(1)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경영학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일본어일본학과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일본어와일본문화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경영학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중국어중국학과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초급중국어(2)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회계학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경제학과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경제학원론(1)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회계학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경제학과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경제학원론(2)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금융보험학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회계학과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회계원리(1)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금융보험학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회계학과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회계원리(2)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호텔관광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관광경영학과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항공경영론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의생명과학과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동물자원학과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실험동물학및실습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의생명과학과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환경공학과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폐수처리공학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의생명과학과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화학·응용화학과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분자분광학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도시계획공학전공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해외도시개발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도시.조경학부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도시발달사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조경학과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관광및휴양계획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조경학전공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생태복원공학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생명공학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식품공학과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식품개발및공정설계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조경학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도시계획공학전공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해외도시개발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조경학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해외건설관리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조경학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건설공정관리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도시계획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해외건설관리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도시계획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건축공학과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건설공정관리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도시계획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조경학전공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관광및휴양계획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도시계획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조경학전공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생태복원공학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전자제어공학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기계설계공학전공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기계동역학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전자제어공학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인공지능전공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자바프로그래밍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전자제어공학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시스템설계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전자제어공학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품질시스템관리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정보통신공학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멀티미디어공학전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데이터베이스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멀티미디어공학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정보보호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멀티미디어공학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인공지능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딥러닝개론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멀티미디어공학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인공지능전공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머신러닝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</w:tbl>
    <w:p>
      <w:pPr>
        <w:spacing w:after="0" w:line="231" w:lineRule="exact"/>
        <w:jc w:val="left"/>
        <w:rPr>
          <w:rFonts w:ascii="맑은 고딕" w:hAnsi="맑은 고딕" w:cs="맑은 고딕" w:eastAsia="맑은 고딕"/>
          <w:sz w:val="18"/>
          <w:szCs w:val="18"/>
        </w:rPr>
        <w:sectPr>
          <w:pgSz w:w="10760" w:h="14740"/>
          <w:pgMar w:header="0" w:footer="417" w:top="1060" w:bottom="600" w:left="1080" w:right="10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4"/>
        <w:gridCol w:w="1738"/>
        <w:gridCol w:w="2069"/>
        <w:gridCol w:w="595"/>
        <w:gridCol w:w="403"/>
        <w:gridCol w:w="403"/>
        <w:gridCol w:w="405"/>
        <w:gridCol w:w="403"/>
        <w:gridCol w:w="403"/>
        <w:gridCol w:w="451"/>
      </w:tblGrid>
      <w:tr>
        <w:trPr>
          <w:trHeight w:val="259" w:hRule="exact"/>
        </w:trPr>
        <w:tc>
          <w:tcPr>
            <w:tcW w:w="1544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멀티미디어공학</w:t>
            </w:r>
          </w:p>
        </w:tc>
        <w:tc>
          <w:tcPr>
            <w:tcW w:w="173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컴퓨터공학전공</w:t>
            </w:r>
          </w:p>
        </w:tc>
        <w:tc>
          <w:tcPr>
            <w:tcW w:w="2069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사물인터넷</w:t>
            </w:r>
          </w:p>
        </w:tc>
        <w:tc>
          <w:tcPr>
            <w:tcW w:w="59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5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인공지능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생산및설비관리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인공지능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품질시스템관리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데이터통신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6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소프트웨어분석및설계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정보처리실무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6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게임소프트웨어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IT기술경영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8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유닉스시스템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8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윈도우즈프로그래밍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8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사물인터넷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8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시스템보안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8"/>
                <w:sz w:val="18"/>
                <w:szCs w:val="18"/>
              </w:rPr>
              <w:t>컴퓨터소프트웨어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컴퓨터공학전공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빅데이터처리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전자제어공학전공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윈도우즈프로그래밍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산업경영공학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전자제어공학전공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임베디드시스템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4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식품환경안전학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바이오산업학전공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식물보호학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영상애니메이션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디자인학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시각디자인학과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색채학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6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영상애니메이션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디자인학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시각디자인학과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타이포그라피(1)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영상애니메이션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디자인학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시각디자인학과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타이포그라피(2)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6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8"/>
                <w:sz w:val="18"/>
                <w:szCs w:val="18"/>
              </w:rPr>
              <w:t>생활조형디자인학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영상애니메이션디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자인학전공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9"/>
                <w:sz w:val="18"/>
                <w:szCs w:val="18"/>
              </w:rPr>
              <w:t>3D콘텐츠그래픽제작(1)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8"/>
                <w:sz w:val="18"/>
                <w:szCs w:val="18"/>
              </w:rPr>
              <w:t>생활조형디자인학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영상애니메이션디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자인학전공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9"/>
                <w:sz w:val="18"/>
                <w:szCs w:val="18"/>
              </w:rPr>
              <w:t>3D콘텐츠그래픽제작(2)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시각디자인학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융합예술학부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3D컴퓨터모델링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6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시각디자인학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영상애니메이션디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자인학전공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기초영상워크샵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시각디자인학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11"/>
                <w:sz w:val="18"/>
                <w:szCs w:val="18"/>
              </w:rPr>
              <w:t>영상애니메이션디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자인학전공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스토리텔링과연출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6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화학교육전공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6"/>
                <w:sz w:val="18"/>
                <w:szCs w:val="18"/>
              </w:rPr>
              <w:t>통합교육환경의비형식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과학교육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물리교육전공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과학관과비형식교육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생물교육전공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자연환경해설사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물리교육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특수교육과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글로벌특수교육의현황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526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물리교육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화학교육전공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6"/>
                <w:sz w:val="18"/>
                <w:szCs w:val="18"/>
              </w:rPr>
              <w:t>통합교육환경의비형식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과학교육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물리교육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생물교육전공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자연환경해설사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화학교육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특수교육과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글로벌특수교육의현황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화학교육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물리교육전공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과학관과비형식교육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화학교육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생물교육전공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자연환경해설사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생물교육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특수교육과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글로벌특수교육의현황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</w:tbl>
    <w:p>
      <w:pPr>
        <w:spacing w:after="0" w:line="231" w:lineRule="exact"/>
        <w:jc w:val="left"/>
        <w:rPr>
          <w:rFonts w:ascii="맑은 고딕" w:hAnsi="맑은 고딕" w:cs="맑은 고딕" w:eastAsia="맑은 고딕"/>
          <w:sz w:val="18"/>
          <w:szCs w:val="18"/>
        </w:rPr>
        <w:sectPr>
          <w:pgSz w:w="10760" w:h="14740"/>
          <w:pgMar w:header="0" w:footer="417" w:top="1060" w:bottom="600" w:left="1080" w:right="10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4"/>
        <w:gridCol w:w="1738"/>
        <w:gridCol w:w="2069"/>
        <w:gridCol w:w="595"/>
        <w:gridCol w:w="403"/>
        <w:gridCol w:w="403"/>
        <w:gridCol w:w="405"/>
        <w:gridCol w:w="403"/>
        <w:gridCol w:w="403"/>
        <w:gridCol w:w="451"/>
      </w:tblGrid>
      <w:tr>
        <w:trPr>
          <w:trHeight w:val="526" w:hRule="exact"/>
        </w:trPr>
        <w:tc>
          <w:tcPr>
            <w:tcW w:w="1544" w:type="dxa"/>
            <w:tcBorders>
              <w:top w:val="nil" w:sz="6" w:space="0" w:color="auto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생물교육</w:t>
            </w:r>
          </w:p>
        </w:tc>
        <w:tc>
          <w:tcPr>
            <w:tcW w:w="1738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화학교육전공</w:t>
            </w:r>
          </w:p>
        </w:tc>
        <w:tc>
          <w:tcPr>
            <w:tcW w:w="2069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6"/>
                <w:sz w:val="18"/>
                <w:szCs w:val="18"/>
              </w:rPr>
              <w:t>통합교육환경의비형식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과학교육</w:t>
            </w:r>
          </w:p>
        </w:tc>
        <w:tc>
          <w:tcPr>
            <w:tcW w:w="59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6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7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생물교육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물리교육전공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과학관과비형식교육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평생교육·청소년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실버복지상담학과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인간행동과사회환경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평생교육·청소년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실버복지상담학과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아동복지론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평생교육·청소년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특수재활교육학과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전환교육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8"/>
                <w:szCs w:val="18"/>
              </w:rPr>
              <w:t>평생교육·청소년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특수재활교육학과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자립생활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실버복지상담학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5"/>
                <w:sz w:val="18"/>
                <w:szCs w:val="18"/>
              </w:rPr>
              <w:t>평생교육·청소년학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청소년문화론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실버복지상담학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특수재활교육학과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전환교육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실버복지상담학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특수재활교육학과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자립생활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특수재활교육학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실버복지상담학과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인간행동과사회환경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  <w:tr>
        <w:trPr>
          <w:trHeight w:val="259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특수재활교육학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실버복지상담학과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아동복지론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1</w:t>
            </w:r>
          </w:p>
        </w:tc>
      </w:tr>
      <w:tr>
        <w:trPr>
          <w:trHeight w:val="523" w:hRule="exact"/>
        </w:trPr>
        <w:tc>
          <w:tcPr>
            <w:tcW w:w="1544" w:type="dxa"/>
            <w:tcBorders>
              <w:top w:val="single" w:sz="4" w:space="0" w:color="000000"/>
              <w:left w:val="nil" w:sz="6" w:space="0" w:color="auto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10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특수재활교육학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pacing w:val="5"/>
                <w:sz w:val="18"/>
                <w:szCs w:val="18"/>
              </w:rPr>
              <w:t>평생교육·청소년학</w:t>
            </w:r>
            <w:r>
              <w:rPr>
                <w:rFonts w:ascii="맑은 고딕" w:hAnsi="맑은 고딕" w:cs="맑은 고딕" w:eastAsia="맑은 고딕"/>
                <w:sz w:val="18"/>
                <w:szCs w:val="18"/>
              </w:rPr>
            </w:r>
          </w:p>
          <w:p>
            <w:pPr>
              <w:pStyle w:val="TableParagraph"/>
              <w:spacing w:line="301" w:lineRule="exact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청소년문화론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 w:hAnsi="맑은 고딕" w:cs="맑은 고딕" w:eastAsia="맑은 고딕"/>
                <w:sz w:val="18"/>
                <w:szCs w:val="18"/>
              </w:rPr>
              <w:t>전선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8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95" w:right="0"/>
              <w:jc w:val="left"/>
              <w:rPr>
                <w:rFonts w:ascii="맑은 고딕" w:hAnsi="맑은 고딕" w:cs="맑은 고딕" w:eastAsia="맑은 고딕"/>
                <w:sz w:val="18"/>
                <w:szCs w:val="18"/>
              </w:rPr>
            </w:pPr>
            <w:r>
              <w:rPr>
                <w:rFonts w:ascii="맑은 고딕"/>
                <w:sz w:val="18"/>
              </w:rPr>
              <w:t>0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8"/>
          <w:szCs w:val="18"/>
        </w:rPr>
        <w:sectPr>
          <w:pgSz w:w="10760" w:h="14740"/>
          <w:pgMar w:header="0" w:footer="417" w:top="1060" w:bottom="600" w:left="1080" w:right="10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6.45pt;height:22.45pt;mso-position-horizontal-relative:char;mso-position-vertical-relative:line" coordorigin="0,0" coordsize="5929,449">
            <v:group style="position:absolute;left:20;top:11;width:1065;height:428" coordorigin="20,11" coordsize="1065,428">
              <v:shape style="position:absolute;left:20;top:11;width:1065;height:428" coordorigin="20,11" coordsize="1065,428" path="m20,11l20,438,1085,438,1085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85;top:11;width:2;height:428" coordorigin="1085,11" coordsize="2,428">
              <v:shape style="position:absolute;left:1085;top:11;width:2;height:428" coordorigin="1085,11" coordsize="0,428" path="m1085,11l1085,438e" filled="false" stroked="true" strokeweight=".36pt" strokecolor="#000000">
                <v:path arrowok="t"/>
              </v:shape>
            </v:group>
            <v:group style="position:absolute;left:5906;top:11;width:2;height:428" coordorigin="5906,11" coordsize="2,428">
              <v:shape style="position:absolute;left:5906;top:11;width:2;height:428" coordorigin="5906,11" coordsize="0,428" path="m5906,11l5906,438e" filled="false" stroked="true" strokeweight="1.079pt" strokecolor="#000000">
                <v:path arrowok="t"/>
              </v:shape>
            </v:group>
            <v:group style="position:absolute;left:11;top:11;width:5908;height:2" coordorigin="11,11" coordsize="5908,2">
              <v:shape style="position:absolute;left:11;top:11;width:5908;height:2" coordorigin="11,11" coordsize="5908,0" path="m11,11l5918,11e" filled="false" stroked="true" strokeweight="1.079pt" strokecolor="#000000">
                <v:path arrowok="t"/>
              </v:shape>
            </v:group>
            <v:group style="position:absolute;left:11;top:438;width:5908;height:2" coordorigin="11,438" coordsize="5908,2">
              <v:shape style="position:absolute;left:11;top:438;width:5908;height:2" coordorigin="11,438" coordsize="5908,0" path="m11,438l5918,438e" filled="false" stroked="true" strokeweight="1.079pt" strokecolor="#000000">
                <v:path arrowok="t"/>
              </v:shape>
              <v:shape style="position:absolute;left:20;top:11;width:106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17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85;top:11;width:4822;height:428" type="#_x0000_t202" filled="false" stroked="false">
                <v:textbox inset="0,0,0,0">
                  <w:txbxContent>
                    <w:p>
                      <w:pPr>
                        <w:spacing w:before="13"/>
                        <w:ind w:left="131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등록기간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38"/>
        <w:ind w:right="0"/>
        <w:jc w:val="left"/>
      </w:pPr>
      <w:r>
        <w:rPr/>
        <w:t>①</w:t>
      </w:r>
      <w:r>
        <w:rPr>
          <w:spacing w:val="-11"/>
        </w:rPr>
        <w:t> </w:t>
      </w:r>
      <w:r>
        <w:rPr/>
        <w:t>등록기간을</w:t>
      </w:r>
      <w:r>
        <w:rPr>
          <w:spacing w:val="-8"/>
        </w:rPr>
        <w:t> </w:t>
      </w:r>
      <w:r>
        <w:rPr/>
        <w:t>준수하여</w:t>
      </w:r>
      <w:r>
        <w:rPr>
          <w:spacing w:val="-11"/>
        </w:rPr>
        <w:t> </w:t>
      </w:r>
      <w:r>
        <w:rPr/>
        <w:t>등록하시기</w:t>
      </w:r>
      <w:r>
        <w:rPr>
          <w:spacing w:val="-11"/>
        </w:rPr>
        <w:t> </w:t>
      </w:r>
      <w:r>
        <w:rPr/>
        <w:t>바랍니다.</w:t>
      </w:r>
      <w:r>
        <w:rPr/>
      </w:r>
    </w:p>
    <w:p>
      <w:pPr>
        <w:pStyle w:val="Heading4"/>
        <w:spacing w:line="240" w:lineRule="auto"/>
        <w:ind w:left="118" w:right="0"/>
        <w:jc w:val="left"/>
        <w:rPr>
          <w:b w:val="0"/>
          <w:bCs w:val="0"/>
        </w:rPr>
      </w:pPr>
      <w:r>
        <w:rPr>
          <w:rFonts w:ascii="돋움체" w:hAnsi="돋움체" w:cs="돋움체" w:eastAsia="돋움체"/>
          <w:b w:val="0"/>
          <w:bCs w:val="0"/>
        </w:rPr>
        <w:t>②</w:t>
      </w:r>
      <w:r>
        <w:rPr>
          <w:rFonts w:ascii="돋움체" w:hAnsi="돋움체" w:cs="돋움체" w:eastAsia="돋움체"/>
          <w:b w:val="0"/>
          <w:bCs w:val="0"/>
          <w:spacing w:val="-8"/>
        </w:rPr>
        <w:t> </w:t>
      </w:r>
      <w:r>
        <w:rPr/>
        <w:t>2020학년도</w:t>
      </w:r>
      <w:r>
        <w:rPr>
          <w:spacing w:val="-5"/>
        </w:rPr>
        <w:t> </w:t>
      </w:r>
      <w:r>
        <w:rPr/>
        <w:t>제2학기</w:t>
      </w:r>
      <w:r>
        <w:rPr>
          <w:spacing w:val="-5"/>
        </w:rPr>
        <w:t> </w:t>
      </w:r>
      <w:r>
        <w:rPr/>
        <w:t>등록기간</w:t>
      </w:r>
      <w:r>
        <w:rPr>
          <w:b w:val="0"/>
          <w:bCs w:val="0"/>
        </w:rPr>
      </w:r>
    </w:p>
    <w:p>
      <w:pPr>
        <w:spacing w:before="52"/>
        <w:ind w:left="29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•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재학생 등록기간 :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2020.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8.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24.(월)</w:t>
      </w:r>
      <w:r>
        <w:rPr>
          <w:rFonts w:ascii="돋움체" w:hAnsi="돋움체" w:cs="돋움체" w:eastAsia="돋움체"/>
          <w:b/>
          <w:bCs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-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8.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27.(목)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52"/>
        <w:ind w:left="29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• 등록금 분납신청기간 :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2020. 8.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24.(월)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-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8. 26.(수)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93" w:lineRule="auto"/>
        <w:ind w:left="754" w:right="99" w:hanging="279"/>
        <w:jc w:val="left"/>
      </w:pPr>
      <w:r>
        <w:rPr/>
        <w:t>※</w:t>
      </w:r>
      <w:r>
        <w:rPr>
          <w:spacing w:val="1"/>
        </w:rPr>
        <w:t> </w:t>
      </w:r>
      <w:r>
        <w:rPr/>
        <w:t>지정기간</w:t>
      </w:r>
      <w:r>
        <w:rPr>
          <w:spacing w:val="1"/>
        </w:rPr>
        <w:t> </w:t>
      </w:r>
      <w:r>
        <w:rPr/>
        <w:t>이외에는</w:t>
      </w:r>
      <w:r>
        <w:rPr>
          <w:spacing w:val="2"/>
        </w:rPr>
        <w:t> </w:t>
      </w:r>
      <w:r>
        <w:rPr/>
        <w:t>신청이</w:t>
      </w:r>
      <w:r>
        <w:rPr>
          <w:spacing w:val="-1"/>
        </w:rPr>
        <w:t> </w:t>
      </w:r>
      <w:r>
        <w:rPr/>
        <w:t>불가하며,</w:t>
      </w:r>
      <w:r>
        <w:rPr>
          <w:spacing w:val="2"/>
        </w:rPr>
        <w:t> </w:t>
      </w:r>
      <w:r>
        <w:rPr/>
        <w:t>분납신청</w:t>
      </w:r>
      <w:r>
        <w:rPr>
          <w:spacing w:val="2"/>
        </w:rPr>
        <w:t> </w:t>
      </w:r>
      <w:r>
        <w:rPr/>
        <w:t>후</w:t>
      </w:r>
      <w:r>
        <w:rPr>
          <w:spacing w:val="-2"/>
        </w:rPr>
        <w:t> </w:t>
      </w:r>
      <w:r>
        <w:rPr/>
        <w:t>1차</w:t>
      </w:r>
      <w:r>
        <w:rPr>
          <w:spacing w:val="2"/>
        </w:rPr>
        <w:t> </w:t>
      </w:r>
      <w:r>
        <w:rPr/>
        <w:t>분납기간(8.24.- 21.)까지</w:t>
      </w:r>
      <w:r>
        <w:rPr>
          <w:spacing w:val="2"/>
        </w:rPr>
        <w:t> </w:t>
      </w:r>
      <w:r>
        <w:rPr/>
        <w:t>미납부시</w:t>
      </w:r>
      <w:r>
        <w:rPr>
          <w:spacing w:val="-2"/>
        </w:rPr>
        <w:t> </w:t>
      </w:r>
      <w:r>
        <w:rPr/>
        <w:t>분</w:t>
      </w:r>
      <w:r>
        <w:rPr>
          <w:spacing w:val="22"/>
          <w:w w:val="99"/>
        </w:rPr>
        <w:t> </w:t>
      </w:r>
      <w:r>
        <w:rPr/>
        <w:t>납신청이</w:t>
      </w:r>
      <w:r>
        <w:rPr>
          <w:spacing w:val="-11"/>
        </w:rPr>
        <w:t> </w:t>
      </w:r>
      <w:r>
        <w:rPr/>
        <w:t>취소되며,</w:t>
      </w:r>
      <w:r>
        <w:rPr>
          <w:spacing w:val="-9"/>
        </w:rPr>
        <w:t> </w:t>
      </w:r>
      <w:r>
        <w:rPr/>
        <w:t>추가등록기간에</w:t>
      </w:r>
      <w:r>
        <w:rPr>
          <w:spacing w:val="-8"/>
        </w:rPr>
        <w:t> </w:t>
      </w:r>
      <w:r>
        <w:rPr/>
        <w:t>등록금</w:t>
      </w:r>
      <w:r>
        <w:rPr>
          <w:spacing w:val="-10"/>
        </w:rPr>
        <w:t> </w:t>
      </w:r>
      <w:r>
        <w:rPr/>
        <w:t>전액을</w:t>
      </w:r>
      <w:r>
        <w:rPr>
          <w:spacing w:val="-10"/>
        </w:rPr>
        <w:t> </w:t>
      </w:r>
      <w:r>
        <w:rPr/>
        <w:t>납부하여야</w:t>
      </w:r>
      <w:r>
        <w:rPr>
          <w:spacing w:val="-8"/>
        </w:rPr>
        <w:t> </w:t>
      </w:r>
      <w:r>
        <w:rPr/>
        <w:t>함.</w:t>
      </w:r>
      <w:r>
        <w:rPr/>
      </w:r>
    </w:p>
    <w:p>
      <w:pPr>
        <w:pStyle w:val="BodyText"/>
        <w:spacing w:line="240" w:lineRule="auto" w:before="12"/>
        <w:ind w:left="298" w:right="0"/>
        <w:jc w:val="left"/>
      </w:pPr>
      <w:r>
        <w:rPr/>
        <w:t>•</w:t>
      </w:r>
      <w:r>
        <w:rPr>
          <w:spacing w:val="-8"/>
        </w:rPr>
        <w:t> </w:t>
      </w:r>
      <w:r>
        <w:rPr/>
        <w:t>등록금고지서</w:t>
      </w:r>
      <w:r>
        <w:rPr>
          <w:spacing w:val="-9"/>
        </w:rPr>
        <w:t> </w:t>
      </w:r>
      <w:r>
        <w:rPr/>
        <w:t>:</w:t>
      </w:r>
      <w:r>
        <w:rPr>
          <w:spacing w:val="-8"/>
        </w:rPr>
        <w:t> </w:t>
      </w:r>
      <w:r>
        <w:rPr/>
        <w:t>종합정보시스템에서</w:t>
      </w:r>
      <w:r>
        <w:rPr>
          <w:spacing w:val="-8"/>
        </w:rPr>
        <w:t> </w:t>
      </w:r>
      <w:r>
        <w:rPr/>
        <w:t>고지서</w:t>
      </w:r>
      <w:r>
        <w:rPr>
          <w:spacing w:val="-6"/>
        </w:rPr>
        <w:t> </w:t>
      </w:r>
      <w:r>
        <w:rPr/>
        <w:t>직접</w:t>
      </w:r>
      <w:r>
        <w:rPr>
          <w:spacing w:val="-9"/>
        </w:rPr>
        <w:t> </w:t>
      </w:r>
      <w:r>
        <w:rPr/>
        <w:t>출력</w:t>
      </w:r>
      <w:r>
        <w:rPr>
          <w:spacing w:val="-9"/>
        </w:rPr>
        <w:t> </w:t>
      </w:r>
      <w:r>
        <w:rPr/>
        <w:t>[고지서</w:t>
      </w:r>
      <w:r>
        <w:rPr>
          <w:spacing w:val="-8"/>
        </w:rPr>
        <w:t> </w:t>
      </w:r>
      <w:r>
        <w:rPr/>
        <w:t>미발송]</w:t>
      </w:r>
      <w:r>
        <w:rPr/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/>
        <w:t>• 등록금</w:t>
      </w:r>
      <w:r>
        <w:rPr>
          <w:spacing w:val="-1"/>
        </w:rPr>
        <w:t> </w:t>
      </w:r>
      <w:r>
        <w:rPr/>
        <w:t>납부연기 신청기간</w:t>
      </w:r>
      <w:r>
        <w:rPr>
          <w:spacing w:val="1"/>
        </w:rPr>
        <w:t> </w:t>
      </w:r>
      <w:r>
        <w:rPr/>
        <w:t>:</w:t>
      </w:r>
      <w:r>
        <w:rPr>
          <w:spacing w:val="1"/>
        </w:rPr>
        <w:t> </w:t>
      </w:r>
      <w:r>
        <w:rPr>
          <w:spacing w:val="-1"/>
        </w:rPr>
        <w:t>2020.</w:t>
      </w:r>
      <w:r>
        <w:rPr/>
        <w:t> 8. 24.(월)</w:t>
      </w:r>
      <w:r>
        <w:rPr>
          <w:spacing w:val="1"/>
        </w:rPr>
        <w:t> </w:t>
      </w:r>
      <w:r>
        <w:rPr/>
        <w:t>- </w:t>
      </w:r>
      <w:r>
        <w:rPr>
          <w:spacing w:val="-1"/>
        </w:rPr>
        <w:t>8.</w:t>
      </w:r>
      <w:r>
        <w:rPr>
          <w:spacing w:val="1"/>
        </w:rPr>
        <w:t> </w:t>
      </w:r>
      <w:r>
        <w:rPr/>
        <w:t>27.(목)</w:t>
      </w:r>
      <w:r>
        <w:rPr>
          <w:b w:val="0"/>
          <w:bCs w:val="0"/>
        </w:rPr>
      </w:r>
    </w:p>
    <w:p>
      <w:pPr>
        <w:spacing w:before="52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③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정규학기(8학기)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초과자의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등록방법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및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등록기간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40" w:lineRule="auto"/>
        <w:ind w:left="298" w:right="0"/>
        <w:jc w:val="left"/>
      </w:pPr>
      <w:r>
        <w:rPr/>
        <w:t>•</w:t>
      </w:r>
      <w:r>
        <w:rPr>
          <w:spacing w:val="-7"/>
        </w:rPr>
        <w:t> </w:t>
      </w:r>
      <w:r>
        <w:rPr/>
        <w:t>고지서</w:t>
      </w:r>
      <w:r>
        <w:rPr>
          <w:spacing w:val="-8"/>
        </w:rPr>
        <w:t> </w:t>
      </w:r>
      <w:r>
        <w:rPr/>
        <w:t>출력</w:t>
      </w:r>
      <w:r>
        <w:rPr>
          <w:spacing w:val="-7"/>
        </w:rPr>
        <w:t> </w:t>
      </w:r>
      <w:r>
        <w:rPr/>
        <w:t>:</w:t>
      </w:r>
      <w:r>
        <w:rPr>
          <w:spacing w:val="-7"/>
        </w:rPr>
        <w:t> </w:t>
      </w:r>
      <w:r>
        <w:rPr/>
        <w:t>2020.</w:t>
      </w:r>
      <w:r>
        <w:rPr>
          <w:spacing w:val="-7"/>
        </w:rPr>
        <w:t> </w:t>
      </w:r>
      <w:r>
        <w:rPr/>
        <w:t>9.</w:t>
      </w:r>
      <w:r>
        <w:rPr>
          <w:spacing w:val="-6"/>
        </w:rPr>
        <w:t> </w:t>
      </w:r>
      <w:r>
        <w:rPr>
          <w:spacing w:val="-1"/>
        </w:rPr>
        <w:t>9.(수)부터</w:t>
      </w:r>
      <w:r>
        <w:rPr>
          <w:spacing w:val="-5"/>
        </w:rPr>
        <w:t> </w:t>
      </w:r>
      <w:r>
        <w:rPr/>
        <w:t>종합정보시스템에서</w:t>
      </w:r>
      <w:r>
        <w:rPr>
          <w:spacing w:val="-8"/>
        </w:rPr>
        <w:t> </w:t>
      </w:r>
      <w:r>
        <w:rPr/>
        <w:t>고지서</w:t>
      </w:r>
      <w:r>
        <w:rPr>
          <w:spacing w:val="-7"/>
        </w:rPr>
        <w:t> </w:t>
      </w:r>
      <w:r>
        <w:rPr/>
        <w:t>직접</w:t>
      </w:r>
      <w:r>
        <w:rPr>
          <w:spacing w:val="-5"/>
        </w:rPr>
        <w:t> </w:t>
      </w:r>
      <w:r>
        <w:rPr/>
        <w:t>출력</w:t>
      </w:r>
      <w:r>
        <w:rPr>
          <w:spacing w:val="-7"/>
        </w:rPr>
        <w:t> </w:t>
      </w:r>
      <w:r>
        <w:rPr/>
        <w:t>[고지서</w:t>
      </w:r>
      <w:r>
        <w:rPr>
          <w:spacing w:val="-8"/>
        </w:rPr>
        <w:t> </w:t>
      </w:r>
      <w:r>
        <w:rPr/>
        <w:t>미발송]</w:t>
      </w:r>
      <w:r>
        <w:rPr/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rFonts w:ascii="돋움체" w:hAnsi="돋움체" w:cs="돋움체" w:eastAsia="돋움체"/>
          <w:b w:val="0"/>
          <w:bCs w:val="0"/>
        </w:rPr>
        <w:t>•</w:t>
      </w:r>
      <w:r>
        <w:rPr>
          <w:rFonts w:ascii="돋움체" w:hAnsi="돋움체" w:cs="돋움체" w:eastAsia="돋움체"/>
          <w:b w:val="0"/>
          <w:bCs w:val="0"/>
          <w:spacing w:val="-1"/>
        </w:rPr>
        <w:t> </w:t>
      </w:r>
      <w:r>
        <w:rPr/>
        <w:t>등록기간</w:t>
      </w:r>
      <w:r>
        <w:rPr>
          <w:spacing w:val="1"/>
        </w:rPr>
        <w:t> </w:t>
      </w:r>
      <w:r>
        <w:rPr/>
        <w:t>:</w:t>
      </w:r>
      <w:r>
        <w:rPr>
          <w:spacing w:val="2"/>
        </w:rPr>
        <w:t> </w:t>
      </w:r>
      <w:r>
        <w:rPr/>
        <w:t>2020.</w:t>
      </w:r>
      <w:r>
        <w:rPr>
          <w:spacing w:val="1"/>
        </w:rPr>
        <w:t> </w:t>
      </w:r>
      <w:r>
        <w:rPr>
          <w:spacing w:val="-1"/>
        </w:rPr>
        <w:t>9.</w:t>
      </w:r>
      <w:r>
        <w:rPr>
          <w:spacing w:val="2"/>
        </w:rPr>
        <w:t> </w:t>
      </w:r>
      <w:r>
        <w:rPr/>
        <w:t>9.(수)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9.</w:t>
      </w:r>
      <w:r>
        <w:rPr>
          <w:spacing w:val="1"/>
        </w:rPr>
        <w:t> </w:t>
      </w:r>
      <w:r>
        <w:rPr/>
        <w:t>11.(금)</w:t>
      </w:r>
      <w:r>
        <w:rPr>
          <w:b w:val="0"/>
          <w:bCs w:val="0"/>
        </w:rPr>
      </w:r>
    </w:p>
    <w:p>
      <w:pPr>
        <w:pStyle w:val="BodyText"/>
        <w:spacing w:line="240" w:lineRule="auto"/>
        <w:ind w:right="0"/>
        <w:jc w:val="left"/>
      </w:pPr>
      <w:r>
        <w:rPr/>
        <w:t>▣</w:t>
      </w:r>
      <w:r>
        <w:rPr>
          <w:spacing w:val="-11"/>
        </w:rPr>
        <w:t> </w:t>
      </w:r>
      <w:r>
        <w:rPr/>
        <w:t>등록관련</w:t>
      </w:r>
      <w:r>
        <w:rPr>
          <w:spacing w:val="-9"/>
        </w:rPr>
        <w:t> </w:t>
      </w:r>
      <w:r>
        <w:rPr/>
        <w:t>문의처</w:t>
      </w:r>
      <w:r>
        <w:rPr>
          <w:spacing w:val="-11"/>
        </w:rPr>
        <w:t> </w:t>
      </w:r>
      <w:r>
        <w:rPr/>
        <w:t>:</w:t>
      </w:r>
      <w:r>
        <w:rPr>
          <w:spacing w:val="-10"/>
        </w:rPr>
        <w:t> </w:t>
      </w:r>
      <w:r>
        <w:rPr/>
        <w:t>사무처</w:t>
      </w:r>
      <w:r>
        <w:rPr>
          <w:spacing w:val="-10"/>
        </w:rPr>
        <w:t> </w:t>
      </w:r>
      <w:r>
        <w:rPr/>
        <w:t>재무팀[☎053)850-5337/5338]</w:t>
      </w:r>
      <w:r>
        <w:rPr/>
      </w:r>
    </w:p>
    <w:sectPr>
      <w:pgSz w:w="10760" w:h="14740"/>
      <w:pgMar w:header="0" w:footer="417" w:top="1080" w:bottom="600" w:left="108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돋움">
    <w:altName w:val="돋움"/>
    <w:charset w:val="81"/>
    <w:family w:val="modern"/>
    <w:pitch w:val="variable"/>
  </w:font>
  <w:font w:name="함초롬돋움">
    <w:altName w:val="함초롬돋움"/>
    <w:charset w:val="81"/>
    <w:family w:val="modern"/>
    <w:pitch w:val="variable"/>
  </w:font>
  <w:font w:name="돋움체">
    <w:altName w:val="돋움체"/>
    <w:charset w:val="81"/>
    <w:family w:val="modern"/>
    <w:pitch w:val="fixed"/>
  </w:font>
  <w:font w:name="한컴돋움">
    <w:altName w:val="한컴돋움"/>
    <w:charset w:val="81"/>
    <w:family w:val="roman"/>
    <w:pitch w:val="variable"/>
  </w:font>
  <w:font w:name="굴림체">
    <w:altName w:val="굴림체"/>
    <w:charset w:val="81"/>
    <w:family w:val="modern"/>
    <w:pitch w:val="fixed"/>
  </w:font>
  <w:font w:name="맑은 고딕">
    <w:altName w:val="맑은 고딕"/>
    <w:charset w:val="81"/>
    <w:family w:val="moder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8"/>
        <w:szCs w:val="18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7.330627pt;margin-top:704.161011pt;width:32.3pt;height:12pt;mso-position-horizontal-relative:page;mso-position-vertical-relative:page;z-index:-339760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rFonts w:ascii="함초롬돋움" w:hAnsi="함초롬돋움" w:cs="함초롬돋움" w:eastAsia="함초롬돋움"/>
                    <w:sz w:val="20"/>
                    <w:szCs w:val="20"/>
                  </w:rPr>
                </w:pP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pacing w:val="38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함초롬돋움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rFonts w:ascii="함초롬돋움"/>
                    <w:spacing w:val="37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57.330627pt;margin-top:704.161011pt;width:32.3pt;height:12pt;mso-position-horizontal-relative:page;mso-position-vertical-relative:page;z-index:-339736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rFonts w:ascii="함초롬돋움" w:hAnsi="함초롬돋움" w:cs="함초롬돋움" w:eastAsia="함초롬돋움"/>
                    <w:sz w:val="20"/>
                    <w:szCs w:val="20"/>
                  </w:rPr>
                </w:pP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pacing w:val="38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함초롬돋움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  <w:r>
                  <w:rPr>
                    <w:rFonts w:ascii="함초롬돋움"/>
                    <w:spacing w:val="37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●"/>
      <w:lvlJc w:val="left"/>
      <w:pPr>
        <w:ind w:left="473" w:hanging="271"/>
      </w:pPr>
      <w:rPr>
        <w:rFonts w:hint="default" w:ascii="Arial" w:hAnsi="Arial" w:eastAsia="Arial"/>
        <w:w w:val="75"/>
        <w:sz w:val="18"/>
        <w:szCs w:val="18"/>
      </w:rPr>
    </w:lvl>
    <w:lvl w:ilvl="1">
      <w:start w:val="1"/>
      <w:numFmt w:val="bullet"/>
      <w:lvlText w:val="•"/>
      <w:lvlJc w:val="left"/>
      <w:pPr>
        <w:ind w:left="987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0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16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1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5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59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88" w:hanging="27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2"/>
      <w:ind w:left="118"/>
    </w:pPr>
    <w:rPr>
      <w:rFonts w:ascii="돋움체" w:hAnsi="돋움체" w:eastAsia="돋움체"/>
      <w:sz w:val="18"/>
      <w:szCs w:val="18"/>
    </w:rPr>
  </w:style>
  <w:style w:styleId="Heading1" w:type="paragraph">
    <w:name w:val="Heading 1"/>
    <w:basedOn w:val="Normal"/>
    <w:uiPriority w:val="1"/>
    <w:qFormat/>
    <w:pPr>
      <w:ind w:left="33"/>
      <w:outlineLvl w:val="1"/>
    </w:pPr>
    <w:rPr>
      <w:rFonts w:ascii="함초롬돋움" w:hAnsi="함초롬돋움" w:eastAsia="함초롬돋움"/>
      <w:b/>
      <w:bCs/>
      <w:sz w:val="22"/>
      <w:szCs w:val="22"/>
    </w:rPr>
  </w:style>
  <w:style w:styleId="Heading2" w:type="paragraph">
    <w:name w:val="Heading 2"/>
    <w:basedOn w:val="Normal"/>
    <w:uiPriority w:val="1"/>
    <w:qFormat/>
    <w:pPr>
      <w:ind w:left="537" w:hanging="329"/>
      <w:outlineLvl w:val="2"/>
    </w:pPr>
    <w:rPr>
      <w:rFonts w:ascii="한컴돋움" w:hAnsi="한컴돋움" w:eastAsia="한컴돋움"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11"/>
      <w:ind w:left="738" w:hanging="300"/>
      <w:outlineLvl w:val="3"/>
    </w:pPr>
    <w:rPr>
      <w:rFonts w:ascii="돋움체" w:hAnsi="돋움체" w:eastAsia="돋움체"/>
      <w:b/>
      <w:bCs/>
      <w:sz w:val="20"/>
      <w:szCs w:val="20"/>
    </w:rPr>
  </w:style>
  <w:style w:styleId="Heading4" w:type="paragraph">
    <w:name w:val="Heading 4"/>
    <w:basedOn w:val="Normal"/>
    <w:uiPriority w:val="1"/>
    <w:qFormat/>
    <w:pPr>
      <w:spacing w:before="52"/>
      <w:ind w:left="298"/>
      <w:outlineLvl w:val="4"/>
    </w:pPr>
    <w:rPr>
      <w:rFonts w:ascii="돋움체" w:hAnsi="돋움체" w:eastAsia="돋움체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daegu.ac.kr/" TargetMode="External"/><Relationship Id="rId7" Type="http://schemas.openxmlformats.org/officeDocument/2006/relationships/footer" Target="footer2.xml"/><Relationship Id="rId8" Type="http://schemas.openxmlformats.org/officeDocument/2006/relationships/hyperlink" Target="http://mooc.daegu.ac.kr/" TargetMode="External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2020-08-07T15:26:06Z</dcterms:created>
  <dcterms:modified xsi:type="dcterms:W3CDTF">2020-08-07T15:26:06Z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